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200"/>
        <w:gridCol w:w="720"/>
        <w:gridCol w:w="1350"/>
      </w:tblGrid>
      <w:tr w:rsidR="006140D8" w:rsidRPr="00D47138" w14:paraId="36929475" w14:textId="77777777" w:rsidTr="00051E11">
        <w:trPr>
          <w:cantSplit/>
          <w:trHeight w:val="360"/>
        </w:trPr>
        <w:tc>
          <w:tcPr>
            <w:tcW w:w="1710" w:type="dxa"/>
            <w:vAlign w:val="center"/>
          </w:tcPr>
          <w:p w14:paraId="36929471" w14:textId="77777777" w:rsidR="006140D8" w:rsidRPr="00D47138" w:rsidRDefault="006140D8" w:rsidP="00051E11">
            <w:pPr>
              <w:spacing w:before="60"/>
              <w:ind w:left="-108" w:right="-36"/>
              <w:rPr>
                <w:rFonts w:cs="Arial"/>
                <w:szCs w:val="18"/>
              </w:rPr>
            </w:pPr>
            <w:r w:rsidRPr="00D47138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200" w:type="dxa"/>
            <w:tcBorders>
              <w:bottom w:val="single" w:sz="4" w:space="0" w:color="auto"/>
            </w:tcBorders>
            <w:vAlign w:val="center"/>
          </w:tcPr>
          <w:p w14:paraId="36929472" w14:textId="77777777" w:rsidR="006140D8" w:rsidRPr="009D4150" w:rsidRDefault="00860695" w:rsidP="00051E11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36929473" w14:textId="77777777" w:rsidR="006140D8" w:rsidRPr="000A5A85" w:rsidRDefault="006140D8" w:rsidP="00051E11">
            <w:pPr>
              <w:spacing w:before="60"/>
              <w:ind w:right="-122"/>
              <w:rPr>
                <w:rFonts w:cs="Arial"/>
                <w:b/>
                <w:sz w:val="20"/>
                <w:szCs w:val="18"/>
              </w:rPr>
            </w:pPr>
            <w:r w:rsidRPr="000A5A85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36929474" w14:textId="77777777" w:rsidR="006140D8" w:rsidRPr="009D4150" w:rsidRDefault="008D7A61" w:rsidP="00051E11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F01EB48" w14:textId="7D59BC59" w:rsidR="00EB4DF2" w:rsidRPr="006D0B24" w:rsidRDefault="002C72D2" w:rsidP="00051E11">
      <w:pPr>
        <w:pStyle w:val="BodyText2"/>
        <w:spacing w:before="60" w:after="0" w:line="240" w:lineRule="auto"/>
        <w:ind w:right="-43"/>
        <w:rPr>
          <w:rFonts w:cs="Arial"/>
          <w:bCs/>
          <w:szCs w:val="18"/>
        </w:rPr>
      </w:pPr>
      <w:r w:rsidRPr="0084778E">
        <w:rPr>
          <w:rFonts w:cs="Arial"/>
          <w:b/>
          <w:i/>
          <w:szCs w:val="18"/>
        </w:rPr>
        <w:t xml:space="preserve">You </w:t>
      </w:r>
      <w:r w:rsidR="006140D8" w:rsidRPr="0084778E">
        <w:rPr>
          <w:rFonts w:cs="Arial"/>
          <w:b/>
          <w:i/>
          <w:szCs w:val="18"/>
        </w:rPr>
        <w:t>must use organically grown seeds, annual seedlings, and planting stock.</w:t>
      </w:r>
      <w:r w:rsidR="006140D8" w:rsidRPr="004B4071">
        <w:rPr>
          <w:rFonts w:cs="Arial"/>
          <w:b/>
          <w:i/>
          <w:szCs w:val="18"/>
        </w:rPr>
        <w:t xml:space="preserve"> </w:t>
      </w:r>
      <w:r w:rsidR="00E54B84">
        <w:rPr>
          <w:rFonts w:cs="Arial"/>
          <w:i/>
          <w:szCs w:val="18"/>
        </w:rPr>
        <w:t>N</w:t>
      </w:r>
      <w:r w:rsidR="00B04223" w:rsidRPr="004B4071">
        <w:rPr>
          <w:rFonts w:cs="Arial"/>
          <w:i/>
          <w:szCs w:val="18"/>
        </w:rPr>
        <w:t>on-organic seeds and planting stock may be used when equivalent organic varieties are not commercially available.</w:t>
      </w:r>
      <w:r w:rsidR="002B2108">
        <w:rPr>
          <w:rFonts w:cs="Arial"/>
          <w:i/>
          <w:szCs w:val="18"/>
        </w:rPr>
        <w:t xml:space="preserve"> </w:t>
      </w:r>
    </w:p>
    <w:p w14:paraId="7DB9D118" w14:textId="331F208B" w:rsidR="000C2936" w:rsidRDefault="00601B4E" w:rsidP="00051E11">
      <w:pPr>
        <w:pStyle w:val="BodyText2"/>
        <w:numPr>
          <w:ilvl w:val="0"/>
          <w:numId w:val="16"/>
        </w:numPr>
        <w:spacing w:before="120" w:after="0" w:line="240" w:lineRule="auto"/>
        <w:ind w:right="-43"/>
        <w:rPr>
          <w:rFonts w:cs="Arial"/>
          <w:iCs/>
          <w:szCs w:val="18"/>
        </w:rPr>
      </w:pPr>
      <w:r w:rsidDel="00E772D1">
        <w:rPr>
          <w:rFonts w:cs="Arial"/>
          <w:b/>
          <w:iCs/>
          <w:sz w:val="22"/>
          <w:szCs w:val="22"/>
        </w:rPr>
        <w:t xml:space="preserve">Seeds </w:t>
      </w:r>
      <w:r w:rsidR="006140D8" w:rsidRPr="00FE1DE9" w:rsidDel="00E772D1">
        <w:rPr>
          <w:rFonts w:cs="Arial"/>
          <w:b/>
          <w:iCs/>
          <w:sz w:val="22"/>
          <w:szCs w:val="22"/>
        </w:rPr>
        <w:t xml:space="preserve">&amp; </w:t>
      </w:r>
      <w:r w:rsidDel="00E772D1">
        <w:rPr>
          <w:rFonts w:cs="Arial"/>
          <w:b/>
          <w:iCs/>
          <w:sz w:val="22"/>
          <w:szCs w:val="22"/>
        </w:rPr>
        <w:t>Planting Stock</w:t>
      </w:r>
      <w:r w:rsidR="004D269E">
        <w:rPr>
          <w:rFonts w:cs="Arial"/>
          <w:b/>
          <w:iCs/>
          <w:sz w:val="22"/>
          <w:szCs w:val="22"/>
        </w:rPr>
        <w:t xml:space="preserve"> </w:t>
      </w:r>
    </w:p>
    <w:p w14:paraId="36929477" w14:textId="413786EA" w:rsidR="00202BAA" w:rsidRDefault="000C2936" w:rsidP="00051E11">
      <w:pPr>
        <w:pStyle w:val="BodyText2"/>
        <w:spacing w:before="60" w:after="0" w:line="240" w:lineRule="auto"/>
        <w:ind w:left="360" w:right="-43"/>
        <w:rPr>
          <w:rFonts w:cs="Arial"/>
          <w:iCs/>
          <w:szCs w:val="18"/>
        </w:rPr>
      </w:pPr>
      <w:proofErr w:type="gramStart"/>
      <w:r>
        <w:rPr>
          <w:rFonts w:cs="Arial"/>
          <w:iCs/>
          <w:szCs w:val="18"/>
        </w:rPr>
        <w:t>Mark</w:t>
      </w:r>
      <w:proofErr w:type="gramEnd"/>
      <w:r>
        <w:rPr>
          <w:rFonts w:cs="Arial"/>
          <w:iCs/>
          <w:szCs w:val="18"/>
        </w:rPr>
        <w:t xml:space="preserve"> </w:t>
      </w:r>
      <w:proofErr w:type="gramStart"/>
      <w:r w:rsidR="00F756B7">
        <w:rPr>
          <w:rFonts w:cs="Arial"/>
          <w:iCs/>
          <w:szCs w:val="18"/>
        </w:rPr>
        <w:t>all of</w:t>
      </w:r>
      <w:proofErr w:type="gramEnd"/>
      <w:r w:rsidR="00F756B7">
        <w:rPr>
          <w:rFonts w:cs="Arial"/>
          <w:iCs/>
          <w:szCs w:val="18"/>
        </w:rPr>
        <w:t xml:space="preserve"> the following that you use</w:t>
      </w:r>
      <w:r w:rsidR="00063431">
        <w:rPr>
          <w:rFonts w:cs="Arial"/>
          <w:iCs/>
          <w:szCs w:val="18"/>
        </w:rPr>
        <w:t xml:space="preserve"> or plan to use</w:t>
      </w:r>
      <w:r w:rsidR="00F756B7">
        <w:rPr>
          <w:rFonts w:cs="Arial"/>
          <w:iCs/>
          <w:szCs w:val="18"/>
        </w:rPr>
        <w:t xml:space="preserve"> in organic production</w:t>
      </w:r>
      <w:r w:rsidR="006140D8" w:rsidRPr="00344826">
        <w:rPr>
          <w:rFonts w:cs="Arial"/>
          <w:iCs/>
          <w:szCs w:val="18"/>
        </w:rPr>
        <w:t>:</w:t>
      </w:r>
    </w:p>
    <w:p w14:paraId="4DE4928B" w14:textId="6015D26A" w:rsidR="00A53016" w:rsidRPr="00344826" w:rsidRDefault="003258F8" w:rsidP="00051E11">
      <w:pPr>
        <w:pStyle w:val="BodyText2"/>
        <w:spacing w:before="60" w:after="0" w:line="240" w:lineRule="auto"/>
        <w:ind w:left="630" w:right="-43" w:hanging="270"/>
        <w:rPr>
          <w:rFonts w:cs="Arial"/>
          <w:iCs/>
          <w:szCs w:val="18"/>
        </w:rPr>
      </w:pPr>
      <w:r w:rsidRPr="00202BAA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02BAA">
        <w:rPr>
          <w:rFonts w:cs="Arial"/>
          <w:bCs/>
          <w:szCs w:val="18"/>
        </w:rPr>
        <w:instrText xml:space="preserve"> FORMCHECKBOX </w:instrText>
      </w:r>
      <w:r w:rsidRPr="00202BAA">
        <w:rPr>
          <w:rFonts w:cs="Arial"/>
          <w:bCs/>
          <w:szCs w:val="18"/>
        </w:rPr>
      </w:r>
      <w:r w:rsidRPr="00202BAA">
        <w:rPr>
          <w:rFonts w:cs="Arial"/>
          <w:bCs/>
          <w:szCs w:val="18"/>
        </w:rPr>
        <w:fldChar w:fldCharType="separate"/>
      </w:r>
      <w:r w:rsidRPr="00202BAA">
        <w:rPr>
          <w:rFonts w:cs="Arial"/>
          <w:bCs/>
          <w:szCs w:val="18"/>
        </w:rPr>
        <w:fldChar w:fldCharType="end"/>
      </w:r>
      <w:r w:rsidRPr="00202BAA">
        <w:rPr>
          <w:rFonts w:cs="Arial"/>
          <w:bCs/>
          <w:szCs w:val="18"/>
        </w:rPr>
        <w:t xml:space="preserve"> </w:t>
      </w:r>
      <w:r w:rsidR="00A53016">
        <w:rPr>
          <w:rFonts w:cs="Arial"/>
          <w:iCs/>
          <w:szCs w:val="18"/>
        </w:rPr>
        <w:t>Not applicable</w:t>
      </w:r>
      <w:r>
        <w:rPr>
          <w:rFonts w:cs="Arial"/>
          <w:iCs/>
          <w:szCs w:val="18"/>
        </w:rPr>
        <w:t>. N</w:t>
      </w:r>
      <w:r w:rsidR="00A53016">
        <w:rPr>
          <w:rFonts w:cs="Arial"/>
          <w:iCs/>
          <w:szCs w:val="18"/>
        </w:rPr>
        <w:t xml:space="preserve">o seed, </w:t>
      </w:r>
      <w:r>
        <w:rPr>
          <w:rFonts w:cs="Arial"/>
          <w:iCs/>
          <w:szCs w:val="18"/>
        </w:rPr>
        <w:t xml:space="preserve">annual seedlings, or planting stock used or planned for use at my organic operation. Stop, </w:t>
      </w:r>
      <w:r w:rsidR="00E97EE4">
        <w:rPr>
          <w:rFonts w:cs="Arial"/>
          <w:iCs/>
          <w:szCs w:val="18"/>
        </w:rPr>
        <w:t>do not complete th</w:t>
      </w:r>
      <w:r w:rsidR="00195F91">
        <w:rPr>
          <w:rFonts w:cs="Arial"/>
          <w:iCs/>
          <w:szCs w:val="18"/>
        </w:rPr>
        <w:t>is form</w:t>
      </w:r>
      <w:r>
        <w:rPr>
          <w:rFonts w:cs="Arial"/>
          <w:iCs/>
          <w:szCs w:val="18"/>
        </w:rPr>
        <w:t>.</w:t>
      </w:r>
    </w:p>
    <w:p w14:paraId="483E5CF0" w14:textId="0E9C6536" w:rsidR="00455534" w:rsidRPr="004F249B" w:rsidRDefault="006140D8" w:rsidP="004F249B">
      <w:pPr>
        <w:pStyle w:val="BodyText2"/>
        <w:numPr>
          <w:ilvl w:val="1"/>
          <w:numId w:val="16"/>
        </w:numPr>
        <w:spacing w:before="60" w:after="0" w:line="240" w:lineRule="auto"/>
        <w:ind w:right="-43"/>
        <w:rPr>
          <w:rFonts w:cs="Arial"/>
          <w:i/>
          <w:szCs w:val="16"/>
        </w:rPr>
      </w:pPr>
      <w:r w:rsidRPr="00AF587C">
        <w:rPr>
          <w:rFonts w:cs="Arial"/>
          <w:b/>
          <w:sz w:val="20"/>
          <w:szCs w:val="20"/>
        </w:rPr>
        <w:t>Seeds</w:t>
      </w:r>
      <w:r w:rsidRPr="00E97EE4">
        <w:rPr>
          <w:rFonts w:cs="Arial"/>
          <w:b/>
          <w:bCs/>
          <w:iCs/>
          <w:sz w:val="20"/>
          <w:szCs w:val="20"/>
        </w:rPr>
        <w:t>:</w:t>
      </w:r>
      <w:r w:rsidR="00AF587C">
        <w:rPr>
          <w:rFonts w:cs="Arial"/>
          <w:bCs/>
          <w:sz w:val="20"/>
          <w:szCs w:val="20"/>
        </w:rPr>
        <w:t xml:space="preserve"> </w:t>
      </w:r>
      <w:r w:rsidR="00455534" w:rsidRPr="004F249B">
        <w:rPr>
          <w:rFonts w:cs="Arial"/>
          <w:i/>
          <w:szCs w:val="16"/>
        </w:rPr>
        <w:t xml:space="preserve">Mark “with treatment” if your seed </w:t>
      </w:r>
      <w:r w:rsidR="00A156D6" w:rsidRPr="004F249B">
        <w:rPr>
          <w:rFonts w:cs="Arial"/>
          <w:i/>
          <w:szCs w:val="16"/>
        </w:rPr>
        <w:t xml:space="preserve">is </w:t>
      </w:r>
      <w:r w:rsidR="00455534" w:rsidRPr="004F249B">
        <w:rPr>
          <w:rFonts w:cs="Arial"/>
          <w:i/>
          <w:szCs w:val="16"/>
        </w:rPr>
        <w:t>fungicide/insecticide treate</w:t>
      </w:r>
      <w:r w:rsidR="00A156D6" w:rsidRPr="004F249B">
        <w:rPr>
          <w:rFonts w:cs="Arial"/>
          <w:i/>
          <w:szCs w:val="16"/>
        </w:rPr>
        <w:t>d</w:t>
      </w:r>
      <w:r w:rsidR="00455534" w:rsidRPr="004F249B">
        <w:rPr>
          <w:rFonts w:cs="Arial"/>
          <w:i/>
          <w:szCs w:val="16"/>
        </w:rPr>
        <w:t xml:space="preserve"> OR </w:t>
      </w:r>
      <w:r w:rsidR="00A156D6" w:rsidRPr="004F249B">
        <w:rPr>
          <w:rFonts w:cs="Arial"/>
          <w:i/>
          <w:szCs w:val="16"/>
        </w:rPr>
        <w:t xml:space="preserve">if </w:t>
      </w:r>
      <w:r w:rsidR="00010F8D" w:rsidRPr="004F249B">
        <w:rPr>
          <w:rFonts w:cs="Arial"/>
          <w:i/>
          <w:szCs w:val="16"/>
        </w:rPr>
        <w:t xml:space="preserve">there are other materials </w:t>
      </w:r>
      <w:r w:rsidR="00455534" w:rsidRPr="004F249B">
        <w:rPr>
          <w:rFonts w:cs="Arial"/>
          <w:i/>
          <w:szCs w:val="16"/>
        </w:rPr>
        <w:t>that remain on the seed when planted, such as inoculants, pell</w:t>
      </w:r>
      <w:r w:rsidR="00010F8D" w:rsidRPr="004F249B">
        <w:rPr>
          <w:rFonts w:cs="Arial"/>
          <w:i/>
          <w:szCs w:val="16"/>
        </w:rPr>
        <w:t>e</w:t>
      </w:r>
      <w:r w:rsidR="00455534" w:rsidRPr="004F249B">
        <w:rPr>
          <w:rFonts w:cs="Arial"/>
          <w:i/>
          <w:szCs w:val="16"/>
        </w:rPr>
        <w:t>ting</w:t>
      </w:r>
      <w:r w:rsidR="00010F8D" w:rsidRPr="004F249B">
        <w:rPr>
          <w:rFonts w:cs="Arial"/>
          <w:i/>
          <w:szCs w:val="16"/>
        </w:rPr>
        <w:t xml:space="preserve"> materials</w:t>
      </w:r>
      <w:r w:rsidR="00455534" w:rsidRPr="004F249B">
        <w:rPr>
          <w:rFonts w:cs="Arial"/>
          <w:i/>
          <w:szCs w:val="16"/>
        </w:rPr>
        <w:t>, coating</w:t>
      </w:r>
      <w:r w:rsidR="00010F8D" w:rsidRPr="004F249B">
        <w:rPr>
          <w:rFonts w:cs="Arial"/>
          <w:i/>
          <w:szCs w:val="16"/>
        </w:rPr>
        <w:t>/</w:t>
      </w:r>
      <w:r w:rsidR="00455534" w:rsidRPr="004F249B">
        <w:rPr>
          <w:rFonts w:cs="Arial"/>
          <w:i/>
          <w:szCs w:val="16"/>
        </w:rPr>
        <w:t>priming</w:t>
      </w:r>
      <w:r w:rsidR="00010F8D" w:rsidRPr="004F249B">
        <w:rPr>
          <w:rFonts w:cs="Arial"/>
          <w:i/>
          <w:szCs w:val="16"/>
        </w:rPr>
        <w:t>/</w:t>
      </w:r>
      <w:r w:rsidR="00A156D6" w:rsidRPr="004F249B">
        <w:rPr>
          <w:rFonts w:cs="Arial"/>
          <w:i/>
          <w:szCs w:val="16"/>
        </w:rPr>
        <w:t xml:space="preserve">encrusting </w:t>
      </w:r>
      <w:r w:rsidR="00455534" w:rsidRPr="004F249B">
        <w:rPr>
          <w:rFonts w:cs="Arial"/>
          <w:i/>
          <w:szCs w:val="16"/>
        </w:rPr>
        <w:t>materials</w:t>
      </w:r>
      <w:r w:rsidR="00A156D6" w:rsidRPr="004F249B">
        <w:rPr>
          <w:rFonts w:cs="Arial"/>
          <w:i/>
          <w:szCs w:val="16"/>
        </w:rPr>
        <w:t>, etc</w:t>
      </w:r>
      <w:r w:rsidR="001E4BD4" w:rsidRPr="004F249B">
        <w:rPr>
          <w:rFonts w:cs="Arial"/>
          <w:i/>
          <w:szCs w:val="16"/>
        </w:rPr>
        <w:t>.</w:t>
      </w:r>
      <w:r w:rsidR="00A156D6" w:rsidRPr="004F249B">
        <w:rPr>
          <w:rFonts w:cs="Arial"/>
          <w:i/>
          <w:szCs w:val="16"/>
        </w:rPr>
        <w:t>)</w:t>
      </w:r>
      <w:r w:rsidR="001E4BD4" w:rsidRPr="004F249B">
        <w:rPr>
          <w:rFonts w:cs="Arial"/>
          <w:i/>
          <w:szCs w:val="16"/>
        </w:rPr>
        <w:t xml:space="preserve"> </w:t>
      </w:r>
      <w:r w:rsidR="00455534" w:rsidRPr="004F249B">
        <w:rPr>
          <w:rFonts w:cs="Arial"/>
          <w:i/>
          <w:szCs w:val="16"/>
        </w:rPr>
        <w:t xml:space="preserve"> </w:t>
      </w:r>
    </w:p>
    <w:p w14:paraId="488CDFBF" w14:textId="77777777" w:rsidR="001E1EC0" w:rsidRDefault="00921D9B" w:rsidP="00051E11">
      <w:pPr>
        <w:pStyle w:val="BodyText2"/>
        <w:spacing w:before="60" w:after="0" w:line="240" w:lineRule="auto"/>
        <w:ind w:left="360" w:right="-43"/>
        <w:rPr>
          <w:rFonts w:cs="Arial"/>
          <w:bCs/>
          <w:szCs w:val="18"/>
        </w:rPr>
      </w:pPr>
      <w:r w:rsidRPr="00202BAA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02BAA">
        <w:rPr>
          <w:rFonts w:cs="Arial"/>
          <w:bCs/>
          <w:szCs w:val="18"/>
        </w:rPr>
        <w:instrText xml:space="preserve"> FORMCHECKBOX </w:instrText>
      </w:r>
      <w:r w:rsidRPr="00202BAA">
        <w:rPr>
          <w:rFonts w:cs="Arial"/>
          <w:bCs/>
          <w:szCs w:val="18"/>
        </w:rPr>
      </w:r>
      <w:r w:rsidRPr="00202BAA">
        <w:rPr>
          <w:rFonts w:cs="Arial"/>
          <w:bCs/>
          <w:szCs w:val="18"/>
        </w:rPr>
        <w:fldChar w:fldCharType="separate"/>
      </w:r>
      <w:r w:rsidRPr="00202BAA">
        <w:rPr>
          <w:rFonts w:cs="Arial"/>
          <w:bCs/>
          <w:szCs w:val="18"/>
        </w:rPr>
        <w:fldChar w:fldCharType="end"/>
      </w:r>
      <w:r w:rsidRPr="00202BAA">
        <w:rPr>
          <w:rFonts w:cs="Arial"/>
          <w:bCs/>
          <w:szCs w:val="18"/>
        </w:rPr>
        <w:t xml:space="preserve"> </w:t>
      </w:r>
      <w:r>
        <w:rPr>
          <w:rFonts w:cs="Arial"/>
          <w:bCs/>
          <w:szCs w:val="18"/>
        </w:rPr>
        <w:t xml:space="preserve">None used  </w:t>
      </w:r>
      <w:r w:rsidR="009D66C7">
        <w:rPr>
          <w:rFonts w:cs="Arial"/>
          <w:bCs/>
          <w:szCs w:val="18"/>
        </w:rPr>
        <w:t xml:space="preserve">  </w:t>
      </w:r>
      <w:r w:rsidRPr="00E30D05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E30D05">
        <w:rPr>
          <w:rFonts w:cs="Arial"/>
          <w:bCs/>
          <w:szCs w:val="18"/>
        </w:rPr>
        <w:instrText xml:space="preserve"> FORMCHECKBOX </w:instrText>
      </w:r>
      <w:r w:rsidRPr="00E30D05">
        <w:rPr>
          <w:rFonts w:cs="Arial"/>
          <w:bCs/>
          <w:szCs w:val="18"/>
        </w:rPr>
      </w:r>
      <w:r w:rsidRPr="00E30D05">
        <w:rPr>
          <w:rFonts w:cs="Arial"/>
          <w:bCs/>
          <w:szCs w:val="18"/>
        </w:rPr>
        <w:fldChar w:fldCharType="separate"/>
      </w:r>
      <w:r w:rsidRPr="00E30D05">
        <w:rPr>
          <w:rFonts w:cs="Arial"/>
          <w:bCs/>
          <w:szCs w:val="18"/>
        </w:rPr>
        <w:fldChar w:fldCharType="end"/>
      </w:r>
      <w:r w:rsidRPr="00E30D05">
        <w:rPr>
          <w:rFonts w:cs="Arial"/>
          <w:bCs/>
          <w:szCs w:val="18"/>
        </w:rPr>
        <w:t xml:space="preserve"> Organic</w:t>
      </w:r>
      <w:r w:rsidR="00E26F04">
        <w:rPr>
          <w:rFonts w:cs="Arial"/>
          <w:bCs/>
          <w:szCs w:val="18"/>
        </w:rPr>
        <w:t xml:space="preserve"> (</w:t>
      </w:r>
      <w:proofErr w:type="gramStart"/>
      <w:r w:rsidR="00E26F04">
        <w:rPr>
          <w:rFonts w:cs="Arial"/>
          <w:bCs/>
          <w:szCs w:val="18"/>
        </w:rPr>
        <w:t>untreated)</w:t>
      </w:r>
      <w:r w:rsidR="009D66C7">
        <w:rPr>
          <w:rFonts w:cs="Arial"/>
          <w:bCs/>
          <w:szCs w:val="18"/>
        </w:rPr>
        <w:t xml:space="preserve">  </w:t>
      </w:r>
      <w:r w:rsidR="00455534">
        <w:rPr>
          <w:rFonts w:cs="Arial"/>
          <w:bCs/>
          <w:szCs w:val="18"/>
        </w:rPr>
        <w:t xml:space="preserve"> </w:t>
      </w:r>
      <w:proofErr w:type="gramEnd"/>
      <w:r w:rsidR="00455534">
        <w:rPr>
          <w:rFonts w:cs="Arial"/>
          <w:bCs/>
          <w:szCs w:val="18"/>
        </w:rPr>
        <w:t xml:space="preserve"> </w:t>
      </w:r>
      <w:r w:rsidR="00BE0085" w:rsidRPr="00E30D05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BE0085" w:rsidRPr="00E30D05">
        <w:rPr>
          <w:rFonts w:cs="Arial"/>
          <w:bCs/>
          <w:szCs w:val="18"/>
        </w:rPr>
        <w:instrText xml:space="preserve"> FORMCHECKBOX </w:instrText>
      </w:r>
      <w:r w:rsidR="00BE0085" w:rsidRPr="00E30D05">
        <w:rPr>
          <w:rFonts w:cs="Arial"/>
          <w:bCs/>
          <w:szCs w:val="18"/>
        </w:rPr>
      </w:r>
      <w:r w:rsidR="00BE0085" w:rsidRPr="00E30D05">
        <w:rPr>
          <w:rFonts w:cs="Arial"/>
          <w:bCs/>
          <w:szCs w:val="18"/>
        </w:rPr>
        <w:fldChar w:fldCharType="separate"/>
      </w:r>
      <w:r w:rsidR="00BE0085" w:rsidRPr="00E30D05">
        <w:rPr>
          <w:rFonts w:cs="Arial"/>
          <w:bCs/>
          <w:szCs w:val="18"/>
        </w:rPr>
        <w:fldChar w:fldCharType="end"/>
      </w:r>
      <w:r w:rsidR="00BE0085" w:rsidRPr="00E30D05">
        <w:rPr>
          <w:rFonts w:cs="Arial"/>
          <w:bCs/>
          <w:szCs w:val="18"/>
        </w:rPr>
        <w:t xml:space="preserve"> </w:t>
      </w:r>
      <w:r w:rsidR="00455534">
        <w:rPr>
          <w:rFonts w:cs="Arial"/>
          <w:bCs/>
          <w:szCs w:val="18"/>
        </w:rPr>
        <w:t>Organic (with treatment</w:t>
      </w:r>
      <w:r w:rsidR="00A156D6">
        <w:rPr>
          <w:rFonts w:cs="Arial"/>
          <w:bCs/>
          <w:szCs w:val="18"/>
        </w:rPr>
        <w:t>)</w:t>
      </w:r>
      <w:r w:rsidR="001E1EC0">
        <w:rPr>
          <w:rFonts w:cs="Arial"/>
          <w:bCs/>
          <w:szCs w:val="18"/>
        </w:rPr>
        <w:t xml:space="preserve">    </w:t>
      </w:r>
    </w:p>
    <w:p w14:paraId="25947655" w14:textId="304E57D9" w:rsidR="00921D9B" w:rsidRPr="002D568A" w:rsidRDefault="00921D9B" w:rsidP="00051E11">
      <w:pPr>
        <w:pStyle w:val="BodyText2"/>
        <w:spacing w:before="60" w:after="0" w:line="240" w:lineRule="auto"/>
        <w:ind w:left="360" w:right="-43"/>
        <w:rPr>
          <w:rFonts w:cs="Arial"/>
          <w:bCs/>
          <w:szCs w:val="18"/>
        </w:rPr>
      </w:pPr>
      <w:r w:rsidRPr="00E30D05">
        <w:rPr>
          <w:rFonts w:cs="Arial"/>
          <w:bCs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E30D05">
        <w:rPr>
          <w:rFonts w:cs="Arial"/>
          <w:bCs/>
          <w:szCs w:val="18"/>
        </w:rPr>
        <w:instrText xml:space="preserve"> FORMCHECKBOX </w:instrText>
      </w:r>
      <w:r w:rsidRPr="00E30D05">
        <w:rPr>
          <w:rFonts w:cs="Arial"/>
          <w:bCs/>
          <w:szCs w:val="18"/>
        </w:rPr>
      </w:r>
      <w:r w:rsidRPr="00E30D05">
        <w:rPr>
          <w:rFonts w:cs="Arial"/>
          <w:bCs/>
          <w:szCs w:val="18"/>
        </w:rPr>
        <w:fldChar w:fldCharType="separate"/>
      </w:r>
      <w:r w:rsidRPr="00E30D05">
        <w:rPr>
          <w:rFonts w:cs="Arial"/>
          <w:bCs/>
          <w:szCs w:val="18"/>
        </w:rPr>
        <w:fldChar w:fldCharType="end"/>
      </w:r>
      <w:r w:rsidRPr="00E30D05">
        <w:rPr>
          <w:rFonts w:cs="Arial"/>
          <w:bCs/>
          <w:szCs w:val="18"/>
        </w:rPr>
        <w:t xml:space="preserve"> Non-organic</w:t>
      </w:r>
      <w:r w:rsidR="00E11902">
        <w:rPr>
          <w:rFonts w:cs="Arial"/>
          <w:bCs/>
          <w:szCs w:val="18"/>
        </w:rPr>
        <w:t xml:space="preserve"> (</w:t>
      </w:r>
      <w:proofErr w:type="gramStart"/>
      <w:r w:rsidR="00DF384E">
        <w:rPr>
          <w:rFonts w:cs="Arial"/>
          <w:bCs/>
          <w:szCs w:val="18"/>
        </w:rPr>
        <w:t>untreated</w:t>
      </w:r>
      <w:r w:rsidR="00E11902">
        <w:rPr>
          <w:rFonts w:cs="Arial"/>
          <w:bCs/>
          <w:szCs w:val="18"/>
        </w:rPr>
        <w:t>)</w:t>
      </w:r>
      <w:r w:rsidR="00455534">
        <w:rPr>
          <w:rFonts w:cs="Arial"/>
          <w:bCs/>
          <w:szCs w:val="18"/>
        </w:rPr>
        <w:t xml:space="preserve"> </w:t>
      </w:r>
      <w:r w:rsidR="001E1EC0">
        <w:rPr>
          <w:rFonts w:cs="Arial"/>
          <w:bCs/>
          <w:szCs w:val="18"/>
        </w:rPr>
        <w:t xml:space="preserve">  </w:t>
      </w:r>
      <w:proofErr w:type="gramEnd"/>
      <w:r w:rsidR="001E1EC0">
        <w:rPr>
          <w:rFonts w:cs="Arial"/>
          <w:bCs/>
          <w:szCs w:val="18"/>
        </w:rPr>
        <w:t xml:space="preserve"> </w:t>
      </w:r>
      <w:r>
        <w:rPr>
          <w:rFonts w:cs="Arial"/>
          <w:bCs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Cs/>
          <w:szCs w:val="18"/>
        </w:rPr>
        <w:instrText xml:space="preserve"> FORMCHECKBOX </w:instrText>
      </w:r>
      <w:r>
        <w:rPr>
          <w:rFonts w:cs="Arial"/>
          <w:bCs/>
          <w:szCs w:val="18"/>
        </w:rPr>
      </w:r>
      <w:r>
        <w:rPr>
          <w:rFonts w:cs="Arial"/>
          <w:bCs/>
          <w:szCs w:val="18"/>
        </w:rPr>
        <w:fldChar w:fldCharType="separate"/>
      </w:r>
      <w:r>
        <w:rPr>
          <w:rFonts w:cs="Arial"/>
          <w:bCs/>
          <w:szCs w:val="18"/>
        </w:rPr>
        <w:fldChar w:fldCharType="end"/>
      </w:r>
      <w:r>
        <w:rPr>
          <w:rFonts w:cs="Arial"/>
          <w:bCs/>
          <w:szCs w:val="18"/>
        </w:rPr>
        <w:t xml:space="preserve"> </w:t>
      </w:r>
      <w:proofErr w:type="gramStart"/>
      <w:r>
        <w:rPr>
          <w:rFonts w:cs="Arial"/>
          <w:bCs/>
          <w:szCs w:val="18"/>
        </w:rPr>
        <w:t>Non-organic</w:t>
      </w:r>
      <w:proofErr w:type="gramEnd"/>
      <w:r w:rsidR="00E11902">
        <w:rPr>
          <w:rFonts w:cs="Arial"/>
          <w:bCs/>
          <w:szCs w:val="18"/>
        </w:rPr>
        <w:t xml:space="preserve"> (with treatment</w:t>
      </w:r>
      <w:r w:rsidR="00A156D6">
        <w:rPr>
          <w:rFonts w:cs="Arial"/>
          <w:bCs/>
          <w:szCs w:val="18"/>
        </w:rPr>
        <w:t>)</w:t>
      </w:r>
    </w:p>
    <w:p w14:paraId="60499E95" w14:textId="2F473612" w:rsidR="007E7B42" w:rsidRPr="002106E5" w:rsidRDefault="006140D8" w:rsidP="00051E11">
      <w:pPr>
        <w:pStyle w:val="BodyText2"/>
        <w:numPr>
          <w:ilvl w:val="1"/>
          <w:numId w:val="16"/>
        </w:numPr>
        <w:spacing w:before="60" w:after="0" w:line="240" w:lineRule="auto"/>
        <w:ind w:right="-43"/>
        <w:rPr>
          <w:rFonts w:cs="Arial"/>
          <w:bCs/>
          <w:i/>
          <w:iCs/>
          <w:szCs w:val="18"/>
        </w:rPr>
      </w:pPr>
      <w:r w:rsidRPr="00AF587C">
        <w:rPr>
          <w:rFonts w:cs="Arial"/>
          <w:b/>
          <w:sz w:val="20"/>
          <w:szCs w:val="20"/>
        </w:rPr>
        <w:t xml:space="preserve">Annual </w:t>
      </w:r>
      <w:r w:rsidR="00B04223" w:rsidRPr="00AF587C">
        <w:rPr>
          <w:rFonts w:cs="Arial"/>
          <w:b/>
          <w:sz w:val="20"/>
          <w:szCs w:val="20"/>
        </w:rPr>
        <w:t>s</w:t>
      </w:r>
      <w:r w:rsidRPr="00AF587C">
        <w:rPr>
          <w:rFonts w:cs="Arial"/>
          <w:b/>
          <w:sz w:val="20"/>
          <w:szCs w:val="20"/>
        </w:rPr>
        <w:t>eedlings</w:t>
      </w:r>
      <w:r w:rsidR="00B04223" w:rsidRPr="00AF587C">
        <w:rPr>
          <w:rFonts w:cs="Arial"/>
          <w:b/>
          <w:sz w:val="20"/>
          <w:szCs w:val="20"/>
        </w:rPr>
        <w:t xml:space="preserve"> (transplants)</w:t>
      </w:r>
      <w:r w:rsidRPr="00AF587C">
        <w:rPr>
          <w:rFonts w:cs="Arial"/>
          <w:b/>
          <w:sz w:val="20"/>
          <w:szCs w:val="20"/>
        </w:rPr>
        <w:t>:</w:t>
      </w:r>
      <w:bookmarkStart w:id="0" w:name="Check6"/>
      <w:r w:rsidR="00202BAA" w:rsidRPr="00A70B08">
        <w:rPr>
          <w:rFonts w:cs="Arial"/>
          <w:bCs/>
          <w:sz w:val="20"/>
          <w:szCs w:val="20"/>
        </w:rPr>
        <w:t xml:space="preserve"> </w:t>
      </w:r>
      <w:r w:rsidR="00AF587C" w:rsidRPr="00A70B08">
        <w:rPr>
          <w:rFonts w:cs="Arial"/>
          <w:bCs/>
          <w:i/>
          <w:iCs/>
          <w:szCs w:val="18"/>
        </w:rPr>
        <w:t>A</w:t>
      </w:r>
      <w:r w:rsidR="00110AEC" w:rsidRPr="00A70B08">
        <w:rPr>
          <w:rFonts w:cs="Arial"/>
          <w:bCs/>
          <w:i/>
          <w:iCs/>
          <w:szCs w:val="18"/>
        </w:rPr>
        <w:t>n annual seedling is a plant grown from seed that will complete its life cycle or produce a harvestable yield within the same crop year or season in which it was planted.</w:t>
      </w:r>
      <w:r w:rsidR="00AA5021">
        <w:rPr>
          <w:rFonts w:cs="Arial"/>
          <w:bCs/>
          <w:i/>
          <w:iCs/>
          <w:szCs w:val="18"/>
        </w:rPr>
        <w:t xml:space="preserve"> Annual seedlings must be organic.</w:t>
      </w:r>
    </w:p>
    <w:p w14:paraId="75C9251B" w14:textId="0586B860" w:rsidR="00F22592" w:rsidRDefault="006140D8" w:rsidP="00051E11">
      <w:pPr>
        <w:pStyle w:val="BodyText2"/>
        <w:spacing w:before="60" w:after="0" w:line="240" w:lineRule="auto"/>
        <w:ind w:left="360" w:right="-43"/>
        <w:rPr>
          <w:rFonts w:cs="Arial"/>
          <w:bCs/>
          <w:szCs w:val="18"/>
        </w:rPr>
      </w:pPr>
      <w:r>
        <w:rPr>
          <w:rFonts w:cs="Arial"/>
          <w:bCs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Arial"/>
          <w:bCs/>
          <w:szCs w:val="18"/>
        </w:rPr>
        <w:instrText xml:space="preserve"> FORMCHECKBOX </w:instrText>
      </w:r>
      <w:r>
        <w:rPr>
          <w:rFonts w:cs="Arial"/>
          <w:bCs/>
          <w:szCs w:val="18"/>
        </w:rPr>
      </w:r>
      <w:r>
        <w:rPr>
          <w:rFonts w:cs="Arial"/>
          <w:bCs/>
          <w:szCs w:val="18"/>
        </w:rPr>
        <w:fldChar w:fldCharType="separate"/>
      </w:r>
      <w:r>
        <w:rPr>
          <w:rFonts w:cs="Arial"/>
          <w:bCs/>
          <w:szCs w:val="18"/>
        </w:rPr>
        <w:fldChar w:fldCharType="end"/>
      </w:r>
      <w:bookmarkEnd w:id="0"/>
      <w:r>
        <w:rPr>
          <w:rFonts w:cs="Arial"/>
          <w:bCs/>
          <w:szCs w:val="18"/>
        </w:rPr>
        <w:t xml:space="preserve"> No</w:t>
      </w:r>
      <w:r w:rsidR="001E2419">
        <w:rPr>
          <w:rFonts w:cs="Arial"/>
          <w:bCs/>
          <w:szCs w:val="18"/>
        </w:rPr>
        <w:t>ne used</w:t>
      </w:r>
      <w:r w:rsidR="009259B1">
        <w:rPr>
          <w:rFonts w:cs="Arial"/>
          <w:bCs/>
          <w:szCs w:val="18"/>
        </w:rPr>
        <w:t xml:space="preserve">    </w:t>
      </w:r>
      <w:r w:rsidR="00F22592" w:rsidRPr="00D47138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F22592" w:rsidRPr="00D47138">
        <w:rPr>
          <w:rFonts w:cs="Arial"/>
          <w:bCs/>
          <w:szCs w:val="18"/>
        </w:rPr>
        <w:instrText xml:space="preserve"> FORMCHECKBOX </w:instrText>
      </w:r>
      <w:r w:rsidR="00F22592" w:rsidRPr="00D47138">
        <w:rPr>
          <w:rFonts w:cs="Arial"/>
          <w:bCs/>
          <w:szCs w:val="18"/>
        </w:rPr>
      </w:r>
      <w:r w:rsidR="00F22592" w:rsidRPr="00D47138">
        <w:rPr>
          <w:rFonts w:cs="Arial"/>
          <w:bCs/>
          <w:szCs w:val="18"/>
        </w:rPr>
        <w:fldChar w:fldCharType="separate"/>
      </w:r>
      <w:r w:rsidR="00F22592" w:rsidRPr="00D47138">
        <w:rPr>
          <w:rFonts w:cs="Arial"/>
          <w:bCs/>
          <w:szCs w:val="18"/>
        </w:rPr>
        <w:fldChar w:fldCharType="end"/>
      </w:r>
      <w:r w:rsidR="00F22592" w:rsidRPr="00D47138">
        <w:rPr>
          <w:rFonts w:cs="Arial"/>
          <w:bCs/>
          <w:szCs w:val="18"/>
        </w:rPr>
        <w:t xml:space="preserve"> </w:t>
      </w:r>
      <w:r w:rsidR="00F22592">
        <w:rPr>
          <w:rFonts w:cs="Arial"/>
          <w:bCs/>
          <w:szCs w:val="18"/>
        </w:rPr>
        <w:t>Purchase c</w:t>
      </w:r>
      <w:r w:rsidR="00F22592" w:rsidRPr="00D47138">
        <w:rPr>
          <w:rFonts w:cs="Arial"/>
          <w:bCs/>
          <w:szCs w:val="18"/>
        </w:rPr>
        <w:t xml:space="preserve">ertified organic seedlings. </w:t>
      </w:r>
      <w:r w:rsidR="00F22592">
        <w:rPr>
          <w:rFonts w:cs="Arial"/>
          <w:bCs/>
          <w:szCs w:val="18"/>
        </w:rPr>
        <w:t>A</w:t>
      </w:r>
      <w:r w:rsidR="00F22592" w:rsidRPr="00D47138">
        <w:rPr>
          <w:rFonts w:cs="Arial"/>
          <w:bCs/>
          <w:szCs w:val="18"/>
        </w:rPr>
        <w:t xml:space="preserve">ttach </w:t>
      </w:r>
      <w:r w:rsidR="005C3650">
        <w:rPr>
          <w:rFonts w:cs="Arial"/>
          <w:bCs/>
          <w:szCs w:val="18"/>
        </w:rPr>
        <w:t>organic</w:t>
      </w:r>
      <w:r w:rsidR="00CF49AB">
        <w:rPr>
          <w:rFonts w:cs="Arial"/>
          <w:bCs/>
          <w:szCs w:val="18"/>
        </w:rPr>
        <w:t xml:space="preserve"> </w:t>
      </w:r>
      <w:r w:rsidR="00F22592" w:rsidRPr="00D47138">
        <w:rPr>
          <w:rFonts w:cs="Arial"/>
          <w:bCs/>
          <w:szCs w:val="18"/>
        </w:rPr>
        <w:t>certificate</w:t>
      </w:r>
      <w:r w:rsidR="00CF49AB">
        <w:rPr>
          <w:rFonts w:cs="Arial"/>
          <w:bCs/>
          <w:szCs w:val="18"/>
        </w:rPr>
        <w:t xml:space="preserve"> for each </w:t>
      </w:r>
      <w:r w:rsidR="007D278D">
        <w:rPr>
          <w:rFonts w:cs="Arial"/>
          <w:bCs/>
          <w:szCs w:val="18"/>
        </w:rPr>
        <w:t>supplier</w:t>
      </w:r>
      <w:r w:rsidR="00F22592">
        <w:rPr>
          <w:rFonts w:cs="Arial"/>
          <w:bCs/>
          <w:szCs w:val="18"/>
        </w:rPr>
        <w:t>.</w:t>
      </w:r>
    </w:p>
    <w:p w14:paraId="3692947F" w14:textId="5ED5B11A" w:rsidR="00E30D05" w:rsidRPr="00E30D05" w:rsidRDefault="00E30D05" w:rsidP="00051E11">
      <w:pPr>
        <w:pStyle w:val="BodyText2"/>
        <w:spacing w:before="60" w:after="0" w:line="240" w:lineRule="auto"/>
        <w:ind w:left="360" w:right="-43"/>
        <w:rPr>
          <w:rFonts w:cs="Arial"/>
          <w:bCs/>
          <w:szCs w:val="18"/>
        </w:rPr>
      </w:pPr>
      <w:r w:rsidRPr="00207F65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07F65">
        <w:rPr>
          <w:rFonts w:cs="Arial"/>
          <w:bCs/>
          <w:szCs w:val="18"/>
        </w:rPr>
        <w:instrText xml:space="preserve"> FORMCHECKBOX </w:instrText>
      </w:r>
      <w:r w:rsidRPr="00207F65">
        <w:rPr>
          <w:rFonts w:cs="Arial"/>
          <w:bCs/>
          <w:szCs w:val="18"/>
        </w:rPr>
      </w:r>
      <w:r w:rsidRPr="00207F65">
        <w:rPr>
          <w:rFonts w:cs="Arial"/>
          <w:bCs/>
          <w:szCs w:val="18"/>
        </w:rPr>
        <w:fldChar w:fldCharType="separate"/>
      </w:r>
      <w:r w:rsidRPr="00207F65">
        <w:rPr>
          <w:rFonts w:cs="Arial"/>
          <w:bCs/>
          <w:szCs w:val="18"/>
        </w:rPr>
        <w:fldChar w:fldCharType="end"/>
      </w:r>
      <w:r>
        <w:rPr>
          <w:rFonts w:cs="Arial"/>
          <w:bCs/>
          <w:szCs w:val="18"/>
        </w:rPr>
        <w:t xml:space="preserve"> Produce own organic seedlings. Describe in </w:t>
      </w:r>
      <w:hyperlink r:id="rId12" w:history="1">
        <w:r w:rsidRPr="00C057F1">
          <w:rPr>
            <w:rStyle w:val="Hyperlink"/>
            <w:rFonts w:cs="Arial"/>
            <w:b/>
            <w:bCs/>
            <w:szCs w:val="18"/>
          </w:rPr>
          <w:t>G3.1</w:t>
        </w:r>
        <w:r w:rsidR="00256A23" w:rsidRPr="00C057F1">
          <w:rPr>
            <w:rStyle w:val="Hyperlink"/>
            <w:rFonts w:cs="Arial"/>
            <w:b/>
            <w:bCs/>
            <w:szCs w:val="18"/>
          </w:rPr>
          <w:t xml:space="preserve"> Container &amp; Greenhouse/Shadehouse Production</w:t>
        </w:r>
      </w:hyperlink>
    </w:p>
    <w:p w14:paraId="36929480" w14:textId="780D5536" w:rsidR="00E30D05" w:rsidRPr="000D58FA" w:rsidRDefault="00C808B4" w:rsidP="00051E11">
      <w:pPr>
        <w:pStyle w:val="BodyText2"/>
        <w:numPr>
          <w:ilvl w:val="1"/>
          <w:numId w:val="16"/>
        </w:numPr>
        <w:spacing w:before="60" w:after="0" w:line="240" w:lineRule="auto"/>
        <w:ind w:right="-43"/>
        <w:rPr>
          <w:rFonts w:cs="Arial"/>
          <w:i/>
          <w:iCs/>
          <w:szCs w:val="18"/>
        </w:rPr>
      </w:pPr>
      <w:r w:rsidRPr="00AF587C">
        <w:rPr>
          <w:rFonts w:cs="Arial"/>
          <w:b/>
          <w:sz w:val="20"/>
          <w:szCs w:val="20"/>
        </w:rPr>
        <w:t xml:space="preserve">Planting </w:t>
      </w:r>
      <w:r w:rsidR="00FF22F0" w:rsidRPr="00AF587C">
        <w:rPr>
          <w:rFonts w:cs="Arial"/>
          <w:b/>
          <w:sz w:val="20"/>
          <w:szCs w:val="20"/>
        </w:rPr>
        <w:t>s</w:t>
      </w:r>
      <w:r w:rsidR="006140D8" w:rsidRPr="00AF587C">
        <w:rPr>
          <w:rFonts w:cs="Arial"/>
          <w:b/>
          <w:sz w:val="20"/>
          <w:szCs w:val="20"/>
        </w:rPr>
        <w:t>tock:</w:t>
      </w:r>
      <w:bookmarkStart w:id="1" w:name="Check7"/>
      <w:r w:rsidR="00D4137C">
        <w:rPr>
          <w:rFonts w:cs="Arial"/>
          <w:b/>
          <w:bCs/>
          <w:sz w:val="20"/>
          <w:szCs w:val="20"/>
        </w:rPr>
        <w:t xml:space="preserve"> </w:t>
      </w:r>
      <w:r w:rsidRPr="000D58FA">
        <w:rPr>
          <w:rFonts w:cs="Arial"/>
          <w:i/>
          <w:iCs/>
          <w:szCs w:val="18"/>
        </w:rPr>
        <w:t>Planting stock is any plant or plant tissue other than annual seedlings</w:t>
      </w:r>
      <w:r w:rsidR="00DC6EC5" w:rsidRPr="000D58FA">
        <w:rPr>
          <w:rFonts w:cs="Arial"/>
          <w:i/>
          <w:iCs/>
          <w:szCs w:val="18"/>
        </w:rPr>
        <w:t>, but including rhizomes, shoots, cuttings, roots, or tubers, that is</w:t>
      </w:r>
      <w:r w:rsidR="001474CD" w:rsidRPr="000D58FA">
        <w:rPr>
          <w:rFonts w:cs="Arial"/>
          <w:i/>
          <w:iCs/>
          <w:szCs w:val="18"/>
        </w:rPr>
        <w:t xml:space="preserve"> used in plant production or propagation</w:t>
      </w:r>
      <w:r w:rsidR="00807C9D" w:rsidRPr="000D58FA">
        <w:rPr>
          <w:rFonts w:cs="Arial"/>
          <w:i/>
          <w:iCs/>
          <w:szCs w:val="18"/>
        </w:rPr>
        <w:t xml:space="preserve"> (e.g. perennial stock, </w:t>
      </w:r>
      <w:r w:rsidR="00DC6EC5" w:rsidRPr="000D58FA">
        <w:rPr>
          <w:rFonts w:cs="Arial"/>
          <w:i/>
          <w:iCs/>
          <w:szCs w:val="18"/>
        </w:rPr>
        <w:t xml:space="preserve">strawberry crowns, raspberry canes, potato eyes, etc). </w:t>
      </w:r>
      <w:bookmarkStart w:id="2" w:name="Check8"/>
      <w:bookmarkEnd w:id="1"/>
    </w:p>
    <w:p w14:paraId="532A914F" w14:textId="0AB02658" w:rsidR="00E436C8" w:rsidRPr="00286928" w:rsidRDefault="006140D8" w:rsidP="00051E11">
      <w:pPr>
        <w:pStyle w:val="BodyText2"/>
        <w:spacing w:before="60" w:after="0" w:line="240" w:lineRule="auto"/>
        <w:ind w:left="360" w:right="-43"/>
        <w:rPr>
          <w:rFonts w:cs="Arial"/>
          <w:szCs w:val="18"/>
        </w:rPr>
      </w:pPr>
      <w:r w:rsidRPr="000D58FA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286928">
        <w:rPr>
          <w:rFonts w:cs="Arial"/>
          <w:szCs w:val="18"/>
        </w:rPr>
        <w:instrText xml:space="preserve"> FORMCHECKBOX </w:instrText>
      </w:r>
      <w:r w:rsidRPr="000D58FA">
        <w:rPr>
          <w:rFonts w:cs="Arial"/>
          <w:bCs/>
          <w:szCs w:val="18"/>
        </w:rPr>
      </w:r>
      <w:r w:rsidRPr="000D58FA">
        <w:rPr>
          <w:rFonts w:cs="Arial"/>
          <w:bCs/>
          <w:szCs w:val="18"/>
        </w:rPr>
        <w:fldChar w:fldCharType="separate"/>
      </w:r>
      <w:r w:rsidRPr="000D58FA">
        <w:rPr>
          <w:rFonts w:cs="Arial"/>
          <w:bCs/>
          <w:szCs w:val="18"/>
        </w:rPr>
        <w:fldChar w:fldCharType="end"/>
      </w:r>
      <w:bookmarkEnd w:id="2"/>
      <w:r w:rsidRPr="00286928">
        <w:rPr>
          <w:rFonts w:cs="Arial"/>
          <w:szCs w:val="18"/>
        </w:rPr>
        <w:t xml:space="preserve"> </w:t>
      </w:r>
      <w:r w:rsidR="00921D9B" w:rsidRPr="00286928">
        <w:rPr>
          <w:rFonts w:cs="Arial"/>
          <w:szCs w:val="18"/>
        </w:rPr>
        <w:t>None used</w:t>
      </w:r>
      <w:r w:rsidR="0008409D">
        <w:rPr>
          <w:rFonts w:cs="Arial"/>
          <w:szCs w:val="18"/>
        </w:rPr>
        <w:t>.</w:t>
      </w:r>
      <w:r w:rsidR="00201F4E" w:rsidRPr="00286928">
        <w:rPr>
          <w:rFonts w:cs="Arial"/>
          <w:szCs w:val="18"/>
        </w:rPr>
        <w:t xml:space="preserve"> </w:t>
      </w:r>
      <w:r w:rsidR="0008409D">
        <w:rPr>
          <w:rFonts w:cs="Arial"/>
          <w:szCs w:val="18"/>
        </w:rPr>
        <w:t>S</w:t>
      </w:r>
      <w:r w:rsidR="00201F4E" w:rsidRPr="00286928">
        <w:rPr>
          <w:rFonts w:cs="Arial"/>
          <w:szCs w:val="18"/>
        </w:rPr>
        <w:t>kip to section B.</w:t>
      </w:r>
      <w:bookmarkStart w:id="3" w:name="Check9"/>
      <w:r w:rsidR="0008409D">
        <w:rPr>
          <w:rFonts w:cs="Arial"/>
          <w:szCs w:val="18"/>
        </w:rPr>
        <w:t xml:space="preserve">    </w:t>
      </w:r>
      <w:r w:rsidR="00A23087" w:rsidRPr="000D58FA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A23087" w:rsidRPr="00286928">
        <w:rPr>
          <w:rFonts w:cs="Arial"/>
          <w:szCs w:val="18"/>
        </w:rPr>
        <w:instrText xml:space="preserve"> FORMCHECKBOX </w:instrText>
      </w:r>
      <w:r w:rsidR="00A23087" w:rsidRPr="000D58FA">
        <w:rPr>
          <w:rFonts w:cs="Arial"/>
          <w:bCs/>
          <w:szCs w:val="18"/>
        </w:rPr>
      </w:r>
      <w:r w:rsidR="00A23087" w:rsidRPr="000D58FA">
        <w:rPr>
          <w:rFonts w:cs="Arial"/>
          <w:bCs/>
          <w:szCs w:val="18"/>
        </w:rPr>
        <w:fldChar w:fldCharType="separate"/>
      </w:r>
      <w:r w:rsidR="00A23087" w:rsidRPr="000D58FA">
        <w:rPr>
          <w:rFonts w:cs="Arial"/>
          <w:bCs/>
          <w:szCs w:val="18"/>
        </w:rPr>
        <w:fldChar w:fldCharType="end"/>
      </w:r>
      <w:r w:rsidR="00A23087" w:rsidRPr="00286928">
        <w:rPr>
          <w:rFonts w:cs="Arial"/>
          <w:szCs w:val="18"/>
        </w:rPr>
        <w:t xml:space="preserve"> Organic</w:t>
      </w:r>
      <w:r w:rsidR="0008409D">
        <w:rPr>
          <w:rFonts w:cs="Arial"/>
          <w:szCs w:val="18"/>
        </w:rPr>
        <w:t>.</w:t>
      </w:r>
      <w:r w:rsidR="005D58F4" w:rsidRPr="00286928">
        <w:rPr>
          <w:rFonts w:cs="Arial"/>
          <w:szCs w:val="18"/>
        </w:rPr>
        <w:t xml:space="preserve"> </w:t>
      </w:r>
      <w:r w:rsidR="0008409D">
        <w:rPr>
          <w:rFonts w:cs="Arial"/>
          <w:szCs w:val="18"/>
        </w:rPr>
        <w:t>S</w:t>
      </w:r>
      <w:r w:rsidR="005D58F4" w:rsidRPr="00286928">
        <w:rPr>
          <w:rFonts w:cs="Arial"/>
          <w:szCs w:val="18"/>
        </w:rPr>
        <w:t>kip to section B</w:t>
      </w:r>
      <w:r w:rsidR="0008409D">
        <w:rPr>
          <w:rFonts w:cs="Arial"/>
          <w:szCs w:val="18"/>
        </w:rPr>
        <w:t xml:space="preserve">.    </w:t>
      </w:r>
      <w:r w:rsidR="00A23087" w:rsidRPr="000D58FA">
        <w:rPr>
          <w:rFonts w:cs="Arial"/>
          <w:bCs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="00A23087" w:rsidRPr="00286928">
        <w:rPr>
          <w:rFonts w:cs="Arial"/>
          <w:szCs w:val="18"/>
        </w:rPr>
        <w:instrText xml:space="preserve"> FORMCHECKBOX </w:instrText>
      </w:r>
      <w:r w:rsidR="00A23087" w:rsidRPr="000D58FA">
        <w:rPr>
          <w:rFonts w:cs="Arial"/>
          <w:bCs/>
          <w:szCs w:val="18"/>
        </w:rPr>
      </w:r>
      <w:r w:rsidR="00A23087" w:rsidRPr="000D58FA">
        <w:rPr>
          <w:rFonts w:cs="Arial"/>
          <w:bCs/>
          <w:szCs w:val="18"/>
        </w:rPr>
        <w:fldChar w:fldCharType="separate"/>
      </w:r>
      <w:r w:rsidR="00A23087" w:rsidRPr="000D58FA">
        <w:rPr>
          <w:rFonts w:cs="Arial"/>
          <w:bCs/>
          <w:szCs w:val="18"/>
        </w:rPr>
        <w:fldChar w:fldCharType="end"/>
      </w:r>
      <w:r w:rsidR="00A23087" w:rsidRPr="00286928">
        <w:rPr>
          <w:rFonts w:cs="Arial"/>
          <w:szCs w:val="18"/>
        </w:rPr>
        <w:t xml:space="preserve"> Non-organic</w:t>
      </w:r>
      <w:r w:rsidR="0008409D">
        <w:rPr>
          <w:rFonts w:cs="Arial"/>
          <w:szCs w:val="18"/>
        </w:rPr>
        <w:t>. Complete this section.</w:t>
      </w:r>
      <w:r w:rsidR="00A23087" w:rsidRPr="00286928">
        <w:rPr>
          <w:rFonts w:cs="Arial"/>
          <w:szCs w:val="18"/>
        </w:rPr>
        <w:t xml:space="preserve"> </w:t>
      </w:r>
    </w:p>
    <w:p w14:paraId="0EF0A623" w14:textId="0671198A" w:rsidR="00972F43" w:rsidRDefault="006A7ECA" w:rsidP="00051E11">
      <w:pPr>
        <w:pStyle w:val="BodyText2"/>
        <w:numPr>
          <w:ilvl w:val="0"/>
          <w:numId w:val="28"/>
        </w:numPr>
        <w:spacing w:before="60" w:after="0" w:line="240" w:lineRule="auto"/>
        <w:ind w:right="-43"/>
        <w:rPr>
          <w:rFonts w:cs="Arial"/>
          <w:bCs/>
          <w:szCs w:val="18"/>
        </w:rPr>
      </w:pPr>
      <w:r w:rsidRPr="00286928">
        <w:rPr>
          <w:rFonts w:cs="Arial"/>
          <w:szCs w:val="18"/>
        </w:rPr>
        <w:t xml:space="preserve">Do you use </w:t>
      </w:r>
      <w:r w:rsidRPr="00A0458A">
        <w:rPr>
          <w:rFonts w:cs="Arial"/>
          <w:bCs/>
          <w:szCs w:val="18"/>
        </w:rPr>
        <w:t>n</w:t>
      </w:r>
      <w:r w:rsidR="00E960E8" w:rsidRPr="00286928">
        <w:rPr>
          <w:rFonts w:cs="Arial"/>
          <w:szCs w:val="18"/>
        </w:rPr>
        <w:t>on-organic planting</w:t>
      </w:r>
      <w:r w:rsidR="009270C1">
        <w:rPr>
          <w:rFonts w:cs="Arial"/>
          <w:bCs/>
          <w:szCs w:val="18"/>
        </w:rPr>
        <w:t xml:space="preserve"> stock</w:t>
      </w:r>
      <w:r w:rsidR="00E960E8" w:rsidRPr="00286928">
        <w:rPr>
          <w:rFonts w:cs="Arial"/>
          <w:szCs w:val="18"/>
        </w:rPr>
        <w:t xml:space="preserve"> </w:t>
      </w:r>
      <w:r w:rsidRPr="00A0458A">
        <w:rPr>
          <w:rFonts w:cs="Arial"/>
          <w:bCs/>
          <w:szCs w:val="18"/>
        </w:rPr>
        <w:t>t</w:t>
      </w:r>
      <w:r w:rsidR="00E960E8" w:rsidRPr="00286928">
        <w:rPr>
          <w:rFonts w:cs="Arial"/>
          <w:szCs w:val="18"/>
        </w:rPr>
        <w:t xml:space="preserve">o produce </w:t>
      </w:r>
      <w:r w:rsidR="00E960E8" w:rsidRPr="00A0458A">
        <w:rPr>
          <w:rFonts w:cs="Arial"/>
          <w:b/>
          <w:szCs w:val="18"/>
        </w:rPr>
        <w:t>an organic crop</w:t>
      </w:r>
      <w:r w:rsidR="002865F9" w:rsidRPr="00A0458A">
        <w:rPr>
          <w:rFonts w:cs="Arial"/>
          <w:b/>
          <w:szCs w:val="18"/>
        </w:rPr>
        <w:t xml:space="preserve"> </w:t>
      </w:r>
      <w:r w:rsidR="002865F9" w:rsidRPr="00A0458A">
        <w:rPr>
          <w:rFonts w:cs="Arial"/>
          <w:bCs/>
          <w:szCs w:val="18"/>
        </w:rPr>
        <w:t>(</w:t>
      </w:r>
      <w:r w:rsidR="003D7AFA" w:rsidRPr="00A0458A">
        <w:rPr>
          <w:rFonts w:cs="Arial"/>
          <w:bCs/>
          <w:szCs w:val="18"/>
        </w:rPr>
        <w:t xml:space="preserve">for example, </w:t>
      </w:r>
      <w:r w:rsidR="004A6053" w:rsidRPr="00A0458A">
        <w:rPr>
          <w:rFonts w:cs="Arial"/>
          <w:bCs/>
          <w:szCs w:val="18"/>
        </w:rPr>
        <w:t>plant</w:t>
      </w:r>
      <w:r w:rsidR="003D7AFA" w:rsidRPr="00A0458A">
        <w:rPr>
          <w:rFonts w:cs="Arial"/>
          <w:bCs/>
          <w:szCs w:val="18"/>
        </w:rPr>
        <w:t xml:space="preserve"> non-organic planting stock </w:t>
      </w:r>
      <w:r w:rsidR="002D29A1" w:rsidRPr="00A0458A">
        <w:rPr>
          <w:rFonts w:cs="Arial"/>
          <w:bCs/>
          <w:szCs w:val="18"/>
        </w:rPr>
        <w:t xml:space="preserve">in an organic system </w:t>
      </w:r>
      <w:r w:rsidR="003D7AFA" w:rsidRPr="00A0458A">
        <w:rPr>
          <w:rFonts w:cs="Arial"/>
          <w:bCs/>
          <w:szCs w:val="18"/>
        </w:rPr>
        <w:t xml:space="preserve">to grow fruit or nuts for </w:t>
      </w:r>
      <w:r w:rsidR="00AB381F" w:rsidRPr="00A0458A">
        <w:rPr>
          <w:rFonts w:cs="Arial"/>
          <w:bCs/>
          <w:szCs w:val="18"/>
        </w:rPr>
        <w:t xml:space="preserve">harvest and </w:t>
      </w:r>
      <w:r w:rsidR="003D7AFA" w:rsidRPr="00A0458A">
        <w:rPr>
          <w:rFonts w:cs="Arial"/>
          <w:bCs/>
          <w:szCs w:val="18"/>
        </w:rPr>
        <w:t>sale as organic)</w:t>
      </w:r>
      <w:r w:rsidRPr="00A0458A">
        <w:rPr>
          <w:rFonts w:cs="Arial"/>
          <w:bCs/>
          <w:szCs w:val="18"/>
        </w:rPr>
        <w:t>?</w:t>
      </w:r>
      <w:r w:rsidR="009B7262" w:rsidRPr="00A0458A">
        <w:rPr>
          <w:rFonts w:cs="Arial"/>
          <w:bCs/>
          <w:szCs w:val="18"/>
        </w:rPr>
        <w:t xml:space="preserve"> </w:t>
      </w:r>
    </w:p>
    <w:p w14:paraId="4EFFE79C" w14:textId="1F0491A8" w:rsidR="00E960E8" w:rsidRPr="00A0458A" w:rsidRDefault="00972F43" w:rsidP="00051E11">
      <w:pPr>
        <w:pStyle w:val="BodyText2"/>
        <w:spacing w:before="60" w:after="0" w:line="240" w:lineRule="auto"/>
        <w:ind w:left="720" w:right="-43"/>
        <w:rPr>
          <w:rFonts w:cs="Arial"/>
          <w:bCs/>
          <w:szCs w:val="18"/>
        </w:rPr>
      </w:pPr>
      <w:r w:rsidRPr="00257461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257461">
        <w:rPr>
          <w:rFonts w:cs="Arial"/>
          <w:bCs/>
          <w:szCs w:val="18"/>
        </w:rPr>
        <w:instrText xml:space="preserve"> FORMCHECKBOX </w:instrText>
      </w:r>
      <w:r w:rsidRPr="00257461">
        <w:rPr>
          <w:rFonts w:cs="Arial"/>
          <w:bCs/>
          <w:szCs w:val="18"/>
        </w:rPr>
      </w:r>
      <w:r w:rsidRPr="00257461">
        <w:rPr>
          <w:rFonts w:cs="Arial"/>
          <w:bCs/>
          <w:szCs w:val="18"/>
        </w:rPr>
        <w:fldChar w:fldCharType="separate"/>
      </w:r>
      <w:r w:rsidRPr="00257461">
        <w:rPr>
          <w:rFonts w:cs="Arial"/>
          <w:bCs/>
          <w:szCs w:val="18"/>
        </w:rPr>
        <w:fldChar w:fldCharType="end"/>
      </w:r>
      <w:r w:rsidRPr="00257461">
        <w:rPr>
          <w:rFonts w:cs="Arial"/>
          <w:bCs/>
          <w:szCs w:val="18"/>
        </w:rPr>
        <w:t xml:space="preserve"> </w:t>
      </w:r>
      <w:r w:rsidR="009B7262" w:rsidRPr="00A0458A">
        <w:rPr>
          <w:rFonts w:cs="Arial"/>
          <w:bCs/>
          <w:szCs w:val="18"/>
        </w:rPr>
        <w:t xml:space="preserve">No. Skip to </w:t>
      </w:r>
      <w:r w:rsidR="00C73C97">
        <w:rPr>
          <w:rFonts w:cs="Arial"/>
          <w:bCs/>
          <w:szCs w:val="18"/>
        </w:rPr>
        <w:t xml:space="preserve">question </w:t>
      </w:r>
      <w:r w:rsidR="00DA3F57">
        <w:rPr>
          <w:rFonts w:cs="Arial"/>
          <w:bCs/>
          <w:szCs w:val="18"/>
        </w:rPr>
        <w:t>3</w:t>
      </w:r>
      <w:r w:rsidR="009B7262" w:rsidRPr="00A0458A">
        <w:rPr>
          <w:rFonts w:cs="Arial"/>
          <w:bCs/>
          <w:szCs w:val="18"/>
        </w:rPr>
        <w:t>b below.</w:t>
      </w:r>
      <w:r w:rsidR="005562EA">
        <w:rPr>
          <w:rFonts w:cs="Arial"/>
          <w:bCs/>
          <w:szCs w:val="18"/>
        </w:rPr>
        <w:t xml:space="preserve">    </w:t>
      </w:r>
      <w:r w:rsidR="005562EA" w:rsidRPr="00A0458A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5562EA" w:rsidRPr="00286928">
        <w:rPr>
          <w:rFonts w:cs="Arial"/>
          <w:szCs w:val="18"/>
        </w:rPr>
        <w:instrText xml:space="preserve"> FORMCHECKBOX </w:instrText>
      </w:r>
      <w:r w:rsidR="005562EA" w:rsidRPr="00A0458A">
        <w:rPr>
          <w:rFonts w:cs="Arial"/>
          <w:bCs/>
          <w:szCs w:val="18"/>
        </w:rPr>
      </w:r>
      <w:r w:rsidR="005562EA" w:rsidRPr="00A0458A">
        <w:rPr>
          <w:rFonts w:cs="Arial"/>
          <w:bCs/>
          <w:szCs w:val="18"/>
        </w:rPr>
        <w:fldChar w:fldCharType="separate"/>
      </w:r>
      <w:r w:rsidR="005562EA" w:rsidRPr="00A0458A">
        <w:rPr>
          <w:rFonts w:cs="Arial"/>
          <w:bCs/>
          <w:szCs w:val="18"/>
        </w:rPr>
        <w:fldChar w:fldCharType="end"/>
      </w:r>
      <w:r w:rsidR="005562EA" w:rsidRPr="00286928">
        <w:rPr>
          <w:rFonts w:cs="Arial"/>
          <w:szCs w:val="18"/>
        </w:rPr>
        <w:t xml:space="preserve"> </w:t>
      </w:r>
      <w:r w:rsidR="005562EA" w:rsidRPr="00A0458A">
        <w:rPr>
          <w:rFonts w:cs="Arial"/>
          <w:bCs/>
          <w:szCs w:val="18"/>
        </w:rPr>
        <w:t>Yes</w:t>
      </w:r>
      <w:r w:rsidR="005562EA">
        <w:rPr>
          <w:rFonts w:cs="Arial"/>
          <w:bCs/>
          <w:szCs w:val="18"/>
        </w:rPr>
        <w:t>.</w:t>
      </w:r>
      <w:r w:rsidR="005562EA" w:rsidRPr="00A0458A">
        <w:rPr>
          <w:rFonts w:cs="Arial"/>
          <w:bCs/>
          <w:szCs w:val="18"/>
        </w:rPr>
        <w:t xml:space="preserve"> </w:t>
      </w:r>
      <w:r w:rsidR="005562EA">
        <w:rPr>
          <w:rFonts w:cs="Arial"/>
          <w:bCs/>
          <w:szCs w:val="18"/>
        </w:rPr>
        <w:t>Complete this section</w:t>
      </w:r>
      <w:r w:rsidR="005562EA" w:rsidRPr="00A0458A">
        <w:rPr>
          <w:rFonts w:cs="Arial"/>
          <w:bCs/>
          <w:szCs w:val="18"/>
        </w:rPr>
        <w:t>.</w:t>
      </w:r>
    </w:p>
    <w:p w14:paraId="5625E771" w14:textId="731A9B77" w:rsidR="005F14E4" w:rsidRPr="00286928" w:rsidRDefault="00BB7D54" w:rsidP="00051E11">
      <w:pPr>
        <w:pStyle w:val="BodyText2"/>
        <w:spacing w:before="60" w:after="0" w:line="240" w:lineRule="auto"/>
        <w:ind w:left="720" w:right="-43"/>
        <w:rPr>
          <w:rFonts w:cs="Arial"/>
          <w:szCs w:val="18"/>
        </w:rPr>
      </w:pPr>
      <w:r>
        <w:rPr>
          <w:rFonts w:cs="Arial"/>
          <w:i/>
          <w:szCs w:val="16"/>
        </w:rPr>
        <w:t>To be sold as organic, c</w:t>
      </w:r>
      <w:r w:rsidR="005F14E4" w:rsidRPr="00286928">
        <w:rPr>
          <w:rFonts w:cs="Arial"/>
          <w:i/>
          <w:szCs w:val="16"/>
        </w:rPr>
        <w:t>rops from non-organic planting stock must be produced on plant material grown under organic management.</w:t>
      </w:r>
    </w:p>
    <w:p w14:paraId="0364BA01" w14:textId="07FAE6A7" w:rsidR="006A7ECA" w:rsidRPr="00A0458A" w:rsidRDefault="00D33708" w:rsidP="00051E11">
      <w:pPr>
        <w:pStyle w:val="BodyText2"/>
        <w:numPr>
          <w:ilvl w:val="0"/>
          <w:numId w:val="29"/>
        </w:numPr>
        <w:spacing w:before="60" w:after="0" w:line="240" w:lineRule="auto"/>
        <w:ind w:right="-43" w:hanging="360"/>
        <w:rPr>
          <w:rFonts w:cs="Arial"/>
          <w:bCs/>
          <w:szCs w:val="18"/>
        </w:rPr>
      </w:pPr>
      <w:r w:rsidRPr="00A0458A">
        <w:rPr>
          <w:rFonts w:cs="Arial"/>
          <w:bCs/>
          <w:szCs w:val="18"/>
        </w:rPr>
        <w:t xml:space="preserve">For </w:t>
      </w:r>
      <w:r w:rsidR="00B56B41">
        <w:rPr>
          <w:rFonts w:cs="Arial"/>
          <w:bCs/>
          <w:szCs w:val="18"/>
        </w:rPr>
        <w:t xml:space="preserve">the </w:t>
      </w:r>
      <w:r w:rsidRPr="00A0458A">
        <w:rPr>
          <w:rFonts w:cs="Arial"/>
          <w:bCs/>
          <w:szCs w:val="18"/>
        </w:rPr>
        <w:t xml:space="preserve">non-organic planting </w:t>
      </w:r>
      <w:proofErr w:type="gramStart"/>
      <w:r w:rsidRPr="00A0458A">
        <w:rPr>
          <w:rFonts w:cs="Arial"/>
          <w:bCs/>
          <w:szCs w:val="18"/>
        </w:rPr>
        <w:t>stock</w:t>
      </w:r>
      <w:proofErr w:type="gramEnd"/>
      <w:r w:rsidRPr="00A0458A">
        <w:rPr>
          <w:rFonts w:cs="Arial"/>
          <w:bCs/>
          <w:szCs w:val="18"/>
        </w:rPr>
        <w:t xml:space="preserve"> </w:t>
      </w:r>
      <w:r w:rsidR="00B56B41">
        <w:rPr>
          <w:rFonts w:cs="Arial"/>
          <w:bCs/>
          <w:szCs w:val="18"/>
        </w:rPr>
        <w:t xml:space="preserve">you </w:t>
      </w:r>
      <w:r w:rsidRPr="00A0458A">
        <w:rPr>
          <w:rFonts w:cs="Arial"/>
          <w:bCs/>
          <w:szCs w:val="18"/>
        </w:rPr>
        <w:t>use to produce an organic crop, e</w:t>
      </w:r>
      <w:r w:rsidR="00107CDA" w:rsidRPr="00A0458A">
        <w:rPr>
          <w:rFonts w:cs="Arial"/>
          <w:bCs/>
          <w:szCs w:val="18"/>
        </w:rPr>
        <w:t>x</w:t>
      </w:r>
      <w:r w:rsidR="006A7ECA" w:rsidRPr="00A0458A">
        <w:rPr>
          <w:rFonts w:cs="Arial"/>
          <w:bCs/>
          <w:szCs w:val="18"/>
        </w:rPr>
        <w:t>plain how you ensure that new vegetative, flowering, and fruiting growth occurs under organic management prior to</w:t>
      </w:r>
      <w:r w:rsidR="001A4E9D" w:rsidRPr="00A0458A">
        <w:rPr>
          <w:rFonts w:cs="Arial"/>
          <w:bCs/>
          <w:szCs w:val="18"/>
        </w:rPr>
        <w:t xml:space="preserve"> </w:t>
      </w:r>
      <w:r w:rsidR="00A42D24">
        <w:rPr>
          <w:rFonts w:cs="Arial"/>
          <w:bCs/>
          <w:szCs w:val="18"/>
        </w:rPr>
        <w:t>the first organic harvest</w:t>
      </w:r>
      <w:r w:rsidR="006A7ECA" w:rsidRPr="00A0458A">
        <w:rPr>
          <w:rFonts w:cs="Arial"/>
          <w:bCs/>
          <w:szCs w:val="18"/>
        </w:rPr>
        <w:t>.</w:t>
      </w:r>
    </w:p>
    <w:p w14:paraId="4A4076A1" w14:textId="6D1E265E" w:rsidR="006A7ECA" w:rsidRPr="00A0458A" w:rsidRDefault="006A7ECA" w:rsidP="00051E11">
      <w:pPr>
        <w:pStyle w:val="BodyText2"/>
        <w:spacing w:before="60" w:after="0" w:line="240" w:lineRule="auto"/>
        <w:ind w:left="1080" w:right="-43"/>
        <w:rPr>
          <w:rFonts w:cs="Arial"/>
          <w:bCs/>
          <w:szCs w:val="18"/>
        </w:rPr>
      </w:pPr>
      <w:r w:rsidRPr="00A0458A">
        <w:rPr>
          <w:rFonts w:cs="Arial"/>
          <w:bCs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458A">
        <w:rPr>
          <w:rFonts w:cs="Arial"/>
          <w:bCs/>
          <w:szCs w:val="18"/>
        </w:rPr>
        <w:instrText xml:space="preserve"> FORMCHECKBOX </w:instrText>
      </w:r>
      <w:r w:rsidRPr="00A0458A">
        <w:rPr>
          <w:rFonts w:cs="Arial"/>
          <w:bCs/>
          <w:szCs w:val="18"/>
        </w:rPr>
      </w:r>
      <w:r w:rsidRPr="00A0458A">
        <w:rPr>
          <w:rFonts w:cs="Arial"/>
          <w:bCs/>
          <w:szCs w:val="18"/>
        </w:rPr>
        <w:fldChar w:fldCharType="separate"/>
      </w:r>
      <w:r w:rsidRPr="00A0458A">
        <w:rPr>
          <w:rFonts w:cs="Arial"/>
          <w:bCs/>
          <w:szCs w:val="18"/>
        </w:rPr>
        <w:fldChar w:fldCharType="end"/>
      </w:r>
      <w:r w:rsidRPr="00A0458A">
        <w:rPr>
          <w:rFonts w:cs="Arial"/>
          <w:bCs/>
          <w:szCs w:val="18"/>
        </w:rPr>
        <w:t xml:space="preserve"> </w:t>
      </w:r>
      <w:r w:rsidR="00F663FC" w:rsidRPr="00A0458A">
        <w:rPr>
          <w:rFonts w:cs="Arial"/>
          <w:bCs/>
          <w:szCs w:val="18"/>
        </w:rPr>
        <w:t xml:space="preserve">No crop </w:t>
      </w:r>
      <w:r w:rsidR="004D50D7">
        <w:rPr>
          <w:rFonts w:cs="Arial"/>
          <w:bCs/>
          <w:szCs w:val="18"/>
        </w:rPr>
        <w:t xml:space="preserve">harvested </w:t>
      </w:r>
      <w:r w:rsidR="00893620">
        <w:rPr>
          <w:rFonts w:cs="Arial"/>
          <w:bCs/>
          <w:szCs w:val="18"/>
        </w:rPr>
        <w:t xml:space="preserve">for organic sale </w:t>
      </w:r>
      <w:r w:rsidR="00E50432" w:rsidRPr="00A0458A">
        <w:rPr>
          <w:rFonts w:cs="Arial"/>
          <w:bCs/>
          <w:szCs w:val="18"/>
        </w:rPr>
        <w:t xml:space="preserve">during the </w:t>
      </w:r>
      <w:r w:rsidR="004D50D7">
        <w:rPr>
          <w:rFonts w:cs="Arial"/>
          <w:bCs/>
          <w:szCs w:val="18"/>
        </w:rPr>
        <w:t xml:space="preserve">first </w:t>
      </w:r>
      <w:r w:rsidR="00E50432" w:rsidRPr="00A0458A">
        <w:rPr>
          <w:rFonts w:cs="Arial"/>
          <w:bCs/>
          <w:szCs w:val="18"/>
        </w:rPr>
        <w:t xml:space="preserve">season or crop </w:t>
      </w:r>
      <w:r w:rsidR="00E73DEA">
        <w:rPr>
          <w:rFonts w:cs="Arial"/>
          <w:bCs/>
          <w:szCs w:val="18"/>
        </w:rPr>
        <w:t>year</w:t>
      </w:r>
      <w:r w:rsidR="00286928">
        <w:rPr>
          <w:rFonts w:cs="Arial"/>
          <w:bCs/>
          <w:szCs w:val="18"/>
        </w:rPr>
        <w:t>.</w:t>
      </w:r>
    </w:p>
    <w:p w14:paraId="2613D628" w14:textId="0CE6B02E" w:rsidR="006A7ECA" w:rsidRPr="00286928" w:rsidRDefault="006A7ECA" w:rsidP="00051E11">
      <w:pPr>
        <w:pStyle w:val="BodyText2"/>
        <w:spacing w:before="60" w:after="0" w:line="240" w:lineRule="auto"/>
        <w:ind w:left="1080" w:right="-43"/>
        <w:rPr>
          <w:rFonts w:cs="Arial"/>
          <w:szCs w:val="18"/>
        </w:rPr>
      </w:pPr>
      <w:r w:rsidRPr="00A0458A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A0458A">
        <w:rPr>
          <w:rFonts w:cs="Arial"/>
          <w:bCs/>
          <w:szCs w:val="18"/>
        </w:rPr>
        <w:instrText xml:space="preserve"> FORMCHECKBOX </w:instrText>
      </w:r>
      <w:r w:rsidRPr="00A0458A">
        <w:rPr>
          <w:rFonts w:cs="Arial"/>
          <w:bCs/>
          <w:szCs w:val="18"/>
        </w:rPr>
      </w:r>
      <w:r w:rsidRPr="00A0458A">
        <w:rPr>
          <w:rFonts w:cs="Arial"/>
          <w:bCs/>
          <w:szCs w:val="18"/>
        </w:rPr>
        <w:fldChar w:fldCharType="separate"/>
      </w:r>
      <w:r w:rsidRPr="00A0458A">
        <w:rPr>
          <w:rFonts w:cs="Arial"/>
          <w:bCs/>
          <w:szCs w:val="18"/>
        </w:rPr>
        <w:fldChar w:fldCharType="end"/>
      </w:r>
      <w:r w:rsidRPr="00A0458A">
        <w:rPr>
          <w:rFonts w:cs="Arial"/>
          <w:bCs/>
          <w:szCs w:val="18"/>
        </w:rPr>
        <w:t xml:space="preserve"> Pruning/removal of non-organic plant material.    </w:t>
      </w:r>
      <w:r w:rsidRPr="00A0458A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A0458A">
        <w:rPr>
          <w:rFonts w:cs="Arial"/>
          <w:bCs/>
          <w:szCs w:val="18"/>
        </w:rPr>
        <w:instrText xml:space="preserve"> FORMCHECKBOX </w:instrText>
      </w:r>
      <w:r w:rsidRPr="00A0458A">
        <w:rPr>
          <w:rFonts w:cs="Arial"/>
          <w:bCs/>
          <w:szCs w:val="18"/>
        </w:rPr>
      </w:r>
      <w:r w:rsidRPr="00A0458A">
        <w:rPr>
          <w:rFonts w:cs="Arial"/>
          <w:bCs/>
          <w:szCs w:val="18"/>
        </w:rPr>
        <w:fldChar w:fldCharType="separate"/>
      </w:r>
      <w:r w:rsidRPr="00A0458A">
        <w:rPr>
          <w:rFonts w:cs="Arial"/>
          <w:bCs/>
          <w:szCs w:val="18"/>
        </w:rPr>
        <w:fldChar w:fldCharType="end"/>
      </w:r>
      <w:r w:rsidRPr="00A0458A">
        <w:rPr>
          <w:rFonts w:cs="Arial"/>
          <w:bCs/>
          <w:szCs w:val="18"/>
        </w:rPr>
        <w:t xml:space="preserve"> Harvest </w:t>
      </w:r>
      <w:r w:rsidR="00CD52DE" w:rsidRPr="00A0458A">
        <w:rPr>
          <w:rFonts w:cs="Arial"/>
          <w:bCs/>
          <w:szCs w:val="18"/>
        </w:rPr>
        <w:t>and</w:t>
      </w:r>
      <w:r w:rsidRPr="00A0458A">
        <w:rPr>
          <w:rFonts w:cs="Arial"/>
          <w:bCs/>
          <w:szCs w:val="18"/>
        </w:rPr>
        <w:t xml:space="preserve"> sell as non-orga</w:t>
      </w:r>
      <w:r w:rsidRPr="00286928">
        <w:rPr>
          <w:rFonts w:cs="Arial"/>
          <w:szCs w:val="18"/>
        </w:rPr>
        <w:t>nic</w:t>
      </w:r>
      <w:r w:rsidR="004A6053" w:rsidRPr="00286928">
        <w:rPr>
          <w:rFonts w:cs="Arial"/>
          <w:szCs w:val="18"/>
        </w:rPr>
        <w:t xml:space="preserve"> (a</w:t>
      </w:r>
      <w:r w:rsidRPr="00286928">
        <w:rPr>
          <w:rFonts w:cs="Arial"/>
          <w:szCs w:val="18"/>
        </w:rPr>
        <w:t>ttach a description</w:t>
      </w:r>
      <w:r w:rsidR="004A6053" w:rsidRPr="00286928">
        <w:rPr>
          <w:rFonts w:cs="Arial"/>
          <w:szCs w:val="18"/>
        </w:rPr>
        <w:t>).</w:t>
      </w:r>
    </w:p>
    <w:tbl>
      <w:tblPr>
        <w:tblW w:w="9900" w:type="dxa"/>
        <w:tblInd w:w="108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8190"/>
      </w:tblGrid>
      <w:tr w:rsidR="003A578C" w:rsidRPr="008807C3" w14:paraId="7328FF5C" w14:textId="77777777" w:rsidTr="00051E11">
        <w:trPr>
          <w:cantSplit/>
          <w:trHeight w:val="360"/>
        </w:trPr>
        <w:tc>
          <w:tcPr>
            <w:tcW w:w="1710" w:type="dxa"/>
            <w:tcBorders>
              <w:bottom w:val="nil"/>
            </w:tcBorders>
            <w:vAlign w:val="center"/>
          </w:tcPr>
          <w:p w14:paraId="620B83F0" w14:textId="77777777" w:rsidR="006A7ECA" w:rsidRPr="00286928" w:rsidRDefault="006A7ECA" w:rsidP="00051E11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 w:rsidRPr="00A0458A">
              <w:rPr>
                <w:rFonts w:cs="Arial"/>
                <w:bCs/>
                <w:szCs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6928">
              <w:rPr>
                <w:rFonts w:cs="Arial"/>
                <w:szCs w:val="18"/>
              </w:rPr>
              <w:instrText xml:space="preserve"> FORMCHECKBOX </w:instrText>
            </w:r>
            <w:r w:rsidRPr="00A0458A">
              <w:rPr>
                <w:rFonts w:cs="Arial"/>
                <w:bCs/>
                <w:szCs w:val="18"/>
              </w:rPr>
            </w:r>
            <w:r w:rsidRPr="00A0458A">
              <w:rPr>
                <w:rFonts w:cs="Arial"/>
                <w:bCs/>
                <w:szCs w:val="18"/>
              </w:rPr>
              <w:fldChar w:fldCharType="separate"/>
            </w:r>
            <w:r w:rsidRPr="00A0458A">
              <w:rPr>
                <w:rFonts w:cs="Arial"/>
                <w:bCs/>
                <w:szCs w:val="18"/>
              </w:rPr>
              <w:fldChar w:fldCharType="end"/>
            </w:r>
            <w:r w:rsidRPr="00286928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8190" w:type="dxa"/>
            <w:tcBorders>
              <w:bottom w:val="single" w:sz="4" w:space="0" w:color="auto"/>
            </w:tcBorders>
            <w:vAlign w:val="center"/>
          </w:tcPr>
          <w:p w14:paraId="6ED16BFF" w14:textId="77777777" w:rsidR="006A7ECA" w:rsidRPr="009D4150" w:rsidRDefault="006A7ECA" w:rsidP="00051E11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 w:rsidRPr="00D02C6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86928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02C62">
              <w:rPr>
                <w:rFonts w:cs="Arial"/>
                <w:b/>
                <w:color w:val="0070C0"/>
                <w:szCs w:val="18"/>
              </w:rPr>
            </w:r>
            <w:r w:rsidRPr="00D02C6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86928">
              <w:rPr>
                <w:rFonts w:cs="Arial"/>
                <w:b/>
                <w:color w:val="0070C0"/>
                <w:szCs w:val="18"/>
              </w:rPr>
              <w:t> </w:t>
            </w:r>
            <w:r w:rsidRPr="00286928">
              <w:rPr>
                <w:rFonts w:cs="Arial"/>
                <w:b/>
                <w:color w:val="0070C0"/>
                <w:szCs w:val="18"/>
              </w:rPr>
              <w:t> </w:t>
            </w:r>
            <w:r w:rsidRPr="00286928">
              <w:rPr>
                <w:rFonts w:cs="Arial"/>
                <w:b/>
                <w:color w:val="0070C0"/>
                <w:szCs w:val="18"/>
              </w:rPr>
              <w:t> </w:t>
            </w:r>
            <w:r w:rsidRPr="00286928">
              <w:rPr>
                <w:rFonts w:cs="Arial"/>
                <w:b/>
                <w:color w:val="0070C0"/>
                <w:szCs w:val="18"/>
              </w:rPr>
              <w:t> </w:t>
            </w:r>
            <w:r w:rsidRPr="00286928">
              <w:rPr>
                <w:rFonts w:cs="Arial"/>
                <w:b/>
                <w:color w:val="0070C0"/>
                <w:szCs w:val="18"/>
              </w:rPr>
              <w:t> </w:t>
            </w:r>
            <w:r w:rsidRPr="00D02C6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558497B" w14:textId="77777777" w:rsidR="000304AB" w:rsidRDefault="006D060F" w:rsidP="00051E11">
      <w:pPr>
        <w:pStyle w:val="BodyText2"/>
        <w:numPr>
          <w:ilvl w:val="0"/>
          <w:numId w:val="28"/>
        </w:numPr>
        <w:spacing w:before="60" w:after="0" w:line="240" w:lineRule="auto"/>
        <w:ind w:right="-43"/>
        <w:rPr>
          <w:rFonts w:cs="Arial"/>
          <w:bCs/>
          <w:szCs w:val="18"/>
        </w:rPr>
      </w:pPr>
      <w:r w:rsidRPr="00A0458A">
        <w:rPr>
          <w:rFonts w:cs="Arial"/>
          <w:bCs/>
          <w:szCs w:val="18"/>
        </w:rPr>
        <w:t>Do you use</w:t>
      </w:r>
      <w:r w:rsidR="00140C5C" w:rsidRPr="00A0458A">
        <w:rPr>
          <w:rFonts w:cs="Arial"/>
          <w:bCs/>
          <w:szCs w:val="18"/>
        </w:rPr>
        <w:t xml:space="preserve"> or grow out</w:t>
      </w:r>
      <w:r w:rsidRPr="00A0458A">
        <w:rPr>
          <w:rFonts w:cs="Arial"/>
          <w:bCs/>
          <w:szCs w:val="18"/>
        </w:rPr>
        <w:t xml:space="preserve"> non-organic planting stock</w:t>
      </w:r>
      <w:r w:rsidR="000C670B" w:rsidRPr="00A0458A">
        <w:rPr>
          <w:rFonts w:cs="Arial"/>
          <w:bCs/>
          <w:szCs w:val="18"/>
        </w:rPr>
        <w:t xml:space="preserve"> </w:t>
      </w:r>
      <w:r w:rsidR="00140C5C" w:rsidRPr="00A0458A">
        <w:rPr>
          <w:rFonts w:cs="Arial"/>
          <w:bCs/>
          <w:szCs w:val="18"/>
        </w:rPr>
        <w:t xml:space="preserve">to produce </w:t>
      </w:r>
      <w:r w:rsidR="00140C5C" w:rsidRPr="00A0458A">
        <w:rPr>
          <w:rFonts w:cs="Arial"/>
          <w:b/>
          <w:szCs w:val="18"/>
        </w:rPr>
        <w:t xml:space="preserve">planting stock to be sold as organic </w:t>
      </w:r>
      <w:r w:rsidR="00140C5C" w:rsidRPr="00A0458A">
        <w:rPr>
          <w:rFonts w:cs="Arial"/>
          <w:bCs/>
          <w:szCs w:val="18"/>
        </w:rPr>
        <w:t>(</w:t>
      </w:r>
      <w:r w:rsidR="003647B1">
        <w:rPr>
          <w:rFonts w:cs="Arial"/>
          <w:bCs/>
          <w:szCs w:val="18"/>
        </w:rPr>
        <w:t>e.g. for sale as whole plants</w:t>
      </w:r>
      <w:r w:rsidR="00665239">
        <w:rPr>
          <w:rFonts w:cs="Arial"/>
          <w:bCs/>
          <w:szCs w:val="18"/>
        </w:rPr>
        <w:t xml:space="preserve"> or </w:t>
      </w:r>
      <w:r w:rsidR="00602F76">
        <w:rPr>
          <w:rFonts w:cs="Arial"/>
          <w:bCs/>
          <w:szCs w:val="18"/>
        </w:rPr>
        <w:t>plant propagation material</w:t>
      </w:r>
      <w:r w:rsidR="00067852" w:rsidRPr="00A0458A">
        <w:rPr>
          <w:rFonts w:cs="Arial"/>
          <w:bCs/>
          <w:szCs w:val="18"/>
        </w:rPr>
        <w:t>)?</w:t>
      </w:r>
      <w:r w:rsidR="000304AB" w:rsidRPr="000304AB">
        <w:rPr>
          <w:rFonts w:cs="Arial"/>
          <w:bCs/>
          <w:szCs w:val="18"/>
        </w:rPr>
        <w:t xml:space="preserve"> </w:t>
      </w:r>
    </w:p>
    <w:p w14:paraId="3AE13AFD" w14:textId="5CED52BE" w:rsidR="00D84C39" w:rsidRPr="00A0458A" w:rsidRDefault="000304AB" w:rsidP="000304AB">
      <w:pPr>
        <w:pStyle w:val="BodyText2"/>
        <w:spacing w:before="60" w:after="0" w:line="240" w:lineRule="auto"/>
        <w:ind w:left="720" w:right="-43"/>
        <w:rPr>
          <w:rFonts w:cs="Arial"/>
          <w:bCs/>
          <w:szCs w:val="18"/>
        </w:rPr>
      </w:pPr>
      <w:r w:rsidRPr="000D58FA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286928">
        <w:rPr>
          <w:rFonts w:cs="Arial"/>
          <w:szCs w:val="18"/>
        </w:rPr>
        <w:instrText xml:space="preserve"> FORMCHECKBOX </w:instrText>
      </w:r>
      <w:r w:rsidRPr="000D58FA">
        <w:rPr>
          <w:rFonts w:cs="Arial"/>
          <w:bCs/>
          <w:szCs w:val="18"/>
        </w:rPr>
      </w:r>
      <w:r w:rsidRPr="000D58FA">
        <w:rPr>
          <w:rFonts w:cs="Arial"/>
          <w:bCs/>
          <w:szCs w:val="18"/>
        </w:rPr>
        <w:fldChar w:fldCharType="separate"/>
      </w:r>
      <w:r w:rsidRPr="000D58FA">
        <w:rPr>
          <w:rFonts w:cs="Arial"/>
          <w:bCs/>
          <w:szCs w:val="18"/>
        </w:rPr>
        <w:fldChar w:fldCharType="end"/>
      </w:r>
      <w:r w:rsidRPr="00286928">
        <w:rPr>
          <w:rFonts w:cs="Arial"/>
          <w:szCs w:val="18"/>
        </w:rPr>
        <w:t xml:space="preserve"> No</w:t>
      </w:r>
      <w:r>
        <w:rPr>
          <w:rFonts w:cs="Arial"/>
          <w:szCs w:val="18"/>
        </w:rPr>
        <w:t>.</w:t>
      </w:r>
      <w:r w:rsidRPr="0028692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S</w:t>
      </w:r>
      <w:r w:rsidRPr="00286928">
        <w:rPr>
          <w:rFonts w:cs="Arial"/>
          <w:szCs w:val="18"/>
        </w:rPr>
        <w:t xml:space="preserve">kip to section </w:t>
      </w:r>
      <w:r>
        <w:rPr>
          <w:rFonts w:cs="Arial"/>
          <w:szCs w:val="18"/>
        </w:rPr>
        <w:t>B</w:t>
      </w:r>
      <w:r w:rsidRPr="00286928">
        <w:rPr>
          <w:rFonts w:cs="Arial"/>
          <w:szCs w:val="18"/>
        </w:rPr>
        <w:t>.</w:t>
      </w:r>
      <w:r>
        <w:rPr>
          <w:rFonts w:cs="Arial"/>
          <w:szCs w:val="18"/>
        </w:rPr>
        <w:t xml:space="preserve">    </w:t>
      </w:r>
      <w:r w:rsidRPr="000D58FA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286928">
        <w:rPr>
          <w:rFonts w:cs="Arial"/>
          <w:szCs w:val="18"/>
        </w:rPr>
        <w:instrText xml:space="preserve"> FORMCHECKBOX </w:instrText>
      </w:r>
      <w:r w:rsidRPr="000D58FA">
        <w:rPr>
          <w:rFonts w:cs="Arial"/>
          <w:bCs/>
          <w:szCs w:val="18"/>
        </w:rPr>
      </w:r>
      <w:r w:rsidRPr="000D58FA">
        <w:rPr>
          <w:rFonts w:cs="Arial"/>
          <w:bCs/>
          <w:szCs w:val="18"/>
        </w:rPr>
        <w:fldChar w:fldCharType="separate"/>
      </w:r>
      <w:r w:rsidRPr="000D58FA">
        <w:rPr>
          <w:rFonts w:cs="Arial"/>
          <w:bCs/>
          <w:szCs w:val="18"/>
        </w:rPr>
        <w:fldChar w:fldCharType="end"/>
      </w:r>
      <w:r w:rsidRPr="0028692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Yes. Complete this section.</w:t>
      </w:r>
    </w:p>
    <w:p w14:paraId="4819086B" w14:textId="65DEDD48" w:rsidR="006A7ECA" w:rsidRPr="00A0458A" w:rsidRDefault="00D255F2" w:rsidP="00051E11">
      <w:pPr>
        <w:pStyle w:val="BodyText2"/>
        <w:spacing w:before="60" w:after="0" w:line="240" w:lineRule="auto"/>
        <w:ind w:left="720" w:right="-43"/>
        <w:rPr>
          <w:rFonts w:cs="Arial"/>
          <w:bCs/>
          <w:szCs w:val="18"/>
          <w:highlight w:val="yellow"/>
        </w:rPr>
      </w:pPr>
      <w:r w:rsidRPr="00D83689">
        <w:rPr>
          <w:rFonts w:cs="Arial"/>
          <w:i/>
          <w:szCs w:val="16"/>
        </w:rPr>
        <w:t xml:space="preserve">Non-organic planting stock </w:t>
      </w:r>
      <w:r>
        <w:rPr>
          <w:rFonts w:cs="Arial"/>
          <w:i/>
          <w:szCs w:val="16"/>
        </w:rPr>
        <w:t xml:space="preserve">used to produce a perennial crop </w:t>
      </w:r>
      <w:r w:rsidRPr="00E66900">
        <w:rPr>
          <w:rFonts w:cs="Arial"/>
          <w:i/>
          <w:szCs w:val="16"/>
        </w:rPr>
        <w:t xml:space="preserve">must be </w:t>
      </w:r>
      <w:r w:rsidR="00563DCD" w:rsidRPr="00A0458A">
        <w:rPr>
          <w:rFonts w:cs="Arial"/>
          <w:i/>
          <w:szCs w:val="16"/>
        </w:rPr>
        <w:t xml:space="preserve">managed </w:t>
      </w:r>
      <w:r w:rsidRPr="00E66900">
        <w:rPr>
          <w:rFonts w:cs="Arial"/>
          <w:i/>
          <w:szCs w:val="16"/>
        </w:rPr>
        <w:t xml:space="preserve">organically for at least one year </w:t>
      </w:r>
      <w:r w:rsidRPr="00D83689">
        <w:rPr>
          <w:rFonts w:cs="Arial"/>
          <w:i/>
          <w:szCs w:val="16"/>
        </w:rPr>
        <w:t xml:space="preserve">before it </w:t>
      </w:r>
      <w:r>
        <w:rPr>
          <w:rFonts w:cs="Arial"/>
          <w:i/>
          <w:szCs w:val="16"/>
        </w:rPr>
        <w:t>is sold as</w:t>
      </w:r>
      <w:r w:rsidRPr="00D83689">
        <w:rPr>
          <w:rFonts w:cs="Arial"/>
          <w:i/>
          <w:szCs w:val="16"/>
        </w:rPr>
        <w:t xml:space="preserve"> organic</w:t>
      </w:r>
      <w:r>
        <w:rPr>
          <w:rFonts w:cs="Arial"/>
          <w:i/>
          <w:szCs w:val="16"/>
        </w:rPr>
        <w:t xml:space="preserve"> planting stock</w:t>
      </w:r>
      <w:r w:rsidRPr="00D83689">
        <w:rPr>
          <w:rFonts w:cs="Arial"/>
          <w:i/>
          <w:szCs w:val="16"/>
        </w:rPr>
        <w:t>.</w:t>
      </w:r>
    </w:p>
    <w:p w14:paraId="104C7757" w14:textId="5321806C" w:rsidR="00B8563E" w:rsidRPr="001C4430" w:rsidRDefault="00B8563E" w:rsidP="00051E11">
      <w:pPr>
        <w:pStyle w:val="BodyText2"/>
        <w:keepNext/>
        <w:numPr>
          <w:ilvl w:val="0"/>
          <w:numId w:val="30"/>
        </w:numPr>
        <w:spacing w:before="60" w:after="0" w:line="240" w:lineRule="auto"/>
        <w:ind w:left="1080" w:right="-43"/>
        <w:rPr>
          <w:rFonts w:cs="Arial"/>
          <w:b/>
          <w:bCs/>
          <w:color w:val="0000FF"/>
          <w:szCs w:val="18"/>
          <w:u w:val="single"/>
        </w:rPr>
      </w:pPr>
      <w:r>
        <w:rPr>
          <w:rFonts w:cs="Arial"/>
          <w:szCs w:val="18"/>
        </w:rPr>
        <w:t xml:space="preserve">Is the non-organic planting stock maintained under a system of organic management for at least one year, prior to sale of the planting stock as “organic”? </w:t>
      </w:r>
    </w:p>
    <w:p w14:paraId="608AF635" w14:textId="285B78DF" w:rsidR="00B8563E" w:rsidRPr="001C4430" w:rsidRDefault="00B8563E" w:rsidP="00051E11">
      <w:pPr>
        <w:pStyle w:val="BodyText2"/>
        <w:spacing w:before="60" w:after="0" w:line="240" w:lineRule="auto"/>
        <w:ind w:left="1080" w:right="-43"/>
        <w:rPr>
          <w:rFonts w:cs="Arial"/>
          <w:b/>
          <w:bCs/>
          <w:color w:val="0000FF"/>
          <w:szCs w:val="18"/>
          <w:u w:val="single"/>
        </w:rPr>
      </w:pPr>
      <w:r w:rsidRPr="0048303A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8303A">
        <w:rPr>
          <w:rFonts w:cs="Arial"/>
          <w:szCs w:val="18"/>
        </w:rPr>
        <w:instrText xml:space="preserve"> FORMCHECKBOX </w:instrText>
      </w:r>
      <w:r w:rsidRPr="0048303A">
        <w:rPr>
          <w:rFonts w:cs="Arial"/>
          <w:szCs w:val="18"/>
        </w:rPr>
      </w:r>
      <w:r w:rsidRPr="0048303A">
        <w:rPr>
          <w:rFonts w:cs="Arial"/>
          <w:szCs w:val="18"/>
        </w:rPr>
        <w:fldChar w:fldCharType="separate"/>
      </w:r>
      <w:r w:rsidRPr="0048303A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Yes. </w:t>
      </w:r>
      <w:r w:rsidR="000626FE">
        <w:rPr>
          <w:rFonts w:cs="Arial"/>
          <w:bCs/>
          <w:szCs w:val="18"/>
        </w:rPr>
        <w:t xml:space="preserve">Describe in </w:t>
      </w:r>
      <w:hyperlink r:id="rId13" w:history="1">
        <w:r w:rsidR="00861742" w:rsidRPr="00C057F1">
          <w:rPr>
            <w:rStyle w:val="Hyperlink"/>
            <w:rFonts w:cs="Arial"/>
            <w:b/>
            <w:bCs/>
            <w:szCs w:val="18"/>
          </w:rPr>
          <w:t>G3.1 Container &amp; Greenhouse/Shadehouse Production</w:t>
        </w:r>
      </w:hyperlink>
      <w:r w:rsidR="00E8602E">
        <w:rPr>
          <w:rFonts w:cs="Arial"/>
          <w:i/>
          <w:iCs/>
          <w:szCs w:val="18"/>
        </w:rPr>
        <w:t xml:space="preserve">. </w:t>
      </w:r>
    </w:p>
    <w:p w14:paraId="6B9C317B" w14:textId="77777777" w:rsidR="00512727" w:rsidRPr="00A0458A" w:rsidRDefault="00512727" w:rsidP="00051E11">
      <w:pPr>
        <w:pStyle w:val="BodyText2"/>
        <w:numPr>
          <w:ilvl w:val="0"/>
          <w:numId w:val="16"/>
        </w:numPr>
        <w:spacing w:before="120" w:after="0" w:line="240" w:lineRule="auto"/>
        <w:ind w:right="-43"/>
        <w:rPr>
          <w:rFonts w:cs="Arial"/>
          <w:b/>
          <w:iCs/>
          <w:sz w:val="22"/>
          <w:szCs w:val="22"/>
        </w:rPr>
      </w:pPr>
      <w:r w:rsidRPr="00A0458A">
        <w:rPr>
          <w:rFonts w:cs="Arial"/>
          <w:b/>
          <w:iCs/>
          <w:sz w:val="22"/>
          <w:szCs w:val="22"/>
        </w:rPr>
        <w:t>Commercial Availability</w:t>
      </w:r>
    </w:p>
    <w:p w14:paraId="545A464F" w14:textId="1BD72C18" w:rsidR="006063B3" w:rsidRPr="00A0458A" w:rsidRDefault="00203945" w:rsidP="001F5AB9">
      <w:pPr>
        <w:pStyle w:val="BodyText2"/>
        <w:spacing w:before="60" w:after="0" w:line="240" w:lineRule="auto"/>
        <w:ind w:right="-43"/>
        <w:rPr>
          <w:rFonts w:cs="Arial"/>
          <w:bCs/>
          <w:i/>
          <w:iCs/>
          <w:szCs w:val="18"/>
        </w:rPr>
      </w:pPr>
      <w:r>
        <w:rPr>
          <w:rFonts w:cs="Arial"/>
          <w:bCs/>
          <w:i/>
          <w:iCs/>
          <w:szCs w:val="18"/>
        </w:rPr>
        <w:t xml:space="preserve">Non-organic seed or planting stock </w:t>
      </w:r>
      <w:r w:rsidRPr="00A0458A">
        <w:rPr>
          <w:rFonts w:cs="Arial"/>
          <w:b/>
          <w:i/>
          <w:iCs/>
          <w:szCs w:val="18"/>
        </w:rPr>
        <w:t>may only be used when</w:t>
      </w:r>
      <w:r w:rsidR="007B589B" w:rsidRPr="00A0458A">
        <w:rPr>
          <w:rFonts w:cs="Arial"/>
          <w:b/>
          <w:i/>
          <w:iCs/>
          <w:szCs w:val="18"/>
        </w:rPr>
        <w:t xml:space="preserve"> an equivalent </w:t>
      </w:r>
      <w:r w:rsidR="008C0ECD" w:rsidRPr="00A0458A">
        <w:rPr>
          <w:rFonts w:cs="Arial"/>
          <w:b/>
          <w:i/>
          <w:iCs/>
          <w:szCs w:val="18"/>
        </w:rPr>
        <w:t xml:space="preserve">organic </w:t>
      </w:r>
      <w:r w:rsidR="007B589B" w:rsidRPr="00A0458A">
        <w:rPr>
          <w:rFonts w:cs="Arial"/>
          <w:b/>
          <w:i/>
          <w:iCs/>
          <w:szCs w:val="18"/>
        </w:rPr>
        <w:t>variety is not commercially available</w:t>
      </w:r>
      <w:r w:rsidR="00E936EB" w:rsidRPr="00A0458A">
        <w:rPr>
          <w:rFonts w:cs="Arial"/>
          <w:bCs/>
          <w:i/>
          <w:iCs/>
          <w:szCs w:val="18"/>
        </w:rPr>
        <w:t xml:space="preserve">, except </w:t>
      </w:r>
      <w:r w:rsidR="00C153A4" w:rsidRPr="00A0458A">
        <w:rPr>
          <w:rFonts w:cs="Arial"/>
          <w:bCs/>
          <w:i/>
          <w:iCs/>
          <w:szCs w:val="18"/>
        </w:rPr>
        <w:t xml:space="preserve">that </w:t>
      </w:r>
      <w:r w:rsidR="00E936EB" w:rsidRPr="00A0458A">
        <w:rPr>
          <w:rFonts w:cs="Arial"/>
          <w:bCs/>
          <w:i/>
          <w:iCs/>
          <w:szCs w:val="18"/>
        </w:rPr>
        <w:t>organic seed must always be used to produce edible sprouts</w:t>
      </w:r>
      <w:r w:rsidR="007B589B" w:rsidRPr="00A0458A">
        <w:rPr>
          <w:rFonts w:cs="Arial"/>
          <w:bCs/>
          <w:i/>
          <w:iCs/>
          <w:szCs w:val="18"/>
        </w:rPr>
        <w:t xml:space="preserve">. </w:t>
      </w:r>
    </w:p>
    <w:p w14:paraId="3F5376D7" w14:textId="29B5ADE8" w:rsidR="00D3635E" w:rsidRPr="00CD0D81" w:rsidRDefault="00293ECE" w:rsidP="001F5AB9">
      <w:pPr>
        <w:pStyle w:val="BodyText2"/>
        <w:spacing w:before="60" w:after="0" w:line="240" w:lineRule="auto"/>
        <w:ind w:right="-43"/>
        <w:rPr>
          <w:rFonts w:cs="Arial"/>
          <w:bCs/>
          <w:i/>
          <w:iCs/>
          <w:szCs w:val="18"/>
        </w:rPr>
      </w:pPr>
      <w:r w:rsidRPr="00A0458A">
        <w:rPr>
          <w:rFonts w:cs="Arial"/>
          <w:b/>
          <w:i/>
          <w:iCs/>
          <w:szCs w:val="18"/>
        </w:rPr>
        <w:t>Commercial availability</w:t>
      </w:r>
      <w:r w:rsidRPr="00A0458A">
        <w:rPr>
          <w:rFonts w:cs="Arial"/>
          <w:bCs/>
          <w:i/>
          <w:iCs/>
          <w:szCs w:val="18"/>
        </w:rPr>
        <w:t xml:space="preserve"> is the ability to obtain seed or planting stock in an appropriate </w:t>
      </w:r>
      <w:r w:rsidRPr="00A0458A">
        <w:rPr>
          <w:rFonts w:cs="Arial"/>
          <w:b/>
          <w:i/>
          <w:iCs/>
          <w:szCs w:val="18"/>
        </w:rPr>
        <w:t>form</w:t>
      </w:r>
      <w:r w:rsidRPr="00A0458A">
        <w:rPr>
          <w:rFonts w:cs="Arial"/>
          <w:bCs/>
          <w:i/>
          <w:iCs/>
          <w:szCs w:val="18"/>
        </w:rPr>
        <w:t xml:space="preserve">, </w:t>
      </w:r>
      <w:r w:rsidRPr="00A0458A">
        <w:rPr>
          <w:rFonts w:cs="Arial"/>
          <w:b/>
          <w:i/>
          <w:iCs/>
          <w:szCs w:val="18"/>
        </w:rPr>
        <w:t>quality</w:t>
      </w:r>
      <w:r w:rsidRPr="00A0458A">
        <w:rPr>
          <w:rFonts w:cs="Arial"/>
          <w:bCs/>
          <w:i/>
          <w:iCs/>
          <w:szCs w:val="18"/>
        </w:rPr>
        <w:t xml:space="preserve">, or </w:t>
      </w:r>
      <w:r w:rsidRPr="00A0458A">
        <w:rPr>
          <w:rFonts w:cs="Arial"/>
          <w:b/>
          <w:i/>
          <w:iCs/>
          <w:szCs w:val="18"/>
        </w:rPr>
        <w:t>quantity</w:t>
      </w:r>
      <w:r w:rsidRPr="00A0458A">
        <w:rPr>
          <w:rFonts w:cs="Arial"/>
          <w:bCs/>
          <w:i/>
          <w:iCs/>
          <w:szCs w:val="18"/>
        </w:rPr>
        <w:t xml:space="preserve"> to fulfill an essential function in your organic system.</w:t>
      </w:r>
      <w:r w:rsidR="004633B0">
        <w:rPr>
          <w:rFonts w:cs="Arial"/>
          <w:bCs/>
          <w:i/>
          <w:iCs/>
          <w:szCs w:val="18"/>
        </w:rPr>
        <w:t xml:space="preserve"> Price </w:t>
      </w:r>
      <w:r w:rsidR="00FA31DF">
        <w:rPr>
          <w:rFonts w:cs="Arial"/>
          <w:bCs/>
          <w:i/>
          <w:iCs/>
          <w:szCs w:val="18"/>
        </w:rPr>
        <w:t>cannot be a co</w:t>
      </w:r>
      <w:r w:rsidR="00325C47">
        <w:rPr>
          <w:rFonts w:cs="Arial"/>
          <w:bCs/>
          <w:i/>
          <w:iCs/>
          <w:szCs w:val="18"/>
        </w:rPr>
        <w:t>nsideration for determination of commercial availability.</w:t>
      </w:r>
      <w:r w:rsidR="00C95CCE">
        <w:rPr>
          <w:rFonts w:cs="Arial"/>
          <w:bCs/>
          <w:i/>
          <w:iCs/>
          <w:szCs w:val="18"/>
        </w:rPr>
        <w:t xml:space="preserve"> </w:t>
      </w:r>
    </w:p>
    <w:p w14:paraId="263EA7A8" w14:textId="77777777" w:rsidR="00D32857" w:rsidRDefault="004D0F97" w:rsidP="001F5AB9">
      <w:pPr>
        <w:pStyle w:val="BodyText2"/>
        <w:spacing w:before="60" w:after="0" w:line="240" w:lineRule="auto"/>
        <w:ind w:right="-43"/>
        <w:rPr>
          <w:rFonts w:cs="Arial"/>
          <w:bCs/>
          <w:i/>
          <w:iCs/>
          <w:szCs w:val="18"/>
        </w:rPr>
      </w:pPr>
      <w:r w:rsidRPr="00A0458A">
        <w:rPr>
          <w:rFonts w:cs="Arial"/>
          <w:bCs/>
          <w:i/>
          <w:iCs/>
          <w:szCs w:val="18"/>
        </w:rPr>
        <w:t>An</w:t>
      </w:r>
      <w:r w:rsidRPr="00A0458A">
        <w:rPr>
          <w:rFonts w:cs="Arial"/>
          <w:b/>
          <w:i/>
          <w:iCs/>
          <w:szCs w:val="18"/>
        </w:rPr>
        <w:t xml:space="preserve"> </w:t>
      </w:r>
      <w:r w:rsidR="00D32857">
        <w:rPr>
          <w:rFonts w:cs="Arial"/>
          <w:b/>
          <w:i/>
          <w:iCs/>
          <w:szCs w:val="18"/>
        </w:rPr>
        <w:t>e</w:t>
      </w:r>
      <w:r w:rsidRPr="00A0458A">
        <w:rPr>
          <w:rFonts w:cs="Arial"/>
          <w:b/>
          <w:i/>
          <w:iCs/>
          <w:szCs w:val="18"/>
        </w:rPr>
        <w:t>quivalent</w:t>
      </w:r>
      <w:r w:rsidR="006063B3" w:rsidRPr="00A0458A">
        <w:rPr>
          <w:rFonts w:cs="Arial"/>
          <w:b/>
          <w:i/>
          <w:iCs/>
          <w:szCs w:val="18"/>
        </w:rPr>
        <w:t xml:space="preserve"> </w:t>
      </w:r>
      <w:r w:rsidR="003F3634">
        <w:rPr>
          <w:rFonts w:cs="Arial"/>
          <w:b/>
          <w:i/>
          <w:iCs/>
          <w:szCs w:val="18"/>
        </w:rPr>
        <w:t xml:space="preserve">organic </w:t>
      </w:r>
      <w:r w:rsidR="006063B3" w:rsidRPr="00A0458A">
        <w:rPr>
          <w:rFonts w:cs="Arial"/>
          <w:b/>
          <w:i/>
          <w:iCs/>
          <w:szCs w:val="18"/>
        </w:rPr>
        <w:t>variety</w:t>
      </w:r>
      <w:r w:rsidR="006063B3" w:rsidRPr="00A0458A">
        <w:rPr>
          <w:rFonts w:cs="Arial"/>
          <w:bCs/>
          <w:i/>
          <w:iCs/>
          <w:szCs w:val="18"/>
        </w:rPr>
        <w:t xml:space="preserve"> is a variety of the same type</w:t>
      </w:r>
      <w:r w:rsidR="00654B1B" w:rsidRPr="00A0458A">
        <w:rPr>
          <w:rFonts w:cs="Arial"/>
          <w:bCs/>
          <w:i/>
          <w:iCs/>
          <w:szCs w:val="18"/>
        </w:rPr>
        <w:t xml:space="preserve"> (e.g. head lettuce types versus leaf lettuce types), or one with similar agronomic or marketing characteristics needed to meet your site-specific requirements</w:t>
      </w:r>
      <w:r w:rsidR="00C860A8" w:rsidRPr="00A0458A">
        <w:rPr>
          <w:rFonts w:cs="Arial"/>
          <w:bCs/>
          <w:i/>
          <w:iCs/>
          <w:szCs w:val="18"/>
        </w:rPr>
        <w:t xml:space="preserve"> (e.g. days until harvest; color, flavor, moisture, chemical or nutrient profiles of the crop; vigor or yield; regional adaptation; disease and pest resistance; utility in crop rotation, etc).</w:t>
      </w:r>
    </w:p>
    <w:bookmarkEnd w:id="3"/>
    <w:p w14:paraId="598386BB" w14:textId="7B723862" w:rsidR="001C7F54" w:rsidRPr="00A706C2" w:rsidRDefault="00A30C85" w:rsidP="00051E11">
      <w:pPr>
        <w:pStyle w:val="BodyText2"/>
        <w:keepNext/>
        <w:numPr>
          <w:ilvl w:val="0"/>
          <w:numId w:val="38"/>
        </w:numPr>
        <w:spacing w:before="60" w:after="0" w:line="240" w:lineRule="auto"/>
        <w:ind w:left="360" w:right="-43"/>
        <w:rPr>
          <w:rFonts w:cs="Arial"/>
        </w:rPr>
      </w:pPr>
      <w:r w:rsidRPr="00A706C2">
        <w:rPr>
          <w:rFonts w:cs="Arial"/>
        </w:rPr>
        <w:t>Before</w:t>
      </w:r>
      <w:r w:rsidR="000F42D6" w:rsidRPr="00A706C2">
        <w:rPr>
          <w:rFonts w:cs="Arial"/>
        </w:rPr>
        <w:t xml:space="preserve"> using non-organic seed and/or planting stock, </w:t>
      </w:r>
      <w:r w:rsidR="001C7F54" w:rsidRPr="00A706C2">
        <w:rPr>
          <w:rFonts w:cs="Arial"/>
        </w:rPr>
        <w:t xml:space="preserve">do you </w:t>
      </w:r>
      <w:r w:rsidR="000F42D6" w:rsidRPr="00A706C2">
        <w:rPr>
          <w:rFonts w:cs="Arial"/>
        </w:rPr>
        <w:t>evaluate whether an equivalent organic variety is available</w:t>
      </w:r>
      <w:r w:rsidR="00204574" w:rsidRPr="00A706C2">
        <w:rPr>
          <w:rFonts w:cs="Arial"/>
        </w:rPr>
        <w:t xml:space="preserve"> in the form, quality, or quantity needed for your operation</w:t>
      </w:r>
      <w:r w:rsidR="001C7F54" w:rsidRPr="00A706C2">
        <w:rPr>
          <w:rFonts w:cs="Arial"/>
        </w:rPr>
        <w:t>?</w:t>
      </w:r>
      <w:r w:rsidR="00133529" w:rsidRPr="00A706C2">
        <w:rPr>
          <w:rFonts w:cs="Arial"/>
        </w:rPr>
        <w:t xml:space="preserve">  </w:t>
      </w:r>
    </w:p>
    <w:p w14:paraId="63467B9C" w14:textId="77777777" w:rsidR="00B53373" w:rsidRDefault="001C7F54" w:rsidP="00051E11">
      <w:pPr>
        <w:pStyle w:val="BodyText2"/>
        <w:keepNext/>
        <w:spacing w:before="60" w:after="0" w:line="240" w:lineRule="auto"/>
        <w:ind w:left="360" w:right="-43"/>
        <w:rPr>
          <w:rFonts w:cs="Arial"/>
        </w:rPr>
      </w:pPr>
      <w:r w:rsidRPr="00A706C2">
        <w:rPr>
          <w:rFonts w:cs="Aria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</w:rPr>
        <w:instrText xml:space="preserve"> FORMCHECKBOX </w:instrText>
      </w:r>
      <w:r w:rsidRPr="00A706C2">
        <w:rPr>
          <w:rFonts w:cs="Arial"/>
        </w:rPr>
      </w:r>
      <w:r w:rsidRPr="00A706C2">
        <w:rPr>
          <w:rFonts w:cs="Arial"/>
        </w:rPr>
        <w:fldChar w:fldCharType="separate"/>
      </w:r>
      <w:r w:rsidRPr="00A706C2">
        <w:rPr>
          <w:rFonts w:cs="Arial"/>
        </w:rPr>
        <w:fldChar w:fldCharType="end"/>
      </w:r>
      <w:r w:rsidRPr="00A706C2">
        <w:rPr>
          <w:rFonts w:cs="Arial"/>
        </w:rPr>
        <w:t xml:space="preserve"> Not applicable, my operation uses all organic seed and/or planting stock </w:t>
      </w:r>
      <w:proofErr w:type="gramStart"/>
      <w:r w:rsidRPr="00A706C2">
        <w:rPr>
          <w:rFonts w:cs="Arial"/>
        </w:rPr>
        <w:t>at this time</w:t>
      </w:r>
      <w:proofErr w:type="gramEnd"/>
      <w:r w:rsidRPr="00A706C2">
        <w:rPr>
          <w:rFonts w:cs="Arial"/>
        </w:rPr>
        <w:t>. Skip to section D.</w:t>
      </w:r>
      <w:r w:rsidR="00C16768">
        <w:rPr>
          <w:rFonts w:cs="Arial"/>
        </w:rPr>
        <w:t xml:space="preserve">   </w:t>
      </w:r>
      <w:r w:rsidR="00B53373">
        <w:rPr>
          <w:rFonts w:cs="Arial"/>
        </w:rPr>
        <w:t xml:space="preserve"> </w:t>
      </w:r>
    </w:p>
    <w:p w14:paraId="42D8566E" w14:textId="3CC4C1AA" w:rsidR="00133529" w:rsidRPr="00A706C2" w:rsidRDefault="001C7F54" w:rsidP="00803D5F">
      <w:pPr>
        <w:pStyle w:val="BodyText2"/>
        <w:spacing w:before="60" w:after="0" w:line="240" w:lineRule="auto"/>
        <w:ind w:left="360" w:right="-43"/>
        <w:rPr>
          <w:rFonts w:cs="Arial"/>
        </w:rPr>
      </w:pPr>
      <w:r w:rsidRPr="00A706C2">
        <w:rPr>
          <w:rFonts w:cs="Aria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</w:rPr>
        <w:instrText xml:space="preserve"> FORMCHECKBOX </w:instrText>
      </w:r>
      <w:r w:rsidRPr="00A706C2">
        <w:rPr>
          <w:rFonts w:cs="Arial"/>
        </w:rPr>
      </w:r>
      <w:r w:rsidRPr="00A706C2">
        <w:rPr>
          <w:rFonts w:cs="Arial"/>
        </w:rPr>
        <w:fldChar w:fldCharType="separate"/>
      </w:r>
      <w:r w:rsidRPr="00A706C2">
        <w:rPr>
          <w:rFonts w:cs="Arial"/>
        </w:rPr>
        <w:fldChar w:fldCharType="end"/>
      </w:r>
      <w:r w:rsidRPr="00A706C2">
        <w:rPr>
          <w:rFonts w:cs="Arial"/>
        </w:rPr>
        <w:t xml:space="preserve"> </w:t>
      </w:r>
      <w:r w:rsidR="00133529" w:rsidRPr="00A706C2">
        <w:rPr>
          <w:rFonts w:cs="Arial"/>
        </w:rPr>
        <w:t>Yes</w:t>
      </w:r>
      <w:r w:rsidR="00B53373">
        <w:rPr>
          <w:rFonts w:cs="Arial"/>
        </w:rPr>
        <w:t>. Complete this section</w:t>
      </w:r>
      <w:r w:rsidR="00434317" w:rsidRPr="00A706C2">
        <w:rPr>
          <w:rFonts w:cs="Arial"/>
        </w:rPr>
        <w:t xml:space="preserve">. </w:t>
      </w:r>
    </w:p>
    <w:p w14:paraId="21136E4D" w14:textId="34D55FAF" w:rsidR="00792ADE" w:rsidRPr="00A706C2" w:rsidRDefault="006161AD" w:rsidP="00313662">
      <w:pPr>
        <w:pStyle w:val="BodyText2"/>
        <w:keepNext/>
        <w:numPr>
          <w:ilvl w:val="0"/>
          <w:numId w:val="39"/>
        </w:numPr>
        <w:spacing w:before="60" w:after="0" w:line="240" w:lineRule="auto"/>
        <w:ind w:right="-43"/>
        <w:rPr>
          <w:rFonts w:cs="Arial"/>
        </w:rPr>
      </w:pPr>
      <w:r>
        <w:rPr>
          <w:rFonts w:cs="Arial"/>
        </w:rPr>
        <w:lastRenderedPageBreak/>
        <w:t>F</w:t>
      </w:r>
      <w:r w:rsidR="00F27D9E" w:rsidRPr="00A706C2">
        <w:rPr>
          <w:rFonts w:cs="Arial"/>
        </w:rPr>
        <w:t xml:space="preserve">or </w:t>
      </w:r>
      <w:r w:rsidR="00F27D9E" w:rsidRPr="00A706C2">
        <w:rPr>
          <w:rFonts w:cs="Arial"/>
          <w:b/>
          <w:bCs/>
        </w:rPr>
        <w:t>all</w:t>
      </w:r>
      <w:r w:rsidR="00F27D9E" w:rsidRPr="00A706C2">
        <w:rPr>
          <w:rFonts w:cs="Arial"/>
        </w:rPr>
        <w:t xml:space="preserve"> seed and/or planting stock used </w:t>
      </w:r>
      <w:r w:rsidR="00922792">
        <w:rPr>
          <w:rFonts w:cs="Arial"/>
        </w:rPr>
        <w:t>at</w:t>
      </w:r>
      <w:r w:rsidR="00F27D9E" w:rsidRPr="00A706C2">
        <w:rPr>
          <w:rFonts w:cs="Arial"/>
        </w:rPr>
        <w:t xml:space="preserve"> your organic operation, </w:t>
      </w:r>
      <w:r w:rsidR="000B107F" w:rsidRPr="00A706C2">
        <w:rPr>
          <w:rFonts w:cs="Arial"/>
        </w:rPr>
        <w:t xml:space="preserve">what </w:t>
      </w:r>
      <w:r w:rsidRPr="00A706C2">
        <w:rPr>
          <w:rFonts w:cs="Arial"/>
          <w:b/>
          <w:bCs/>
        </w:rPr>
        <w:t>general</w:t>
      </w:r>
      <w:r>
        <w:rPr>
          <w:rFonts w:cs="Arial"/>
        </w:rPr>
        <w:t xml:space="preserve"> </w:t>
      </w:r>
      <w:r w:rsidR="000B107F" w:rsidRPr="00A706C2">
        <w:rPr>
          <w:rFonts w:cs="Arial"/>
        </w:rPr>
        <w:t xml:space="preserve">characteristics </w:t>
      </w:r>
      <w:r w:rsidR="00A72985">
        <w:rPr>
          <w:rFonts w:cs="Arial"/>
        </w:rPr>
        <w:t xml:space="preserve">(form, quality, quantity) </w:t>
      </w:r>
      <w:r w:rsidR="000B107F" w:rsidRPr="00A706C2">
        <w:rPr>
          <w:rFonts w:cs="Arial"/>
        </w:rPr>
        <w:t xml:space="preserve">do you </w:t>
      </w:r>
      <w:r w:rsidR="00027D07" w:rsidRPr="00A706C2">
        <w:rPr>
          <w:rFonts w:cs="Arial"/>
        </w:rPr>
        <w:t>require</w:t>
      </w:r>
      <w:r w:rsidR="000B107F" w:rsidRPr="00A706C2">
        <w:rPr>
          <w:rFonts w:cs="Arial"/>
        </w:rPr>
        <w:t>?</w:t>
      </w:r>
      <w:r w:rsidRPr="006161AD">
        <w:rPr>
          <w:rFonts w:cs="Arial"/>
        </w:rPr>
        <w:t xml:space="preserve">  </w:t>
      </w:r>
      <w:r w:rsidR="00133529" w:rsidRPr="00A706C2">
        <w:rPr>
          <w:rFonts w:cs="Arial"/>
          <w:i/>
          <w:iCs/>
        </w:rPr>
        <w:t>Th</w:t>
      </w:r>
      <w:r w:rsidR="00CC6E4D" w:rsidRPr="00A706C2">
        <w:rPr>
          <w:rFonts w:cs="Arial"/>
          <w:i/>
          <w:iCs/>
        </w:rPr>
        <w:t xml:space="preserve">e </w:t>
      </w:r>
      <w:r w:rsidR="003C216D" w:rsidRPr="00A706C2">
        <w:rPr>
          <w:rFonts w:cs="Arial"/>
          <w:b/>
          <w:bCs/>
          <w:i/>
          <w:iCs/>
        </w:rPr>
        <w:t>specific</w:t>
      </w:r>
      <w:r w:rsidR="003C216D" w:rsidRPr="00A706C2">
        <w:rPr>
          <w:rFonts w:cs="Arial"/>
          <w:i/>
          <w:iCs/>
        </w:rPr>
        <w:t xml:space="preserve"> </w:t>
      </w:r>
      <w:r w:rsidR="00A72985">
        <w:rPr>
          <w:rFonts w:cs="Arial"/>
          <w:i/>
          <w:iCs/>
        </w:rPr>
        <w:t xml:space="preserve">form, quality, and quantity </w:t>
      </w:r>
      <w:r>
        <w:rPr>
          <w:rFonts w:cs="Arial"/>
          <w:i/>
          <w:iCs/>
        </w:rPr>
        <w:t>considerations</w:t>
      </w:r>
      <w:r w:rsidR="00027D07" w:rsidRPr="00A706C2">
        <w:rPr>
          <w:rFonts w:cs="Arial"/>
          <w:i/>
          <w:iCs/>
        </w:rPr>
        <w:t xml:space="preserve"> you use</w:t>
      </w:r>
      <w:r w:rsidR="00A70331" w:rsidRPr="00A706C2">
        <w:rPr>
          <w:rFonts w:cs="Arial"/>
          <w:i/>
          <w:iCs/>
        </w:rPr>
        <w:t xml:space="preserve"> </w:t>
      </w:r>
      <w:r w:rsidR="00CC6E4D" w:rsidRPr="00A706C2">
        <w:rPr>
          <w:rFonts w:cs="Arial"/>
          <w:i/>
          <w:iCs/>
        </w:rPr>
        <w:t xml:space="preserve">to evaluate commercial availability </w:t>
      </w:r>
      <w:r w:rsidR="00C250E2">
        <w:rPr>
          <w:rFonts w:cs="Arial"/>
          <w:i/>
          <w:iCs/>
        </w:rPr>
        <w:t>o</w:t>
      </w:r>
      <w:r w:rsidR="00A70331" w:rsidRPr="00A706C2">
        <w:rPr>
          <w:rFonts w:cs="Arial"/>
          <w:i/>
          <w:iCs/>
        </w:rPr>
        <w:t>f</w:t>
      </w:r>
      <w:r w:rsidR="00EC17F2" w:rsidRPr="00A706C2">
        <w:rPr>
          <w:rFonts w:cs="Arial"/>
          <w:i/>
          <w:iCs/>
        </w:rPr>
        <w:t xml:space="preserve"> </w:t>
      </w:r>
      <w:r w:rsidR="00EC17F2" w:rsidRPr="00A706C2">
        <w:rPr>
          <w:rFonts w:cs="Arial"/>
          <w:b/>
          <w:bCs/>
          <w:i/>
          <w:iCs/>
        </w:rPr>
        <w:t>each crop</w:t>
      </w:r>
      <w:r w:rsidR="00EC17F2" w:rsidRPr="00A706C2">
        <w:rPr>
          <w:rFonts w:cs="Arial"/>
          <w:i/>
          <w:iCs/>
        </w:rPr>
        <w:t xml:space="preserve"> must be documented in </w:t>
      </w:r>
      <w:r w:rsidR="00CC6E4D" w:rsidRPr="00A706C2">
        <w:rPr>
          <w:rFonts w:cs="Arial"/>
          <w:i/>
          <w:iCs/>
        </w:rPr>
        <w:t xml:space="preserve">your records. </w:t>
      </w:r>
    </w:p>
    <w:p w14:paraId="21D5051D" w14:textId="26213CB2" w:rsidR="00E37C2E" w:rsidRPr="00A706C2" w:rsidRDefault="00B270B5" w:rsidP="00313662">
      <w:pPr>
        <w:pStyle w:val="BodyText2"/>
        <w:keepNext/>
        <w:spacing w:before="60" w:after="0" w:line="240" w:lineRule="auto"/>
        <w:ind w:left="720" w:right="-43"/>
        <w:rPr>
          <w:rFonts w:cs="Arial"/>
          <w:bCs/>
          <w:szCs w:val="18"/>
        </w:rPr>
      </w:pP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  <w:bCs/>
          <w:szCs w:val="18"/>
        </w:rPr>
        <w:instrText xml:space="preserve"> FORMCHECKBOX </w:instrText>
      </w:r>
      <w:r w:rsidRPr="00A706C2">
        <w:rPr>
          <w:rFonts w:cs="Arial"/>
          <w:bCs/>
          <w:szCs w:val="18"/>
        </w:rPr>
      </w:r>
      <w:r w:rsidRPr="00A706C2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A706C2">
        <w:rPr>
          <w:rFonts w:cs="Arial"/>
          <w:bCs/>
          <w:szCs w:val="18"/>
        </w:rPr>
        <w:t xml:space="preserve"> </w:t>
      </w:r>
      <w:r w:rsidR="006664E9" w:rsidRPr="00A706C2">
        <w:rPr>
          <w:rFonts w:cs="Arial"/>
          <w:bCs/>
          <w:szCs w:val="18"/>
        </w:rPr>
        <w:t xml:space="preserve">Available </w:t>
      </w:r>
      <w:r w:rsidR="00E37C2E" w:rsidRPr="00A706C2">
        <w:rPr>
          <w:rFonts w:cs="Arial"/>
          <w:bCs/>
          <w:szCs w:val="18"/>
        </w:rPr>
        <w:t>as</w:t>
      </w:r>
      <w:r w:rsidR="006664E9" w:rsidRPr="00A706C2">
        <w:rPr>
          <w:rFonts w:cs="Arial"/>
          <w:bCs/>
          <w:szCs w:val="18"/>
        </w:rPr>
        <w:t xml:space="preserve"> untreated </w:t>
      </w:r>
      <w:r w:rsidR="00E37C2E" w:rsidRPr="00A706C2">
        <w:rPr>
          <w:rFonts w:cs="Arial"/>
          <w:bCs/>
          <w:szCs w:val="18"/>
        </w:rPr>
        <w:t>seed</w:t>
      </w:r>
      <w:r w:rsidR="006664E9" w:rsidRPr="00A706C2">
        <w:rPr>
          <w:rFonts w:cs="Arial"/>
          <w:bCs/>
          <w:szCs w:val="18"/>
        </w:rPr>
        <w:t xml:space="preserve">   </w:t>
      </w:r>
      <w:r w:rsidR="009B4FEB">
        <w:rPr>
          <w:rFonts w:cs="Arial"/>
          <w:bCs/>
          <w:szCs w:val="18"/>
        </w:rPr>
        <w:t xml:space="preserve"> </w:t>
      </w: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  <w:bCs/>
          <w:szCs w:val="18"/>
        </w:rPr>
        <w:instrText xml:space="preserve"> FORMCHECKBOX </w:instrText>
      </w:r>
      <w:r w:rsidRPr="00A706C2">
        <w:rPr>
          <w:rFonts w:cs="Arial"/>
          <w:bCs/>
          <w:szCs w:val="18"/>
        </w:rPr>
      </w:r>
      <w:r w:rsidRPr="00A706C2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A706C2">
        <w:rPr>
          <w:rFonts w:cs="Arial"/>
          <w:bCs/>
          <w:szCs w:val="18"/>
        </w:rPr>
        <w:t xml:space="preserve"> </w:t>
      </w:r>
      <w:r w:rsidR="006664E9" w:rsidRPr="00A706C2">
        <w:rPr>
          <w:rFonts w:cs="Arial"/>
          <w:bCs/>
          <w:szCs w:val="18"/>
        </w:rPr>
        <w:t xml:space="preserve">Available with allowed treatment (e.g. pelleting, </w:t>
      </w:r>
      <w:r w:rsidRPr="00A706C2">
        <w:rPr>
          <w:rFonts w:cs="Arial"/>
          <w:bCs/>
          <w:szCs w:val="18"/>
        </w:rPr>
        <w:t xml:space="preserve">inoculant)    </w:t>
      </w:r>
    </w:p>
    <w:p w14:paraId="2915CB04" w14:textId="7D49A2B8" w:rsidR="00E37C2E" w:rsidRPr="00A706C2" w:rsidRDefault="00B270B5" w:rsidP="00313662">
      <w:pPr>
        <w:pStyle w:val="BodyText2"/>
        <w:keepNext/>
        <w:spacing w:before="60" w:after="0" w:line="240" w:lineRule="auto"/>
        <w:ind w:left="720" w:right="-43"/>
        <w:rPr>
          <w:rFonts w:cs="Arial"/>
          <w:bCs/>
          <w:szCs w:val="18"/>
        </w:rPr>
      </w:pP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  <w:bCs/>
          <w:szCs w:val="18"/>
        </w:rPr>
        <w:instrText xml:space="preserve"> FORMCHECKBOX </w:instrText>
      </w:r>
      <w:r w:rsidRPr="00A706C2">
        <w:rPr>
          <w:rFonts w:cs="Arial"/>
          <w:bCs/>
          <w:szCs w:val="18"/>
        </w:rPr>
      </w:r>
      <w:r w:rsidRPr="00A706C2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A706C2">
        <w:rPr>
          <w:rFonts w:cs="Arial"/>
          <w:bCs/>
          <w:szCs w:val="18"/>
        </w:rPr>
        <w:t xml:space="preserve"> Available as bare root nursery stock</w:t>
      </w:r>
      <w:r w:rsidR="00E37C2E" w:rsidRPr="00A706C2">
        <w:rPr>
          <w:rFonts w:cs="Arial"/>
          <w:bCs/>
          <w:szCs w:val="18"/>
        </w:rPr>
        <w:t xml:space="preserve">  </w:t>
      </w:r>
      <w:r w:rsidR="009B4FEB">
        <w:rPr>
          <w:rFonts w:cs="Arial"/>
          <w:bCs/>
          <w:szCs w:val="18"/>
        </w:rPr>
        <w:t xml:space="preserve">  </w:t>
      </w:r>
      <w:r w:rsidR="00C55BCF"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C55BCF" w:rsidRPr="00C16768">
        <w:rPr>
          <w:rFonts w:cs="Arial"/>
          <w:bCs/>
          <w:szCs w:val="18"/>
        </w:rPr>
        <w:instrText xml:space="preserve"> FORMCHECKBOX </w:instrText>
      </w:r>
      <w:r w:rsidR="00C55BCF" w:rsidRPr="00A706C2">
        <w:rPr>
          <w:rFonts w:cs="Arial"/>
          <w:bCs/>
          <w:szCs w:val="18"/>
        </w:rPr>
      </w:r>
      <w:r w:rsidR="00C55BCF" w:rsidRPr="00A706C2">
        <w:rPr>
          <w:rFonts w:cs="Arial"/>
          <w:bCs/>
          <w:szCs w:val="18"/>
        </w:rPr>
        <w:fldChar w:fldCharType="separate"/>
      </w:r>
      <w:r w:rsidR="00C55BCF" w:rsidRPr="00A706C2">
        <w:rPr>
          <w:rFonts w:cs="Arial"/>
          <w:bCs/>
          <w:szCs w:val="18"/>
        </w:rPr>
        <w:fldChar w:fldCharType="end"/>
      </w:r>
      <w:r w:rsidR="001D2376" w:rsidRPr="00A706C2">
        <w:rPr>
          <w:rFonts w:cs="Arial"/>
          <w:bCs/>
          <w:szCs w:val="18"/>
        </w:rPr>
        <w:t xml:space="preserve"> </w:t>
      </w:r>
      <w:r w:rsidR="00FB5782" w:rsidRPr="00A706C2">
        <w:rPr>
          <w:rFonts w:cs="Arial"/>
          <w:bCs/>
          <w:szCs w:val="18"/>
        </w:rPr>
        <w:t>Germination rate</w:t>
      </w:r>
      <w:r w:rsidR="001D2376" w:rsidRPr="00A706C2">
        <w:rPr>
          <w:rFonts w:cs="Arial"/>
          <w:bCs/>
          <w:szCs w:val="18"/>
        </w:rPr>
        <w:t xml:space="preserve">   </w:t>
      </w:r>
      <w:r w:rsidR="009B4FEB">
        <w:rPr>
          <w:rFonts w:cs="Arial"/>
          <w:bCs/>
          <w:szCs w:val="18"/>
        </w:rPr>
        <w:t xml:space="preserve"> </w:t>
      </w:r>
      <w:r w:rsidR="001D2376"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D2376" w:rsidRPr="00A706C2">
        <w:rPr>
          <w:rFonts w:cs="Arial"/>
          <w:bCs/>
          <w:szCs w:val="18"/>
        </w:rPr>
        <w:instrText xml:space="preserve"> FORMCHECKBOX </w:instrText>
      </w:r>
      <w:r w:rsidR="001D2376" w:rsidRPr="00A706C2">
        <w:rPr>
          <w:rFonts w:cs="Arial"/>
          <w:bCs/>
          <w:szCs w:val="18"/>
        </w:rPr>
      </w:r>
      <w:r w:rsidR="001D2376" w:rsidRPr="00A706C2">
        <w:rPr>
          <w:rFonts w:cs="Arial"/>
          <w:bCs/>
          <w:szCs w:val="18"/>
        </w:rPr>
        <w:fldChar w:fldCharType="separate"/>
      </w:r>
      <w:r w:rsidR="001D2376" w:rsidRPr="00A706C2">
        <w:rPr>
          <w:rFonts w:cs="Arial"/>
          <w:bCs/>
          <w:szCs w:val="18"/>
        </w:rPr>
        <w:fldChar w:fldCharType="end"/>
      </w:r>
      <w:r w:rsidR="001D2376" w:rsidRPr="00A706C2">
        <w:rPr>
          <w:rFonts w:cs="Arial"/>
          <w:bCs/>
          <w:szCs w:val="18"/>
        </w:rPr>
        <w:t xml:space="preserve"> </w:t>
      </w:r>
      <w:r w:rsidR="00FB5782" w:rsidRPr="00A706C2">
        <w:rPr>
          <w:rFonts w:cs="Arial"/>
          <w:bCs/>
          <w:szCs w:val="18"/>
        </w:rPr>
        <w:t>Drought tolerance</w:t>
      </w:r>
      <w:r w:rsidR="001D2376" w:rsidRPr="00A706C2">
        <w:rPr>
          <w:rFonts w:cs="Arial"/>
          <w:bCs/>
          <w:szCs w:val="18"/>
        </w:rPr>
        <w:t xml:space="preserve">    </w:t>
      </w:r>
      <w:r w:rsidR="001D2376"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D2376" w:rsidRPr="00A706C2">
        <w:rPr>
          <w:rFonts w:cs="Arial"/>
          <w:bCs/>
          <w:szCs w:val="18"/>
        </w:rPr>
        <w:instrText xml:space="preserve"> FORMCHECKBOX </w:instrText>
      </w:r>
      <w:r w:rsidR="001D2376" w:rsidRPr="00A706C2">
        <w:rPr>
          <w:rFonts w:cs="Arial"/>
          <w:bCs/>
          <w:szCs w:val="18"/>
        </w:rPr>
      </w:r>
      <w:r w:rsidR="001D2376" w:rsidRPr="00A706C2">
        <w:rPr>
          <w:rFonts w:cs="Arial"/>
          <w:bCs/>
          <w:szCs w:val="18"/>
        </w:rPr>
        <w:fldChar w:fldCharType="separate"/>
      </w:r>
      <w:r w:rsidR="001D2376" w:rsidRPr="00A706C2">
        <w:rPr>
          <w:rFonts w:cs="Arial"/>
          <w:bCs/>
          <w:szCs w:val="18"/>
        </w:rPr>
        <w:fldChar w:fldCharType="end"/>
      </w:r>
      <w:r w:rsidR="001D2376" w:rsidRPr="00A706C2">
        <w:rPr>
          <w:rFonts w:cs="Arial"/>
          <w:bCs/>
          <w:szCs w:val="18"/>
        </w:rPr>
        <w:t xml:space="preserve"> </w:t>
      </w:r>
      <w:r w:rsidR="00FB5782" w:rsidRPr="00A706C2">
        <w:rPr>
          <w:rFonts w:cs="Arial"/>
          <w:bCs/>
          <w:szCs w:val="18"/>
        </w:rPr>
        <w:t>Pest or disease resistance</w:t>
      </w:r>
      <w:r w:rsidR="001D2376" w:rsidRPr="00A706C2">
        <w:rPr>
          <w:rFonts w:cs="Arial"/>
          <w:bCs/>
          <w:szCs w:val="18"/>
        </w:rPr>
        <w:t xml:space="preserve">   </w:t>
      </w:r>
    </w:p>
    <w:p w14:paraId="2673618B" w14:textId="14DD9B94" w:rsidR="00FB5782" w:rsidRPr="00A706C2" w:rsidRDefault="001D2376" w:rsidP="00313662">
      <w:pPr>
        <w:pStyle w:val="BodyText2"/>
        <w:keepNext/>
        <w:spacing w:before="60" w:after="0" w:line="240" w:lineRule="auto"/>
        <w:ind w:left="720" w:right="-43"/>
        <w:rPr>
          <w:rFonts w:cs="Arial"/>
          <w:bCs/>
          <w:szCs w:val="18"/>
        </w:rPr>
      </w:pP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  <w:bCs/>
          <w:szCs w:val="18"/>
        </w:rPr>
        <w:instrText xml:space="preserve"> FORMCHECKBOX </w:instrText>
      </w:r>
      <w:r w:rsidRPr="00A706C2">
        <w:rPr>
          <w:rFonts w:cs="Arial"/>
          <w:bCs/>
          <w:szCs w:val="18"/>
        </w:rPr>
      </w:r>
      <w:r w:rsidRPr="00A706C2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A706C2">
        <w:rPr>
          <w:rFonts w:cs="Arial"/>
          <w:bCs/>
          <w:szCs w:val="18"/>
        </w:rPr>
        <w:t xml:space="preserve"> Regional adaptation    </w:t>
      </w: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  <w:bCs/>
          <w:szCs w:val="18"/>
        </w:rPr>
        <w:instrText xml:space="preserve"> FORMCHECKBOX </w:instrText>
      </w:r>
      <w:r w:rsidRPr="00A706C2">
        <w:rPr>
          <w:rFonts w:cs="Arial"/>
          <w:bCs/>
          <w:szCs w:val="18"/>
        </w:rPr>
      </w:r>
      <w:r w:rsidRPr="00A706C2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A706C2">
        <w:rPr>
          <w:rFonts w:cs="Arial"/>
          <w:bCs/>
          <w:szCs w:val="18"/>
        </w:rPr>
        <w:t xml:space="preserve"> Greater crop yield</w:t>
      </w:r>
      <w:r w:rsidR="00E37C2E" w:rsidRPr="00A706C2">
        <w:rPr>
          <w:rFonts w:cs="Arial"/>
          <w:bCs/>
          <w:szCs w:val="18"/>
        </w:rPr>
        <w:t xml:space="preserve">   </w:t>
      </w:r>
      <w:r w:rsidR="009B4FEB">
        <w:rPr>
          <w:rFonts w:cs="Arial"/>
          <w:bCs/>
          <w:szCs w:val="18"/>
        </w:rPr>
        <w:t xml:space="preserve"> </w:t>
      </w: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  <w:bCs/>
          <w:szCs w:val="18"/>
        </w:rPr>
        <w:instrText xml:space="preserve"> FORMCHECKBOX </w:instrText>
      </w:r>
      <w:r w:rsidRPr="00A706C2">
        <w:rPr>
          <w:rFonts w:cs="Arial"/>
          <w:bCs/>
          <w:szCs w:val="18"/>
        </w:rPr>
      </w:r>
      <w:r w:rsidRPr="00A706C2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A706C2">
        <w:rPr>
          <w:rFonts w:cs="Arial"/>
          <w:bCs/>
          <w:szCs w:val="18"/>
        </w:rPr>
        <w:t xml:space="preserve"> </w:t>
      </w:r>
      <w:r w:rsidR="00FB5782" w:rsidRPr="00A706C2">
        <w:rPr>
          <w:rFonts w:cs="Arial"/>
          <w:bCs/>
          <w:szCs w:val="18"/>
        </w:rPr>
        <w:t>Bulk quantities available</w:t>
      </w:r>
      <w:r w:rsidRPr="00A706C2">
        <w:rPr>
          <w:rFonts w:cs="Arial"/>
          <w:bCs/>
          <w:szCs w:val="18"/>
        </w:rPr>
        <w:t xml:space="preserve">    </w:t>
      </w: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  <w:bCs/>
          <w:szCs w:val="18"/>
        </w:rPr>
        <w:instrText xml:space="preserve"> FORMCHECKBOX </w:instrText>
      </w:r>
      <w:r w:rsidRPr="00A706C2">
        <w:rPr>
          <w:rFonts w:cs="Arial"/>
          <w:bCs/>
          <w:szCs w:val="18"/>
        </w:rPr>
      </w:r>
      <w:r w:rsidRPr="00A706C2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A706C2">
        <w:rPr>
          <w:rFonts w:cs="Arial"/>
          <w:bCs/>
          <w:szCs w:val="18"/>
        </w:rPr>
        <w:t xml:space="preserve"> </w:t>
      </w:r>
      <w:r w:rsidR="00FB5782" w:rsidRPr="00A706C2">
        <w:rPr>
          <w:rFonts w:cs="Arial"/>
          <w:bCs/>
          <w:szCs w:val="18"/>
        </w:rPr>
        <w:t>Small quantities available</w:t>
      </w:r>
    </w:p>
    <w:p w14:paraId="043497F3" w14:textId="2E8E9FCB" w:rsidR="00C55BCF" w:rsidRPr="00C16768" w:rsidRDefault="00C55BCF" w:rsidP="00313662">
      <w:pPr>
        <w:pStyle w:val="BodyText2"/>
        <w:keepNext/>
        <w:spacing w:before="60" w:after="0" w:line="240" w:lineRule="auto"/>
        <w:ind w:left="720" w:right="-43"/>
        <w:rPr>
          <w:rFonts w:cs="Arial"/>
          <w:szCs w:val="18"/>
        </w:rPr>
      </w:pP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C16768">
        <w:rPr>
          <w:rFonts w:cs="Arial"/>
          <w:bCs/>
          <w:szCs w:val="18"/>
        </w:rPr>
        <w:instrText xml:space="preserve"> FORMCHECKBOX </w:instrText>
      </w:r>
      <w:r w:rsidRPr="00A706C2">
        <w:rPr>
          <w:rFonts w:cs="Arial"/>
          <w:bCs/>
          <w:szCs w:val="18"/>
        </w:rPr>
      </w:r>
      <w:r w:rsidRPr="00A706C2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C16768">
        <w:rPr>
          <w:rFonts w:cs="Arial"/>
          <w:bCs/>
          <w:szCs w:val="18"/>
        </w:rPr>
        <w:t xml:space="preserve"> Other (describe): </w:t>
      </w:r>
    </w:p>
    <w:tbl>
      <w:tblPr>
        <w:tblW w:w="9990" w:type="dxa"/>
        <w:tblInd w:w="99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990"/>
      </w:tblGrid>
      <w:tr w:rsidR="00C55BCF" w:rsidRPr="00F141E2" w14:paraId="107F3101" w14:textId="77777777" w:rsidTr="00044925">
        <w:trPr>
          <w:cantSplit/>
          <w:trHeight w:val="576"/>
        </w:trPr>
        <w:tc>
          <w:tcPr>
            <w:tcW w:w="9990" w:type="dxa"/>
            <w:tcBorders>
              <w:bottom w:val="single" w:sz="4" w:space="0" w:color="auto"/>
            </w:tcBorders>
            <w:vAlign w:val="center"/>
          </w:tcPr>
          <w:p w14:paraId="70B5FB86" w14:textId="77777777" w:rsidR="00C55BCF" w:rsidRPr="00C16768" w:rsidRDefault="00C55BCF" w:rsidP="00051E11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 w:rsidRPr="009002B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C16768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002BB">
              <w:rPr>
                <w:rFonts w:cs="Arial"/>
                <w:b/>
                <w:color w:val="0070C0"/>
                <w:szCs w:val="18"/>
              </w:rPr>
            </w:r>
            <w:r w:rsidRPr="009002B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1676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1676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1676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1676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1676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002B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7DF2F43" w14:textId="6F8C2DC8" w:rsidR="00FD6C38" w:rsidRDefault="002778E8" w:rsidP="00313662">
      <w:pPr>
        <w:pStyle w:val="BodyText2"/>
        <w:keepNext/>
        <w:numPr>
          <w:ilvl w:val="0"/>
          <w:numId w:val="38"/>
        </w:numPr>
        <w:spacing w:before="60" w:after="0" w:line="240" w:lineRule="auto"/>
        <w:ind w:left="360" w:right="-43"/>
        <w:rPr>
          <w:rFonts w:cs="Arial"/>
        </w:rPr>
      </w:pPr>
      <w:r>
        <w:rPr>
          <w:rFonts w:cs="Arial"/>
        </w:rPr>
        <w:t xml:space="preserve">How </w:t>
      </w:r>
      <w:r w:rsidR="00CA7950" w:rsidRPr="001A60C5">
        <w:rPr>
          <w:rFonts w:cs="Arial"/>
        </w:rPr>
        <w:t xml:space="preserve">do you </w:t>
      </w:r>
      <w:r w:rsidR="00717DC5" w:rsidRPr="001A60C5">
        <w:rPr>
          <w:rFonts w:cs="Arial"/>
        </w:rPr>
        <w:t>determine whether</w:t>
      </w:r>
      <w:r w:rsidR="0035298B" w:rsidRPr="001A60C5">
        <w:rPr>
          <w:rFonts w:cs="Arial"/>
        </w:rPr>
        <w:t xml:space="preserve"> </w:t>
      </w:r>
      <w:r w:rsidR="0020628C" w:rsidRPr="001A60C5">
        <w:rPr>
          <w:rFonts w:cs="Arial"/>
        </w:rPr>
        <w:t xml:space="preserve">an </w:t>
      </w:r>
      <w:r w:rsidR="0035298B" w:rsidRPr="00A706C2">
        <w:rPr>
          <w:rFonts w:cs="Arial"/>
        </w:rPr>
        <w:t>equivalent</w:t>
      </w:r>
      <w:r w:rsidR="00717DC5" w:rsidRPr="00A706C2">
        <w:rPr>
          <w:rFonts w:cs="Arial"/>
        </w:rPr>
        <w:t xml:space="preserve"> organic variet</w:t>
      </w:r>
      <w:r w:rsidR="0020628C" w:rsidRPr="00A706C2">
        <w:rPr>
          <w:rFonts w:cs="Arial"/>
        </w:rPr>
        <w:t>y</w:t>
      </w:r>
      <w:r w:rsidR="0020628C" w:rsidRPr="001A60C5">
        <w:rPr>
          <w:rFonts w:cs="Arial"/>
        </w:rPr>
        <w:t xml:space="preserve"> </w:t>
      </w:r>
      <w:r w:rsidR="00AC75A7">
        <w:rPr>
          <w:rFonts w:cs="Arial"/>
        </w:rPr>
        <w:t xml:space="preserve">is </w:t>
      </w:r>
      <w:r w:rsidR="00054E2B">
        <w:rPr>
          <w:rFonts w:cs="Arial"/>
        </w:rPr>
        <w:t xml:space="preserve">available in the </w:t>
      </w:r>
      <w:r w:rsidR="00353D00" w:rsidRPr="00472F93">
        <w:rPr>
          <w:rFonts w:cs="Arial"/>
        </w:rPr>
        <w:t xml:space="preserve">form, quality, </w:t>
      </w:r>
      <w:r w:rsidR="00054E2B">
        <w:rPr>
          <w:rFonts w:cs="Arial"/>
        </w:rPr>
        <w:t>and</w:t>
      </w:r>
      <w:r w:rsidR="00353D00" w:rsidRPr="00472F93">
        <w:rPr>
          <w:rFonts w:cs="Arial"/>
        </w:rPr>
        <w:t xml:space="preserve"> quantity </w:t>
      </w:r>
      <w:r w:rsidR="00D95BFC">
        <w:rPr>
          <w:rFonts w:cs="Arial"/>
        </w:rPr>
        <w:t>needed</w:t>
      </w:r>
      <w:r w:rsidR="00673DAD">
        <w:rPr>
          <w:rFonts w:cs="Arial"/>
        </w:rPr>
        <w:t xml:space="preserve"> for your operation</w:t>
      </w:r>
      <w:r w:rsidR="00D95BFC">
        <w:rPr>
          <w:rFonts w:cs="Arial"/>
        </w:rPr>
        <w:t>?</w:t>
      </w:r>
      <w:r w:rsidR="00D95BFC" w:rsidRPr="004B4071" w:rsidDel="00673DAD">
        <w:rPr>
          <w:rFonts w:cs="Arial"/>
        </w:rPr>
        <w:t xml:space="preserve"> </w:t>
      </w:r>
    </w:p>
    <w:p w14:paraId="36929491" w14:textId="45BE9235" w:rsidR="004D18B3" w:rsidRPr="001A60C5" w:rsidRDefault="00891593" w:rsidP="00313662">
      <w:pPr>
        <w:pStyle w:val="BodyText2"/>
        <w:keepNext/>
        <w:tabs>
          <w:tab w:val="left" w:pos="540"/>
        </w:tabs>
        <w:spacing w:before="60" w:after="0" w:line="240" w:lineRule="auto"/>
        <w:ind w:left="360" w:right="-43"/>
        <w:rPr>
          <w:rFonts w:cs="Arial"/>
          <w:szCs w:val="18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1A60C5">
        <w:rPr>
          <w:rFonts w:cs="Arial"/>
          <w:szCs w:val="18"/>
        </w:rPr>
        <w:instrText xml:space="preserve"> FORMCHECKBOX </w:instrText>
      </w:r>
      <w:r w:rsidRPr="00472F93">
        <w:rPr>
          <w:rFonts w:cs="Arial"/>
          <w:bCs/>
          <w:szCs w:val="18"/>
        </w:rPr>
      </w:r>
      <w:r w:rsidRPr="00472F93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4B4071">
        <w:rPr>
          <w:rFonts w:cs="Arial"/>
          <w:bCs/>
          <w:szCs w:val="18"/>
        </w:rPr>
        <w:t xml:space="preserve"> </w:t>
      </w:r>
      <w:r w:rsidR="00D95BFC">
        <w:rPr>
          <w:rFonts w:cs="Arial"/>
          <w:bCs/>
          <w:szCs w:val="18"/>
        </w:rPr>
        <w:t>C</w:t>
      </w:r>
      <w:r w:rsidR="00FD6C38" w:rsidRPr="001A60C5">
        <w:rPr>
          <w:rFonts w:cs="Arial"/>
          <w:szCs w:val="18"/>
        </w:rPr>
        <w:t xml:space="preserve">heck with at least </w:t>
      </w:r>
      <w:r w:rsidR="006816AF" w:rsidRPr="001A60C5">
        <w:rPr>
          <w:rFonts w:cs="Arial"/>
          <w:szCs w:val="18"/>
        </w:rPr>
        <w:t>three suppliers</w:t>
      </w:r>
      <w:r w:rsidR="00167000" w:rsidRPr="001A60C5">
        <w:rPr>
          <w:rFonts w:cs="Arial"/>
          <w:szCs w:val="18"/>
        </w:rPr>
        <w:t xml:space="preserve"> known to offer organic seed</w:t>
      </w:r>
      <w:r w:rsidR="00E337E4" w:rsidRPr="00472F93">
        <w:rPr>
          <w:rFonts w:cs="Arial"/>
          <w:bCs/>
          <w:szCs w:val="18"/>
        </w:rPr>
        <w:t xml:space="preserve"> and/or planting stock.</w:t>
      </w:r>
    </w:p>
    <w:p w14:paraId="6A5CA4F7" w14:textId="2722FD25" w:rsidR="00376494" w:rsidRPr="001A60C5" w:rsidRDefault="002E0987" w:rsidP="00313662">
      <w:pPr>
        <w:pStyle w:val="BodyText2"/>
        <w:keepNext/>
        <w:spacing w:before="60" w:after="0" w:line="240" w:lineRule="auto"/>
        <w:ind w:left="630" w:right="-43" w:hanging="270"/>
        <w:rPr>
          <w:rFonts w:cs="Arial"/>
          <w:szCs w:val="18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1A60C5">
        <w:rPr>
          <w:rFonts w:cs="Arial"/>
          <w:szCs w:val="18"/>
        </w:rPr>
        <w:instrText xml:space="preserve"> FORMCHECKBOX </w:instrText>
      </w:r>
      <w:r w:rsidRPr="00472F93">
        <w:rPr>
          <w:rFonts w:cs="Arial"/>
          <w:bCs/>
          <w:szCs w:val="18"/>
        </w:rPr>
      </w:r>
      <w:r w:rsidRPr="00472F93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4B4071">
        <w:rPr>
          <w:rFonts w:cs="Arial"/>
          <w:bCs/>
          <w:szCs w:val="18"/>
        </w:rPr>
        <w:t xml:space="preserve"> Another entity searches on my behalf</w:t>
      </w:r>
      <w:r w:rsidR="00D169CA" w:rsidRPr="004B4071">
        <w:rPr>
          <w:rFonts w:cs="Arial"/>
          <w:bCs/>
          <w:szCs w:val="18"/>
        </w:rPr>
        <w:t xml:space="preserve"> (</w:t>
      </w:r>
      <w:r w:rsidR="00182C9B" w:rsidRPr="00D02C62">
        <w:rPr>
          <w:rFonts w:cs="Arial"/>
          <w:bCs/>
          <w:szCs w:val="18"/>
        </w:rPr>
        <w:t xml:space="preserve">e.g. </w:t>
      </w:r>
      <w:r w:rsidR="00F627E8" w:rsidRPr="00472F93">
        <w:rPr>
          <w:rFonts w:cs="Arial"/>
          <w:bCs/>
          <w:szCs w:val="18"/>
        </w:rPr>
        <w:t xml:space="preserve">crops </w:t>
      </w:r>
      <w:r w:rsidR="00D169CA" w:rsidRPr="001A60C5">
        <w:rPr>
          <w:rFonts w:cs="Arial"/>
          <w:szCs w:val="18"/>
        </w:rPr>
        <w:t>grown on contract</w:t>
      </w:r>
      <w:r w:rsidR="00182C9B" w:rsidRPr="001A60C5">
        <w:rPr>
          <w:rFonts w:cs="Arial"/>
          <w:szCs w:val="18"/>
        </w:rPr>
        <w:t>, seed broker/distributor</w:t>
      </w:r>
      <w:r w:rsidR="00D169CA" w:rsidRPr="001A60C5">
        <w:rPr>
          <w:rFonts w:cs="Arial"/>
          <w:szCs w:val="18"/>
        </w:rPr>
        <w:t>)</w:t>
      </w:r>
      <w:r w:rsidR="00773901" w:rsidRPr="00472F93">
        <w:rPr>
          <w:rFonts w:cs="Arial"/>
          <w:bCs/>
          <w:szCs w:val="18"/>
        </w:rPr>
        <w:t xml:space="preserve"> and checks with at least three suppliers known to offer organic seed and/or planting stock.</w:t>
      </w:r>
    </w:p>
    <w:p w14:paraId="59A7D7A7" w14:textId="1DEB4E87" w:rsidR="000A24E6" w:rsidRPr="001A60C5" w:rsidRDefault="00E30D05" w:rsidP="00313662">
      <w:pPr>
        <w:pStyle w:val="BodyText2"/>
        <w:keepNext/>
        <w:tabs>
          <w:tab w:val="left" w:pos="540"/>
        </w:tabs>
        <w:spacing w:before="60" w:after="0" w:line="240" w:lineRule="auto"/>
        <w:ind w:left="360" w:right="-43"/>
        <w:rPr>
          <w:rFonts w:cs="Arial"/>
          <w:szCs w:val="18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1A60C5">
        <w:rPr>
          <w:rFonts w:cs="Arial"/>
          <w:szCs w:val="18"/>
        </w:rPr>
        <w:instrText xml:space="preserve"> FORMCHECKBOX </w:instrText>
      </w:r>
      <w:r w:rsidRPr="00472F93">
        <w:rPr>
          <w:rFonts w:cs="Arial"/>
          <w:bCs/>
          <w:szCs w:val="18"/>
        </w:rPr>
      </w:r>
      <w:r w:rsidRPr="00472F93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4B4071">
        <w:rPr>
          <w:rFonts w:cs="Arial"/>
          <w:bCs/>
          <w:szCs w:val="18"/>
        </w:rPr>
        <w:t xml:space="preserve"> </w:t>
      </w:r>
      <w:r w:rsidR="00226457" w:rsidRPr="001A60C5">
        <w:rPr>
          <w:rFonts w:cs="Arial"/>
          <w:szCs w:val="18"/>
        </w:rPr>
        <w:t xml:space="preserve">Other (describe): 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0A24E6" w:rsidRPr="001A60C5" w14:paraId="519F39A0" w14:textId="77777777" w:rsidTr="00044925">
        <w:trPr>
          <w:cantSplit/>
          <w:trHeight w:val="576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17090F5E" w14:textId="77777777" w:rsidR="000A24E6" w:rsidRPr="004B4071" w:rsidRDefault="000A24E6" w:rsidP="00051E11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 w:rsidRPr="009002B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A60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002BB">
              <w:rPr>
                <w:rFonts w:cs="Arial"/>
                <w:b/>
                <w:color w:val="0070C0"/>
                <w:szCs w:val="18"/>
              </w:rPr>
            </w:r>
            <w:r w:rsidRPr="009002B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A60C5">
              <w:rPr>
                <w:rFonts w:cs="Arial"/>
                <w:b/>
                <w:color w:val="0070C0"/>
                <w:szCs w:val="18"/>
              </w:rPr>
              <w:t> </w:t>
            </w:r>
            <w:r w:rsidRPr="001A60C5">
              <w:rPr>
                <w:rFonts w:cs="Arial"/>
                <w:b/>
                <w:color w:val="0070C0"/>
                <w:szCs w:val="18"/>
              </w:rPr>
              <w:t> </w:t>
            </w:r>
            <w:r w:rsidRPr="001A60C5">
              <w:rPr>
                <w:rFonts w:cs="Arial"/>
                <w:b/>
                <w:color w:val="0070C0"/>
                <w:szCs w:val="18"/>
              </w:rPr>
              <w:t> </w:t>
            </w:r>
            <w:r w:rsidRPr="001A60C5">
              <w:rPr>
                <w:rFonts w:cs="Arial"/>
                <w:b/>
                <w:color w:val="0070C0"/>
                <w:szCs w:val="18"/>
              </w:rPr>
              <w:t> </w:t>
            </w:r>
            <w:r w:rsidRPr="001A60C5">
              <w:rPr>
                <w:rFonts w:cs="Arial"/>
                <w:b/>
                <w:color w:val="0070C0"/>
                <w:szCs w:val="18"/>
              </w:rPr>
              <w:t> </w:t>
            </w:r>
            <w:r w:rsidRPr="009002B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D497514" w14:textId="6CCDF2D5" w:rsidR="007504CB" w:rsidRPr="001A60C5" w:rsidRDefault="00AB6BE4" w:rsidP="00313662">
      <w:pPr>
        <w:pStyle w:val="BodyText2"/>
        <w:keepNext/>
        <w:numPr>
          <w:ilvl w:val="0"/>
          <w:numId w:val="38"/>
        </w:numPr>
        <w:spacing w:before="60" w:after="0" w:line="240" w:lineRule="auto"/>
        <w:ind w:left="360" w:right="-43"/>
        <w:rPr>
          <w:rFonts w:cs="Arial"/>
        </w:rPr>
      </w:pPr>
      <w:r w:rsidRPr="001A60C5">
        <w:rPr>
          <w:rFonts w:cs="Arial"/>
        </w:rPr>
        <w:t>What type of commercial availability records do you keep</w:t>
      </w:r>
      <w:r w:rsidR="00371A78" w:rsidRPr="001A60C5">
        <w:rPr>
          <w:rFonts w:cs="Arial"/>
        </w:rPr>
        <w:t>?</w:t>
      </w:r>
    </w:p>
    <w:p w14:paraId="56898063" w14:textId="2CF04A1F" w:rsidR="007A5B65" w:rsidRPr="00D02C62" w:rsidRDefault="007504CB" w:rsidP="00313662">
      <w:pPr>
        <w:pStyle w:val="BodyText2"/>
        <w:keepNext/>
        <w:spacing w:before="60" w:after="0" w:line="240" w:lineRule="auto"/>
        <w:ind w:left="360" w:right="-43"/>
        <w:rPr>
          <w:rFonts w:cs="Arial"/>
        </w:rPr>
      </w:pPr>
      <w:r w:rsidRPr="001A60C5">
        <w:rPr>
          <w:rFonts w:cs="Arial"/>
          <w:i/>
        </w:rPr>
        <w:t>Records must docum</w:t>
      </w:r>
      <w:r w:rsidRPr="00663F92">
        <w:rPr>
          <w:rFonts w:cs="Arial"/>
          <w:i/>
        </w:rPr>
        <w:t xml:space="preserve">ent </w:t>
      </w:r>
      <w:r w:rsidR="009024E7" w:rsidRPr="00472F93">
        <w:rPr>
          <w:rFonts w:cs="Arial"/>
          <w:bCs/>
          <w:i/>
          <w:iCs/>
          <w:szCs w:val="18"/>
        </w:rPr>
        <w:t xml:space="preserve">the crop, names of suppliers contacted, your operation’s site-specific requirements for the crop, and whether </w:t>
      </w:r>
      <w:r w:rsidR="006209EC">
        <w:rPr>
          <w:rFonts w:cs="Arial"/>
          <w:bCs/>
          <w:i/>
          <w:iCs/>
          <w:szCs w:val="18"/>
        </w:rPr>
        <w:t>an equivalent organic variety meeting those requirements was available in the form, quality, and quantity you needed.</w:t>
      </w:r>
      <w:r w:rsidR="00D22250">
        <w:rPr>
          <w:rFonts w:cs="Arial"/>
          <w:bCs/>
          <w:i/>
          <w:iCs/>
          <w:szCs w:val="18"/>
        </w:rPr>
        <w:t xml:space="preserve"> </w:t>
      </w:r>
      <w:r w:rsidR="00984917" w:rsidRPr="00663F92">
        <w:rPr>
          <w:rFonts w:cs="Arial"/>
          <w:i/>
        </w:rPr>
        <w:t>Sa</w:t>
      </w:r>
      <w:r w:rsidR="00984917" w:rsidRPr="001A60C5">
        <w:rPr>
          <w:rFonts w:cs="Arial"/>
          <w:i/>
        </w:rPr>
        <w:t>mple recordkeeping forms</w:t>
      </w:r>
      <w:r w:rsidR="001A60C5" w:rsidRPr="001A60C5">
        <w:rPr>
          <w:rFonts w:cs="Arial"/>
          <w:i/>
        </w:rPr>
        <w:t>,</w:t>
      </w:r>
      <w:r w:rsidR="00984917" w:rsidRPr="001A60C5">
        <w:rPr>
          <w:rFonts w:cs="Arial"/>
          <w:i/>
        </w:rPr>
        <w:t xml:space="preserve"> including a commercial availability search record</w:t>
      </w:r>
      <w:r w:rsidR="001A60C5" w:rsidRPr="001A60C5">
        <w:rPr>
          <w:rFonts w:cs="Arial"/>
          <w:i/>
        </w:rPr>
        <w:t>,</w:t>
      </w:r>
      <w:r w:rsidR="00984917" w:rsidRPr="001A60C5">
        <w:rPr>
          <w:rFonts w:cs="Arial"/>
          <w:i/>
        </w:rPr>
        <w:t xml:space="preserve"> are available at </w:t>
      </w:r>
      <w:hyperlink r:id="rId14" w:history="1">
        <w:r w:rsidR="00984917" w:rsidRPr="00D02C62">
          <w:rPr>
            <w:rStyle w:val="Hyperlink"/>
            <w:rFonts w:cs="Arial"/>
            <w:i/>
            <w:iCs/>
          </w:rPr>
          <w:t>www.ccof.org/recordkeeping</w:t>
        </w:r>
      </w:hyperlink>
      <w:r w:rsidR="00984917" w:rsidRPr="004B4071">
        <w:rPr>
          <w:rFonts w:cs="Arial"/>
          <w:i/>
          <w:iCs/>
        </w:rPr>
        <w:t>.</w:t>
      </w:r>
      <w:r w:rsidR="00C86FCA" w:rsidRPr="00D02C62">
        <w:rPr>
          <w:rFonts w:cs="Arial"/>
        </w:rPr>
        <w:t xml:space="preserve"> </w:t>
      </w:r>
    </w:p>
    <w:p w14:paraId="17CF6805" w14:textId="582C5C22" w:rsidR="00C86FCA" w:rsidRPr="004B4071" w:rsidRDefault="00D07272" w:rsidP="00313662">
      <w:pPr>
        <w:pStyle w:val="BodyText2"/>
        <w:keepNext/>
        <w:spacing w:before="60" w:after="0" w:line="240" w:lineRule="auto"/>
        <w:ind w:left="360" w:right="-43"/>
        <w:rPr>
          <w:rFonts w:cs="Arial"/>
          <w:bCs/>
          <w:szCs w:val="18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1A60C5">
        <w:rPr>
          <w:rFonts w:cs="Arial"/>
          <w:szCs w:val="18"/>
        </w:rPr>
        <w:instrText xml:space="preserve"> FORMCHECKBOX </w:instrText>
      </w:r>
      <w:r w:rsidRPr="00472F93">
        <w:rPr>
          <w:rFonts w:cs="Arial"/>
          <w:bCs/>
          <w:szCs w:val="18"/>
        </w:rPr>
      </w:r>
      <w:r w:rsidRPr="00472F93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4B4071">
        <w:rPr>
          <w:rFonts w:cs="Arial"/>
          <w:bCs/>
          <w:szCs w:val="18"/>
        </w:rPr>
        <w:t xml:space="preserve"> </w:t>
      </w:r>
      <w:r w:rsidR="004013EC" w:rsidRPr="00472F93">
        <w:rPr>
          <w:rFonts w:cs="Arial"/>
          <w:bCs/>
          <w:szCs w:val="18"/>
        </w:rPr>
        <w:t xml:space="preserve">I </w:t>
      </w:r>
      <w:r w:rsidR="00B46E17" w:rsidRPr="00472F93">
        <w:rPr>
          <w:rFonts w:cs="Arial"/>
          <w:bCs/>
          <w:szCs w:val="18"/>
        </w:rPr>
        <w:t>maintain record</w:t>
      </w:r>
      <w:r w:rsidR="00AA145D" w:rsidRPr="00472F93">
        <w:rPr>
          <w:rFonts w:cs="Arial"/>
          <w:bCs/>
          <w:szCs w:val="18"/>
        </w:rPr>
        <w:t>s</w:t>
      </w:r>
      <w:r w:rsidR="00B46E17" w:rsidRPr="00472F93">
        <w:rPr>
          <w:rFonts w:cs="Arial"/>
          <w:bCs/>
          <w:szCs w:val="18"/>
        </w:rPr>
        <w:t xml:space="preserve"> of </w:t>
      </w:r>
      <w:r w:rsidR="00665AC2" w:rsidRPr="00472F93">
        <w:rPr>
          <w:rFonts w:cs="Arial"/>
          <w:bCs/>
          <w:szCs w:val="18"/>
        </w:rPr>
        <w:t>my searches</w:t>
      </w:r>
      <w:r w:rsidR="00AA145D" w:rsidRPr="00472F93">
        <w:rPr>
          <w:rFonts w:cs="Arial"/>
          <w:bCs/>
          <w:szCs w:val="18"/>
        </w:rPr>
        <w:t>,</w:t>
      </w:r>
      <w:r w:rsidR="00665AC2" w:rsidRPr="00472F93">
        <w:rPr>
          <w:rFonts w:cs="Arial"/>
          <w:bCs/>
          <w:szCs w:val="18"/>
        </w:rPr>
        <w:t xml:space="preserve"> which </w:t>
      </w:r>
      <w:r w:rsidR="00F02291">
        <w:rPr>
          <w:rFonts w:cs="Arial"/>
          <w:bCs/>
          <w:szCs w:val="18"/>
        </w:rPr>
        <w:t xml:space="preserve">include the information </w:t>
      </w:r>
      <w:r w:rsidR="00492D8F">
        <w:rPr>
          <w:rFonts w:cs="Arial"/>
          <w:bCs/>
          <w:szCs w:val="18"/>
        </w:rPr>
        <w:t>listed above</w:t>
      </w:r>
      <w:r w:rsidR="00F02291">
        <w:rPr>
          <w:rFonts w:cs="Arial"/>
          <w:bCs/>
          <w:szCs w:val="18"/>
        </w:rPr>
        <w:t>.</w:t>
      </w:r>
    </w:p>
    <w:p w14:paraId="29D02CEB" w14:textId="7E7C791B" w:rsidR="00D07272" w:rsidRPr="004B4071" w:rsidRDefault="001210EF" w:rsidP="00937C88">
      <w:pPr>
        <w:pStyle w:val="BodyText2"/>
        <w:keepNext/>
        <w:spacing w:before="60" w:after="0" w:line="240" w:lineRule="auto"/>
        <w:ind w:left="630" w:right="-43" w:hanging="270"/>
        <w:rPr>
          <w:rFonts w:cs="Arial"/>
          <w:bCs/>
          <w:szCs w:val="18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1A60C5">
        <w:rPr>
          <w:rFonts w:cs="Arial"/>
          <w:szCs w:val="18"/>
        </w:rPr>
        <w:instrText xml:space="preserve"> FORMCHECKBOX </w:instrText>
      </w:r>
      <w:r w:rsidRPr="00472F93">
        <w:rPr>
          <w:rFonts w:cs="Arial"/>
          <w:bCs/>
          <w:szCs w:val="18"/>
        </w:rPr>
      </w:r>
      <w:r w:rsidRPr="00472F93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4B4071">
        <w:rPr>
          <w:rFonts w:cs="Arial"/>
          <w:bCs/>
          <w:szCs w:val="18"/>
        </w:rPr>
        <w:t xml:space="preserve"> </w:t>
      </w:r>
      <w:r w:rsidR="00B554A6" w:rsidRPr="004B4071">
        <w:rPr>
          <w:rFonts w:cs="Arial"/>
          <w:bCs/>
          <w:szCs w:val="18"/>
        </w:rPr>
        <w:t xml:space="preserve">I </w:t>
      </w:r>
      <w:r w:rsidR="00B554A6" w:rsidRPr="00D02C62">
        <w:rPr>
          <w:rFonts w:cs="Arial"/>
          <w:bCs/>
          <w:szCs w:val="18"/>
        </w:rPr>
        <w:t>maintain documentati</w:t>
      </w:r>
      <w:r w:rsidR="00B554A6" w:rsidRPr="001A60C5">
        <w:rPr>
          <w:rFonts w:cs="Arial"/>
          <w:szCs w:val="18"/>
        </w:rPr>
        <w:t>on from the en</w:t>
      </w:r>
      <w:r w:rsidR="00F627E8" w:rsidRPr="00472F93">
        <w:rPr>
          <w:rFonts w:cs="Arial"/>
          <w:bCs/>
          <w:szCs w:val="18"/>
        </w:rPr>
        <w:t>tity that searches on my behalf (e.g. crops grown on contract, seed broker/distributor)</w:t>
      </w:r>
      <w:r w:rsidR="00E90403" w:rsidRPr="00472F93">
        <w:rPr>
          <w:rFonts w:cs="Arial"/>
          <w:bCs/>
          <w:szCs w:val="18"/>
        </w:rPr>
        <w:t xml:space="preserve">, </w:t>
      </w:r>
      <w:r w:rsidR="00F02291" w:rsidRPr="00257461">
        <w:rPr>
          <w:rFonts w:cs="Arial"/>
          <w:bCs/>
          <w:szCs w:val="18"/>
        </w:rPr>
        <w:t xml:space="preserve">which </w:t>
      </w:r>
      <w:r w:rsidR="00F02291">
        <w:rPr>
          <w:rFonts w:cs="Arial"/>
          <w:bCs/>
          <w:szCs w:val="18"/>
        </w:rPr>
        <w:t>include the information above.</w:t>
      </w:r>
    </w:p>
    <w:p w14:paraId="38E72F38" w14:textId="77777777" w:rsidR="00FB2005" w:rsidRDefault="00FB2005" w:rsidP="00313662">
      <w:pPr>
        <w:pStyle w:val="BodyText2"/>
        <w:keepNext/>
        <w:spacing w:before="60" w:after="0" w:line="240" w:lineRule="auto"/>
        <w:ind w:left="360" w:right="-43"/>
        <w:rPr>
          <w:rFonts w:cs="Arial"/>
          <w:szCs w:val="18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1A60C5">
        <w:rPr>
          <w:rFonts w:cs="Arial"/>
          <w:szCs w:val="18"/>
        </w:rPr>
        <w:instrText xml:space="preserve"> FORMCHECKBOX </w:instrText>
      </w:r>
      <w:r w:rsidRPr="00472F93">
        <w:rPr>
          <w:rFonts w:cs="Arial"/>
          <w:bCs/>
          <w:szCs w:val="18"/>
        </w:rPr>
      </w:r>
      <w:r w:rsidRPr="00472F93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4B4071">
        <w:rPr>
          <w:rFonts w:cs="Arial"/>
          <w:bCs/>
          <w:szCs w:val="18"/>
        </w:rPr>
        <w:t xml:space="preserve"> Other (describe):</w:t>
      </w:r>
      <w:r>
        <w:rPr>
          <w:rFonts w:cs="Arial"/>
          <w:bCs/>
          <w:szCs w:val="18"/>
        </w:rPr>
        <w:t xml:space="preserve"> 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FB2005" w:rsidRPr="009D4150" w14:paraId="02538AFD" w14:textId="77777777" w:rsidTr="00044925">
        <w:trPr>
          <w:cantSplit/>
          <w:trHeight w:val="576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180B3DEE" w14:textId="77777777" w:rsidR="00FB2005" w:rsidRPr="009D4150" w:rsidRDefault="00FB2005" w:rsidP="00051E11">
            <w:pPr>
              <w:spacing w:before="60"/>
              <w:ind w:left="-13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F2F7CDE" w14:textId="6C5B23A0" w:rsidR="007846C6" w:rsidRDefault="00601B4E" w:rsidP="00313662">
      <w:pPr>
        <w:pStyle w:val="BodyText2"/>
        <w:keepNext/>
        <w:numPr>
          <w:ilvl w:val="0"/>
          <w:numId w:val="16"/>
        </w:numPr>
        <w:spacing w:before="120" w:after="0" w:line="240" w:lineRule="auto"/>
        <w:ind w:right="-43"/>
        <w:rPr>
          <w:rFonts w:cs="Arial"/>
          <w:bCs/>
          <w:szCs w:val="18"/>
        </w:rPr>
      </w:pPr>
      <w:r>
        <w:rPr>
          <w:rFonts w:cs="Arial"/>
          <w:b/>
          <w:bCs/>
          <w:sz w:val="22"/>
          <w:szCs w:val="22"/>
        </w:rPr>
        <w:t>Genetic Modification</w:t>
      </w:r>
      <w:bookmarkStart w:id="4" w:name="Check14"/>
      <w:r>
        <w:rPr>
          <w:rFonts w:cs="Arial"/>
          <w:b/>
          <w:bCs/>
          <w:sz w:val="22"/>
          <w:szCs w:val="22"/>
        </w:rPr>
        <w:t xml:space="preserve"> </w:t>
      </w:r>
      <w:r w:rsidR="00CD2CBC">
        <w:rPr>
          <w:rFonts w:cs="Arial"/>
          <w:b/>
          <w:bCs/>
          <w:sz w:val="22"/>
          <w:szCs w:val="22"/>
        </w:rPr>
        <w:t>(</w:t>
      </w:r>
      <w:proofErr w:type="gramStart"/>
      <w:r w:rsidR="00CD2CBC">
        <w:rPr>
          <w:rFonts w:cs="Arial"/>
          <w:b/>
          <w:bCs/>
          <w:sz w:val="22"/>
          <w:szCs w:val="22"/>
        </w:rPr>
        <w:t>GMO)</w:t>
      </w:r>
      <w:r w:rsidR="00C81030">
        <w:rPr>
          <w:rFonts w:cs="Arial"/>
          <w:b/>
          <w:bCs/>
          <w:sz w:val="22"/>
          <w:szCs w:val="22"/>
        </w:rPr>
        <w:t xml:space="preserve">  </w:t>
      </w:r>
      <w:r>
        <w:rPr>
          <w:rFonts w:cs="Arial"/>
          <w:b/>
          <w:bCs/>
          <w:sz w:val="22"/>
          <w:szCs w:val="22"/>
        </w:rPr>
        <w:t xml:space="preserve"> </w:t>
      </w:r>
      <w:proofErr w:type="gramEnd"/>
      <w:r>
        <w:rPr>
          <w:rFonts w:cs="Arial"/>
          <w:b/>
          <w:bCs/>
          <w:sz w:val="22"/>
          <w:szCs w:val="22"/>
        </w:rPr>
        <w:t xml:space="preserve"> </w:t>
      </w:r>
      <w:r w:rsidR="007846C6" w:rsidRPr="00257461">
        <w:rPr>
          <w:rFonts w:cs="Aria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846C6" w:rsidRPr="00257461">
        <w:rPr>
          <w:rFonts w:cs="Arial"/>
        </w:rPr>
        <w:instrText xml:space="preserve"> FORMCHECKBOX </w:instrText>
      </w:r>
      <w:r w:rsidR="007846C6" w:rsidRPr="00257461">
        <w:rPr>
          <w:rFonts w:cs="Arial"/>
        </w:rPr>
      </w:r>
      <w:r w:rsidR="007846C6" w:rsidRPr="00257461">
        <w:rPr>
          <w:rFonts w:cs="Arial"/>
        </w:rPr>
        <w:fldChar w:fldCharType="separate"/>
      </w:r>
      <w:r w:rsidR="007846C6" w:rsidRPr="00257461">
        <w:rPr>
          <w:rFonts w:cs="Arial"/>
        </w:rPr>
        <w:fldChar w:fldCharType="end"/>
      </w:r>
      <w:r w:rsidR="007846C6" w:rsidRPr="00257461">
        <w:rPr>
          <w:rFonts w:cs="Arial"/>
        </w:rPr>
        <w:t xml:space="preserve"> Not applicable,</w:t>
      </w:r>
      <w:r w:rsidR="007846C6">
        <w:rPr>
          <w:rFonts w:cs="Arial"/>
        </w:rPr>
        <w:t xml:space="preserve"> all seed and/or planting stock </w:t>
      </w:r>
      <w:proofErr w:type="gramStart"/>
      <w:r w:rsidR="007846C6">
        <w:rPr>
          <w:rFonts w:cs="Arial"/>
        </w:rPr>
        <w:t>is</w:t>
      </w:r>
      <w:proofErr w:type="gramEnd"/>
      <w:r w:rsidR="007846C6">
        <w:rPr>
          <w:rFonts w:cs="Arial"/>
        </w:rPr>
        <w:t xml:space="preserve"> organic</w:t>
      </w:r>
      <w:r w:rsidR="007846C6" w:rsidRPr="00257461">
        <w:rPr>
          <w:rFonts w:cs="Arial"/>
        </w:rPr>
        <w:t>. Skip to section D.</w:t>
      </w:r>
    </w:p>
    <w:bookmarkEnd w:id="4"/>
    <w:p w14:paraId="05A22078" w14:textId="7EFB667E" w:rsidR="001A60C5" w:rsidRPr="009002BB" w:rsidRDefault="001A60C5" w:rsidP="001F5AB9">
      <w:pPr>
        <w:pStyle w:val="BodyText2"/>
        <w:keepNext/>
        <w:spacing w:before="60" w:after="0" w:line="240" w:lineRule="auto"/>
        <w:ind w:right="-43"/>
        <w:rPr>
          <w:rFonts w:cs="Arial"/>
          <w:bCs/>
          <w:i/>
          <w:iCs/>
          <w:szCs w:val="18"/>
        </w:rPr>
      </w:pPr>
      <w:r w:rsidRPr="009002BB">
        <w:rPr>
          <w:rFonts w:cs="Arial"/>
          <w:bCs/>
          <w:i/>
          <w:iCs/>
          <w:szCs w:val="18"/>
        </w:rPr>
        <w:t xml:space="preserve">Genetically Modified Organisms (GMOs) are </w:t>
      </w:r>
      <w:r w:rsidR="00F662EC">
        <w:rPr>
          <w:rFonts w:cs="Arial"/>
          <w:bCs/>
          <w:i/>
          <w:iCs/>
          <w:szCs w:val="18"/>
        </w:rPr>
        <w:t>not allowed</w:t>
      </w:r>
      <w:r w:rsidRPr="009002BB">
        <w:rPr>
          <w:rFonts w:cs="Arial"/>
          <w:bCs/>
          <w:i/>
          <w:iCs/>
          <w:szCs w:val="18"/>
        </w:rPr>
        <w:t xml:space="preserve"> in organic production.</w:t>
      </w:r>
    </w:p>
    <w:p w14:paraId="793FC47C" w14:textId="09EBD7F0" w:rsidR="001975D1" w:rsidRDefault="003B1CE5" w:rsidP="00313662">
      <w:pPr>
        <w:pStyle w:val="BodyText2"/>
        <w:keepNext/>
        <w:numPr>
          <w:ilvl w:val="1"/>
          <w:numId w:val="16"/>
        </w:numPr>
        <w:spacing w:before="60" w:after="0" w:line="240" w:lineRule="auto"/>
        <w:ind w:right="-43"/>
        <w:outlineLvl w:val="0"/>
        <w:rPr>
          <w:rFonts w:cs="Arial"/>
          <w:bCs/>
          <w:szCs w:val="18"/>
        </w:rPr>
      </w:pPr>
      <w:r>
        <w:rPr>
          <w:rFonts w:cs="Arial"/>
          <w:bCs/>
          <w:szCs w:val="18"/>
        </w:rPr>
        <w:t>How do you</w:t>
      </w:r>
      <w:r w:rsidR="006140D8">
        <w:rPr>
          <w:rFonts w:cs="Arial"/>
          <w:bCs/>
          <w:szCs w:val="18"/>
        </w:rPr>
        <w:t xml:space="preserve"> document that non-organic seed</w:t>
      </w:r>
      <w:r w:rsidR="00984354">
        <w:rPr>
          <w:rFonts w:cs="Arial"/>
          <w:bCs/>
          <w:szCs w:val="18"/>
        </w:rPr>
        <w:t>s</w:t>
      </w:r>
      <w:r>
        <w:rPr>
          <w:rFonts w:cs="Arial"/>
          <w:bCs/>
          <w:szCs w:val="18"/>
        </w:rPr>
        <w:t xml:space="preserve"> and/</w:t>
      </w:r>
      <w:r w:rsidR="006140D8">
        <w:rPr>
          <w:rFonts w:cs="Arial"/>
          <w:bCs/>
          <w:szCs w:val="18"/>
        </w:rPr>
        <w:t xml:space="preserve">or planting stock </w:t>
      </w:r>
      <w:r>
        <w:rPr>
          <w:rFonts w:cs="Arial"/>
          <w:bCs/>
          <w:szCs w:val="18"/>
        </w:rPr>
        <w:t>are</w:t>
      </w:r>
      <w:r w:rsidR="006140D8">
        <w:rPr>
          <w:rFonts w:cs="Arial"/>
          <w:bCs/>
          <w:szCs w:val="18"/>
        </w:rPr>
        <w:t xml:space="preserve"> not genetically modified?</w:t>
      </w:r>
    </w:p>
    <w:bookmarkStart w:id="5" w:name="Check16"/>
    <w:p w14:paraId="3692949D" w14:textId="77777777" w:rsidR="006140D8" w:rsidRDefault="006140D8" w:rsidP="00313662">
      <w:pPr>
        <w:pStyle w:val="BodyText2"/>
        <w:keepNext/>
        <w:spacing w:before="60" w:after="0" w:line="240" w:lineRule="auto"/>
        <w:ind w:right="-43" w:firstLine="374"/>
        <w:rPr>
          <w:rFonts w:cs="Arial"/>
          <w:bCs/>
          <w:szCs w:val="18"/>
        </w:rPr>
      </w:pPr>
      <w:r>
        <w:rPr>
          <w:rFonts w:cs="Arial"/>
          <w:bCs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Cs/>
          <w:szCs w:val="18"/>
        </w:rPr>
        <w:instrText xml:space="preserve"> FORMCHECKBOX </w:instrText>
      </w:r>
      <w:r>
        <w:rPr>
          <w:rFonts w:cs="Arial"/>
          <w:bCs/>
          <w:szCs w:val="18"/>
        </w:rPr>
      </w:r>
      <w:r>
        <w:rPr>
          <w:rFonts w:cs="Arial"/>
          <w:bCs/>
          <w:szCs w:val="18"/>
        </w:rPr>
        <w:fldChar w:fldCharType="separate"/>
      </w:r>
      <w:r>
        <w:rPr>
          <w:rFonts w:cs="Arial"/>
          <w:bCs/>
          <w:szCs w:val="18"/>
        </w:rPr>
        <w:fldChar w:fldCharType="end"/>
      </w:r>
      <w:bookmarkEnd w:id="5"/>
      <w:r>
        <w:rPr>
          <w:rFonts w:cs="Arial"/>
          <w:bCs/>
          <w:szCs w:val="18"/>
        </w:rPr>
        <w:t xml:space="preserve"> Non-GMO statement from the supplier</w:t>
      </w:r>
      <w:bookmarkStart w:id="6" w:name="Check15"/>
      <w:r w:rsidR="00DE4A55">
        <w:rPr>
          <w:rFonts w:cs="Arial"/>
          <w:bCs/>
          <w:szCs w:val="18"/>
        </w:rPr>
        <w:t xml:space="preserve">    </w:t>
      </w:r>
      <w:r>
        <w:rPr>
          <w:rFonts w:cs="Arial"/>
          <w:bCs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Cs/>
          <w:szCs w:val="18"/>
        </w:rPr>
        <w:instrText xml:space="preserve"> FORMCHECKBOX </w:instrText>
      </w:r>
      <w:r>
        <w:rPr>
          <w:rFonts w:cs="Arial"/>
          <w:bCs/>
          <w:szCs w:val="18"/>
        </w:rPr>
      </w:r>
      <w:r>
        <w:rPr>
          <w:rFonts w:cs="Arial"/>
          <w:bCs/>
          <w:szCs w:val="18"/>
        </w:rPr>
        <w:fldChar w:fldCharType="separate"/>
      </w:r>
      <w:r>
        <w:rPr>
          <w:rFonts w:cs="Arial"/>
          <w:bCs/>
          <w:szCs w:val="18"/>
        </w:rPr>
        <w:fldChar w:fldCharType="end"/>
      </w:r>
      <w:bookmarkEnd w:id="6"/>
      <w:r>
        <w:rPr>
          <w:rFonts w:cs="Arial"/>
          <w:bCs/>
          <w:szCs w:val="18"/>
        </w:rPr>
        <w:t xml:space="preserve"> Catalog statement</w:t>
      </w:r>
      <w:r>
        <w:rPr>
          <w:rFonts w:cs="Arial"/>
          <w:bCs/>
          <w:szCs w:val="18"/>
        </w:rPr>
        <w:tab/>
      </w:r>
    </w:p>
    <w:tbl>
      <w:tblPr>
        <w:tblW w:w="10613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8903"/>
      </w:tblGrid>
      <w:tr w:rsidR="00DE4A55" w:rsidRPr="008807C3" w14:paraId="369294A0" w14:textId="77777777" w:rsidTr="00185E5B">
        <w:trPr>
          <w:trHeight w:val="360"/>
        </w:trPr>
        <w:tc>
          <w:tcPr>
            <w:tcW w:w="1710" w:type="dxa"/>
            <w:tcBorders>
              <w:bottom w:val="nil"/>
            </w:tcBorders>
            <w:vAlign w:val="center"/>
          </w:tcPr>
          <w:p w14:paraId="3692949E" w14:textId="77777777" w:rsidR="00DE4A55" w:rsidRPr="009D4150" w:rsidRDefault="00DE4A55" w:rsidP="00051E11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30D05">
              <w:rPr>
                <w:rFonts w:cs="Arial"/>
                <w:bCs/>
                <w:szCs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0D05">
              <w:rPr>
                <w:rFonts w:cs="Arial"/>
                <w:bCs/>
                <w:szCs w:val="18"/>
              </w:rPr>
              <w:instrText xml:space="preserve"> FORMCHECKBOX </w:instrText>
            </w:r>
            <w:r w:rsidRPr="00E30D05">
              <w:rPr>
                <w:rFonts w:cs="Arial"/>
                <w:bCs/>
                <w:szCs w:val="18"/>
              </w:rPr>
            </w:r>
            <w:r w:rsidRPr="00E30D05">
              <w:rPr>
                <w:rFonts w:cs="Arial"/>
                <w:bCs/>
                <w:szCs w:val="18"/>
              </w:rPr>
              <w:fldChar w:fldCharType="separate"/>
            </w:r>
            <w:r w:rsidRPr="00E30D05">
              <w:rPr>
                <w:rFonts w:cs="Arial"/>
                <w:bCs/>
                <w:szCs w:val="18"/>
              </w:rPr>
              <w:fldChar w:fldCharType="end"/>
            </w:r>
            <w:r w:rsidRPr="00E30D05">
              <w:rPr>
                <w:rFonts w:cs="Arial"/>
                <w:bCs/>
                <w:szCs w:val="18"/>
              </w:rPr>
              <w:t xml:space="preserve"> Other (</w:t>
            </w:r>
            <w:r>
              <w:rPr>
                <w:rFonts w:cs="Arial"/>
                <w:bCs/>
                <w:szCs w:val="18"/>
              </w:rPr>
              <w:t>d</w:t>
            </w:r>
            <w:r w:rsidRPr="00E30D05">
              <w:rPr>
                <w:rFonts w:cs="Arial"/>
                <w:bCs/>
                <w:szCs w:val="18"/>
              </w:rPr>
              <w:t>escribe</w:t>
            </w:r>
            <w:r>
              <w:rPr>
                <w:rFonts w:cs="Arial"/>
                <w:bCs/>
                <w:szCs w:val="18"/>
              </w:rPr>
              <w:t>)</w:t>
            </w:r>
            <w:r w:rsidR="006C61EF">
              <w:rPr>
                <w:rFonts w:cs="Arial"/>
                <w:bCs/>
                <w:szCs w:val="18"/>
              </w:rPr>
              <w:t>:</w:t>
            </w:r>
          </w:p>
        </w:tc>
        <w:tc>
          <w:tcPr>
            <w:tcW w:w="8903" w:type="dxa"/>
            <w:tcBorders>
              <w:bottom w:val="single" w:sz="4" w:space="0" w:color="auto"/>
            </w:tcBorders>
            <w:vAlign w:val="center"/>
          </w:tcPr>
          <w:p w14:paraId="3692949F" w14:textId="77777777" w:rsidR="00DE4A55" w:rsidRPr="009D4150" w:rsidRDefault="008D7A61" w:rsidP="00051E11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69294A1" w14:textId="609DE2CA" w:rsidR="006140D8" w:rsidRDefault="006140D8" w:rsidP="00313662">
      <w:pPr>
        <w:pStyle w:val="BodyText2"/>
        <w:keepNext/>
        <w:numPr>
          <w:ilvl w:val="0"/>
          <w:numId w:val="16"/>
        </w:numPr>
        <w:spacing w:before="120" w:after="0" w:line="240" w:lineRule="auto"/>
        <w:ind w:right="-43"/>
        <w:rPr>
          <w:rFonts w:cs="Arial"/>
          <w:bCs/>
          <w:szCs w:val="18"/>
        </w:rPr>
      </w:pPr>
      <w:r w:rsidRPr="009677BC">
        <w:rPr>
          <w:rFonts w:cs="Arial"/>
          <w:b/>
          <w:bCs/>
          <w:sz w:val="22"/>
          <w:szCs w:val="22"/>
        </w:rPr>
        <w:t>S</w:t>
      </w:r>
      <w:r w:rsidR="00601B4E">
        <w:rPr>
          <w:rFonts w:cs="Arial"/>
          <w:b/>
          <w:bCs/>
          <w:sz w:val="22"/>
          <w:szCs w:val="22"/>
        </w:rPr>
        <w:t>eed Treatments</w:t>
      </w:r>
      <w:r w:rsidR="00DE4A55">
        <w:rPr>
          <w:rFonts w:cs="Arial"/>
          <w:b/>
          <w:bCs/>
          <w:sz w:val="22"/>
          <w:szCs w:val="22"/>
        </w:rPr>
        <w:t xml:space="preserve">    </w:t>
      </w:r>
      <w:r w:rsidRPr="008807C3">
        <w:rPr>
          <w:rFonts w:cs="Arial"/>
          <w:bCs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807C3">
        <w:rPr>
          <w:rFonts w:cs="Arial"/>
          <w:bCs/>
          <w:szCs w:val="18"/>
        </w:rPr>
        <w:instrText xml:space="preserve"> FORMCHECKBOX </w:instrText>
      </w:r>
      <w:r w:rsidRPr="008807C3">
        <w:rPr>
          <w:rFonts w:cs="Arial"/>
          <w:bCs/>
          <w:szCs w:val="18"/>
        </w:rPr>
      </w:r>
      <w:r w:rsidRPr="008807C3">
        <w:rPr>
          <w:rFonts w:cs="Arial"/>
          <w:bCs/>
          <w:szCs w:val="18"/>
        </w:rPr>
        <w:fldChar w:fldCharType="separate"/>
      </w:r>
      <w:r w:rsidRPr="008807C3">
        <w:rPr>
          <w:rFonts w:cs="Arial"/>
          <w:bCs/>
          <w:szCs w:val="18"/>
        </w:rPr>
        <w:fldChar w:fldCharType="end"/>
      </w:r>
      <w:r w:rsidRPr="008807C3">
        <w:rPr>
          <w:rFonts w:cs="Arial"/>
          <w:bCs/>
          <w:szCs w:val="18"/>
        </w:rPr>
        <w:t xml:space="preserve"> Not </w:t>
      </w:r>
      <w:r w:rsidR="00634115">
        <w:rPr>
          <w:rFonts w:cs="Arial"/>
          <w:bCs/>
          <w:szCs w:val="18"/>
        </w:rPr>
        <w:t>a</w:t>
      </w:r>
      <w:r w:rsidRPr="008807C3">
        <w:rPr>
          <w:rFonts w:cs="Arial"/>
          <w:bCs/>
          <w:szCs w:val="18"/>
        </w:rPr>
        <w:t>pplicable, no seed treatments used</w:t>
      </w:r>
      <w:r w:rsidR="00706611">
        <w:rPr>
          <w:rFonts w:cs="Arial"/>
          <w:bCs/>
          <w:szCs w:val="18"/>
        </w:rPr>
        <w:t>.</w:t>
      </w:r>
      <w:r w:rsidR="00C66272">
        <w:rPr>
          <w:rFonts w:cs="Arial"/>
          <w:bCs/>
          <w:szCs w:val="18"/>
        </w:rPr>
        <w:t xml:space="preserve"> </w:t>
      </w:r>
      <w:r w:rsidR="00706611">
        <w:rPr>
          <w:rFonts w:cs="Arial"/>
          <w:bCs/>
          <w:szCs w:val="18"/>
        </w:rPr>
        <w:t>S</w:t>
      </w:r>
      <w:r w:rsidR="00C66272">
        <w:rPr>
          <w:rFonts w:cs="Arial"/>
          <w:bCs/>
          <w:szCs w:val="18"/>
        </w:rPr>
        <w:t>kip to section E.</w:t>
      </w:r>
    </w:p>
    <w:p w14:paraId="6935B2E8" w14:textId="4AC7B71C" w:rsidR="00A6029A" w:rsidRPr="008807C3" w:rsidRDefault="00A6029A" w:rsidP="001F5AB9">
      <w:pPr>
        <w:pStyle w:val="BodyText2"/>
        <w:keepNext/>
        <w:spacing w:before="60" w:after="0" w:line="240" w:lineRule="auto"/>
        <w:ind w:right="-43"/>
        <w:rPr>
          <w:rFonts w:cs="Arial"/>
          <w:bCs/>
          <w:szCs w:val="18"/>
        </w:rPr>
      </w:pPr>
      <w:r w:rsidRPr="00706611">
        <w:rPr>
          <w:bCs/>
          <w:i/>
          <w:szCs w:val="20"/>
        </w:rPr>
        <w:t>All materials</w:t>
      </w:r>
      <w:r>
        <w:rPr>
          <w:bCs/>
          <w:i/>
          <w:szCs w:val="20"/>
        </w:rPr>
        <w:t>, including seed treatments,</w:t>
      </w:r>
      <w:r w:rsidRPr="00706611">
        <w:rPr>
          <w:bCs/>
          <w:i/>
          <w:szCs w:val="20"/>
        </w:rPr>
        <w:t xml:space="preserve"> must be approved by CCOF for your operation prior to use</w:t>
      </w:r>
      <w:r w:rsidRPr="009002BB">
        <w:rPr>
          <w:bCs/>
          <w:i/>
          <w:szCs w:val="20"/>
        </w:rPr>
        <w:t>.</w:t>
      </w:r>
    </w:p>
    <w:p w14:paraId="369294A2" w14:textId="50E6358B" w:rsidR="006140D8" w:rsidRDefault="00753732" w:rsidP="00313662">
      <w:pPr>
        <w:pStyle w:val="BodyText2"/>
        <w:keepNext/>
        <w:numPr>
          <w:ilvl w:val="1"/>
          <w:numId w:val="16"/>
        </w:numPr>
        <w:spacing w:before="60" w:after="0" w:line="240" w:lineRule="auto"/>
        <w:ind w:right="-43"/>
        <w:outlineLvl w:val="0"/>
        <w:rPr>
          <w:rFonts w:cs="Arial"/>
          <w:bCs/>
          <w:szCs w:val="18"/>
        </w:rPr>
      </w:pPr>
      <w:r>
        <w:rPr>
          <w:rFonts w:cs="Arial"/>
          <w:bCs/>
          <w:szCs w:val="18"/>
        </w:rPr>
        <w:t xml:space="preserve">For </w:t>
      </w:r>
      <w:r w:rsidR="005B3294">
        <w:rPr>
          <w:rFonts w:cs="Arial"/>
          <w:bCs/>
          <w:szCs w:val="18"/>
        </w:rPr>
        <w:t xml:space="preserve">all </w:t>
      </w:r>
      <w:r w:rsidR="006140D8">
        <w:rPr>
          <w:rFonts w:cs="Arial"/>
          <w:bCs/>
          <w:szCs w:val="18"/>
        </w:rPr>
        <w:t>seed treatment</w:t>
      </w:r>
      <w:r w:rsidR="005B3294">
        <w:rPr>
          <w:rFonts w:cs="Arial"/>
          <w:bCs/>
          <w:szCs w:val="18"/>
        </w:rPr>
        <w:t>s</w:t>
      </w:r>
      <w:r w:rsidR="006140D8">
        <w:rPr>
          <w:rFonts w:cs="Arial"/>
          <w:bCs/>
          <w:szCs w:val="18"/>
        </w:rPr>
        <w:t xml:space="preserve"> (pelletized, coated, primed, fungicide, insecticide, inoculated), how do you verify that the treatment uses only allowed materials and is non-GMO?</w:t>
      </w:r>
    </w:p>
    <w:p w14:paraId="369294A3" w14:textId="3410A698" w:rsidR="009B3A13" w:rsidRDefault="009B3A13" w:rsidP="00051E11">
      <w:pPr>
        <w:pStyle w:val="BodyText2"/>
        <w:spacing w:before="60" w:after="0" w:line="240" w:lineRule="auto"/>
        <w:ind w:right="-36" w:firstLine="360"/>
        <w:rPr>
          <w:rFonts w:cs="Arial"/>
          <w:szCs w:val="18"/>
        </w:rPr>
      </w:pPr>
      <w:r w:rsidRPr="0048303A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8303A">
        <w:rPr>
          <w:rFonts w:cs="Arial"/>
          <w:szCs w:val="18"/>
        </w:rPr>
        <w:instrText xml:space="preserve"> FORMCHECKBOX </w:instrText>
      </w:r>
      <w:r w:rsidRPr="0048303A">
        <w:rPr>
          <w:rFonts w:cs="Arial"/>
          <w:szCs w:val="18"/>
        </w:rPr>
      </w:r>
      <w:r w:rsidRPr="0048303A">
        <w:rPr>
          <w:rFonts w:cs="Arial"/>
          <w:szCs w:val="18"/>
        </w:rPr>
        <w:fldChar w:fldCharType="separate"/>
      </w:r>
      <w:r w:rsidRPr="0048303A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OMRI or WSDA</w:t>
      </w:r>
      <w:r w:rsidR="00753732">
        <w:rPr>
          <w:rFonts w:cs="Arial"/>
          <w:szCs w:val="18"/>
        </w:rPr>
        <w:t xml:space="preserve"> listing</w:t>
      </w:r>
      <w:r w:rsidR="00DE4A55">
        <w:rPr>
          <w:rFonts w:cs="Arial"/>
          <w:szCs w:val="18"/>
        </w:rPr>
        <w:t xml:space="preserve">    </w:t>
      </w:r>
      <w:r w:rsidRPr="0048303A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8303A">
        <w:rPr>
          <w:rFonts w:cs="Arial"/>
          <w:szCs w:val="18"/>
        </w:rPr>
        <w:instrText xml:space="preserve"> FORMCHECKBOX </w:instrText>
      </w:r>
      <w:r w:rsidRPr="0048303A">
        <w:rPr>
          <w:rFonts w:cs="Arial"/>
          <w:szCs w:val="18"/>
        </w:rPr>
      </w:r>
      <w:r w:rsidRPr="0048303A">
        <w:rPr>
          <w:rFonts w:cs="Arial"/>
          <w:szCs w:val="18"/>
        </w:rPr>
        <w:fldChar w:fldCharType="separate"/>
      </w:r>
      <w:r w:rsidRPr="0048303A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</w:t>
      </w:r>
      <w:r w:rsidR="00DD72D0">
        <w:rPr>
          <w:rFonts w:cs="Arial"/>
          <w:szCs w:val="18"/>
        </w:rPr>
        <w:t>A</w:t>
      </w:r>
      <w:r>
        <w:rPr>
          <w:rFonts w:cs="Arial"/>
          <w:szCs w:val="18"/>
        </w:rPr>
        <w:t>pprov</w:t>
      </w:r>
      <w:r w:rsidR="00DD72D0">
        <w:rPr>
          <w:rFonts w:cs="Arial"/>
          <w:szCs w:val="18"/>
        </w:rPr>
        <w:t>al</w:t>
      </w:r>
      <w:r>
        <w:rPr>
          <w:rFonts w:cs="Arial"/>
          <w:szCs w:val="18"/>
        </w:rPr>
        <w:t xml:space="preserve"> by CCOF</w:t>
      </w:r>
    </w:p>
    <w:p w14:paraId="369294A4" w14:textId="19A812F1" w:rsidR="009B3A13" w:rsidRPr="004B4071" w:rsidRDefault="00B40F5A" w:rsidP="00051E11">
      <w:pPr>
        <w:pStyle w:val="BodyText2"/>
        <w:numPr>
          <w:ilvl w:val="1"/>
          <w:numId w:val="16"/>
        </w:numPr>
        <w:spacing w:before="60" w:after="0" w:line="240" w:lineRule="auto"/>
        <w:ind w:right="-36"/>
        <w:outlineLvl w:val="0"/>
        <w:rPr>
          <w:rFonts w:cs="Arial"/>
          <w:bCs/>
          <w:szCs w:val="18"/>
        </w:rPr>
      </w:pPr>
      <w:r>
        <w:rPr>
          <w:rFonts w:cs="Arial"/>
          <w:bCs/>
          <w:szCs w:val="18"/>
        </w:rPr>
        <w:t xml:space="preserve">Are all </w:t>
      </w:r>
      <w:r w:rsidR="009B3A13" w:rsidRPr="003D669B">
        <w:rPr>
          <w:rFonts w:cs="Arial"/>
          <w:bCs/>
          <w:szCs w:val="18"/>
        </w:rPr>
        <w:t xml:space="preserve">seed treatment materials </w:t>
      </w:r>
      <w:r>
        <w:rPr>
          <w:rFonts w:cs="Arial"/>
          <w:bCs/>
          <w:szCs w:val="18"/>
        </w:rPr>
        <w:t xml:space="preserve">included </w:t>
      </w:r>
      <w:r w:rsidR="003D669B" w:rsidRPr="003D669B">
        <w:rPr>
          <w:rFonts w:cs="Arial"/>
          <w:bCs/>
          <w:szCs w:val="18"/>
        </w:rPr>
        <w:t xml:space="preserve">on your </w:t>
      </w:r>
      <w:hyperlink r:id="rId15" w:history="1">
        <w:r w:rsidR="003D669B" w:rsidRPr="00B553B4">
          <w:rPr>
            <w:rStyle w:val="Hyperlink"/>
            <w:rFonts w:cs="Arial"/>
            <w:b/>
            <w:szCs w:val="18"/>
          </w:rPr>
          <w:t>Grower Materials Application (OSP Materials List)</w:t>
        </w:r>
      </w:hyperlink>
      <w:r w:rsidR="00B349D9">
        <w:rPr>
          <w:rFonts w:cs="Arial"/>
          <w:bCs/>
          <w:szCs w:val="18"/>
        </w:rPr>
        <w:t>?</w:t>
      </w:r>
      <w:r w:rsidR="003D669B">
        <w:rPr>
          <w:rFonts w:cs="Arial"/>
          <w:bCs/>
          <w:szCs w:val="18"/>
        </w:rPr>
        <w:t xml:space="preserve">    </w:t>
      </w:r>
      <w:r w:rsidR="003D669B" w:rsidRPr="00DE4A55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D669B" w:rsidRPr="00DE4A55">
        <w:rPr>
          <w:rFonts w:cs="Arial"/>
          <w:szCs w:val="18"/>
        </w:rPr>
        <w:instrText xml:space="preserve"> FORMCHECKBOX </w:instrText>
      </w:r>
      <w:r w:rsidR="003D669B" w:rsidRPr="00DE4A55">
        <w:rPr>
          <w:rFonts w:cs="Arial"/>
          <w:szCs w:val="18"/>
        </w:rPr>
      </w:r>
      <w:r w:rsidR="003D669B" w:rsidRPr="00DE4A55">
        <w:rPr>
          <w:rFonts w:cs="Arial"/>
          <w:szCs w:val="18"/>
        </w:rPr>
        <w:fldChar w:fldCharType="separate"/>
      </w:r>
      <w:r w:rsidR="003D669B" w:rsidRPr="00DE4A55">
        <w:rPr>
          <w:rFonts w:cs="Arial"/>
          <w:szCs w:val="18"/>
        </w:rPr>
        <w:fldChar w:fldCharType="end"/>
      </w:r>
      <w:r w:rsidR="003D669B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Yes</w:t>
      </w:r>
    </w:p>
    <w:p w14:paraId="2A0A28DF" w14:textId="2A1A3A0F" w:rsidR="00714A6B" w:rsidRPr="00617B1A" w:rsidRDefault="00984354" w:rsidP="00051E11">
      <w:pPr>
        <w:pStyle w:val="BodyText2"/>
        <w:numPr>
          <w:ilvl w:val="0"/>
          <w:numId w:val="16"/>
        </w:numPr>
        <w:spacing w:before="120" w:after="0" w:line="240" w:lineRule="auto"/>
        <w:ind w:right="-36"/>
        <w:outlineLvl w:val="0"/>
        <w:rPr>
          <w:rFonts w:cs="Arial"/>
          <w:b/>
          <w:bCs/>
          <w:sz w:val="22"/>
          <w:szCs w:val="22"/>
        </w:rPr>
      </w:pPr>
      <w:r w:rsidRPr="00617B1A">
        <w:rPr>
          <w:rFonts w:cs="Arial"/>
          <w:b/>
          <w:bCs/>
          <w:sz w:val="22"/>
          <w:szCs w:val="22"/>
        </w:rPr>
        <w:t>Grafting</w:t>
      </w:r>
    </w:p>
    <w:p w14:paraId="1EC61C06" w14:textId="77777777" w:rsidR="00984354" w:rsidRPr="00617B1A" w:rsidRDefault="00714A6B" w:rsidP="00313662">
      <w:pPr>
        <w:pStyle w:val="BodyText2"/>
        <w:keepNext/>
        <w:numPr>
          <w:ilvl w:val="1"/>
          <w:numId w:val="16"/>
        </w:numPr>
        <w:spacing w:before="60" w:after="0" w:line="240" w:lineRule="auto"/>
        <w:ind w:right="-43"/>
        <w:outlineLvl w:val="0"/>
        <w:rPr>
          <w:rFonts w:cs="Arial"/>
          <w:bCs/>
          <w:szCs w:val="18"/>
        </w:rPr>
      </w:pPr>
      <w:r w:rsidRPr="005B3294">
        <w:rPr>
          <w:rFonts w:cs="Arial"/>
          <w:bCs/>
          <w:szCs w:val="18"/>
        </w:rPr>
        <w:t>Do</w:t>
      </w:r>
      <w:r w:rsidR="00984354" w:rsidRPr="00617B1A">
        <w:rPr>
          <w:rFonts w:cs="Arial"/>
          <w:bCs/>
          <w:szCs w:val="18"/>
        </w:rPr>
        <w:t>es your operation graft planting stock?</w:t>
      </w:r>
    </w:p>
    <w:p w14:paraId="56C2CFA2" w14:textId="7D7B5F2D" w:rsidR="0070014D" w:rsidRDefault="005B3294" w:rsidP="00313662">
      <w:pPr>
        <w:pStyle w:val="BodyText2"/>
        <w:keepNext/>
        <w:spacing w:before="60" w:after="0" w:line="240" w:lineRule="auto"/>
        <w:ind w:left="360" w:right="-43"/>
        <w:rPr>
          <w:rFonts w:cs="Arial"/>
          <w:bCs/>
          <w:szCs w:val="18"/>
        </w:rPr>
      </w:pPr>
      <w:r w:rsidRPr="00617B1A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85C7B">
        <w:rPr>
          <w:rFonts w:cs="Arial"/>
          <w:szCs w:val="18"/>
        </w:rPr>
        <w:instrText xml:space="preserve"> FORMCHECKBOX </w:instrText>
      </w:r>
      <w:r w:rsidRPr="00617B1A">
        <w:rPr>
          <w:rFonts w:cs="Arial"/>
          <w:szCs w:val="18"/>
        </w:rPr>
      </w:r>
      <w:r w:rsidRPr="00617B1A">
        <w:rPr>
          <w:rFonts w:cs="Arial"/>
          <w:szCs w:val="18"/>
        </w:rPr>
        <w:fldChar w:fldCharType="separate"/>
      </w:r>
      <w:r w:rsidRPr="00617B1A">
        <w:rPr>
          <w:rFonts w:cs="Arial"/>
          <w:szCs w:val="18"/>
        </w:rPr>
        <w:fldChar w:fldCharType="end"/>
      </w:r>
      <w:r w:rsidRPr="00985C7B">
        <w:rPr>
          <w:rFonts w:cs="Arial"/>
          <w:szCs w:val="18"/>
        </w:rPr>
        <w:t xml:space="preserve"> </w:t>
      </w:r>
      <w:r w:rsidR="00714A6B" w:rsidRPr="00985C7B">
        <w:rPr>
          <w:rFonts w:cs="Arial"/>
          <w:bCs/>
          <w:szCs w:val="18"/>
        </w:rPr>
        <w:t>No</w:t>
      </w:r>
      <w:r w:rsidR="005650D2" w:rsidRPr="00617B1A">
        <w:rPr>
          <w:rFonts w:cs="Arial"/>
          <w:bCs/>
          <w:szCs w:val="18"/>
        </w:rPr>
        <w:t>. Stop this form is complete.</w:t>
      </w:r>
      <w:r w:rsidR="00714A6B" w:rsidRPr="00985C7B">
        <w:rPr>
          <w:rFonts w:cs="Arial"/>
          <w:bCs/>
          <w:szCs w:val="18"/>
        </w:rPr>
        <w:t xml:space="preserve"> </w:t>
      </w:r>
      <w:r w:rsidR="00617B1A">
        <w:rPr>
          <w:rFonts w:cs="Arial"/>
          <w:bCs/>
          <w:szCs w:val="18"/>
        </w:rPr>
        <w:t xml:space="preserve">   </w:t>
      </w:r>
      <w:r w:rsidR="00714A6B" w:rsidRPr="00617B1A">
        <w:rPr>
          <w:rFonts w:cs="Arial"/>
          <w:bCs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="00714A6B" w:rsidRPr="00985C7B">
        <w:rPr>
          <w:rFonts w:cs="Arial"/>
          <w:bCs/>
          <w:szCs w:val="18"/>
        </w:rPr>
        <w:instrText xml:space="preserve"> FORMCHECKBOX </w:instrText>
      </w:r>
      <w:r w:rsidR="00714A6B" w:rsidRPr="00617B1A">
        <w:rPr>
          <w:rFonts w:cs="Arial"/>
          <w:bCs/>
          <w:szCs w:val="18"/>
        </w:rPr>
      </w:r>
      <w:r w:rsidR="00714A6B" w:rsidRPr="00617B1A">
        <w:rPr>
          <w:rFonts w:cs="Arial"/>
          <w:bCs/>
          <w:szCs w:val="18"/>
        </w:rPr>
        <w:fldChar w:fldCharType="separate"/>
      </w:r>
      <w:r w:rsidR="00714A6B" w:rsidRPr="00617B1A">
        <w:rPr>
          <w:rFonts w:cs="Arial"/>
          <w:bCs/>
          <w:szCs w:val="18"/>
        </w:rPr>
        <w:fldChar w:fldCharType="end"/>
      </w:r>
      <w:r w:rsidR="00714A6B" w:rsidRPr="00985C7B">
        <w:rPr>
          <w:rFonts w:cs="Arial"/>
          <w:bCs/>
          <w:szCs w:val="18"/>
        </w:rPr>
        <w:t xml:space="preserve"> Yes. List </w:t>
      </w:r>
      <w:r w:rsidR="00012FA7" w:rsidRPr="00617B1A">
        <w:rPr>
          <w:rFonts w:cs="Arial"/>
          <w:bCs/>
          <w:szCs w:val="18"/>
        </w:rPr>
        <w:t xml:space="preserve">all </w:t>
      </w:r>
      <w:r w:rsidR="00714A6B" w:rsidRPr="00985C7B">
        <w:rPr>
          <w:rFonts w:cs="Arial"/>
          <w:bCs/>
          <w:szCs w:val="18"/>
        </w:rPr>
        <w:t xml:space="preserve">materials on your </w:t>
      </w:r>
      <w:hyperlink r:id="rId16" w:history="1">
        <w:r w:rsidR="00714A6B" w:rsidRPr="00985C7B">
          <w:rPr>
            <w:rStyle w:val="Hyperlink"/>
            <w:rFonts w:cs="Arial"/>
            <w:b/>
            <w:szCs w:val="18"/>
          </w:rPr>
          <w:t>Grower Materials Application (OSP Materials List)</w:t>
        </w:r>
      </w:hyperlink>
      <w:r w:rsidR="0070014D" w:rsidRPr="00985C7B">
        <w:rPr>
          <w:rFonts w:cs="Arial"/>
          <w:bCs/>
          <w:szCs w:val="18"/>
        </w:rPr>
        <w:t>.</w:t>
      </w:r>
    </w:p>
    <w:p w14:paraId="1ADC98B8" w14:textId="62A8B798" w:rsidR="00714A6B" w:rsidRPr="00984354" w:rsidRDefault="0070014D" w:rsidP="00313662">
      <w:pPr>
        <w:pStyle w:val="BodyText2"/>
        <w:keepNext/>
        <w:numPr>
          <w:ilvl w:val="3"/>
          <w:numId w:val="16"/>
        </w:numPr>
        <w:spacing w:before="60" w:after="0" w:line="240" w:lineRule="auto"/>
        <w:ind w:left="720" w:right="-43"/>
        <w:rPr>
          <w:rFonts w:cs="Arial"/>
          <w:bCs/>
          <w:szCs w:val="18"/>
        </w:rPr>
      </w:pPr>
      <w:r>
        <w:rPr>
          <w:rFonts w:cs="Arial"/>
          <w:bCs/>
          <w:szCs w:val="18"/>
        </w:rPr>
        <w:t>D</w:t>
      </w:r>
      <w:r w:rsidR="00984354">
        <w:rPr>
          <w:rFonts w:cs="Arial"/>
          <w:bCs/>
          <w:szCs w:val="18"/>
        </w:rPr>
        <w:t>escribe grafting practices</w:t>
      </w:r>
      <w:r w:rsidR="005650D2">
        <w:rPr>
          <w:rFonts w:cs="Arial"/>
          <w:bCs/>
          <w:szCs w:val="18"/>
        </w:rPr>
        <w:t>:</w:t>
      </w:r>
    </w:p>
    <w:tbl>
      <w:tblPr>
        <w:tblW w:w="10260" w:type="dxa"/>
        <w:tblInd w:w="72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984354" w:rsidRPr="009D4150" w14:paraId="66EEF550" w14:textId="77777777" w:rsidTr="00044925">
        <w:trPr>
          <w:cantSplit/>
          <w:trHeight w:val="576"/>
        </w:trPr>
        <w:tc>
          <w:tcPr>
            <w:tcW w:w="10260" w:type="dxa"/>
            <w:tcBorders>
              <w:bottom w:val="single" w:sz="4" w:space="0" w:color="auto"/>
            </w:tcBorders>
            <w:vAlign w:val="center"/>
          </w:tcPr>
          <w:p w14:paraId="70758151" w14:textId="77777777" w:rsidR="00984354" w:rsidRPr="009D4150" w:rsidRDefault="00984354" w:rsidP="00051E11">
            <w:pPr>
              <w:spacing w:before="60"/>
              <w:ind w:left="-13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F3E4848" w14:textId="77777777" w:rsidR="00714A6B" w:rsidRPr="00051E11" w:rsidRDefault="00714A6B" w:rsidP="00051E11">
      <w:pPr>
        <w:pStyle w:val="BodyText2"/>
        <w:spacing w:before="60" w:after="0" w:line="240" w:lineRule="auto"/>
        <w:ind w:right="-36"/>
        <w:outlineLvl w:val="0"/>
        <w:rPr>
          <w:rFonts w:cs="Arial"/>
          <w:b/>
          <w:bCs/>
          <w:sz w:val="6"/>
          <w:szCs w:val="6"/>
        </w:rPr>
      </w:pPr>
    </w:p>
    <w:sectPr w:rsidR="00714A6B" w:rsidRPr="00051E11" w:rsidSect="009D0558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 w:code="1"/>
      <w:pgMar w:top="1440" w:right="648" w:bottom="720" w:left="648" w:header="180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79CA57" w14:textId="77777777" w:rsidR="0012306C" w:rsidRDefault="0012306C">
      <w:r>
        <w:separator/>
      </w:r>
    </w:p>
  </w:endnote>
  <w:endnote w:type="continuationSeparator" w:id="0">
    <w:p w14:paraId="3FB8E188" w14:textId="77777777" w:rsidR="0012306C" w:rsidRDefault="0012306C">
      <w:r>
        <w:continuationSeparator/>
      </w:r>
    </w:p>
  </w:endnote>
  <w:endnote w:type="continuationNotice" w:id="1">
    <w:p w14:paraId="49AF0061" w14:textId="77777777" w:rsidR="0012306C" w:rsidRDefault="001230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E02B0" w14:textId="77777777" w:rsidR="001D1C0B" w:rsidRDefault="001D1C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294B4" w14:textId="3564CE0D" w:rsidR="000A5A85" w:rsidRPr="009677BC" w:rsidRDefault="001D5472" w:rsidP="009677BC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1" behindDoc="1" locked="0" layoutInCell="1" allowOverlap="1" wp14:anchorId="369294B7" wp14:editId="49C0E816">
          <wp:simplePos x="0" y="0"/>
          <wp:positionH relativeFrom="page">
            <wp:posOffset>4002</wp:posOffset>
          </wp:positionH>
          <wp:positionV relativeFrom="page">
            <wp:posOffset>9601200</wp:posOffset>
          </wp:positionV>
          <wp:extent cx="7764396" cy="453962"/>
          <wp:effectExtent l="0" t="0" r="0" b="3810"/>
          <wp:wrapNone/>
          <wp:docPr id="1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64396" cy="453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408">
      <w:rPr>
        <w:rFonts w:cs="Arial"/>
        <w:i/>
        <w:sz w:val="16"/>
        <w:szCs w:val="16"/>
      </w:rPr>
      <w:t>N</w:t>
    </w:r>
    <w:r w:rsidR="00BD42A5">
      <w:rPr>
        <w:rFonts w:cs="Arial"/>
        <w:i/>
        <w:sz w:val="16"/>
        <w:szCs w:val="16"/>
      </w:rPr>
      <w:t>OP</w:t>
    </w:r>
    <w:r w:rsidR="00161998">
      <w:rPr>
        <w:rFonts w:cs="Arial"/>
        <w:i/>
        <w:sz w:val="16"/>
        <w:szCs w:val="16"/>
      </w:rPr>
      <w:t>B</w:t>
    </w:r>
    <w:r w:rsidR="00BD42A5">
      <w:rPr>
        <w:rFonts w:cs="Arial"/>
        <w:i/>
        <w:sz w:val="16"/>
        <w:szCs w:val="16"/>
      </w:rPr>
      <w:t>47, V1, R</w:t>
    </w:r>
    <w:r w:rsidR="00383BE9">
      <w:rPr>
        <w:rFonts w:cs="Arial"/>
        <w:i/>
        <w:sz w:val="16"/>
        <w:szCs w:val="16"/>
      </w:rPr>
      <w:t>8, 12/14</w:t>
    </w:r>
    <w:r w:rsidR="00D2701F">
      <w:rPr>
        <w:rFonts w:cs="Arial"/>
        <w:i/>
        <w:sz w:val="16"/>
        <w:szCs w:val="16"/>
      </w:rPr>
      <w:t>/2021</w:t>
    </w:r>
    <w:r w:rsidR="009677BC" w:rsidRPr="006C77B6">
      <w:rPr>
        <w:rFonts w:cs="Arial"/>
        <w:i/>
        <w:sz w:val="16"/>
        <w:szCs w:val="16"/>
      </w:rPr>
      <w:tab/>
      <w:t xml:space="preserve">Page </w:t>
    </w:r>
    <w:r w:rsidR="009677BC" w:rsidRPr="006C77B6">
      <w:rPr>
        <w:rFonts w:cs="Arial"/>
        <w:b/>
        <w:i/>
        <w:sz w:val="16"/>
        <w:szCs w:val="16"/>
      </w:rPr>
      <w:fldChar w:fldCharType="begin"/>
    </w:r>
    <w:r w:rsidR="009677BC" w:rsidRPr="006C77B6">
      <w:rPr>
        <w:rFonts w:cs="Arial"/>
        <w:b/>
        <w:i/>
        <w:sz w:val="16"/>
        <w:szCs w:val="16"/>
      </w:rPr>
      <w:instrText xml:space="preserve"> PAGE </w:instrText>
    </w:r>
    <w:r w:rsidR="009677BC" w:rsidRPr="006C77B6">
      <w:rPr>
        <w:rFonts w:cs="Arial"/>
        <w:b/>
        <w:i/>
        <w:sz w:val="16"/>
        <w:szCs w:val="16"/>
      </w:rPr>
      <w:fldChar w:fldCharType="separate"/>
    </w:r>
    <w:r w:rsidR="0012306C">
      <w:rPr>
        <w:rFonts w:cs="Arial"/>
        <w:b/>
        <w:i/>
        <w:noProof/>
        <w:sz w:val="16"/>
        <w:szCs w:val="16"/>
      </w:rPr>
      <w:t>1</w:t>
    </w:r>
    <w:r w:rsidR="009677BC" w:rsidRPr="006C77B6">
      <w:rPr>
        <w:rFonts w:cs="Arial"/>
        <w:b/>
        <w:i/>
        <w:sz w:val="16"/>
        <w:szCs w:val="16"/>
      </w:rPr>
      <w:fldChar w:fldCharType="end"/>
    </w:r>
    <w:r w:rsidR="009677BC" w:rsidRPr="006C77B6">
      <w:rPr>
        <w:rFonts w:cs="Arial"/>
        <w:i/>
        <w:sz w:val="16"/>
        <w:szCs w:val="16"/>
      </w:rPr>
      <w:t xml:space="preserve"> of </w:t>
    </w:r>
    <w:r w:rsidR="009677BC" w:rsidRPr="006C77B6">
      <w:rPr>
        <w:rFonts w:cs="Arial"/>
        <w:b/>
        <w:i/>
        <w:sz w:val="16"/>
        <w:szCs w:val="16"/>
      </w:rPr>
      <w:fldChar w:fldCharType="begin"/>
    </w:r>
    <w:r w:rsidR="009677BC" w:rsidRPr="006C77B6">
      <w:rPr>
        <w:rFonts w:cs="Arial"/>
        <w:b/>
        <w:i/>
        <w:sz w:val="16"/>
        <w:szCs w:val="16"/>
      </w:rPr>
      <w:instrText xml:space="preserve"> NUMPAGES  </w:instrText>
    </w:r>
    <w:r w:rsidR="009677BC" w:rsidRPr="006C77B6">
      <w:rPr>
        <w:rFonts w:cs="Arial"/>
        <w:b/>
        <w:i/>
        <w:sz w:val="16"/>
        <w:szCs w:val="16"/>
      </w:rPr>
      <w:fldChar w:fldCharType="separate"/>
    </w:r>
    <w:r w:rsidR="0012306C">
      <w:rPr>
        <w:rFonts w:cs="Arial"/>
        <w:b/>
        <w:i/>
        <w:noProof/>
        <w:sz w:val="16"/>
        <w:szCs w:val="16"/>
      </w:rPr>
      <w:t>1</w:t>
    </w:r>
    <w:r w:rsidR="009677BC" w:rsidRPr="006C77B6">
      <w:rPr>
        <w:rFonts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C5667" w14:textId="77777777" w:rsidR="001D1C0B" w:rsidRDefault="001D1C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FE412" w14:textId="77777777" w:rsidR="0012306C" w:rsidRDefault="0012306C">
      <w:r>
        <w:separator/>
      </w:r>
    </w:p>
  </w:footnote>
  <w:footnote w:type="continuationSeparator" w:id="0">
    <w:p w14:paraId="7F8F3D08" w14:textId="77777777" w:rsidR="0012306C" w:rsidRDefault="0012306C">
      <w:r>
        <w:continuationSeparator/>
      </w:r>
    </w:p>
  </w:footnote>
  <w:footnote w:type="continuationNotice" w:id="1">
    <w:p w14:paraId="764B4455" w14:textId="77777777" w:rsidR="0012306C" w:rsidRDefault="001230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294B9" w14:textId="77777777" w:rsidR="006A6F0A" w:rsidRDefault="003A19F7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294A9" w14:textId="77777777" w:rsidR="000A5A85" w:rsidRPr="000A5A85" w:rsidRDefault="001D5472" w:rsidP="000A5A85">
    <w:pPr>
      <w:pStyle w:val="Header"/>
      <w:tabs>
        <w:tab w:val="clear" w:pos="4320"/>
        <w:tab w:val="clear" w:pos="8640"/>
      </w:tabs>
      <w:rPr>
        <w:rFonts w:cs="Arial"/>
        <w:szCs w:val="18"/>
      </w:rPr>
    </w:pPr>
    <w:r>
      <w:rPr>
        <w:rFonts w:cs="Arial"/>
        <w:noProof/>
        <w:szCs w:val="18"/>
      </w:rPr>
      <w:drawing>
        <wp:anchor distT="0" distB="0" distL="114300" distR="114300" simplePos="0" relativeHeight="251658240" behindDoc="0" locked="0" layoutInCell="1" allowOverlap="1" wp14:anchorId="369294B5" wp14:editId="369294B6">
          <wp:simplePos x="0" y="0"/>
          <wp:positionH relativeFrom="column">
            <wp:posOffset>-136525</wp:posOffset>
          </wp:positionH>
          <wp:positionV relativeFrom="paragraph">
            <wp:posOffset>76200</wp:posOffset>
          </wp:positionV>
          <wp:extent cx="591820" cy="712470"/>
          <wp:effectExtent l="0" t="0" r="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669"/>
      <w:gridCol w:w="3356"/>
      <w:gridCol w:w="1122"/>
      <w:gridCol w:w="910"/>
    </w:tblGrid>
    <w:tr w:rsidR="000A5A85" w:rsidRPr="000B5C85" w14:paraId="369294AF" w14:textId="77777777" w:rsidTr="00051E11">
      <w:trPr>
        <w:cantSplit/>
        <w:trHeight w:val="525"/>
      </w:trPr>
      <w:tc>
        <w:tcPr>
          <w:tcW w:w="4680" w:type="dxa"/>
          <w:tcBorders>
            <w:right w:val="nil"/>
          </w:tcBorders>
          <w:vAlign w:val="center"/>
        </w:tcPr>
        <w:p w14:paraId="369294AA" w14:textId="07DB9247" w:rsidR="000A5A85" w:rsidRPr="003B73EE" w:rsidRDefault="000A5A85" w:rsidP="000A5A85">
          <w:pPr>
            <w:ind w:right="-1112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 xml:space="preserve">NOP§ </w:t>
          </w:r>
          <w:r w:rsidR="0039386C">
            <w:rPr>
              <w:rFonts w:cs="Arial"/>
              <w:b/>
              <w:bCs/>
              <w:sz w:val="16"/>
            </w:rPr>
            <w:t xml:space="preserve">205.2, </w:t>
          </w:r>
          <w:r>
            <w:rPr>
              <w:rFonts w:cs="Arial"/>
              <w:b/>
              <w:bCs/>
              <w:sz w:val="16"/>
            </w:rPr>
            <w:t>205.204</w:t>
          </w:r>
          <w:r w:rsidR="005532FC">
            <w:rPr>
              <w:rFonts w:cs="Arial"/>
              <w:b/>
              <w:bCs/>
              <w:sz w:val="16"/>
            </w:rPr>
            <w:t>, 205.105</w:t>
          </w:r>
        </w:p>
      </w:tc>
      <w:tc>
        <w:tcPr>
          <w:tcW w:w="3361" w:type="dxa"/>
          <w:tcBorders>
            <w:left w:val="nil"/>
          </w:tcBorders>
          <w:vAlign w:val="center"/>
        </w:tcPr>
        <w:p w14:paraId="369294AB" w14:textId="77777777" w:rsidR="000A5A85" w:rsidRPr="003B73EE" w:rsidRDefault="000A5A85" w:rsidP="000A5A85">
          <w:pPr>
            <w:ind w:left="48" w:right="-77"/>
            <w:rPr>
              <w:rFonts w:cs="Arial"/>
              <w:b/>
              <w:bCs/>
            </w:rPr>
          </w:pPr>
          <w:r w:rsidRPr="000A5A85">
            <w:rPr>
              <w:rFonts w:cs="Arial"/>
              <w:b/>
              <w:bCs/>
              <w:sz w:val="22"/>
            </w:rPr>
            <w:t xml:space="preserve">SEEDS &amp; PLANTING STOCK        </w:t>
          </w:r>
          <w:r>
            <w:rPr>
              <w:rFonts w:cs="Arial"/>
              <w:b/>
              <w:bCs/>
            </w:rPr>
            <w:t xml:space="preserve">                                        </w:t>
          </w:r>
        </w:p>
      </w:tc>
      <w:tc>
        <w:tcPr>
          <w:tcW w:w="1122" w:type="dxa"/>
          <w:shd w:val="clear" w:color="auto" w:fill="000000"/>
          <w:vAlign w:val="center"/>
        </w:tcPr>
        <w:p w14:paraId="369294AC" w14:textId="77777777" w:rsidR="000A5A85" w:rsidRPr="000B5C85" w:rsidRDefault="000A5A85" w:rsidP="000A5A85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369294AD" w14:textId="77777777" w:rsidR="000A5A85" w:rsidRPr="000B5C85" w:rsidRDefault="000A5A85" w:rsidP="000A5A85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894" w:type="dxa"/>
          <w:shd w:val="clear" w:color="auto" w:fill="000000"/>
          <w:vAlign w:val="center"/>
        </w:tcPr>
        <w:p w14:paraId="369294AE" w14:textId="77777777" w:rsidR="000A5A85" w:rsidRPr="000B5C85" w:rsidRDefault="000A5A85" w:rsidP="000A5A85">
          <w:pPr>
            <w:pStyle w:val="Heading4"/>
            <w:framePr w:wrap="around"/>
            <w:ind w:right="-1112"/>
            <w:jc w:val="left"/>
          </w:pPr>
          <w:r>
            <w:t>G3.0</w:t>
          </w:r>
        </w:p>
      </w:tc>
    </w:tr>
    <w:tr w:rsidR="000A5A85" w:rsidRPr="000B5C85" w14:paraId="369294B2" w14:textId="77777777" w:rsidTr="00051E11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369294B0" w14:textId="77777777" w:rsidR="000A5A85" w:rsidRPr="000B5C85" w:rsidRDefault="009D0558" w:rsidP="000A5A85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016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369294B1" w14:textId="77777777" w:rsidR="000A5A85" w:rsidRPr="000B5C85" w:rsidRDefault="000A5A85" w:rsidP="000A5A85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12306C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12306C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369294B3" w14:textId="77777777" w:rsidR="000A5A85" w:rsidRPr="000A5A85" w:rsidRDefault="000A5A85" w:rsidP="000A5A85">
    <w:pPr>
      <w:pStyle w:val="Header"/>
      <w:tabs>
        <w:tab w:val="clear" w:pos="4320"/>
        <w:tab w:val="clear" w:pos="8640"/>
      </w:tabs>
      <w:rPr>
        <w:rFonts w:cs="Arial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11B97" w14:textId="77777777" w:rsidR="001D1C0B" w:rsidRDefault="001D1C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85B95"/>
    <w:multiLevelType w:val="hybridMultilevel"/>
    <w:tmpl w:val="570CF92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C0476"/>
    <w:multiLevelType w:val="hybridMultilevel"/>
    <w:tmpl w:val="003A2C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82E7E"/>
    <w:multiLevelType w:val="hybridMultilevel"/>
    <w:tmpl w:val="7B6423E4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1678DD"/>
    <w:multiLevelType w:val="hybridMultilevel"/>
    <w:tmpl w:val="22B250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BE15C7"/>
    <w:multiLevelType w:val="hybridMultilevel"/>
    <w:tmpl w:val="1C3EBF7A"/>
    <w:lvl w:ilvl="0" w:tplc="9698DAD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23106112">
      <w:start w:val="1"/>
      <w:numFmt w:val="decimal"/>
      <w:lvlText w:val="%2)"/>
      <w:lvlJc w:val="left"/>
      <w:pPr>
        <w:ind w:left="360" w:hanging="360"/>
      </w:pPr>
      <w:rPr>
        <w:b w:val="0"/>
        <w:i w:val="0"/>
        <w:iCs/>
        <w:sz w:val="18"/>
        <w:szCs w:val="18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C532A36A">
      <w:start w:val="1"/>
      <w:numFmt w:val="lowerLetter"/>
      <w:lvlText w:val="%4)"/>
      <w:lvlJc w:val="left"/>
      <w:pPr>
        <w:ind w:left="2520" w:hanging="360"/>
      </w:pPr>
      <w:rPr>
        <w:rFonts w:hint="default"/>
        <w:b w:val="0"/>
        <w:bCs w:val="0"/>
        <w:sz w:val="20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4B13EC"/>
    <w:multiLevelType w:val="hybridMultilevel"/>
    <w:tmpl w:val="FD2C456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563199"/>
    <w:multiLevelType w:val="hybridMultilevel"/>
    <w:tmpl w:val="83F26E4C"/>
    <w:lvl w:ilvl="0" w:tplc="727C9514">
      <w:start w:val="2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B8954BE"/>
    <w:multiLevelType w:val="hybridMultilevel"/>
    <w:tmpl w:val="A4F007C8"/>
    <w:lvl w:ilvl="0" w:tplc="83143BE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18149D"/>
    <w:multiLevelType w:val="hybridMultilevel"/>
    <w:tmpl w:val="FD2ACDA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BE4258"/>
    <w:multiLevelType w:val="hybridMultilevel"/>
    <w:tmpl w:val="5E1019FE"/>
    <w:lvl w:ilvl="0" w:tplc="3440EB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6D5116"/>
    <w:multiLevelType w:val="hybridMultilevel"/>
    <w:tmpl w:val="465CB1E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E190097"/>
    <w:multiLevelType w:val="hybridMultilevel"/>
    <w:tmpl w:val="C414AABC"/>
    <w:lvl w:ilvl="0" w:tplc="310C123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F86B0E"/>
    <w:multiLevelType w:val="hybridMultilevel"/>
    <w:tmpl w:val="8B9EAAC2"/>
    <w:lvl w:ilvl="0" w:tplc="456A4148">
      <w:start w:val="1"/>
      <w:numFmt w:val="decimal"/>
      <w:lvlText w:val="%1)"/>
      <w:lvlJc w:val="left"/>
      <w:pPr>
        <w:ind w:left="720" w:hanging="360"/>
      </w:pPr>
      <w:rPr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8138E4"/>
    <w:multiLevelType w:val="hybridMultilevel"/>
    <w:tmpl w:val="84541A00"/>
    <w:lvl w:ilvl="0" w:tplc="1E06141A">
      <w:start w:val="3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590187"/>
    <w:multiLevelType w:val="hybridMultilevel"/>
    <w:tmpl w:val="4E02003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74847B2"/>
    <w:multiLevelType w:val="hybridMultilevel"/>
    <w:tmpl w:val="899EFE48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9A25F1"/>
    <w:multiLevelType w:val="hybridMultilevel"/>
    <w:tmpl w:val="2EAE27B8"/>
    <w:lvl w:ilvl="0" w:tplc="C9A40FA2">
      <w:start w:val="2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C9F2B99"/>
    <w:multiLevelType w:val="hybridMultilevel"/>
    <w:tmpl w:val="7308756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F54105D"/>
    <w:multiLevelType w:val="hybridMultilevel"/>
    <w:tmpl w:val="6E8082F2"/>
    <w:lvl w:ilvl="0" w:tplc="DC24E5EE">
      <w:start w:val="2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FDC752F"/>
    <w:multiLevelType w:val="hybridMultilevel"/>
    <w:tmpl w:val="D0EA3A62"/>
    <w:lvl w:ilvl="0" w:tplc="080A0011">
      <w:start w:val="1"/>
      <w:numFmt w:val="decimal"/>
      <w:lvlText w:val="%1)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3193423"/>
    <w:multiLevelType w:val="hybridMultilevel"/>
    <w:tmpl w:val="B4D4D26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37A45CF"/>
    <w:multiLevelType w:val="hybridMultilevel"/>
    <w:tmpl w:val="E4449CA8"/>
    <w:lvl w:ilvl="0" w:tplc="8200A6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EA5F99"/>
    <w:multiLevelType w:val="hybridMultilevel"/>
    <w:tmpl w:val="6B76FC06"/>
    <w:lvl w:ilvl="0" w:tplc="04090015">
      <w:start w:val="1"/>
      <w:numFmt w:val="upperLetter"/>
      <w:lvlText w:val="%1.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3" w15:restartNumberingAfterBreak="0">
    <w:nsid w:val="58811E93"/>
    <w:multiLevelType w:val="hybridMultilevel"/>
    <w:tmpl w:val="4BE60450"/>
    <w:lvl w:ilvl="0" w:tplc="1E06141A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C3E0B98"/>
    <w:multiLevelType w:val="hybridMultilevel"/>
    <w:tmpl w:val="23BA20CA"/>
    <w:lvl w:ilvl="0" w:tplc="56BCEC4C">
      <w:start w:val="2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DDC695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64854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CC6E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86DF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6CA78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4C0F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781A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9F6BD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2B298F"/>
    <w:multiLevelType w:val="hybridMultilevel"/>
    <w:tmpl w:val="0F00B2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8B115B3"/>
    <w:multiLevelType w:val="hybridMultilevel"/>
    <w:tmpl w:val="81C87B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F42985"/>
    <w:multiLevelType w:val="hybridMultilevel"/>
    <w:tmpl w:val="5388E228"/>
    <w:lvl w:ilvl="0" w:tplc="B98A70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453C22"/>
    <w:multiLevelType w:val="hybridMultilevel"/>
    <w:tmpl w:val="D6FAEB68"/>
    <w:lvl w:ilvl="0" w:tplc="2FAA04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842CCB"/>
    <w:multiLevelType w:val="hybridMultilevel"/>
    <w:tmpl w:val="FC2A87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C02C38"/>
    <w:multiLevelType w:val="hybridMultilevel"/>
    <w:tmpl w:val="33DE2D4A"/>
    <w:lvl w:ilvl="0" w:tplc="871CAD9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0603A3"/>
    <w:multiLevelType w:val="hybridMultilevel"/>
    <w:tmpl w:val="0ABAFE7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6F3E7F0F"/>
    <w:multiLevelType w:val="hybridMultilevel"/>
    <w:tmpl w:val="5E5C81B0"/>
    <w:lvl w:ilvl="0" w:tplc="226042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D2181A"/>
    <w:multiLevelType w:val="hybridMultilevel"/>
    <w:tmpl w:val="CB760262"/>
    <w:lvl w:ilvl="0" w:tplc="310C123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57D27BA0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5DC3D59"/>
    <w:multiLevelType w:val="hybridMultilevel"/>
    <w:tmpl w:val="8BDE2FCE"/>
    <w:lvl w:ilvl="0" w:tplc="939671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246926"/>
    <w:multiLevelType w:val="hybridMultilevel"/>
    <w:tmpl w:val="DF9E313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FC31C0"/>
    <w:multiLevelType w:val="hybridMultilevel"/>
    <w:tmpl w:val="0DB0533A"/>
    <w:lvl w:ilvl="0" w:tplc="B5D8D6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895DDA"/>
    <w:multiLevelType w:val="hybridMultilevel"/>
    <w:tmpl w:val="9FC4C4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C9069EA"/>
    <w:multiLevelType w:val="hybridMultilevel"/>
    <w:tmpl w:val="A46658E8"/>
    <w:lvl w:ilvl="0" w:tplc="0E680650">
      <w:start w:val="1"/>
      <w:numFmt w:val="lowerLetter"/>
      <w:lvlText w:val="%1)"/>
      <w:lvlJc w:val="left"/>
      <w:pPr>
        <w:ind w:left="1350" w:hanging="990"/>
      </w:pPr>
      <w:rPr>
        <w:rFonts w:hint="default"/>
        <w:b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0547979">
    <w:abstractNumId w:val="24"/>
  </w:num>
  <w:num w:numId="2" w16cid:durableId="906646809">
    <w:abstractNumId w:val="10"/>
  </w:num>
  <w:num w:numId="3" w16cid:durableId="1836994512">
    <w:abstractNumId w:val="17"/>
  </w:num>
  <w:num w:numId="4" w16cid:durableId="2005628009">
    <w:abstractNumId w:val="6"/>
  </w:num>
  <w:num w:numId="5" w16cid:durableId="693532922">
    <w:abstractNumId w:val="31"/>
  </w:num>
  <w:num w:numId="6" w16cid:durableId="21713641">
    <w:abstractNumId w:val="18"/>
  </w:num>
  <w:num w:numId="7" w16cid:durableId="811290072">
    <w:abstractNumId w:val="20"/>
  </w:num>
  <w:num w:numId="8" w16cid:durableId="1286082432">
    <w:abstractNumId w:val="14"/>
  </w:num>
  <w:num w:numId="9" w16cid:durableId="1762263186">
    <w:abstractNumId w:val="16"/>
  </w:num>
  <w:num w:numId="10" w16cid:durableId="441538563">
    <w:abstractNumId w:val="13"/>
  </w:num>
  <w:num w:numId="11" w16cid:durableId="902252958">
    <w:abstractNumId w:val="23"/>
  </w:num>
  <w:num w:numId="12" w16cid:durableId="761334760">
    <w:abstractNumId w:val="2"/>
  </w:num>
  <w:num w:numId="13" w16cid:durableId="206113249">
    <w:abstractNumId w:val="12"/>
  </w:num>
  <w:num w:numId="14" w16cid:durableId="1670402490">
    <w:abstractNumId w:val="33"/>
  </w:num>
  <w:num w:numId="15" w16cid:durableId="938835864">
    <w:abstractNumId w:val="22"/>
  </w:num>
  <w:num w:numId="16" w16cid:durableId="953247534">
    <w:abstractNumId w:val="4"/>
  </w:num>
  <w:num w:numId="17" w16cid:durableId="791051358">
    <w:abstractNumId w:val="8"/>
  </w:num>
  <w:num w:numId="18" w16cid:durableId="1813017458">
    <w:abstractNumId w:val="5"/>
  </w:num>
  <w:num w:numId="19" w16cid:durableId="933712389">
    <w:abstractNumId w:val="3"/>
  </w:num>
  <w:num w:numId="20" w16cid:durableId="157428797">
    <w:abstractNumId w:val="11"/>
  </w:num>
  <w:num w:numId="21" w16cid:durableId="43069606">
    <w:abstractNumId w:val="30"/>
  </w:num>
  <w:num w:numId="22" w16cid:durableId="1317493886">
    <w:abstractNumId w:val="19"/>
  </w:num>
  <w:num w:numId="23" w16cid:durableId="960575652">
    <w:abstractNumId w:val="36"/>
  </w:num>
  <w:num w:numId="24" w16cid:durableId="705181605">
    <w:abstractNumId w:val="0"/>
  </w:num>
  <w:num w:numId="25" w16cid:durableId="1455908764">
    <w:abstractNumId w:val="26"/>
  </w:num>
  <w:num w:numId="26" w16cid:durableId="442454397">
    <w:abstractNumId w:val="38"/>
  </w:num>
  <w:num w:numId="27" w16cid:durableId="583729439">
    <w:abstractNumId w:val="29"/>
  </w:num>
  <w:num w:numId="28" w16cid:durableId="1798913437">
    <w:abstractNumId w:val="1"/>
  </w:num>
  <w:num w:numId="29" w16cid:durableId="1415319462">
    <w:abstractNumId w:val="7"/>
  </w:num>
  <w:num w:numId="30" w16cid:durableId="510030149">
    <w:abstractNumId w:val="15"/>
  </w:num>
  <w:num w:numId="31" w16cid:durableId="261449854">
    <w:abstractNumId w:val="37"/>
  </w:num>
  <w:num w:numId="32" w16cid:durableId="1992447316">
    <w:abstractNumId w:val="32"/>
  </w:num>
  <w:num w:numId="33" w16cid:durableId="1959943921">
    <w:abstractNumId w:val="9"/>
  </w:num>
  <w:num w:numId="34" w16cid:durableId="1543596285">
    <w:abstractNumId w:val="34"/>
  </w:num>
  <w:num w:numId="35" w16cid:durableId="1200751188">
    <w:abstractNumId w:val="28"/>
  </w:num>
  <w:num w:numId="36" w16cid:durableId="1421944202">
    <w:abstractNumId w:val="27"/>
  </w:num>
  <w:num w:numId="37" w16cid:durableId="1164517986">
    <w:abstractNumId w:val="25"/>
  </w:num>
  <w:num w:numId="38" w16cid:durableId="1855728443">
    <w:abstractNumId w:val="21"/>
  </w:num>
  <w:num w:numId="39" w16cid:durableId="104008887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EBVvAzTQxgno9eR6NyKyaaDdRxc80C+TRe+BP8pRh8/7YGzXfLziZn24zqxJ/7HPl+P+ARXkcFvDRntt9rgH2Q==" w:salt="yC2VypkAFcu3Moxw2CssbA=="/>
  <w:defaultTabStop w:val="720"/>
  <w:hyphenationZone w:val="425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79D"/>
    <w:rsid w:val="0000303D"/>
    <w:rsid w:val="000067DB"/>
    <w:rsid w:val="00007DBB"/>
    <w:rsid w:val="00010F8D"/>
    <w:rsid w:val="0001240F"/>
    <w:rsid w:val="00012FA7"/>
    <w:rsid w:val="00015819"/>
    <w:rsid w:val="00024080"/>
    <w:rsid w:val="00027703"/>
    <w:rsid w:val="00027D07"/>
    <w:rsid w:val="000304AB"/>
    <w:rsid w:val="00031CC2"/>
    <w:rsid w:val="00032E4E"/>
    <w:rsid w:val="00036B11"/>
    <w:rsid w:val="000371D7"/>
    <w:rsid w:val="00041141"/>
    <w:rsid w:val="00044925"/>
    <w:rsid w:val="000463AE"/>
    <w:rsid w:val="000474D6"/>
    <w:rsid w:val="0004788D"/>
    <w:rsid w:val="00051E11"/>
    <w:rsid w:val="00054E2B"/>
    <w:rsid w:val="000561E3"/>
    <w:rsid w:val="00060698"/>
    <w:rsid w:val="000621D4"/>
    <w:rsid w:val="000626FE"/>
    <w:rsid w:val="00063431"/>
    <w:rsid w:val="00065D08"/>
    <w:rsid w:val="00067852"/>
    <w:rsid w:val="00067FC7"/>
    <w:rsid w:val="0007024E"/>
    <w:rsid w:val="00072078"/>
    <w:rsid w:val="00073F75"/>
    <w:rsid w:val="00074AFC"/>
    <w:rsid w:val="00080EBF"/>
    <w:rsid w:val="0008409D"/>
    <w:rsid w:val="00087B3B"/>
    <w:rsid w:val="00092CCD"/>
    <w:rsid w:val="00095CCF"/>
    <w:rsid w:val="00096F6E"/>
    <w:rsid w:val="000A24E6"/>
    <w:rsid w:val="000A2B16"/>
    <w:rsid w:val="000A4DB6"/>
    <w:rsid w:val="000A5A85"/>
    <w:rsid w:val="000A79E3"/>
    <w:rsid w:val="000B107F"/>
    <w:rsid w:val="000C2936"/>
    <w:rsid w:val="000C2971"/>
    <w:rsid w:val="000C670B"/>
    <w:rsid w:val="000D58FA"/>
    <w:rsid w:val="000D599A"/>
    <w:rsid w:val="000D6171"/>
    <w:rsid w:val="000D6FA2"/>
    <w:rsid w:val="000F038D"/>
    <w:rsid w:val="000F07C2"/>
    <w:rsid w:val="000F3AFB"/>
    <w:rsid w:val="000F42D6"/>
    <w:rsid w:val="000F52BD"/>
    <w:rsid w:val="000F54B8"/>
    <w:rsid w:val="00100BBC"/>
    <w:rsid w:val="0010328A"/>
    <w:rsid w:val="00107CDA"/>
    <w:rsid w:val="00110AEC"/>
    <w:rsid w:val="0011641F"/>
    <w:rsid w:val="001164C2"/>
    <w:rsid w:val="00117652"/>
    <w:rsid w:val="001210EF"/>
    <w:rsid w:val="0012306C"/>
    <w:rsid w:val="00123CD6"/>
    <w:rsid w:val="00126846"/>
    <w:rsid w:val="00130390"/>
    <w:rsid w:val="00133529"/>
    <w:rsid w:val="001353A9"/>
    <w:rsid w:val="001354E9"/>
    <w:rsid w:val="00140C5C"/>
    <w:rsid w:val="001468C9"/>
    <w:rsid w:val="001474CD"/>
    <w:rsid w:val="00161998"/>
    <w:rsid w:val="00163BD2"/>
    <w:rsid w:val="00165209"/>
    <w:rsid w:val="00167000"/>
    <w:rsid w:val="001679F4"/>
    <w:rsid w:val="001709F1"/>
    <w:rsid w:val="00170CC3"/>
    <w:rsid w:val="00177C9E"/>
    <w:rsid w:val="00182431"/>
    <w:rsid w:val="00182C9B"/>
    <w:rsid w:val="00183A7B"/>
    <w:rsid w:val="00184BD2"/>
    <w:rsid w:val="00185E5B"/>
    <w:rsid w:val="00195420"/>
    <w:rsid w:val="001959E8"/>
    <w:rsid w:val="00195F91"/>
    <w:rsid w:val="00197042"/>
    <w:rsid w:val="001975D1"/>
    <w:rsid w:val="001A4E9D"/>
    <w:rsid w:val="001A60C5"/>
    <w:rsid w:val="001B1F04"/>
    <w:rsid w:val="001B2475"/>
    <w:rsid w:val="001C4430"/>
    <w:rsid w:val="001C4F9D"/>
    <w:rsid w:val="001C6816"/>
    <w:rsid w:val="001C7EB6"/>
    <w:rsid w:val="001C7F54"/>
    <w:rsid w:val="001D06A6"/>
    <w:rsid w:val="001D1C0B"/>
    <w:rsid w:val="001D2376"/>
    <w:rsid w:val="001D3181"/>
    <w:rsid w:val="001D3D1D"/>
    <w:rsid w:val="001D3F84"/>
    <w:rsid w:val="001D5472"/>
    <w:rsid w:val="001E1EC0"/>
    <w:rsid w:val="001E202C"/>
    <w:rsid w:val="001E2419"/>
    <w:rsid w:val="001E4BD4"/>
    <w:rsid w:val="001E6B49"/>
    <w:rsid w:val="001E6F37"/>
    <w:rsid w:val="001F2520"/>
    <w:rsid w:val="001F3A2F"/>
    <w:rsid w:val="001F4F3D"/>
    <w:rsid w:val="001F5AB9"/>
    <w:rsid w:val="001F6A84"/>
    <w:rsid w:val="002018BA"/>
    <w:rsid w:val="00201F4E"/>
    <w:rsid w:val="00202BAA"/>
    <w:rsid w:val="00203454"/>
    <w:rsid w:val="002038F6"/>
    <w:rsid w:val="00203945"/>
    <w:rsid w:val="00204408"/>
    <w:rsid w:val="00204574"/>
    <w:rsid w:val="0020512C"/>
    <w:rsid w:val="0020628C"/>
    <w:rsid w:val="002106E5"/>
    <w:rsid w:val="002117DF"/>
    <w:rsid w:val="00215761"/>
    <w:rsid w:val="00221AE6"/>
    <w:rsid w:val="00226457"/>
    <w:rsid w:val="00232133"/>
    <w:rsid w:val="00232648"/>
    <w:rsid w:val="00234758"/>
    <w:rsid w:val="002364D6"/>
    <w:rsid w:val="002410C7"/>
    <w:rsid w:val="00250C9A"/>
    <w:rsid w:val="002553C2"/>
    <w:rsid w:val="00255C32"/>
    <w:rsid w:val="00256A23"/>
    <w:rsid w:val="00256DBA"/>
    <w:rsid w:val="002626EA"/>
    <w:rsid w:val="00267F99"/>
    <w:rsid w:val="002752C5"/>
    <w:rsid w:val="002753ED"/>
    <w:rsid w:val="002778E8"/>
    <w:rsid w:val="002814C0"/>
    <w:rsid w:val="002826F6"/>
    <w:rsid w:val="0028380F"/>
    <w:rsid w:val="00283E92"/>
    <w:rsid w:val="00284C35"/>
    <w:rsid w:val="002865F9"/>
    <w:rsid w:val="00286928"/>
    <w:rsid w:val="0028726A"/>
    <w:rsid w:val="00287CE9"/>
    <w:rsid w:val="00290E59"/>
    <w:rsid w:val="002915D8"/>
    <w:rsid w:val="00293ECE"/>
    <w:rsid w:val="002944FA"/>
    <w:rsid w:val="00297F63"/>
    <w:rsid w:val="002A0934"/>
    <w:rsid w:val="002A388C"/>
    <w:rsid w:val="002A598E"/>
    <w:rsid w:val="002B2108"/>
    <w:rsid w:val="002B2C8C"/>
    <w:rsid w:val="002B5D24"/>
    <w:rsid w:val="002B647E"/>
    <w:rsid w:val="002C0937"/>
    <w:rsid w:val="002C31B7"/>
    <w:rsid w:val="002C72D2"/>
    <w:rsid w:val="002D29A1"/>
    <w:rsid w:val="002D343A"/>
    <w:rsid w:val="002D4C5B"/>
    <w:rsid w:val="002D579D"/>
    <w:rsid w:val="002E0987"/>
    <w:rsid w:val="002E6E32"/>
    <w:rsid w:val="002E70F6"/>
    <w:rsid w:val="003110B7"/>
    <w:rsid w:val="003123EC"/>
    <w:rsid w:val="003126FF"/>
    <w:rsid w:val="00313662"/>
    <w:rsid w:val="003258F8"/>
    <w:rsid w:val="00325C47"/>
    <w:rsid w:val="00337CD8"/>
    <w:rsid w:val="00337E57"/>
    <w:rsid w:val="003434D1"/>
    <w:rsid w:val="00344826"/>
    <w:rsid w:val="003448D9"/>
    <w:rsid w:val="00344A06"/>
    <w:rsid w:val="003467EE"/>
    <w:rsid w:val="0035196F"/>
    <w:rsid w:val="003524D2"/>
    <w:rsid w:val="0035298B"/>
    <w:rsid w:val="00353D00"/>
    <w:rsid w:val="0036143F"/>
    <w:rsid w:val="003647B1"/>
    <w:rsid w:val="003664FC"/>
    <w:rsid w:val="003673F6"/>
    <w:rsid w:val="00371A78"/>
    <w:rsid w:val="00375254"/>
    <w:rsid w:val="0037603C"/>
    <w:rsid w:val="00376494"/>
    <w:rsid w:val="00377A02"/>
    <w:rsid w:val="00383BE9"/>
    <w:rsid w:val="003848A9"/>
    <w:rsid w:val="00384B8F"/>
    <w:rsid w:val="00386D3C"/>
    <w:rsid w:val="00390C21"/>
    <w:rsid w:val="0039386C"/>
    <w:rsid w:val="003A19F7"/>
    <w:rsid w:val="003A1B32"/>
    <w:rsid w:val="003A578C"/>
    <w:rsid w:val="003A5D48"/>
    <w:rsid w:val="003B1CE5"/>
    <w:rsid w:val="003B3E2A"/>
    <w:rsid w:val="003B3EB3"/>
    <w:rsid w:val="003B44D8"/>
    <w:rsid w:val="003B4C87"/>
    <w:rsid w:val="003B56C3"/>
    <w:rsid w:val="003C1A5C"/>
    <w:rsid w:val="003C216D"/>
    <w:rsid w:val="003D1906"/>
    <w:rsid w:val="003D36BC"/>
    <w:rsid w:val="003D3A3E"/>
    <w:rsid w:val="003D669B"/>
    <w:rsid w:val="003D7AFA"/>
    <w:rsid w:val="003E1735"/>
    <w:rsid w:val="003E3749"/>
    <w:rsid w:val="003E5AC5"/>
    <w:rsid w:val="003E7311"/>
    <w:rsid w:val="003F0AB6"/>
    <w:rsid w:val="003F151A"/>
    <w:rsid w:val="003F1E0B"/>
    <w:rsid w:val="003F2524"/>
    <w:rsid w:val="003F3634"/>
    <w:rsid w:val="003F3E63"/>
    <w:rsid w:val="003F590E"/>
    <w:rsid w:val="003F6035"/>
    <w:rsid w:val="004004BC"/>
    <w:rsid w:val="004013EC"/>
    <w:rsid w:val="004044DF"/>
    <w:rsid w:val="00404836"/>
    <w:rsid w:val="004077A1"/>
    <w:rsid w:val="00414514"/>
    <w:rsid w:val="00415508"/>
    <w:rsid w:val="0041616F"/>
    <w:rsid w:val="00421CB6"/>
    <w:rsid w:val="00434317"/>
    <w:rsid w:val="00437518"/>
    <w:rsid w:val="00441CAC"/>
    <w:rsid w:val="004427E6"/>
    <w:rsid w:val="004429D1"/>
    <w:rsid w:val="00442ECB"/>
    <w:rsid w:val="00443BB1"/>
    <w:rsid w:val="004458BF"/>
    <w:rsid w:val="004458F0"/>
    <w:rsid w:val="00455534"/>
    <w:rsid w:val="00461025"/>
    <w:rsid w:val="004633B0"/>
    <w:rsid w:val="004640A6"/>
    <w:rsid w:val="00471F5A"/>
    <w:rsid w:val="00472F93"/>
    <w:rsid w:val="00473988"/>
    <w:rsid w:val="0047492E"/>
    <w:rsid w:val="004773F4"/>
    <w:rsid w:val="0048043D"/>
    <w:rsid w:val="00481258"/>
    <w:rsid w:val="0048204D"/>
    <w:rsid w:val="0048323C"/>
    <w:rsid w:val="004852E0"/>
    <w:rsid w:val="00486968"/>
    <w:rsid w:val="00487627"/>
    <w:rsid w:val="00492D8F"/>
    <w:rsid w:val="004938EA"/>
    <w:rsid w:val="00496B68"/>
    <w:rsid w:val="004A0B00"/>
    <w:rsid w:val="004A24D3"/>
    <w:rsid w:val="004A52F3"/>
    <w:rsid w:val="004A57DD"/>
    <w:rsid w:val="004A6053"/>
    <w:rsid w:val="004A796E"/>
    <w:rsid w:val="004B049E"/>
    <w:rsid w:val="004B2040"/>
    <w:rsid w:val="004B29EE"/>
    <w:rsid w:val="004B4071"/>
    <w:rsid w:val="004C0139"/>
    <w:rsid w:val="004C17CD"/>
    <w:rsid w:val="004C278A"/>
    <w:rsid w:val="004C33CD"/>
    <w:rsid w:val="004D0F12"/>
    <w:rsid w:val="004D0F97"/>
    <w:rsid w:val="004D18B3"/>
    <w:rsid w:val="004D269E"/>
    <w:rsid w:val="004D50D7"/>
    <w:rsid w:val="004D73C2"/>
    <w:rsid w:val="004E4AE9"/>
    <w:rsid w:val="004E4DDE"/>
    <w:rsid w:val="004E64F8"/>
    <w:rsid w:val="004F249B"/>
    <w:rsid w:val="004F4BC1"/>
    <w:rsid w:val="005015AA"/>
    <w:rsid w:val="00501A72"/>
    <w:rsid w:val="00503983"/>
    <w:rsid w:val="00512727"/>
    <w:rsid w:val="00513B51"/>
    <w:rsid w:val="00533FED"/>
    <w:rsid w:val="00536585"/>
    <w:rsid w:val="00544D9E"/>
    <w:rsid w:val="00550518"/>
    <w:rsid w:val="005532FC"/>
    <w:rsid w:val="00555060"/>
    <w:rsid w:val="005562EA"/>
    <w:rsid w:val="00557A21"/>
    <w:rsid w:val="005601ED"/>
    <w:rsid w:val="00563500"/>
    <w:rsid w:val="00563DCD"/>
    <w:rsid w:val="005650D2"/>
    <w:rsid w:val="00570F46"/>
    <w:rsid w:val="0057234E"/>
    <w:rsid w:val="00581BEB"/>
    <w:rsid w:val="00585951"/>
    <w:rsid w:val="005859E2"/>
    <w:rsid w:val="0058611A"/>
    <w:rsid w:val="00586DEA"/>
    <w:rsid w:val="0058730B"/>
    <w:rsid w:val="00592F54"/>
    <w:rsid w:val="00594B0E"/>
    <w:rsid w:val="00595399"/>
    <w:rsid w:val="005A2D90"/>
    <w:rsid w:val="005A3995"/>
    <w:rsid w:val="005A6A4D"/>
    <w:rsid w:val="005B0176"/>
    <w:rsid w:val="005B3294"/>
    <w:rsid w:val="005B59C3"/>
    <w:rsid w:val="005C3650"/>
    <w:rsid w:val="005D04F9"/>
    <w:rsid w:val="005D05E7"/>
    <w:rsid w:val="005D50D0"/>
    <w:rsid w:val="005D5202"/>
    <w:rsid w:val="005D58F4"/>
    <w:rsid w:val="005E3BA6"/>
    <w:rsid w:val="005E754C"/>
    <w:rsid w:val="005F0E4B"/>
    <w:rsid w:val="005F14E4"/>
    <w:rsid w:val="005F58C7"/>
    <w:rsid w:val="005F5B6A"/>
    <w:rsid w:val="00601B4E"/>
    <w:rsid w:val="0060255C"/>
    <w:rsid w:val="00602F76"/>
    <w:rsid w:val="0060616F"/>
    <w:rsid w:val="006063B3"/>
    <w:rsid w:val="006064A9"/>
    <w:rsid w:val="00606DC0"/>
    <w:rsid w:val="00607B25"/>
    <w:rsid w:val="00612997"/>
    <w:rsid w:val="006140D8"/>
    <w:rsid w:val="006145CF"/>
    <w:rsid w:val="0061554B"/>
    <w:rsid w:val="006161AD"/>
    <w:rsid w:val="00617B1A"/>
    <w:rsid w:val="006209EC"/>
    <w:rsid w:val="00620C6D"/>
    <w:rsid w:val="0062447B"/>
    <w:rsid w:val="00624522"/>
    <w:rsid w:val="00631191"/>
    <w:rsid w:val="00633EAA"/>
    <w:rsid w:val="00634115"/>
    <w:rsid w:val="00635900"/>
    <w:rsid w:val="00640894"/>
    <w:rsid w:val="00644FF8"/>
    <w:rsid w:val="00652EC0"/>
    <w:rsid w:val="00654B1B"/>
    <w:rsid w:val="0066132B"/>
    <w:rsid w:val="00662BCC"/>
    <w:rsid w:val="00663F92"/>
    <w:rsid w:val="00665239"/>
    <w:rsid w:val="0066552F"/>
    <w:rsid w:val="00665AC2"/>
    <w:rsid w:val="006664E9"/>
    <w:rsid w:val="00673861"/>
    <w:rsid w:val="00673DAD"/>
    <w:rsid w:val="0067448E"/>
    <w:rsid w:val="00674C96"/>
    <w:rsid w:val="0067513F"/>
    <w:rsid w:val="00676571"/>
    <w:rsid w:val="006769BE"/>
    <w:rsid w:val="006816AF"/>
    <w:rsid w:val="00682CE4"/>
    <w:rsid w:val="00682FFD"/>
    <w:rsid w:val="00683E14"/>
    <w:rsid w:val="00686F61"/>
    <w:rsid w:val="0069263B"/>
    <w:rsid w:val="006A054C"/>
    <w:rsid w:val="006A6F0A"/>
    <w:rsid w:val="006A7ECA"/>
    <w:rsid w:val="006B0C14"/>
    <w:rsid w:val="006B69AB"/>
    <w:rsid w:val="006B7025"/>
    <w:rsid w:val="006B7EAA"/>
    <w:rsid w:val="006C10AD"/>
    <w:rsid w:val="006C24F0"/>
    <w:rsid w:val="006C59C5"/>
    <w:rsid w:val="006C61EF"/>
    <w:rsid w:val="006C74E2"/>
    <w:rsid w:val="006D060F"/>
    <w:rsid w:val="006D621F"/>
    <w:rsid w:val="006E0108"/>
    <w:rsid w:val="006E1294"/>
    <w:rsid w:val="006E2396"/>
    <w:rsid w:val="006E339B"/>
    <w:rsid w:val="006E6EF2"/>
    <w:rsid w:val="006F2934"/>
    <w:rsid w:val="006F5AFF"/>
    <w:rsid w:val="006F5B89"/>
    <w:rsid w:val="0070014D"/>
    <w:rsid w:val="00701C9D"/>
    <w:rsid w:val="00706611"/>
    <w:rsid w:val="00706EBD"/>
    <w:rsid w:val="00712EF1"/>
    <w:rsid w:val="0071402D"/>
    <w:rsid w:val="0071406F"/>
    <w:rsid w:val="0071466B"/>
    <w:rsid w:val="00714A6B"/>
    <w:rsid w:val="00714D70"/>
    <w:rsid w:val="007170B0"/>
    <w:rsid w:val="00717DC5"/>
    <w:rsid w:val="007269ED"/>
    <w:rsid w:val="00741AF1"/>
    <w:rsid w:val="0074320A"/>
    <w:rsid w:val="00744FA3"/>
    <w:rsid w:val="007504CB"/>
    <w:rsid w:val="00750D95"/>
    <w:rsid w:val="007511D1"/>
    <w:rsid w:val="00753732"/>
    <w:rsid w:val="00756F33"/>
    <w:rsid w:val="00761063"/>
    <w:rsid w:val="00773901"/>
    <w:rsid w:val="0077461F"/>
    <w:rsid w:val="00776E43"/>
    <w:rsid w:val="00781AB2"/>
    <w:rsid w:val="00782598"/>
    <w:rsid w:val="00783B1A"/>
    <w:rsid w:val="007846C6"/>
    <w:rsid w:val="00786287"/>
    <w:rsid w:val="00786B09"/>
    <w:rsid w:val="00792ADE"/>
    <w:rsid w:val="0079424F"/>
    <w:rsid w:val="00795B64"/>
    <w:rsid w:val="00796600"/>
    <w:rsid w:val="007A1171"/>
    <w:rsid w:val="007A3571"/>
    <w:rsid w:val="007A5B65"/>
    <w:rsid w:val="007B2F99"/>
    <w:rsid w:val="007B48FF"/>
    <w:rsid w:val="007B589B"/>
    <w:rsid w:val="007B698D"/>
    <w:rsid w:val="007B6B95"/>
    <w:rsid w:val="007C30EE"/>
    <w:rsid w:val="007C44AF"/>
    <w:rsid w:val="007D278D"/>
    <w:rsid w:val="007E5A5E"/>
    <w:rsid w:val="007E7B42"/>
    <w:rsid w:val="007E7CC1"/>
    <w:rsid w:val="007F097E"/>
    <w:rsid w:val="007F76CE"/>
    <w:rsid w:val="00801332"/>
    <w:rsid w:val="00801496"/>
    <w:rsid w:val="00801BDD"/>
    <w:rsid w:val="00803D5F"/>
    <w:rsid w:val="00803E0B"/>
    <w:rsid w:val="00806F6E"/>
    <w:rsid w:val="00807C9D"/>
    <w:rsid w:val="00810044"/>
    <w:rsid w:val="00810687"/>
    <w:rsid w:val="008133D5"/>
    <w:rsid w:val="00816888"/>
    <w:rsid w:val="00817C8D"/>
    <w:rsid w:val="008206FF"/>
    <w:rsid w:val="00821007"/>
    <w:rsid w:val="0082169C"/>
    <w:rsid w:val="00822E83"/>
    <w:rsid w:val="00826DC9"/>
    <w:rsid w:val="0084661E"/>
    <w:rsid w:val="00846ED9"/>
    <w:rsid w:val="0084778E"/>
    <w:rsid w:val="0085121F"/>
    <w:rsid w:val="008521AF"/>
    <w:rsid w:val="00853050"/>
    <w:rsid w:val="00855597"/>
    <w:rsid w:val="00856400"/>
    <w:rsid w:val="008573DC"/>
    <w:rsid w:val="00860695"/>
    <w:rsid w:val="008613F4"/>
    <w:rsid w:val="00861742"/>
    <w:rsid w:val="00861CA0"/>
    <w:rsid w:val="00861FC9"/>
    <w:rsid w:val="00865788"/>
    <w:rsid w:val="00871D54"/>
    <w:rsid w:val="00873625"/>
    <w:rsid w:val="00875662"/>
    <w:rsid w:val="00875AAC"/>
    <w:rsid w:val="008761D1"/>
    <w:rsid w:val="008807C3"/>
    <w:rsid w:val="00883297"/>
    <w:rsid w:val="00887DA3"/>
    <w:rsid w:val="00891593"/>
    <w:rsid w:val="00893215"/>
    <w:rsid w:val="00893620"/>
    <w:rsid w:val="00893F87"/>
    <w:rsid w:val="00896939"/>
    <w:rsid w:val="008A0C26"/>
    <w:rsid w:val="008A371A"/>
    <w:rsid w:val="008A3917"/>
    <w:rsid w:val="008A4B52"/>
    <w:rsid w:val="008A4C41"/>
    <w:rsid w:val="008A4F2D"/>
    <w:rsid w:val="008A683E"/>
    <w:rsid w:val="008B0F09"/>
    <w:rsid w:val="008B1264"/>
    <w:rsid w:val="008B37CF"/>
    <w:rsid w:val="008C0ECD"/>
    <w:rsid w:val="008C796C"/>
    <w:rsid w:val="008D5978"/>
    <w:rsid w:val="008D6A92"/>
    <w:rsid w:val="008D7A61"/>
    <w:rsid w:val="008E243E"/>
    <w:rsid w:val="008E60CD"/>
    <w:rsid w:val="008F1962"/>
    <w:rsid w:val="008F68DA"/>
    <w:rsid w:val="008F7873"/>
    <w:rsid w:val="008F7E67"/>
    <w:rsid w:val="009002BB"/>
    <w:rsid w:val="00901509"/>
    <w:rsid w:val="009024E7"/>
    <w:rsid w:val="00906E1C"/>
    <w:rsid w:val="00906EDC"/>
    <w:rsid w:val="009078DA"/>
    <w:rsid w:val="00921D9B"/>
    <w:rsid w:val="00922792"/>
    <w:rsid w:val="009259B1"/>
    <w:rsid w:val="009270C1"/>
    <w:rsid w:val="00930A2E"/>
    <w:rsid w:val="009325E0"/>
    <w:rsid w:val="0093319E"/>
    <w:rsid w:val="0093629A"/>
    <w:rsid w:val="00937C88"/>
    <w:rsid w:val="00937FE9"/>
    <w:rsid w:val="00941310"/>
    <w:rsid w:val="00941450"/>
    <w:rsid w:val="009443B5"/>
    <w:rsid w:val="00956D69"/>
    <w:rsid w:val="009629CE"/>
    <w:rsid w:val="00962B4F"/>
    <w:rsid w:val="00963245"/>
    <w:rsid w:val="009677BC"/>
    <w:rsid w:val="0097240A"/>
    <w:rsid w:val="00972F43"/>
    <w:rsid w:val="0097315C"/>
    <w:rsid w:val="00973ED5"/>
    <w:rsid w:val="00974285"/>
    <w:rsid w:val="00984354"/>
    <w:rsid w:val="00984917"/>
    <w:rsid w:val="00985C7B"/>
    <w:rsid w:val="009867CF"/>
    <w:rsid w:val="00997160"/>
    <w:rsid w:val="009A01D6"/>
    <w:rsid w:val="009A0A43"/>
    <w:rsid w:val="009A0EE8"/>
    <w:rsid w:val="009A1BE6"/>
    <w:rsid w:val="009A38B4"/>
    <w:rsid w:val="009A60AA"/>
    <w:rsid w:val="009A7213"/>
    <w:rsid w:val="009B3A13"/>
    <w:rsid w:val="009B4FEB"/>
    <w:rsid w:val="009B54D9"/>
    <w:rsid w:val="009B5890"/>
    <w:rsid w:val="009B7262"/>
    <w:rsid w:val="009C04D8"/>
    <w:rsid w:val="009D0558"/>
    <w:rsid w:val="009D0A14"/>
    <w:rsid w:val="009D4150"/>
    <w:rsid w:val="009D66C7"/>
    <w:rsid w:val="009D75A1"/>
    <w:rsid w:val="009E1854"/>
    <w:rsid w:val="009E4CA4"/>
    <w:rsid w:val="009E7751"/>
    <w:rsid w:val="009F3B18"/>
    <w:rsid w:val="009F634A"/>
    <w:rsid w:val="00A01587"/>
    <w:rsid w:val="00A0458A"/>
    <w:rsid w:val="00A07037"/>
    <w:rsid w:val="00A078BA"/>
    <w:rsid w:val="00A10DD4"/>
    <w:rsid w:val="00A156D6"/>
    <w:rsid w:val="00A16BFE"/>
    <w:rsid w:val="00A22482"/>
    <w:rsid w:val="00A23087"/>
    <w:rsid w:val="00A23CF9"/>
    <w:rsid w:val="00A30C85"/>
    <w:rsid w:val="00A33D5C"/>
    <w:rsid w:val="00A36FD4"/>
    <w:rsid w:val="00A41696"/>
    <w:rsid w:val="00A4195C"/>
    <w:rsid w:val="00A42360"/>
    <w:rsid w:val="00A4279D"/>
    <w:rsid w:val="00A42D24"/>
    <w:rsid w:val="00A44600"/>
    <w:rsid w:val="00A51616"/>
    <w:rsid w:val="00A52886"/>
    <w:rsid w:val="00A53016"/>
    <w:rsid w:val="00A56003"/>
    <w:rsid w:val="00A6029A"/>
    <w:rsid w:val="00A665A1"/>
    <w:rsid w:val="00A67345"/>
    <w:rsid w:val="00A67912"/>
    <w:rsid w:val="00A70331"/>
    <w:rsid w:val="00A706C2"/>
    <w:rsid w:val="00A70AEA"/>
    <w:rsid w:val="00A70B08"/>
    <w:rsid w:val="00A72985"/>
    <w:rsid w:val="00A75D7E"/>
    <w:rsid w:val="00A766FD"/>
    <w:rsid w:val="00A871E6"/>
    <w:rsid w:val="00A87AB4"/>
    <w:rsid w:val="00A87EB9"/>
    <w:rsid w:val="00A90C3E"/>
    <w:rsid w:val="00A93D74"/>
    <w:rsid w:val="00A95BF4"/>
    <w:rsid w:val="00A9607C"/>
    <w:rsid w:val="00A9612B"/>
    <w:rsid w:val="00A9674D"/>
    <w:rsid w:val="00A96AD6"/>
    <w:rsid w:val="00AA145D"/>
    <w:rsid w:val="00AA401A"/>
    <w:rsid w:val="00AA5021"/>
    <w:rsid w:val="00AB381F"/>
    <w:rsid w:val="00AB45CD"/>
    <w:rsid w:val="00AB6BE4"/>
    <w:rsid w:val="00AC10CD"/>
    <w:rsid w:val="00AC2AC6"/>
    <w:rsid w:val="00AC2BF2"/>
    <w:rsid w:val="00AC411F"/>
    <w:rsid w:val="00AC490F"/>
    <w:rsid w:val="00AC5DCE"/>
    <w:rsid w:val="00AC65EF"/>
    <w:rsid w:val="00AC75A7"/>
    <w:rsid w:val="00AD323A"/>
    <w:rsid w:val="00AD3AD3"/>
    <w:rsid w:val="00AD58F7"/>
    <w:rsid w:val="00AD638C"/>
    <w:rsid w:val="00AE05AC"/>
    <w:rsid w:val="00AF1B9E"/>
    <w:rsid w:val="00AF25CB"/>
    <w:rsid w:val="00AF587C"/>
    <w:rsid w:val="00AF7180"/>
    <w:rsid w:val="00B04223"/>
    <w:rsid w:val="00B0496C"/>
    <w:rsid w:val="00B1291D"/>
    <w:rsid w:val="00B12AA2"/>
    <w:rsid w:val="00B22CDD"/>
    <w:rsid w:val="00B2382B"/>
    <w:rsid w:val="00B25A2E"/>
    <w:rsid w:val="00B270B5"/>
    <w:rsid w:val="00B3447D"/>
    <w:rsid w:val="00B349D9"/>
    <w:rsid w:val="00B37CFB"/>
    <w:rsid w:val="00B40281"/>
    <w:rsid w:val="00B40F5A"/>
    <w:rsid w:val="00B43ECD"/>
    <w:rsid w:val="00B440BF"/>
    <w:rsid w:val="00B44220"/>
    <w:rsid w:val="00B46E17"/>
    <w:rsid w:val="00B47871"/>
    <w:rsid w:val="00B47A22"/>
    <w:rsid w:val="00B53373"/>
    <w:rsid w:val="00B54B0A"/>
    <w:rsid w:val="00B54FCB"/>
    <w:rsid w:val="00B553B4"/>
    <w:rsid w:val="00B554A6"/>
    <w:rsid w:val="00B56A70"/>
    <w:rsid w:val="00B56B41"/>
    <w:rsid w:val="00B638CB"/>
    <w:rsid w:val="00B66858"/>
    <w:rsid w:val="00B7258F"/>
    <w:rsid w:val="00B75880"/>
    <w:rsid w:val="00B80A6B"/>
    <w:rsid w:val="00B84D28"/>
    <w:rsid w:val="00B8563E"/>
    <w:rsid w:val="00B86B96"/>
    <w:rsid w:val="00B90B81"/>
    <w:rsid w:val="00B92CD7"/>
    <w:rsid w:val="00B95630"/>
    <w:rsid w:val="00B9574F"/>
    <w:rsid w:val="00BA2734"/>
    <w:rsid w:val="00BA44FD"/>
    <w:rsid w:val="00BA5A44"/>
    <w:rsid w:val="00BB7D54"/>
    <w:rsid w:val="00BC17F5"/>
    <w:rsid w:val="00BC3241"/>
    <w:rsid w:val="00BC3F4F"/>
    <w:rsid w:val="00BD254D"/>
    <w:rsid w:val="00BD42A5"/>
    <w:rsid w:val="00BD45CC"/>
    <w:rsid w:val="00BD7C1B"/>
    <w:rsid w:val="00BE0085"/>
    <w:rsid w:val="00BE3564"/>
    <w:rsid w:val="00BE7296"/>
    <w:rsid w:val="00BE7371"/>
    <w:rsid w:val="00C03B88"/>
    <w:rsid w:val="00C03D55"/>
    <w:rsid w:val="00C057F1"/>
    <w:rsid w:val="00C11019"/>
    <w:rsid w:val="00C153A4"/>
    <w:rsid w:val="00C16768"/>
    <w:rsid w:val="00C1724A"/>
    <w:rsid w:val="00C2082B"/>
    <w:rsid w:val="00C250E2"/>
    <w:rsid w:val="00C33145"/>
    <w:rsid w:val="00C421E2"/>
    <w:rsid w:val="00C432AA"/>
    <w:rsid w:val="00C46AE4"/>
    <w:rsid w:val="00C53E0E"/>
    <w:rsid w:val="00C5502C"/>
    <w:rsid w:val="00C55BCF"/>
    <w:rsid w:val="00C6064F"/>
    <w:rsid w:val="00C60F35"/>
    <w:rsid w:val="00C62B04"/>
    <w:rsid w:val="00C66272"/>
    <w:rsid w:val="00C66A79"/>
    <w:rsid w:val="00C67C0E"/>
    <w:rsid w:val="00C67E2E"/>
    <w:rsid w:val="00C739E8"/>
    <w:rsid w:val="00C73C97"/>
    <w:rsid w:val="00C74ABB"/>
    <w:rsid w:val="00C74FDA"/>
    <w:rsid w:val="00C76A20"/>
    <w:rsid w:val="00C808B4"/>
    <w:rsid w:val="00C81030"/>
    <w:rsid w:val="00C82A1D"/>
    <w:rsid w:val="00C83E60"/>
    <w:rsid w:val="00C860A8"/>
    <w:rsid w:val="00C86FCA"/>
    <w:rsid w:val="00C909B1"/>
    <w:rsid w:val="00C9167A"/>
    <w:rsid w:val="00C93C7E"/>
    <w:rsid w:val="00C94389"/>
    <w:rsid w:val="00C95CCE"/>
    <w:rsid w:val="00C96336"/>
    <w:rsid w:val="00C97176"/>
    <w:rsid w:val="00CA1F64"/>
    <w:rsid w:val="00CA320A"/>
    <w:rsid w:val="00CA3245"/>
    <w:rsid w:val="00CA7950"/>
    <w:rsid w:val="00CB6446"/>
    <w:rsid w:val="00CB6B11"/>
    <w:rsid w:val="00CC0323"/>
    <w:rsid w:val="00CC0CBF"/>
    <w:rsid w:val="00CC2DA9"/>
    <w:rsid w:val="00CC42E1"/>
    <w:rsid w:val="00CC50E6"/>
    <w:rsid w:val="00CC5A31"/>
    <w:rsid w:val="00CC6E4D"/>
    <w:rsid w:val="00CC7FBE"/>
    <w:rsid w:val="00CD0D81"/>
    <w:rsid w:val="00CD2CBC"/>
    <w:rsid w:val="00CD4295"/>
    <w:rsid w:val="00CD527A"/>
    <w:rsid w:val="00CD52DE"/>
    <w:rsid w:val="00CD5D38"/>
    <w:rsid w:val="00CD69EF"/>
    <w:rsid w:val="00CD71B8"/>
    <w:rsid w:val="00CD72CE"/>
    <w:rsid w:val="00CE108E"/>
    <w:rsid w:val="00CE1508"/>
    <w:rsid w:val="00CE5C4E"/>
    <w:rsid w:val="00CF016D"/>
    <w:rsid w:val="00CF23D9"/>
    <w:rsid w:val="00CF49AB"/>
    <w:rsid w:val="00CF6D0D"/>
    <w:rsid w:val="00D014B8"/>
    <w:rsid w:val="00D02C62"/>
    <w:rsid w:val="00D03D70"/>
    <w:rsid w:val="00D07272"/>
    <w:rsid w:val="00D0760A"/>
    <w:rsid w:val="00D114F3"/>
    <w:rsid w:val="00D13E43"/>
    <w:rsid w:val="00D169CA"/>
    <w:rsid w:val="00D1707C"/>
    <w:rsid w:val="00D20BFD"/>
    <w:rsid w:val="00D21976"/>
    <w:rsid w:val="00D21ECC"/>
    <w:rsid w:val="00D22250"/>
    <w:rsid w:val="00D255F2"/>
    <w:rsid w:val="00D2701F"/>
    <w:rsid w:val="00D32857"/>
    <w:rsid w:val="00D32A88"/>
    <w:rsid w:val="00D33708"/>
    <w:rsid w:val="00D342C2"/>
    <w:rsid w:val="00D34847"/>
    <w:rsid w:val="00D35AA6"/>
    <w:rsid w:val="00D3635E"/>
    <w:rsid w:val="00D4137C"/>
    <w:rsid w:val="00D440B6"/>
    <w:rsid w:val="00D45339"/>
    <w:rsid w:val="00D47138"/>
    <w:rsid w:val="00D52BA2"/>
    <w:rsid w:val="00D53A68"/>
    <w:rsid w:val="00D54B3F"/>
    <w:rsid w:val="00D55CC6"/>
    <w:rsid w:val="00D5716F"/>
    <w:rsid w:val="00D60620"/>
    <w:rsid w:val="00D62975"/>
    <w:rsid w:val="00D62DE5"/>
    <w:rsid w:val="00D644FA"/>
    <w:rsid w:val="00D81F4F"/>
    <w:rsid w:val="00D83689"/>
    <w:rsid w:val="00D84C39"/>
    <w:rsid w:val="00D92924"/>
    <w:rsid w:val="00D95BFC"/>
    <w:rsid w:val="00DA3762"/>
    <w:rsid w:val="00DA3F57"/>
    <w:rsid w:val="00DA4FE8"/>
    <w:rsid w:val="00DA62B2"/>
    <w:rsid w:val="00DB417C"/>
    <w:rsid w:val="00DC0E25"/>
    <w:rsid w:val="00DC6EC5"/>
    <w:rsid w:val="00DC712F"/>
    <w:rsid w:val="00DD0DAA"/>
    <w:rsid w:val="00DD5798"/>
    <w:rsid w:val="00DD6774"/>
    <w:rsid w:val="00DD72D0"/>
    <w:rsid w:val="00DD746E"/>
    <w:rsid w:val="00DE3025"/>
    <w:rsid w:val="00DE36CD"/>
    <w:rsid w:val="00DE4685"/>
    <w:rsid w:val="00DE4A55"/>
    <w:rsid w:val="00DE6DC2"/>
    <w:rsid w:val="00DE72CF"/>
    <w:rsid w:val="00DF384E"/>
    <w:rsid w:val="00DF5A4D"/>
    <w:rsid w:val="00E0374F"/>
    <w:rsid w:val="00E03D77"/>
    <w:rsid w:val="00E0443B"/>
    <w:rsid w:val="00E0613F"/>
    <w:rsid w:val="00E11902"/>
    <w:rsid w:val="00E1337B"/>
    <w:rsid w:val="00E212F4"/>
    <w:rsid w:val="00E22246"/>
    <w:rsid w:val="00E23B65"/>
    <w:rsid w:val="00E26F04"/>
    <w:rsid w:val="00E30D05"/>
    <w:rsid w:val="00E33546"/>
    <w:rsid w:val="00E337E4"/>
    <w:rsid w:val="00E3502F"/>
    <w:rsid w:val="00E3506B"/>
    <w:rsid w:val="00E36303"/>
    <w:rsid w:val="00E37C2E"/>
    <w:rsid w:val="00E411B8"/>
    <w:rsid w:val="00E42CB9"/>
    <w:rsid w:val="00E436C8"/>
    <w:rsid w:val="00E4794D"/>
    <w:rsid w:val="00E50432"/>
    <w:rsid w:val="00E523EE"/>
    <w:rsid w:val="00E54B84"/>
    <w:rsid w:val="00E5798F"/>
    <w:rsid w:val="00E62841"/>
    <w:rsid w:val="00E665BE"/>
    <w:rsid w:val="00E66900"/>
    <w:rsid w:val="00E73485"/>
    <w:rsid w:val="00E73DEA"/>
    <w:rsid w:val="00E76FEB"/>
    <w:rsid w:val="00E772D1"/>
    <w:rsid w:val="00E827A0"/>
    <w:rsid w:val="00E8602E"/>
    <w:rsid w:val="00E90403"/>
    <w:rsid w:val="00E936EB"/>
    <w:rsid w:val="00E93DE3"/>
    <w:rsid w:val="00E94CBF"/>
    <w:rsid w:val="00E95B3D"/>
    <w:rsid w:val="00E95FA3"/>
    <w:rsid w:val="00E960E8"/>
    <w:rsid w:val="00E97EE4"/>
    <w:rsid w:val="00EA1FDC"/>
    <w:rsid w:val="00EB4DF2"/>
    <w:rsid w:val="00EB7B52"/>
    <w:rsid w:val="00EC17F2"/>
    <w:rsid w:val="00EC18EE"/>
    <w:rsid w:val="00EC4858"/>
    <w:rsid w:val="00ED3AF8"/>
    <w:rsid w:val="00ED49E6"/>
    <w:rsid w:val="00ED4DC2"/>
    <w:rsid w:val="00ED6048"/>
    <w:rsid w:val="00EF1D78"/>
    <w:rsid w:val="00EF2D87"/>
    <w:rsid w:val="00F006FE"/>
    <w:rsid w:val="00F02291"/>
    <w:rsid w:val="00F129DA"/>
    <w:rsid w:val="00F13496"/>
    <w:rsid w:val="00F141E2"/>
    <w:rsid w:val="00F17058"/>
    <w:rsid w:val="00F2122E"/>
    <w:rsid w:val="00F22592"/>
    <w:rsid w:val="00F27BD3"/>
    <w:rsid w:val="00F27D9E"/>
    <w:rsid w:val="00F35F1F"/>
    <w:rsid w:val="00F45F18"/>
    <w:rsid w:val="00F469AF"/>
    <w:rsid w:val="00F514C5"/>
    <w:rsid w:val="00F51A67"/>
    <w:rsid w:val="00F55368"/>
    <w:rsid w:val="00F627E8"/>
    <w:rsid w:val="00F629D7"/>
    <w:rsid w:val="00F662EC"/>
    <w:rsid w:val="00F663FC"/>
    <w:rsid w:val="00F74FE0"/>
    <w:rsid w:val="00F756B7"/>
    <w:rsid w:val="00F76C73"/>
    <w:rsid w:val="00F8096D"/>
    <w:rsid w:val="00F80A6E"/>
    <w:rsid w:val="00F86B86"/>
    <w:rsid w:val="00F9758A"/>
    <w:rsid w:val="00FA1A47"/>
    <w:rsid w:val="00FA2AB3"/>
    <w:rsid w:val="00FA2CEA"/>
    <w:rsid w:val="00FA31DF"/>
    <w:rsid w:val="00FB2005"/>
    <w:rsid w:val="00FB3503"/>
    <w:rsid w:val="00FB5782"/>
    <w:rsid w:val="00FB7B96"/>
    <w:rsid w:val="00FC336E"/>
    <w:rsid w:val="00FC3F47"/>
    <w:rsid w:val="00FD342A"/>
    <w:rsid w:val="00FD6541"/>
    <w:rsid w:val="00FD6C38"/>
    <w:rsid w:val="00FE1DE9"/>
    <w:rsid w:val="00FE3338"/>
    <w:rsid w:val="00FE3FFB"/>
    <w:rsid w:val="00FE7DE9"/>
    <w:rsid w:val="00FE7F68"/>
    <w:rsid w:val="00FF22F0"/>
    <w:rsid w:val="00FF2F64"/>
    <w:rsid w:val="00FF6250"/>
    <w:rsid w:val="7335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36929471"/>
  <w15:chartTrackingRefBased/>
  <w15:docId w15:val="{CA170449-7BDE-4EDD-9597-5B3D31173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5A85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paragraph" w:styleId="Heading5">
    <w:name w:val="heading 5"/>
    <w:basedOn w:val="Normal"/>
    <w:next w:val="Normal"/>
    <w:qFormat/>
    <w:rsid w:val="00496B68"/>
    <w:pPr>
      <w:spacing w:before="240" w:after="60" w:line="240" w:lineRule="exact"/>
      <w:ind w:right="-720"/>
      <w:outlineLvl w:val="4"/>
    </w:pPr>
    <w:rPr>
      <w:rFonts w:ascii="Myriad Roman" w:hAnsi="Myriad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496B68"/>
    <w:pPr>
      <w:spacing w:before="240" w:after="60" w:line="240" w:lineRule="exact"/>
      <w:ind w:right="-720"/>
      <w:outlineLvl w:val="5"/>
    </w:pPr>
    <w:rPr>
      <w:rFonts w:ascii="Myriad Roman" w:hAnsi="Myriad Roman"/>
      <w:b/>
      <w:bCs/>
      <w:szCs w:val="22"/>
    </w:rPr>
  </w:style>
  <w:style w:type="paragraph" w:styleId="Heading7">
    <w:name w:val="heading 7"/>
    <w:basedOn w:val="Normal"/>
    <w:next w:val="Normal"/>
    <w:qFormat/>
    <w:rsid w:val="00496B68"/>
    <w:pPr>
      <w:spacing w:before="240" w:after="60" w:line="240" w:lineRule="exact"/>
      <w:ind w:right="-720"/>
      <w:outlineLvl w:val="6"/>
    </w:pPr>
    <w:rPr>
      <w:rFonts w:ascii="Myriad Roman" w:hAnsi="Myriad Roman"/>
      <w:sz w:val="19"/>
    </w:rPr>
  </w:style>
  <w:style w:type="paragraph" w:styleId="Heading8">
    <w:name w:val="heading 8"/>
    <w:basedOn w:val="Normal"/>
    <w:next w:val="Normal"/>
    <w:qFormat/>
    <w:rsid w:val="00496B68"/>
    <w:pPr>
      <w:spacing w:before="240" w:after="60" w:line="240" w:lineRule="exact"/>
      <w:ind w:right="-720"/>
      <w:outlineLvl w:val="7"/>
    </w:pPr>
    <w:rPr>
      <w:rFonts w:ascii="Myriad Roman" w:hAnsi="Myriad Roman"/>
      <w:i/>
      <w:iCs/>
      <w:sz w:val="19"/>
    </w:rPr>
  </w:style>
  <w:style w:type="paragraph" w:styleId="Heading9">
    <w:name w:val="heading 9"/>
    <w:basedOn w:val="Normal"/>
    <w:next w:val="Normal"/>
    <w:qFormat/>
    <w:rsid w:val="00496B68"/>
    <w:pPr>
      <w:spacing w:before="240" w:after="60" w:line="240" w:lineRule="exact"/>
      <w:ind w:right="-72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496B68"/>
    <w:pPr>
      <w:spacing w:after="120" w:line="480" w:lineRule="auto"/>
    </w:pPr>
  </w:style>
  <w:style w:type="character" w:styleId="Hyperlink">
    <w:name w:val="Hyperlink"/>
    <w:rsid w:val="00A10DD4"/>
    <w:rPr>
      <w:color w:val="0000FF"/>
      <w:u w:val="single"/>
    </w:rPr>
  </w:style>
  <w:style w:type="table" w:styleId="TableGrid">
    <w:name w:val="Table Grid"/>
    <w:basedOn w:val="TableNormal"/>
    <w:rsid w:val="00A10D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rsid w:val="00A6734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A67345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locked/>
    <w:rsid w:val="000A5A85"/>
    <w:rPr>
      <w:rFonts w:ascii="Arial" w:hAnsi="Arial" w:cs="Arial"/>
      <w:b/>
      <w:bCs/>
      <w:sz w:val="32"/>
      <w:szCs w:val="24"/>
    </w:rPr>
  </w:style>
  <w:style w:type="paragraph" w:styleId="Revision">
    <w:name w:val="Revision"/>
    <w:hidden/>
    <w:uiPriority w:val="99"/>
    <w:semiHidden/>
    <w:rsid w:val="00B9574F"/>
    <w:rPr>
      <w:rFonts w:ascii="Arial" w:hAnsi="Arial"/>
      <w:sz w:val="18"/>
      <w:szCs w:val="24"/>
      <w:lang w:eastAsia="en-US"/>
    </w:rPr>
  </w:style>
  <w:style w:type="paragraph" w:styleId="BalloonText">
    <w:name w:val="Balloon Text"/>
    <w:basedOn w:val="Normal"/>
    <w:link w:val="BalloonTextChar"/>
    <w:rsid w:val="00B9574F"/>
    <w:rPr>
      <w:rFonts w:ascii="Segoe UI" w:hAnsi="Segoe UI" w:cs="Segoe UI"/>
      <w:szCs w:val="18"/>
    </w:rPr>
  </w:style>
  <w:style w:type="character" w:customStyle="1" w:styleId="BalloonTextChar">
    <w:name w:val="Balloon Text Char"/>
    <w:link w:val="BalloonText"/>
    <w:rsid w:val="00B9574F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uiPriority w:val="99"/>
    <w:unhideWhenUsed/>
    <w:rsid w:val="00C057F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rsid w:val="0085121F"/>
    <w:rPr>
      <w:sz w:val="16"/>
      <w:szCs w:val="16"/>
    </w:rPr>
  </w:style>
  <w:style w:type="paragraph" w:styleId="CommentText">
    <w:name w:val="annotation text"/>
    <w:basedOn w:val="Normal"/>
    <w:link w:val="CommentTextChar"/>
    <w:rsid w:val="008512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5121F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512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5121F"/>
    <w:rPr>
      <w:rFonts w:ascii="Arial" w:hAnsi="Arial"/>
      <w:b/>
      <w:bCs/>
      <w:lang w:eastAsia="en-US"/>
    </w:rPr>
  </w:style>
  <w:style w:type="character" w:customStyle="1" w:styleId="Mention1">
    <w:name w:val="Mention1"/>
    <w:basedOn w:val="DefaultParagraphFont"/>
    <w:uiPriority w:val="99"/>
    <w:unhideWhenUsed/>
    <w:rsid w:val="006C10AD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rsid w:val="00D5716F"/>
    <w:rPr>
      <w:color w:val="954F72" w:themeColor="followedHyperlink"/>
      <w:u w:val="single"/>
    </w:rPr>
  </w:style>
  <w:style w:type="character" w:customStyle="1" w:styleId="Mention2">
    <w:name w:val="Mention2"/>
    <w:basedOn w:val="DefaultParagraphFont"/>
    <w:uiPriority w:val="99"/>
    <w:unhideWhenUsed/>
    <w:rsid w:val="00875662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94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resource/g31-seedlings-transplants-container-greenhouseshadehouse-production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tyles" Target="styles.xml"/><Relationship Id="rId12" Type="http://schemas.openxmlformats.org/officeDocument/2006/relationships/hyperlink" Target="https://www.ccof.org/resource/g31-seedlings-transplants-container-greenhouseshadehouse-production" TargetMode="External"/><Relationship Id="rId17" Type="http://schemas.openxmlformats.org/officeDocument/2006/relationships/header" Target="header1.xml"/><Relationship Id="rId25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resource/grower-materials-application-osp-materials-list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resource/grower-materials-application-osp-materials-list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ccof.org/recordkeeping" TargetMode="External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../../Grower%20OSP%20June%202021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documenttasks/documenttasks1.xml><?xml version="1.0" encoding="utf-8"?>
<t:Tasks xmlns:t="http://schemas.microsoft.com/office/tasks/2019/documenttasks" xmlns:oel="http://schemas.microsoft.com/office/2019/extlst">
  <t:Task id="{76F04B71-A209-4EBE-BD1E-BDAC31F18AF2}">
    <t:Anchor>
      <t:Comment id="612045957"/>
    </t:Anchor>
    <t:History>
      <t:Event id="{F2E5C9A6-2958-42A0-AE3B-FD7FD55352D4}" time="2021-06-21T22:34:21Z">
        <t:Attribution userId="S::amber@ccof.org::0d72b21f-bd96-4471-b845-0843aea5c121" userProvider="AD" userName="Amber Pool"/>
        <t:Anchor>
          <t:Comment id="1345941976"/>
        </t:Anchor>
        <t:Create/>
      </t:Event>
      <t:Event id="{D1547289-21B6-4192-9236-8602287B981D}" time="2021-06-21T22:34:21Z">
        <t:Attribution userId="S::amber@ccof.org::0d72b21f-bd96-4471-b845-0843aea5c121" userProvider="AD" userName="Amber Pool"/>
        <t:Anchor>
          <t:Comment id="1345941976"/>
        </t:Anchor>
        <t:Assign userId="S::rsilver@ccof.org::0154c245-6ed8-46b9-b1f4-5b7ac13b6c18" userProvider="AD" userName="Rebecca Silver"/>
      </t:Event>
      <t:Event id="{A7E5E1B4-7653-4D9F-BEB7-54A0D64A10FE}" time="2021-06-21T22:34:21Z">
        <t:Attribution userId="S::amber@ccof.org::0d72b21f-bd96-4471-b845-0843aea5c121" userProvider="AD" userName="Amber Pool"/>
        <t:Anchor>
          <t:Comment id="1345941976"/>
        </t:Anchor>
        <t:SetTitle title="Looks great to me @Rebecca Silver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D90F4A-1DEF-465C-A0A0-AE81F1FF85DE}"/>
</file>

<file path=customXml/itemProps2.xml><?xml version="1.0" encoding="utf-8"?>
<ds:datastoreItem xmlns:ds="http://schemas.openxmlformats.org/officeDocument/2006/customXml" ds:itemID="{317EA162-9489-4258-902C-2B3C241D51FD}">
  <ds:schemaRefs>
    <ds:schemaRef ds:uri="http://schemas.microsoft.com/office/infopath/2007/PartnerControls"/>
    <ds:schemaRef ds:uri="http://schemas.microsoft.com/office/2006/metadata/properties"/>
    <ds:schemaRef ds:uri="http://purl.org/dc/dcmitype/"/>
    <ds:schemaRef ds:uri="http://purl.org/dc/terms/"/>
    <ds:schemaRef ds:uri="09ababc6-fd81-4b54-b3d2-b3b9331a54f2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85baac6e-00ee-4400-8471-a7ea50d0936d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0719B5E-5C5D-41C7-A4D3-48D83715ED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E3F27E1-78DC-44AC-9B20-D985C335A73A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AD14BDC-8DC9-402D-BA3B-222A3A8D12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1906</TotalTime>
  <Pages>2</Pages>
  <Words>1279</Words>
  <Characters>7292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G3.0</vt:lpstr>
    </vt:vector>
  </TitlesOfParts>
  <Company>California Certified Organic Farmers Inc.</Company>
  <LinksUpToDate>false</LinksUpToDate>
  <CharactersWithSpaces>8554</CharactersWithSpaces>
  <SharedDoc>false</SharedDoc>
  <HLinks>
    <vt:vector size="78" baseType="variant">
      <vt:variant>
        <vt:i4>7864434</vt:i4>
      </vt:variant>
      <vt:variant>
        <vt:i4>300</vt:i4>
      </vt:variant>
      <vt:variant>
        <vt:i4>0</vt:i4>
      </vt:variant>
      <vt:variant>
        <vt:i4>5</vt:i4>
      </vt:variant>
      <vt:variant>
        <vt:lpwstr>https://www.ccof.org/documents/grower-materials-application-osp-materials-list</vt:lpwstr>
      </vt:variant>
      <vt:variant>
        <vt:lpwstr/>
      </vt:variant>
      <vt:variant>
        <vt:i4>7864434</vt:i4>
      </vt:variant>
      <vt:variant>
        <vt:i4>288</vt:i4>
      </vt:variant>
      <vt:variant>
        <vt:i4>0</vt:i4>
      </vt:variant>
      <vt:variant>
        <vt:i4>5</vt:i4>
      </vt:variant>
      <vt:variant>
        <vt:lpwstr>https://www.ccof.org/documents/grower-materials-application-osp-materials-list</vt:lpwstr>
      </vt:variant>
      <vt:variant>
        <vt:lpwstr/>
      </vt:variant>
      <vt:variant>
        <vt:i4>4259929</vt:i4>
      </vt:variant>
      <vt:variant>
        <vt:i4>222</vt:i4>
      </vt:variant>
      <vt:variant>
        <vt:i4>0</vt:i4>
      </vt:variant>
      <vt:variant>
        <vt:i4>5</vt:i4>
      </vt:variant>
      <vt:variant>
        <vt:lpwstr>http://www.ccof.org/recordkeeping</vt:lpwstr>
      </vt:variant>
      <vt:variant>
        <vt:lpwstr/>
      </vt:variant>
      <vt:variant>
        <vt:i4>1310814</vt:i4>
      </vt:variant>
      <vt:variant>
        <vt:i4>90</vt:i4>
      </vt:variant>
      <vt:variant>
        <vt:i4>0</vt:i4>
      </vt:variant>
      <vt:variant>
        <vt:i4>5</vt:i4>
      </vt:variant>
      <vt:variant>
        <vt:lpwstr>https://www.ccof.org/documents/g31-seedlings-transplants</vt:lpwstr>
      </vt:variant>
      <vt:variant>
        <vt:lpwstr/>
      </vt:variant>
      <vt:variant>
        <vt:i4>1310814</vt:i4>
      </vt:variant>
      <vt:variant>
        <vt:i4>48</vt:i4>
      </vt:variant>
      <vt:variant>
        <vt:i4>0</vt:i4>
      </vt:variant>
      <vt:variant>
        <vt:i4>5</vt:i4>
      </vt:variant>
      <vt:variant>
        <vt:lpwstr>https://www.ccof.org/documents/g31-seedlings-transplants</vt:lpwstr>
      </vt:variant>
      <vt:variant>
        <vt:lpwstr/>
      </vt:variant>
      <vt:variant>
        <vt:i4>4980771</vt:i4>
      </vt:variant>
      <vt:variant>
        <vt:i4>3</vt:i4>
      </vt:variant>
      <vt:variant>
        <vt:i4>0</vt:i4>
      </vt:variant>
      <vt:variant>
        <vt:i4>5</vt:i4>
      </vt:variant>
      <vt:variant>
        <vt:lpwstr>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5308539</vt:i4>
      </vt:variant>
      <vt:variant>
        <vt:i4>15</vt:i4>
      </vt:variant>
      <vt:variant>
        <vt:i4>0</vt:i4>
      </vt:variant>
      <vt:variant>
        <vt:i4>5</vt:i4>
      </vt:variant>
      <vt:variant>
        <vt:lpwstr>mailto:vdavis@ccof.org</vt:lpwstr>
      </vt:variant>
      <vt:variant>
        <vt:lpwstr/>
      </vt:variant>
      <vt:variant>
        <vt:i4>2949146</vt:i4>
      </vt:variant>
      <vt:variant>
        <vt:i4>12</vt:i4>
      </vt:variant>
      <vt:variant>
        <vt:i4>0</vt:i4>
      </vt:variant>
      <vt:variant>
        <vt:i4>5</vt:i4>
      </vt:variant>
      <vt:variant>
        <vt:lpwstr>mailto:rsilver@ccof.org</vt:lpwstr>
      </vt:variant>
      <vt:variant>
        <vt:lpwstr/>
      </vt:variant>
      <vt:variant>
        <vt:i4>2949146</vt:i4>
      </vt:variant>
      <vt:variant>
        <vt:i4>9</vt:i4>
      </vt:variant>
      <vt:variant>
        <vt:i4>0</vt:i4>
      </vt:variant>
      <vt:variant>
        <vt:i4>5</vt:i4>
      </vt:variant>
      <vt:variant>
        <vt:lpwstr>mailto:rsilver@ccof.org</vt:lpwstr>
      </vt:variant>
      <vt:variant>
        <vt:lpwstr/>
      </vt:variant>
      <vt:variant>
        <vt:i4>5308539</vt:i4>
      </vt:variant>
      <vt:variant>
        <vt:i4>6</vt:i4>
      </vt:variant>
      <vt:variant>
        <vt:i4>0</vt:i4>
      </vt:variant>
      <vt:variant>
        <vt:i4>5</vt:i4>
      </vt:variant>
      <vt:variant>
        <vt:lpwstr>mailto:vdavis@ccof.org</vt:lpwstr>
      </vt:variant>
      <vt:variant>
        <vt:lpwstr/>
      </vt:variant>
      <vt:variant>
        <vt:i4>4391016</vt:i4>
      </vt:variant>
      <vt:variant>
        <vt:i4>3</vt:i4>
      </vt:variant>
      <vt:variant>
        <vt:i4>0</vt:i4>
      </vt:variant>
      <vt:variant>
        <vt:i4>5</vt:i4>
      </vt:variant>
      <vt:variant>
        <vt:lpwstr>mailto:amber@ccof.org</vt:lpwstr>
      </vt:variant>
      <vt:variant>
        <vt:lpwstr/>
      </vt:variant>
      <vt:variant>
        <vt:i4>2162695</vt:i4>
      </vt:variant>
      <vt:variant>
        <vt:i4>0</vt:i4>
      </vt:variant>
      <vt:variant>
        <vt:i4>0</vt:i4>
      </vt:variant>
      <vt:variant>
        <vt:i4>5</vt:i4>
      </vt:variant>
      <vt:variant>
        <vt:lpwstr>mailto:amitchel@ccof.org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G3.0</dc:title>
  <dc:subject/>
  <dc:creator>Network Administrator</dc:creator>
  <cp:keywords/>
  <cp:lastModifiedBy>Chloe Tsudama</cp:lastModifiedBy>
  <cp:revision>665</cp:revision>
  <cp:lastPrinted>2019-11-15T19:20:00Z</cp:lastPrinted>
  <dcterms:created xsi:type="dcterms:W3CDTF">2021-06-04T00:22:00Z</dcterms:created>
  <dcterms:modified xsi:type="dcterms:W3CDTF">2025-04-23T22:30:00Z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29797400.0000000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MediaServiceImageTags">
    <vt:lpwstr/>
  </property>
</Properties>
</file>