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C1347" w14:textId="77777777" w:rsidR="000D0D82" w:rsidRPr="00FD3EDB" w:rsidRDefault="00720726" w:rsidP="001E05D6">
      <w:pPr>
        <w:numPr>
          <w:ilvl w:val="0"/>
          <w:numId w:val="32"/>
        </w:numPr>
        <w:spacing w:before="60"/>
        <w:ind w:right="0"/>
        <w:rPr>
          <w:rFonts w:cs="Arial"/>
          <w:szCs w:val="18"/>
          <w:lang w:val="es-MX"/>
        </w:rPr>
      </w:pPr>
      <w:r w:rsidRPr="00895DCD">
        <w:rPr>
          <w:lang w:val="es-MX"/>
        </w:rPr>
        <w:t xml:space="preserve">CCOF recomienda </w:t>
      </w:r>
      <w:r w:rsidR="00E974FD">
        <w:rPr>
          <w:lang w:val="es-MX"/>
        </w:rPr>
        <w:t>iniciar</w:t>
      </w:r>
      <w:r w:rsidR="00E974FD" w:rsidRPr="00895DCD">
        <w:rPr>
          <w:lang w:val="es-MX"/>
        </w:rPr>
        <w:t xml:space="preserve"> </w:t>
      </w:r>
      <w:r w:rsidRPr="00895DCD">
        <w:rPr>
          <w:lang w:val="es-MX"/>
        </w:rPr>
        <w:t xml:space="preserve">el proceso con suficiente anticipación de necesitar la certificación para permitir el tiempo necesario para la inspección y proceso de revisión. Aunque en algunos casos se le puede otorgar el certificado en un plazo muy corto, es recomendable anticipar hasta doce semanas de demora. Ofrecemos </w:t>
      </w:r>
      <w:hyperlink r:id="rId12" w:history="1">
        <w:r w:rsidRPr="00CA7971">
          <w:rPr>
            <w:rStyle w:val="Hyperlink"/>
            <w:b/>
            <w:bCs/>
            <w:lang w:val="es-MX"/>
          </w:rPr>
          <w:t>servicios acelerados</w:t>
        </w:r>
      </w:hyperlink>
      <w:r w:rsidRPr="00CA7971">
        <w:rPr>
          <w:b/>
          <w:bCs/>
          <w:lang w:val="es-MX"/>
        </w:rPr>
        <w:t xml:space="preserve">. </w:t>
      </w:r>
    </w:p>
    <w:p w14:paraId="1FEC6C94" w14:textId="77777777" w:rsidR="00B6699D" w:rsidRPr="00AF7981" w:rsidRDefault="00E974FD" w:rsidP="00B6699D">
      <w:pPr>
        <w:numPr>
          <w:ilvl w:val="0"/>
          <w:numId w:val="32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szCs w:val="18"/>
          <w:lang w:val="es-MX"/>
        </w:rPr>
        <w:t>Guarde una copia de todos los documentos enviad</w:t>
      </w:r>
      <w:r>
        <w:rPr>
          <w:rFonts w:cs="Arial"/>
          <w:szCs w:val="18"/>
          <w:lang w:val="es-MX"/>
        </w:rPr>
        <w:t xml:space="preserve">os a CCOF con sus registros. </w:t>
      </w:r>
    </w:p>
    <w:p w14:paraId="4C0E1EE4" w14:textId="77777777" w:rsidR="00B6699D" w:rsidRPr="00AF7981" w:rsidRDefault="00E974FD" w:rsidP="00B6699D">
      <w:pPr>
        <w:numPr>
          <w:ilvl w:val="0"/>
          <w:numId w:val="37"/>
        </w:numPr>
        <w:tabs>
          <w:tab w:val="left" w:pos="360"/>
        </w:tabs>
        <w:spacing w:before="60"/>
        <w:ind w:right="-43"/>
        <w:rPr>
          <w:rFonts w:cs="Arial"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Con</w:t>
      </w:r>
      <w:r w:rsidRPr="00E974FD">
        <w:rPr>
          <w:rFonts w:cs="Arial"/>
          <w:bCs/>
          <w:szCs w:val="18"/>
          <w:lang w:val="es-MX"/>
        </w:rPr>
        <w:t>sulte nuestra página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hyperlink r:id="rId13" w:history="1">
        <w:r w:rsidR="00B6699D" w:rsidRPr="00AF7981">
          <w:rPr>
            <w:rFonts w:cs="Arial"/>
            <w:b/>
            <w:color w:val="0000FF"/>
            <w:szCs w:val="18"/>
            <w:u w:val="single"/>
            <w:lang w:val="es-MX"/>
          </w:rPr>
          <w:t>www.ccof.org/certification/how</w:t>
        </w:r>
      </w:hyperlink>
      <w:r w:rsidR="00B6699D" w:rsidRPr="00AF7981">
        <w:rPr>
          <w:rFonts w:cs="Arial"/>
          <w:bCs/>
          <w:szCs w:val="18"/>
          <w:lang w:val="es-MX"/>
        </w:rPr>
        <w:t xml:space="preserve"> </w:t>
      </w:r>
      <w:r w:rsidRPr="00AF7981">
        <w:rPr>
          <w:rFonts w:cs="Arial"/>
          <w:bCs/>
          <w:szCs w:val="18"/>
          <w:lang w:val="es-MX"/>
        </w:rPr>
        <w:t xml:space="preserve">o </w:t>
      </w:r>
      <w:r>
        <w:rPr>
          <w:rFonts w:cs="Arial"/>
          <w:bCs/>
          <w:szCs w:val="18"/>
          <w:lang w:val="es-MX"/>
        </w:rPr>
        <w:t>contáctenos si tiene preguntas.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  <w:r w:rsidR="00B6699D">
        <w:rPr>
          <w:rFonts w:eastAsia="Calibri" w:cs="Arial"/>
          <w:szCs w:val="18"/>
          <w:lang w:val="es-MX"/>
        </w:rPr>
        <w:t>Encuentr</w:t>
      </w:r>
      <w:r>
        <w:rPr>
          <w:rFonts w:eastAsia="Calibri" w:cs="Arial"/>
          <w:szCs w:val="18"/>
          <w:lang w:val="es-MX"/>
        </w:rPr>
        <w:t>e</w:t>
      </w:r>
      <w:r w:rsidR="00B6699D">
        <w:rPr>
          <w:rFonts w:eastAsia="Calibri" w:cs="Arial"/>
          <w:szCs w:val="18"/>
          <w:lang w:val="es-MX"/>
        </w:rPr>
        <w:t xml:space="preserve"> todas las formas en </w:t>
      </w:r>
      <w:hyperlink r:id="rId14" w:history="1">
        <w:r w:rsidR="00B6699D" w:rsidRPr="00CA7971">
          <w:rPr>
            <w:rStyle w:val="Hyperlink"/>
            <w:rFonts w:eastAsia="Calibri" w:cs="Arial"/>
            <w:b/>
            <w:bCs/>
            <w:szCs w:val="18"/>
            <w:lang w:val="es-MX"/>
          </w:rPr>
          <w:t>www.ccof.org/documents</w:t>
        </w:r>
      </w:hyperlink>
      <w:r w:rsidR="00B6699D">
        <w:rPr>
          <w:rFonts w:eastAsia="Calibri" w:cs="Arial"/>
          <w:szCs w:val="18"/>
          <w:lang w:val="es-MX"/>
        </w:rPr>
        <w:t>.</w:t>
      </w:r>
      <w:r w:rsidR="00B6699D" w:rsidRPr="00AF7981">
        <w:rPr>
          <w:rFonts w:cs="Arial"/>
          <w:bCs/>
          <w:szCs w:val="18"/>
          <w:lang w:val="es-MX"/>
        </w:rPr>
        <w:t xml:space="preserve"> </w:t>
      </w:r>
    </w:p>
    <w:p w14:paraId="54C3E259" w14:textId="6C06C87E" w:rsidR="00B6699D" w:rsidRPr="00AF7981" w:rsidRDefault="00E974FD" w:rsidP="00B6699D">
      <w:pPr>
        <w:numPr>
          <w:ilvl w:val="0"/>
          <w:numId w:val="38"/>
        </w:numPr>
        <w:spacing w:before="240"/>
        <w:ind w:left="36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/>
          <w:szCs w:val="18"/>
          <w:lang w:val="es-MX"/>
        </w:rPr>
        <w:t xml:space="preserve">Complete y envíe las </w:t>
      </w:r>
      <w:proofErr w:type="spellStart"/>
      <w:r w:rsidRPr="00AF7981">
        <w:rPr>
          <w:rFonts w:cs="Arial"/>
          <w:b/>
          <w:szCs w:val="18"/>
          <w:lang w:val="es-MX"/>
        </w:rPr>
        <w:t>siguentes</w:t>
      </w:r>
      <w:proofErr w:type="spellEnd"/>
      <w:r w:rsidRPr="00AF7981">
        <w:rPr>
          <w:rFonts w:cs="Arial"/>
          <w:b/>
          <w:szCs w:val="18"/>
          <w:lang w:val="es-MX"/>
        </w:rPr>
        <w:t xml:space="preserve"> formas para solicit</w:t>
      </w:r>
      <w:r w:rsidR="00336509" w:rsidRPr="00AF7981">
        <w:rPr>
          <w:rFonts w:cs="Arial"/>
          <w:b/>
          <w:szCs w:val="18"/>
          <w:lang w:val="es-MX"/>
        </w:rPr>
        <w:t>a</w:t>
      </w:r>
      <w:r w:rsidRPr="00AF7981">
        <w:rPr>
          <w:rFonts w:cs="Arial"/>
          <w:b/>
          <w:szCs w:val="18"/>
          <w:lang w:val="es-MX"/>
        </w:rPr>
        <w:t xml:space="preserve">r la certificación: </w:t>
      </w:r>
      <w:r w:rsidR="00AC705C" w:rsidRPr="00AC705C">
        <w:rPr>
          <w:rFonts w:cs="Arial"/>
          <w:b/>
          <w:szCs w:val="18"/>
          <w:lang w:val="es-MX"/>
        </w:rPr>
        <w:t>Programa de Certificación Acelerada ALLI04_sp</w:t>
      </w:r>
    </w:p>
    <w:p w14:paraId="79CF6225" w14:textId="77777777" w:rsidR="00B6699D" w:rsidRPr="00AF7981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B03128">
        <w:rPr>
          <w:rFonts w:cs="Arial"/>
          <w:bCs/>
          <w:szCs w:val="18"/>
          <w:lang w:val="es-MX"/>
        </w:rPr>
        <w:t>CCOF Contra</w:t>
      </w:r>
      <w:r w:rsidR="00D460EC" w:rsidRPr="00B03128">
        <w:rPr>
          <w:rFonts w:cs="Arial"/>
          <w:bCs/>
          <w:szCs w:val="18"/>
          <w:lang w:val="es-MX"/>
        </w:rPr>
        <w:t xml:space="preserve">to de </w:t>
      </w:r>
      <w:r w:rsidR="00D460EC">
        <w:rPr>
          <w:rFonts w:cs="Arial"/>
          <w:bCs/>
          <w:szCs w:val="18"/>
          <w:lang w:val="es-MX"/>
        </w:rPr>
        <w:t>C</w:t>
      </w:r>
      <w:r w:rsidR="00D460EC" w:rsidRPr="00D460EC">
        <w:rPr>
          <w:rFonts w:cs="Arial"/>
          <w:bCs/>
          <w:szCs w:val="18"/>
          <w:lang w:val="es-MX"/>
        </w:rPr>
        <w:t>ertificación</w:t>
      </w:r>
      <w:r w:rsidRPr="00AF7981">
        <w:rPr>
          <w:rFonts w:cs="Arial"/>
          <w:bCs/>
          <w:szCs w:val="18"/>
          <w:lang w:val="es-MX"/>
        </w:rPr>
        <w:t xml:space="preserve"> (</w:t>
      </w:r>
      <w:r w:rsidR="00E974FD" w:rsidRPr="00AF7981">
        <w:rPr>
          <w:rFonts w:cs="Arial"/>
          <w:bCs/>
          <w:szCs w:val="18"/>
          <w:lang w:val="es-MX"/>
        </w:rPr>
        <w:t>esta forma de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E23F79" w:rsidRPr="00AF7981">
        <w:rPr>
          <w:rFonts w:cs="Arial"/>
          <w:bCs/>
          <w:szCs w:val="18"/>
          <w:lang w:val="es-MX"/>
        </w:rPr>
        <w:t>6</w:t>
      </w:r>
      <w:r w:rsidRPr="00AF7981">
        <w:rPr>
          <w:rFonts w:cs="Arial"/>
          <w:bCs/>
          <w:szCs w:val="18"/>
          <w:lang w:val="es-MX"/>
        </w:rPr>
        <w:t>-</w:t>
      </w:r>
      <w:r w:rsidR="00E974FD">
        <w:rPr>
          <w:rFonts w:cs="Arial"/>
          <w:bCs/>
          <w:szCs w:val="18"/>
          <w:lang w:val="es-MX"/>
        </w:rPr>
        <w:t>páginas</w:t>
      </w:r>
      <w:r w:rsidRPr="00AF7981">
        <w:rPr>
          <w:rFonts w:cs="Arial"/>
          <w:bCs/>
          <w:szCs w:val="18"/>
          <w:lang w:val="es-MX"/>
        </w:rPr>
        <w:t>)</w:t>
      </w:r>
    </w:p>
    <w:p w14:paraId="23F52246" w14:textId="77777777" w:rsidR="00B6699D" w:rsidRPr="00AF7981" w:rsidRDefault="00E974F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Formas y anexos del Plan de Sistema Orgánic</w:t>
      </w:r>
      <w:r w:rsidR="008E2814">
        <w:rPr>
          <w:rFonts w:cs="Arial"/>
          <w:bCs/>
          <w:szCs w:val="18"/>
          <w:lang w:val="es-MX"/>
        </w:rPr>
        <w:t>o</w:t>
      </w:r>
      <w:r w:rsidRPr="00AF7981">
        <w:rPr>
          <w:rFonts w:cs="Arial"/>
          <w:bCs/>
          <w:szCs w:val="18"/>
          <w:lang w:val="es-MX"/>
        </w:rPr>
        <w:t xml:space="preserve"> </w:t>
      </w:r>
      <w:r w:rsidR="00B6699D" w:rsidRPr="00AF7981">
        <w:rPr>
          <w:rFonts w:cs="Arial"/>
          <w:bCs/>
          <w:szCs w:val="18"/>
          <w:lang w:val="es-MX"/>
        </w:rPr>
        <w:t xml:space="preserve">(OSP) </w:t>
      </w:r>
    </w:p>
    <w:p w14:paraId="0E30A296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Revise cuidadosamente las Guías del Plan de Sistema Orgánico</w:t>
      </w:r>
      <w:r w:rsidR="00B6699D" w:rsidRPr="00AF7981">
        <w:rPr>
          <w:rFonts w:cs="Arial"/>
          <w:bCs/>
          <w:szCs w:val="18"/>
          <w:lang w:val="es-MX"/>
        </w:rPr>
        <w:t xml:space="preserve"> (OSP) </w:t>
      </w:r>
      <w:r w:rsidR="00DF5DD6" w:rsidRPr="00AF7981">
        <w:rPr>
          <w:rFonts w:cs="Arial"/>
          <w:bCs/>
          <w:szCs w:val="18"/>
          <w:lang w:val="es-MX"/>
        </w:rPr>
        <w:t>aplica</w:t>
      </w:r>
      <w:r w:rsidR="00DF5DD6">
        <w:rPr>
          <w:rFonts w:cs="Arial"/>
          <w:bCs/>
          <w:szCs w:val="18"/>
          <w:lang w:val="es-MX"/>
        </w:rPr>
        <w:t xml:space="preserve">bles a su operación, y complete todas las formas indicadas. </w:t>
      </w:r>
    </w:p>
    <w:bookmarkStart w:id="0" w:name="_Hlk72243129"/>
    <w:p w14:paraId="7ADA0F15" w14:textId="77777777" w:rsidR="00B6699D" w:rsidRPr="00FD3EDB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r>
        <w:rPr>
          <w:rFonts w:cs="Arial"/>
          <w:b/>
          <w:szCs w:val="18"/>
          <w:lang w:val="es-MX"/>
        </w:rPr>
        <w:fldChar w:fldCharType="begin"/>
      </w:r>
      <w:r w:rsidR="00EF23D1">
        <w:rPr>
          <w:rFonts w:cs="Arial"/>
          <w:b/>
          <w:szCs w:val="18"/>
          <w:lang w:val="es-MX"/>
        </w:rPr>
        <w:instrText>HYPERLINK "https://www.ccof.org/resource/gua-de-formas-osp-para-manejador/"</w:instrText>
      </w:r>
      <w:r>
        <w:rPr>
          <w:rFonts w:cs="Arial"/>
          <w:b/>
          <w:szCs w:val="18"/>
          <w:lang w:val="es-MX"/>
        </w:rPr>
      </w:r>
      <w:r>
        <w:rPr>
          <w:rFonts w:cs="Arial"/>
          <w:b/>
          <w:szCs w:val="18"/>
          <w:lang w:val="es-MX"/>
        </w:rPr>
        <w:fldChar w:fldCharType="separate"/>
      </w:r>
      <w:r w:rsidRPr="00FD3EDB">
        <w:rPr>
          <w:rStyle w:val="Hyperlink"/>
          <w:rFonts w:cs="Arial"/>
          <w:b/>
          <w:szCs w:val="18"/>
          <w:lang w:val="es-MX"/>
        </w:rPr>
        <w:t>Guía de Formas OSP Para Manejador</w:t>
      </w:r>
      <w:r>
        <w:rPr>
          <w:rFonts w:cs="Arial"/>
          <w:b/>
          <w:szCs w:val="18"/>
          <w:lang w:val="es-MX"/>
        </w:rPr>
        <w:fldChar w:fldCharType="end"/>
      </w:r>
    </w:p>
    <w:p w14:paraId="1A819A7B" w14:textId="77777777" w:rsidR="00B6699D" w:rsidRPr="00B6699D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</w:rPr>
      </w:pPr>
      <w:hyperlink r:id="rId15" w:history="1">
        <w:r w:rsidRPr="00C17E86">
          <w:rPr>
            <w:rStyle w:val="Hyperlink"/>
            <w:rFonts w:cs="Arial"/>
            <w:b/>
            <w:szCs w:val="18"/>
          </w:rPr>
          <w:t>Guide to Livestock Producer OSP Forms</w:t>
        </w:r>
      </w:hyperlink>
      <w:r w:rsidR="00FD3EDB">
        <w:rPr>
          <w:rFonts w:cs="Arial"/>
          <w:b/>
          <w:szCs w:val="18"/>
        </w:rPr>
        <w:t xml:space="preserve"> </w:t>
      </w:r>
      <w:r w:rsidR="00FD3EDB" w:rsidRPr="00FD3EDB">
        <w:rPr>
          <w:rFonts w:cs="Arial"/>
          <w:bCs/>
          <w:i/>
          <w:iCs/>
          <w:szCs w:val="18"/>
        </w:rPr>
        <w:t>(</w:t>
      </w:r>
      <w:r w:rsidR="008E2814">
        <w:rPr>
          <w:rFonts w:cs="Arial"/>
          <w:bCs/>
          <w:i/>
          <w:iCs/>
          <w:szCs w:val="18"/>
        </w:rPr>
        <w:t>No disponible en español</w:t>
      </w:r>
      <w:r w:rsidR="00FD3EDB" w:rsidRPr="00FD3EDB">
        <w:rPr>
          <w:rFonts w:cs="Arial"/>
          <w:bCs/>
          <w:i/>
          <w:iCs/>
          <w:szCs w:val="18"/>
        </w:rPr>
        <w:t>)</w:t>
      </w:r>
    </w:p>
    <w:p w14:paraId="79103247" w14:textId="77777777" w:rsidR="00B6699D" w:rsidRPr="0017644A" w:rsidRDefault="00B6699D" w:rsidP="00CA7971">
      <w:pPr>
        <w:numPr>
          <w:ilvl w:val="2"/>
          <w:numId w:val="39"/>
        </w:numPr>
        <w:spacing w:before="60"/>
        <w:ind w:left="1440" w:right="-43"/>
        <w:outlineLvl w:val="0"/>
        <w:rPr>
          <w:rFonts w:cs="Arial"/>
          <w:b/>
          <w:szCs w:val="18"/>
          <w:lang w:val="es-MX"/>
        </w:rPr>
      </w:pPr>
      <w:hyperlink r:id="rId16" w:history="1">
        <w:r w:rsidRPr="0017644A">
          <w:rPr>
            <w:rStyle w:val="Hyperlink"/>
            <w:rFonts w:cs="Arial"/>
            <w:b/>
            <w:szCs w:val="18"/>
            <w:lang w:val="es-MX"/>
          </w:rPr>
          <w:t>Guía de Formas OSP Para Productor</w:t>
        </w:r>
      </w:hyperlink>
    </w:p>
    <w:bookmarkEnd w:id="0"/>
    <w:p w14:paraId="7D65C693" w14:textId="77777777" w:rsidR="00B6699D" w:rsidRPr="00B6699D" w:rsidRDefault="00B6699D" w:rsidP="00B6699D">
      <w:pPr>
        <w:numPr>
          <w:ilvl w:val="0"/>
          <w:numId w:val="39"/>
        </w:numPr>
        <w:spacing w:before="60"/>
        <w:ind w:right="-43"/>
        <w:outlineLvl w:val="0"/>
        <w:rPr>
          <w:rFonts w:cs="Arial"/>
          <w:b/>
          <w:szCs w:val="18"/>
        </w:rPr>
      </w:pPr>
      <w:r w:rsidRPr="00B6699D">
        <w:rPr>
          <w:rFonts w:cs="Arial"/>
          <w:bCs/>
          <w:szCs w:val="18"/>
        </w:rPr>
        <w:t>$3</w:t>
      </w:r>
      <w:r w:rsidR="00E018AA">
        <w:rPr>
          <w:rFonts w:cs="Arial"/>
          <w:bCs/>
          <w:szCs w:val="18"/>
        </w:rPr>
        <w:t>50</w:t>
      </w:r>
      <w:r w:rsidRPr="00B6699D">
        <w:rPr>
          <w:rFonts w:cs="Arial"/>
          <w:b/>
          <w:szCs w:val="18"/>
        </w:rPr>
        <w:t xml:space="preserve"> </w:t>
      </w:r>
      <w:r w:rsidR="008E2814">
        <w:rPr>
          <w:rFonts w:cs="Arial"/>
          <w:bCs/>
          <w:szCs w:val="18"/>
        </w:rPr>
        <w:t>tarifa de Solicitud</w:t>
      </w:r>
    </w:p>
    <w:p w14:paraId="447FEE1D" w14:textId="77777777" w:rsidR="00B6699D" w:rsidRPr="00AF7981" w:rsidRDefault="008E2814" w:rsidP="00CA7971">
      <w:pPr>
        <w:numPr>
          <w:ilvl w:val="1"/>
          <w:numId w:val="39"/>
        </w:num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AF7981">
        <w:rPr>
          <w:rFonts w:cs="Arial"/>
          <w:bCs/>
          <w:szCs w:val="18"/>
          <w:lang w:val="es-MX"/>
        </w:rPr>
        <w:t>No reembolsable y debe venir incluido con la solicitud</w:t>
      </w:r>
    </w:p>
    <w:p w14:paraId="7ADE99FC" w14:textId="77777777" w:rsidR="00B6699D" w:rsidRPr="00AF7981" w:rsidRDefault="00B6699D" w:rsidP="00CA7971">
      <w:pPr>
        <w:spacing w:before="60"/>
        <w:ind w:left="1080" w:right="-43"/>
        <w:outlineLvl w:val="0"/>
        <w:rPr>
          <w:rFonts w:cs="Arial"/>
          <w:b/>
          <w:szCs w:val="18"/>
          <w:lang w:val="es-MX"/>
        </w:rPr>
      </w:pP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Pr="00B6699D">
        <w:rPr>
          <w:rFonts w:cs="Arial"/>
          <w:szCs w:val="18"/>
        </w:rPr>
      </w:r>
      <w:r w:rsidRPr="00B6699D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8E2814" w:rsidRPr="00AF7981">
        <w:rPr>
          <w:rFonts w:cs="Arial"/>
          <w:szCs w:val="18"/>
          <w:lang w:val="es-MX"/>
        </w:rPr>
        <w:t>Los datos de mi tarjeta de crédito</w:t>
      </w:r>
      <w:r w:rsidR="00D572B0" w:rsidRPr="00AF7981">
        <w:rPr>
          <w:rFonts w:cs="Arial"/>
          <w:szCs w:val="18"/>
          <w:lang w:val="es-MX"/>
        </w:rPr>
        <w:t xml:space="preserve"> en página 6</w:t>
      </w:r>
      <w:r w:rsidRPr="00AF7981">
        <w:rPr>
          <w:rFonts w:cs="Arial"/>
          <w:szCs w:val="18"/>
          <w:lang w:val="es-MX"/>
        </w:rPr>
        <w:t xml:space="preserve">    </w:t>
      </w:r>
      <w:r w:rsidRPr="00B6699D">
        <w:rPr>
          <w:rFonts w:cs="Arial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AF7981">
        <w:rPr>
          <w:rFonts w:cs="Arial"/>
          <w:szCs w:val="18"/>
          <w:lang w:val="es-MX"/>
        </w:rPr>
        <w:instrText xml:space="preserve"> FORMCHECKBOX </w:instrText>
      </w:r>
      <w:r w:rsidRPr="00B6699D">
        <w:rPr>
          <w:rFonts w:cs="Arial"/>
          <w:szCs w:val="18"/>
        </w:rPr>
      </w:r>
      <w:r w:rsidRPr="00B6699D">
        <w:rPr>
          <w:rFonts w:cs="Arial"/>
          <w:szCs w:val="18"/>
        </w:rPr>
        <w:fldChar w:fldCharType="separate"/>
      </w:r>
      <w:r w:rsidRPr="00B6699D">
        <w:rPr>
          <w:rFonts w:cs="Arial"/>
          <w:szCs w:val="18"/>
        </w:rPr>
        <w:fldChar w:fldCharType="end"/>
      </w:r>
      <w:r w:rsidRPr="00AF7981">
        <w:rPr>
          <w:rFonts w:cs="Arial"/>
          <w:szCs w:val="18"/>
          <w:lang w:val="es-MX"/>
        </w:rPr>
        <w:t xml:space="preserve"> </w:t>
      </w:r>
      <w:r w:rsidR="00D572B0">
        <w:rPr>
          <w:rFonts w:cs="Arial"/>
          <w:szCs w:val="18"/>
          <w:lang w:val="es-MX"/>
        </w:rPr>
        <w:t>He incluido otra forma de pago</w:t>
      </w:r>
    </w:p>
    <w:tbl>
      <w:tblPr>
        <w:tblW w:w="9900" w:type="dxa"/>
        <w:tblInd w:w="108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7020"/>
      </w:tblGrid>
      <w:tr w:rsidR="00B6699D" w:rsidRPr="00B6699D" w14:paraId="7DFB1E48" w14:textId="77777777" w:rsidTr="005829B1">
        <w:trPr>
          <w:cantSplit/>
          <w:trHeight w:val="360"/>
        </w:trPr>
        <w:tc>
          <w:tcPr>
            <w:tcW w:w="2880" w:type="dxa"/>
            <w:vAlign w:val="center"/>
          </w:tcPr>
          <w:p w14:paraId="48C65561" w14:textId="77777777" w:rsidR="00B6699D" w:rsidRPr="00FD3EDB" w:rsidRDefault="00B6699D" w:rsidP="00B6699D">
            <w:pPr>
              <w:spacing w:before="60"/>
              <w:ind w:left="-111" w:right="-43"/>
              <w:rPr>
                <w:rFonts w:cs="Arial"/>
                <w:szCs w:val="18"/>
                <w:lang w:val="es-MX"/>
              </w:rPr>
            </w:pPr>
            <w:r w:rsidRPr="00B6699D">
              <w:rPr>
                <w:rFonts w:cs="Arial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3EDB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B6699D">
              <w:rPr>
                <w:rFonts w:cs="Arial"/>
                <w:szCs w:val="18"/>
              </w:rPr>
            </w:r>
            <w:r w:rsidRPr="00B6699D">
              <w:rPr>
                <w:rFonts w:cs="Arial"/>
                <w:szCs w:val="18"/>
              </w:rPr>
              <w:fldChar w:fldCharType="separate"/>
            </w:r>
            <w:r w:rsidRPr="00B6699D">
              <w:rPr>
                <w:rFonts w:cs="Arial"/>
                <w:szCs w:val="18"/>
              </w:rPr>
              <w:fldChar w:fldCharType="end"/>
            </w:r>
            <w:r w:rsidRPr="00FD3EDB">
              <w:rPr>
                <w:rFonts w:cs="Arial"/>
                <w:szCs w:val="18"/>
                <w:lang w:val="es-MX"/>
              </w:rPr>
              <w:t xml:space="preserve"> </w:t>
            </w:r>
            <w:r w:rsidR="00FD3EDB" w:rsidRPr="008E0F34">
              <w:rPr>
                <w:rFonts w:cs="Arial"/>
                <w:color w:val="000000"/>
                <w:szCs w:val="20"/>
                <w:lang w:val="es-MX"/>
              </w:rPr>
              <w:t>Tengo un código de descuento: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7BC63563" w14:textId="77777777" w:rsidR="00B6699D" w:rsidRPr="00B6699D" w:rsidRDefault="00B6699D" w:rsidP="00B6699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5C5B229" w14:textId="7642B28B" w:rsidR="00B6699D" w:rsidRPr="00B6699D" w:rsidRDefault="00D572B0" w:rsidP="00B6699D">
      <w:pPr>
        <w:spacing w:before="60" w:after="120"/>
        <w:ind w:left="360" w:right="-36"/>
        <w:outlineLvl w:val="0"/>
        <w:rPr>
          <w:rFonts w:cs="Arial"/>
          <w:b/>
          <w:szCs w:val="18"/>
        </w:rPr>
      </w:pPr>
      <w:r>
        <w:rPr>
          <w:rFonts w:cs="Arial"/>
          <w:b/>
          <w:szCs w:val="18"/>
        </w:rPr>
        <w:t>Correo a</w:t>
      </w:r>
      <w:r w:rsidR="00B6699D" w:rsidRPr="00B6699D">
        <w:rPr>
          <w:rFonts w:cs="Arial"/>
          <w:b/>
          <w:szCs w:val="18"/>
        </w:rPr>
        <w:t xml:space="preserve">: </w:t>
      </w:r>
      <w:hyperlink r:id="rId17" w:history="1">
        <w:r w:rsidR="00B6699D" w:rsidRPr="00B6699D">
          <w:rPr>
            <w:rFonts w:cs="Arial"/>
            <w:b/>
            <w:color w:val="0000FF"/>
            <w:szCs w:val="18"/>
            <w:u w:val="single"/>
          </w:rPr>
          <w:t>inbox@ccof.org</w:t>
        </w:r>
      </w:hyperlink>
      <w:r w:rsidR="00B6699D" w:rsidRPr="00B6699D">
        <w:rPr>
          <w:rFonts w:cs="Arial"/>
          <w:b/>
          <w:szCs w:val="18"/>
        </w:rPr>
        <w:t xml:space="preserve"> Or </w:t>
      </w:r>
      <w:r>
        <w:rPr>
          <w:rFonts w:cs="Arial"/>
          <w:b/>
          <w:szCs w:val="18"/>
        </w:rPr>
        <w:t>a</w:t>
      </w:r>
      <w:r w:rsidR="00B6699D" w:rsidRPr="00B6699D">
        <w:rPr>
          <w:rFonts w:cs="Arial"/>
          <w:b/>
          <w:szCs w:val="18"/>
        </w:rPr>
        <w:t xml:space="preserve">: CCOF, </w:t>
      </w:r>
      <w:r w:rsidR="00823664" w:rsidRPr="00823664">
        <w:rPr>
          <w:rFonts w:cs="Arial"/>
          <w:b/>
          <w:szCs w:val="18"/>
        </w:rPr>
        <w:t>877 Cedar Street, Suite 248, Santa Cruz, CA 95060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8316"/>
      </w:tblGrid>
      <w:tr w:rsidR="00B6699D" w:rsidRPr="00B6699D" w14:paraId="6E137C27" w14:textId="77777777" w:rsidTr="005829B1">
        <w:trPr>
          <w:cantSplit/>
          <w:trHeight w:val="360"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08811" w14:textId="77777777" w:rsidR="00B6699D" w:rsidRPr="00B6699D" w:rsidRDefault="00D572B0" w:rsidP="00752A1E">
            <w:pPr>
              <w:numPr>
                <w:ilvl w:val="0"/>
                <w:numId w:val="38"/>
              </w:numPr>
              <w:spacing w:before="60" w:line="240" w:lineRule="exact"/>
              <w:ind w:left="255" w:right="-43"/>
              <w:rPr>
                <w:rFonts w:cs="Arial"/>
                <w:bCs/>
                <w:szCs w:val="18"/>
                <w:lang w:val="x-none"/>
              </w:rPr>
            </w:pPr>
            <w:r>
              <w:rPr>
                <w:rFonts w:cs="Arial"/>
                <w:bCs/>
                <w:szCs w:val="18"/>
              </w:rPr>
              <w:t>Cómo encontró a CCOF?</w:t>
            </w:r>
          </w:p>
        </w:tc>
        <w:tc>
          <w:tcPr>
            <w:tcW w:w="8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80BE5B" w14:textId="77777777" w:rsidR="00B6699D" w:rsidRPr="00B6699D" w:rsidRDefault="00B6699D" w:rsidP="00752A1E">
            <w:pPr>
              <w:spacing w:before="60" w:line="240" w:lineRule="exact"/>
              <w:ind w:left="-105" w:right="-43"/>
              <w:rPr>
                <w:rFonts w:cs="Arial"/>
                <w:bCs/>
                <w:szCs w:val="18"/>
              </w:rPr>
            </w:pPr>
            <w:r w:rsidRPr="00B6699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B6699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B6699D">
              <w:rPr>
                <w:rFonts w:cs="Arial"/>
                <w:b/>
                <w:color w:val="0070C0"/>
                <w:szCs w:val="18"/>
              </w:rPr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B6699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C8ECEDD" w14:textId="77777777" w:rsidR="00720726" w:rsidRPr="00895DCD" w:rsidRDefault="00564451" w:rsidP="00B8610B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bookmarkStart w:id="1" w:name="_Hlk517781946"/>
      <w:bookmarkStart w:id="2" w:name="_Hlk517782782"/>
      <w:r w:rsidRPr="00895DCD">
        <w:rPr>
          <w:rFonts w:ascii="Arial" w:hAnsi="Arial" w:cs="Arial"/>
          <w:sz w:val="22"/>
          <w:szCs w:val="22"/>
          <w:lang w:val="es-MX"/>
        </w:rPr>
        <w:t>Información de la Empresa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260"/>
        <w:gridCol w:w="900"/>
        <w:gridCol w:w="1710"/>
        <w:gridCol w:w="1185"/>
        <w:gridCol w:w="550"/>
        <w:gridCol w:w="1170"/>
        <w:gridCol w:w="540"/>
        <w:gridCol w:w="3665"/>
      </w:tblGrid>
      <w:tr w:rsidR="00C75992" w:rsidRPr="00895DCD" w14:paraId="6323DF21" w14:textId="77777777" w:rsidTr="005829B1">
        <w:trPr>
          <w:cantSplit/>
          <w:trHeight w:val="360"/>
        </w:trPr>
        <w:tc>
          <w:tcPr>
            <w:tcW w:w="2160" w:type="dxa"/>
            <w:gridSpan w:val="2"/>
            <w:vAlign w:val="center"/>
          </w:tcPr>
          <w:p w14:paraId="0DA2E74E" w14:textId="77777777" w:rsidR="00C75992" w:rsidRPr="00895DCD" w:rsidRDefault="00C75992" w:rsidP="001E05D6">
            <w:pPr>
              <w:pStyle w:val="BodyText"/>
              <w:numPr>
                <w:ilvl w:val="0"/>
                <w:numId w:val="23"/>
              </w:numPr>
              <w:spacing w:before="60" w:after="0"/>
              <w:ind w:left="240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Nombre del negocio:</w:t>
            </w:r>
          </w:p>
        </w:tc>
        <w:tc>
          <w:tcPr>
            <w:tcW w:w="8820" w:type="dxa"/>
            <w:gridSpan w:val="6"/>
            <w:tcBorders>
              <w:bottom w:val="single" w:sz="4" w:space="0" w:color="auto"/>
            </w:tcBorders>
            <w:vAlign w:val="center"/>
          </w:tcPr>
          <w:p w14:paraId="3D9047EB" w14:textId="77777777" w:rsidR="00C75992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530CF090" w14:textId="77777777" w:rsidTr="005829B1">
        <w:trPr>
          <w:cantSplit/>
          <w:trHeight w:val="360"/>
        </w:trPr>
        <w:tc>
          <w:tcPr>
            <w:tcW w:w="3870" w:type="dxa"/>
            <w:gridSpan w:val="3"/>
            <w:vAlign w:val="center"/>
          </w:tcPr>
          <w:p w14:paraId="7233F03E" w14:textId="77777777" w:rsidR="000C1E4A" w:rsidRPr="00895DCD" w:rsidRDefault="000C1E4A" w:rsidP="001E05D6">
            <w:pPr>
              <w:pStyle w:val="BodyText"/>
              <w:spacing w:before="60" w:after="0"/>
              <w:ind w:left="24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DBA/Haciendo negocio con el nombre de:</w:t>
            </w:r>
          </w:p>
        </w:tc>
        <w:tc>
          <w:tcPr>
            <w:tcW w:w="7110" w:type="dxa"/>
            <w:gridSpan w:val="5"/>
            <w:tcBorders>
              <w:bottom w:val="single" w:sz="4" w:space="0" w:color="auto"/>
            </w:tcBorders>
            <w:vAlign w:val="center"/>
          </w:tcPr>
          <w:p w14:paraId="4D947302" w14:textId="77777777" w:rsidR="000C1E4A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F5527" w:rsidRPr="00895DCD" w14:paraId="2D76AF8B" w14:textId="77777777" w:rsidTr="005829B1">
        <w:trPr>
          <w:cantSplit/>
          <w:trHeight w:val="360"/>
        </w:trPr>
        <w:tc>
          <w:tcPr>
            <w:tcW w:w="1260" w:type="dxa"/>
            <w:vAlign w:val="center"/>
          </w:tcPr>
          <w:p w14:paraId="3275A02D" w14:textId="77777777" w:rsidR="001F5527" w:rsidRPr="00895DCD" w:rsidRDefault="001F5527" w:rsidP="001E05D6">
            <w:pPr>
              <w:pStyle w:val="BodyText"/>
              <w:spacing w:before="60" w:after="0"/>
              <w:ind w:left="245" w:right="-43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Sitio Web:</w:t>
            </w:r>
          </w:p>
        </w:tc>
        <w:tc>
          <w:tcPr>
            <w:tcW w:w="9720" w:type="dxa"/>
            <w:gridSpan w:val="7"/>
            <w:tcBorders>
              <w:bottom w:val="single" w:sz="4" w:space="0" w:color="auto"/>
            </w:tcBorders>
            <w:vAlign w:val="center"/>
          </w:tcPr>
          <w:p w14:paraId="658EAC59" w14:textId="77777777" w:rsidR="001F5527" w:rsidRPr="00895DCD" w:rsidRDefault="00967AEF" w:rsidP="001E05D6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0C1E4A" w:rsidRPr="00895DCD" w14:paraId="078F468F" w14:textId="77777777" w:rsidTr="005829B1">
        <w:tblPrEx>
          <w:tblCellMar>
            <w:left w:w="108" w:type="dxa"/>
            <w:right w:w="108" w:type="dxa"/>
          </w:tblCellMar>
        </w:tblPrEx>
        <w:trPr>
          <w:cantSplit/>
          <w:trHeight w:val="360"/>
        </w:trPr>
        <w:tc>
          <w:tcPr>
            <w:tcW w:w="1260" w:type="dxa"/>
            <w:vAlign w:val="center"/>
          </w:tcPr>
          <w:p w14:paraId="3D393FD6" w14:textId="77777777" w:rsidR="000C1E4A" w:rsidRPr="00895DCD" w:rsidRDefault="000C1E4A" w:rsidP="001E05D6">
            <w:pPr>
              <w:pStyle w:val="BodyText"/>
              <w:spacing w:before="60" w:after="0"/>
              <w:ind w:left="25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3795" w:type="dxa"/>
            <w:gridSpan w:val="3"/>
            <w:tcBorders>
              <w:bottom w:val="single" w:sz="4" w:space="0" w:color="auto"/>
            </w:tcBorders>
            <w:vAlign w:val="center"/>
          </w:tcPr>
          <w:p w14:paraId="5852D480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550" w:type="dxa"/>
            <w:vAlign w:val="center"/>
          </w:tcPr>
          <w:p w14:paraId="7CAF1195" w14:textId="77777777" w:rsidR="000C1E4A" w:rsidRPr="00895DCD" w:rsidRDefault="000C1E4A" w:rsidP="00C17E86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Ext: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3426E39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540" w:type="dxa"/>
            <w:vAlign w:val="center"/>
          </w:tcPr>
          <w:p w14:paraId="068B6C88" w14:textId="77777777" w:rsidR="000C1E4A" w:rsidRPr="00895DCD" w:rsidRDefault="000C1E4A" w:rsidP="00C17E86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Fax:</w:t>
            </w: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2DCF5F7F" w14:textId="77777777" w:rsidR="000C1E4A" w:rsidRPr="00895DCD" w:rsidRDefault="00967AEF" w:rsidP="001E05D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E929100" w14:textId="77777777" w:rsidR="0005794B" w:rsidRPr="00F80C88" w:rsidRDefault="0071055A" w:rsidP="001E05D6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r>
        <w:rPr>
          <w:lang w:val="es-MX"/>
        </w:rPr>
        <w:t xml:space="preserve">Información </w:t>
      </w:r>
      <w:r w:rsidR="00720726" w:rsidRPr="00895DCD">
        <w:rPr>
          <w:lang w:val="es-MX"/>
        </w:rPr>
        <w:t>de negocio: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60"/>
        <w:gridCol w:w="180"/>
        <w:gridCol w:w="360"/>
        <w:gridCol w:w="3985"/>
        <w:gridCol w:w="2495"/>
      </w:tblGrid>
      <w:tr w:rsidR="00F80C88" w:rsidRPr="00895DCD" w14:paraId="0730C524" w14:textId="77777777" w:rsidTr="005829B1">
        <w:trPr>
          <w:cantSplit/>
          <w:trHeight w:val="360"/>
        </w:trPr>
        <w:tc>
          <w:tcPr>
            <w:tcW w:w="4140" w:type="dxa"/>
            <w:gridSpan w:val="2"/>
            <w:vAlign w:val="center"/>
          </w:tcPr>
          <w:p w14:paraId="77D1778D" w14:textId="77777777" w:rsidR="00F80C88" w:rsidRPr="00673F39" w:rsidRDefault="00FF1753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673F39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de contribuyente federal</w:t>
            </w:r>
            <w:r w:rsidR="00F80C88" w:rsidRPr="00673F39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  <w:vAlign w:val="center"/>
          </w:tcPr>
          <w:p w14:paraId="39E45229" w14:textId="77777777" w:rsidR="00F80C88" w:rsidRPr="00673F39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B98FD9D" w14:textId="77777777" w:rsidTr="00FD79C0">
        <w:trPr>
          <w:cantSplit/>
          <w:trHeight w:val="360"/>
        </w:trPr>
        <w:tc>
          <w:tcPr>
            <w:tcW w:w="3960" w:type="dxa"/>
            <w:vAlign w:val="center"/>
          </w:tcPr>
          <w:p w14:paraId="7507AC2C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Propiedad exclusiva. Nombre del dueño:</w:t>
            </w:r>
          </w:p>
        </w:tc>
        <w:tc>
          <w:tcPr>
            <w:tcW w:w="7020" w:type="dxa"/>
            <w:gridSpan w:val="4"/>
            <w:tcBorders>
              <w:bottom w:val="single" w:sz="4" w:space="0" w:color="auto"/>
            </w:tcBorders>
            <w:vAlign w:val="center"/>
          </w:tcPr>
          <w:p w14:paraId="426519BB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0BC3AB79" w14:textId="77777777" w:rsidTr="00FD79C0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77465257" w14:textId="77777777" w:rsidR="00F80C88" w:rsidRPr="00895DCD" w:rsidRDefault="00F80C88" w:rsidP="00752A1E">
            <w:pPr>
              <w:pStyle w:val="BodyText"/>
              <w:spacing w:before="60" w:after="0"/>
              <w:ind w:left="240" w:right="-36" w:firstLine="5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>Asociación comercial. Nombres de los dueños: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5FD1B96E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765EB215" w14:textId="77777777" w:rsidTr="005829B1">
        <w:trPr>
          <w:cantSplit/>
          <w:trHeight w:val="360"/>
        </w:trPr>
        <w:tc>
          <w:tcPr>
            <w:tcW w:w="8485" w:type="dxa"/>
            <w:gridSpan w:val="4"/>
            <w:vAlign w:val="center"/>
          </w:tcPr>
          <w:p w14:paraId="6C95F3C2" w14:textId="77777777" w:rsidR="00F80C88" w:rsidRPr="00895DCD" w:rsidRDefault="00F80C88" w:rsidP="00752A1E">
            <w:pPr>
              <w:pStyle w:val="BodyText"/>
              <w:spacing w:before="60" w:after="0"/>
              <w:ind w:left="24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3"/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lang w:val="es-MX"/>
              </w:rPr>
              <w:t xml:space="preserve">Corporación 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>O</w:t>
            </w:r>
            <w:r w:rsidR="00C17E86" w:rsidRPr="00C96A69">
              <w:rPr>
                <w:rFonts w:cs="Arial"/>
                <w:szCs w:val="18"/>
                <w:lang w:val="es-MX"/>
              </w:rPr>
              <w:t>–</w:t>
            </w:r>
            <w:r w:rsidRPr="00895DCD">
              <w:rPr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bookmarkEnd w:id="4"/>
            <w:r w:rsidRPr="00895DCD">
              <w:rPr>
                <w:rFonts w:cs="Arial"/>
                <w:szCs w:val="18"/>
                <w:lang w:val="es-MX"/>
              </w:rPr>
              <w:t xml:space="preserve"> LLC/</w:t>
            </w:r>
            <w:r w:rsidRPr="00895DCD">
              <w:rPr>
                <w:lang w:val="es-MX"/>
              </w:rPr>
              <w:t>Corporación con responsabilidad limitada.    Estado de incorporación: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vAlign w:val="center"/>
          </w:tcPr>
          <w:p w14:paraId="4FB53929" w14:textId="77777777" w:rsidR="00F80C88" w:rsidRPr="00895DCD" w:rsidRDefault="00F80C88" w:rsidP="00752A1E">
            <w:pPr>
              <w:pStyle w:val="BodyText"/>
              <w:spacing w:before="60" w:after="0"/>
              <w:ind w:right="-36" w:hanging="115"/>
              <w:rPr>
                <w:rFonts w:cs="Arial"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4DD6B9D0" w14:textId="77777777" w:rsidTr="00FD79C0">
        <w:trPr>
          <w:cantSplit/>
          <w:trHeight w:val="360"/>
        </w:trPr>
        <w:tc>
          <w:tcPr>
            <w:tcW w:w="4500" w:type="dxa"/>
            <w:gridSpan w:val="3"/>
            <w:vAlign w:val="center"/>
          </w:tcPr>
          <w:p w14:paraId="29E2C7D1" w14:textId="77777777" w:rsidR="00F80C88" w:rsidRPr="00895DCD" w:rsidRDefault="00F80C88" w:rsidP="00752A1E">
            <w:pPr>
              <w:pStyle w:val="BodyText"/>
              <w:spacing w:before="60" w:after="0"/>
              <w:ind w:left="510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Nombres de los socios u oficiales y sus títulos:</w:t>
            </w:r>
          </w:p>
        </w:tc>
        <w:tc>
          <w:tcPr>
            <w:tcW w:w="6480" w:type="dxa"/>
            <w:gridSpan w:val="2"/>
            <w:tcBorders>
              <w:bottom w:val="single" w:sz="4" w:space="0" w:color="auto"/>
            </w:tcBorders>
            <w:vAlign w:val="center"/>
          </w:tcPr>
          <w:p w14:paraId="7C185DE3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41A32D37" w14:textId="77777777" w:rsidR="00F80C88" w:rsidRDefault="00F80C88" w:rsidP="00F80C88">
      <w:pPr>
        <w:numPr>
          <w:ilvl w:val="0"/>
          <w:numId w:val="23"/>
        </w:numPr>
        <w:spacing w:before="60"/>
        <w:ind w:right="-36"/>
        <w:rPr>
          <w:rFonts w:cs="Arial"/>
          <w:szCs w:val="18"/>
          <w:lang w:val="es-MX"/>
        </w:rPr>
      </w:pPr>
      <w:bookmarkStart w:id="5" w:name="_Hlk72243558"/>
      <w:r w:rsidRPr="003775DB">
        <w:rPr>
          <w:rFonts w:cs="Arial"/>
          <w:szCs w:val="18"/>
          <w:lang w:val="es-MX"/>
        </w:rPr>
        <w:t xml:space="preserve">Ubicación física de su operación: </w:t>
      </w:r>
    </w:p>
    <w:p w14:paraId="2C0A69DA" w14:textId="77777777" w:rsidR="00F80C88" w:rsidRPr="00F80C88" w:rsidRDefault="00F80C88" w:rsidP="00F80C88">
      <w:pPr>
        <w:spacing w:before="60"/>
        <w:ind w:left="360" w:right="-36"/>
        <w:rPr>
          <w:rFonts w:cs="Arial"/>
          <w:szCs w:val="18"/>
          <w:lang w:val="es-MX"/>
        </w:rPr>
      </w:pPr>
      <w:r w:rsidRPr="00F80C88">
        <w:rPr>
          <w:rFonts w:cs="Arial"/>
          <w:i/>
          <w:szCs w:val="18"/>
          <w:lang w:val="es-MX"/>
        </w:rPr>
        <w:t>Donde la producción orgánica ocurre, o se mantienen registros (de intermediario/comerciante/propietario de etiqueta privada)</w:t>
      </w:r>
      <w:r w:rsidR="00FF1753">
        <w:rPr>
          <w:rFonts w:cs="Arial"/>
          <w:i/>
          <w:szCs w:val="18"/>
          <w:lang w:val="es-MX"/>
        </w:rPr>
        <w:t xml:space="preserve">. </w:t>
      </w:r>
      <w:r w:rsidR="00FF1753" w:rsidRPr="00E53542">
        <w:rPr>
          <w:rFonts w:cs="Arial"/>
          <w:i/>
          <w:szCs w:val="18"/>
          <w:lang w:val="es-MX"/>
        </w:rPr>
        <w:t>Su ubicación física será inspeccionada y aparecerá en su certificado orgánico</w:t>
      </w:r>
      <w:r w:rsidR="00FF1753">
        <w:rPr>
          <w:rFonts w:cs="Arial"/>
          <w:i/>
          <w:szCs w:val="18"/>
          <w:lang w:val="es-MX"/>
        </w:rPr>
        <w:t>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80C88" w:rsidRPr="00895DCD" w14:paraId="01765146" w14:textId="77777777" w:rsidTr="00FD79C0">
        <w:trPr>
          <w:cantSplit/>
          <w:trHeight w:val="360"/>
        </w:trPr>
        <w:tc>
          <w:tcPr>
            <w:tcW w:w="900" w:type="dxa"/>
            <w:vAlign w:val="center"/>
          </w:tcPr>
          <w:p w14:paraId="268BA5FD" w14:textId="77777777" w:rsidR="00F80C88" w:rsidRPr="00673F39" w:rsidRDefault="00F80C88" w:rsidP="00F80C88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bookmarkStart w:id="6" w:name="_Hlk511912776"/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566BB3ED" w14:textId="77777777" w:rsidR="00F80C88" w:rsidRPr="00895DCD" w:rsidRDefault="00F80C88" w:rsidP="00752A1E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7CE25CD7" w14:textId="77777777" w:rsidR="00F80C88" w:rsidRPr="00895DCD" w:rsidRDefault="00F80C88" w:rsidP="00A23F20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 w:rsidR="00AA2288"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1310AAD4" w14:textId="77777777" w:rsidR="00F80C88" w:rsidRPr="00895DCD" w:rsidRDefault="00F80C88" w:rsidP="00C17E86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80C88" w:rsidRPr="00895DCD" w14:paraId="3C182F68" w14:textId="77777777" w:rsidTr="00FD79C0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33189E22" w14:textId="77777777" w:rsidR="00F80C88" w:rsidRPr="00895DCD" w:rsidRDefault="00F80C88" w:rsidP="00752A1E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52773E91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3A81934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2DBBDDA" w14:textId="77777777" w:rsidR="00F80C88" w:rsidRPr="00895DCD" w:rsidRDefault="00F80C88" w:rsidP="00752A1E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630F257E" w14:textId="77777777" w:rsidR="00F80C88" w:rsidRPr="00895DCD" w:rsidRDefault="00F80C88" w:rsidP="00F80C88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571E2FAF" w14:textId="77777777" w:rsidR="00F80C88" w:rsidRPr="00895DCD" w:rsidRDefault="00F80C88" w:rsidP="00C17E86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6"/>
    <w:p w14:paraId="06DF72AA" w14:textId="77777777" w:rsidR="00F80C88" w:rsidRPr="00FD79C0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Postal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D79C0" w:rsidRPr="00895DCD" w14:paraId="2B8A882A" w14:textId="77777777" w:rsidTr="00164099">
        <w:trPr>
          <w:cantSplit/>
          <w:trHeight w:val="360"/>
        </w:trPr>
        <w:tc>
          <w:tcPr>
            <w:tcW w:w="900" w:type="dxa"/>
            <w:vAlign w:val="center"/>
          </w:tcPr>
          <w:p w14:paraId="319C862F" w14:textId="77777777" w:rsidR="00FD79C0" w:rsidRPr="00673F39" w:rsidRDefault="00FD79C0" w:rsidP="00164099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5CD49815" w14:textId="77777777" w:rsidR="00FD79C0" w:rsidRPr="00895DCD" w:rsidRDefault="00FD79C0" w:rsidP="00164099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62DB43C1" w14:textId="77777777" w:rsidR="00FD79C0" w:rsidRPr="00895DCD" w:rsidRDefault="00FD79C0" w:rsidP="00164099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10C3330F" w14:textId="77777777" w:rsidR="00FD79C0" w:rsidRPr="00895DCD" w:rsidRDefault="00FD79C0" w:rsidP="00164099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D79C0" w:rsidRPr="00895DCD" w14:paraId="2C3C5364" w14:textId="77777777" w:rsidTr="00164099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7C967232" w14:textId="77777777" w:rsidR="00FD79C0" w:rsidRPr="00895DCD" w:rsidRDefault="00FD79C0" w:rsidP="00164099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32A7D82F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C1D4BD4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AF2EC2B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145AF3AF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00432DAF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0CB6C16B" w14:textId="77777777" w:rsidR="00F80C88" w:rsidRPr="00FD79C0" w:rsidRDefault="00F80C88" w:rsidP="00F80C88">
      <w:pPr>
        <w:numPr>
          <w:ilvl w:val="0"/>
          <w:numId w:val="23"/>
        </w:numPr>
        <w:spacing w:before="60"/>
        <w:ind w:right="-36"/>
        <w:rPr>
          <w:lang w:val="es-MX"/>
        </w:rPr>
      </w:pPr>
      <w:r w:rsidRPr="00C37C30">
        <w:rPr>
          <w:rFonts w:cs="Arial"/>
          <w:szCs w:val="18"/>
          <w:lang w:val="es-MX"/>
        </w:rPr>
        <w:t>Dirección de Facturación</w:t>
      </w:r>
      <w:r w:rsidRPr="00895DCD">
        <w:rPr>
          <w:rFonts w:cs="Arial"/>
          <w:b/>
          <w:szCs w:val="18"/>
          <w:lang w:val="es-MX"/>
        </w:rPr>
        <w:t xml:space="preserve"> </w:t>
      </w:r>
      <w:r w:rsidRPr="00895DCD">
        <w:rPr>
          <w:rFonts w:cs="Arial"/>
          <w:i/>
          <w:szCs w:val="18"/>
          <w:lang w:val="es-MX"/>
        </w:rPr>
        <w:t>si es diferente</w:t>
      </w:r>
      <w:r w:rsidRPr="00895DCD">
        <w:rPr>
          <w:rFonts w:cs="Arial"/>
          <w:b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900"/>
        <w:gridCol w:w="630"/>
        <w:gridCol w:w="2471"/>
        <w:gridCol w:w="1417"/>
        <w:gridCol w:w="1530"/>
        <w:gridCol w:w="1080"/>
        <w:gridCol w:w="630"/>
        <w:gridCol w:w="1962"/>
      </w:tblGrid>
      <w:tr w:rsidR="00FD79C0" w:rsidRPr="00895DCD" w14:paraId="43A9F640" w14:textId="77777777" w:rsidTr="00164099">
        <w:trPr>
          <w:cantSplit/>
          <w:trHeight w:val="360"/>
        </w:trPr>
        <w:tc>
          <w:tcPr>
            <w:tcW w:w="900" w:type="dxa"/>
            <w:vAlign w:val="center"/>
          </w:tcPr>
          <w:p w14:paraId="4EC70764" w14:textId="77777777" w:rsidR="00FD79C0" w:rsidRPr="00673F39" w:rsidRDefault="00FD79C0" w:rsidP="00164099">
            <w:pPr>
              <w:spacing w:before="60"/>
              <w:ind w:left="-107" w:right="-36"/>
              <w:rPr>
                <w:rFonts w:cs="Arial"/>
                <w:color w:val="0070C0"/>
                <w:szCs w:val="18"/>
              </w:rPr>
            </w:pPr>
            <w:r w:rsidRPr="00673F39">
              <w:rPr>
                <w:rFonts w:cs="Arial"/>
                <w:szCs w:val="18"/>
                <w:lang w:val="es-MX"/>
              </w:rPr>
              <w:t>Dirección</w:t>
            </w:r>
            <w:r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center"/>
          </w:tcPr>
          <w:p w14:paraId="447371BA" w14:textId="77777777" w:rsidR="00FD79C0" w:rsidRPr="00895DCD" w:rsidRDefault="00FD79C0" w:rsidP="00164099">
            <w:pPr>
              <w:spacing w:before="60"/>
              <w:ind w:right="-36" w:hanging="101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710" w:type="dxa"/>
            <w:gridSpan w:val="2"/>
            <w:vAlign w:val="center"/>
          </w:tcPr>
          <w:p w14:paraId="1BDEC3B7" w14:textId="77777777" w:rsidR="00FD79C0" w:rsidRPr="00895DCD" w:rsidRDefault="00FD79C0" w:rsidP="00164099">
            <w:pPr>
              <w:spacing w:before="60"/>
              <w:ind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t>Ciudad</w:t>
            </w:r>
            <w:r>
              <w:rPr>
                <w:rFonts w:cs="Arial"/>
                <w:szCs w:val="18"/>
                <w:lang w:val="es-MX"/>
              </w:rPr>
              <w:t>/Localidad</w:t>
            </w:r>
            <w:r w:rsidRPr="00895DCD">
              <w:rPr>
                <w:rFonts w:cs="Arial"/>
                <w:szCs w:val="18"/>
              </w:rPr>
              <w:t>:</w:t>
            </w:r>
          </w:p>
        </w:tc>
        <w:tc>
          <w:tcPr>
            <w:tcW w:w="1962" w:type="dxa"/>
            <w:tcBorders>
              <w:left w:val="nil"/>
              <w:bottom w:val="single" w:sz="4" w:space="0" w:color="auto"/>
            </w:tcBorders>
            <w:vAlign w:val="center"/>
          </w:tcPr>
          <w:p w14:paraId="4C070079" w14:textId="77777777" w:rsidR="00FD79C0" w:rsidRPr="00895DCD" w:rsidRDefault="00FD79C0" w:rsidP="00164099">
            <w:pPr>
              <w:spacing w:before="60"/>
              <w:ind w:left="-43" w:right="-36" w:hanging="72"/>
              <w:rPr>
                <w:rFonts w:cs="Arial"/>
                <w:b/>
                <w:color w:val="0070C0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D79C0" w:rsidRPr="00895DCD" w14:paraId="41A66D3C" w14:textId="77777777" w:rsidTr="00164099">
        <w:trPr>
          <w:cantSplit/>
          <w:trHeight w:val="360"/>
        </w:trPr>
        <w:tc>
          <w:tcPr>
            <w:tcW w:w="1530" w:type="dxa"/>
            <w:gridSpan w:val="2"/>
            <w:vAlign w:val="center"/>
          </w:tcPr>
          <w:p w14:paraId="6A58DC59" w14:textId="77777777" w:rsidR="00FD79C0" w:rsidRPr="00895DCD" w:rsidRDefault="00FD79C0" w:rsidP="00164099">
            <w:pPr>
              <w:pStyle w:val="BodyText"/>
              <w:spacing w:before="60" w:after="0"/>
              <w:ind w:left="-112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Estado/Provincia:</w:t>
            </w:r>
          </w:p>
        </w:tc>
        <w:tc>
          <w:tcPr>
            <w:tcW w:w="2471" w:type="dxa"/>
            <w:tcBorders>
              <w:bottom w:val="single" w:sz="4" w:space="0" w:color="auto"/>
            </w:tcBorders>
            <w:vAlign w:val="center"/>
          </w:tcPr>
          <w:p w14:paraId="6E0A4022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A4B5795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261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76BB316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59C24987" w14:textId="77777777" w:rsidR="00FD79C0" w:rsidRPr="00895DCD" w:rsidRDefault="00FD79C0" w:rsidP="00164099">
            <w:pPr>
              <w:pStyle w:val="BodyText"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1962" w:type="dxa"/>
            <w:tcBorders>
              <w:bottom w:val="single" w:sz="4" w:space="0" w:color="auto"/>
            </w:tcBorders>
            <w:vAlign w:val="center"/>
          </w:tcPr>
          <w:p w14:paraId="0D8BA786" w14:textId="77777777" w:rsidR="00FD79C0" w:rsidRPr="00895DCD" w:rsidRDefault="00FD79C0" w:rsidP="00164099">
            <w:pPr>
              <w:pStyle w:val="BodyText"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58097B9" w14:textId="77777777" w:rsidR="001B66DE" w:rsidRDefault="001B66DE" w:rsidP="001B66DE">
      <w:pPr>
        <w:pStyle w:val="Indentwithtabs"/>
        <w:keepNext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Idioma preferido para comunicación: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Ingles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</w:t>
      </w:r>
      <w:proofErr w:type="gramStart"/>
      <w:r w:rsidRPr="00895DCD">
        <w:rPr>
          <w:rFonts w:ascii="Arial" w:hAnsi="Arial" w:cs="Arial"/>
          <w:sz w:val="18"/>
          <w:szCs w:val="18"/>
          <w:lang w:val="es-MX"/>
        </w:rPr>
        <w:t>Español</w:t>
      </w:r>
      <w:proofErr w:type="gramEnd"/>
      <w:r w:rsidRPr="00895DCD">
        <w:rPr>
          <w:rFonts w:ascii="Arial" w:hAnsi="Arial" w:cs="Arial"/>
          <w:sz w:val="18"/>
          <w:szCs w:val="18"/>
          <w:lang w:val="es-MX"/>
        </w:rPr>
        <w:t xml:space="preserve"> (mayoría de los documentos de CCOF disponibles en español)</w:t>
      </w:r>
    </w:p>
    <w:p w14:paraId="0149631C" w14:textId="77777777" w:rsidR="001B66DE" w:rsidRPr="00B8610B" w:rsidRDefault="001B66DE" w:rsidP="00B8610B">
      <w:pPr>
        <w:pStyle w:val="Indentwithtabs"/>
        <w:numPr>
          <w:ilvl w:val="0"/>
          <w:numId w:val="23"/>
        </w:numPr>
        <w:tabs>
          <w:tab w:val="clear" w:pos="9720"/>
        </w:tabs>
        <w:spacing w:before="60"/>
        <w:ind w:right="-43"/>
        <w:rPr>
          <w:rFonts w:ascii="Arial" w:hAnsi="Arial" w:cs="Arial"/>
          <w:sz w:val="18"/>
          <w:szCs w:val="18"/>
          <w:lang w:val="es-MX"/>
        </w:rPr>
      </w:pPr>
      <w:r w:rsidRPr="00895DCD">
        <w:rPr>
          <w:rFonts w:ascii="Arial" w:hAnsi="Arial" w:cs="Arial"/>
          <w:sz w:val="18"/>
          <w:szCs w:val="18"/>
          <w:lang w:val="es-MX"/>
        </w:rPr>
        <w:t xml:space="preserve">Método preferido para comunicación escrita: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Email    </w:t>
      </w:r>
      <w:r w:rsidRPr="00895DCD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95DCD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895DCD">
        <w:rPr>
          <w:rFonts w:ascii="Arial" w:hAnsi="Arial" w:cs="Arial"/>
          <w:sz w:val="18"/>
          <w:szCs w:val="18"/>
          <w:lang w:val="es-MX"/>
        </w:rPr>
      </w:r>
      <w:r w:rsidRPr="00895DCD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895DCD">
        <w:rPr>
          <w:rFonts w:ascii="Arial" w:hAnsi="Arial" w:cs="Arial"/>
          <w:sz w:val="18"/>
          <w:szCs w:val="18"/>
          <w:lang w:val="es-MX"/>
        </w:rPr>
        <w:fldChar w:fldCharType="end"/>
      </w:r>
      <w:r w:rsidRPr="00895DCD">
        <w:rPr>
          <w:rFonts w:ascii="Arial" w:hAnsi="Arial" w:cs="Arial"/>
          <w:sz w:val="18"/>
          <w:szCs w:val="18"/>
          <w:lang w:val="es-MX"/>
        </w:rPr>
        <w:t xml:space="preserve"> Correo postal</w:t>
      </w:r>
    </w:p>
    <w:bookmarkEnd w:id="2"/>
    <w:bookmarkEnd w:id="5"/>
    <w:p w14:paraId="776BE6E9" w14:textId="77777777" w:rsidR="00F80C88" w:rsidRPr="003F1B48" w:rsidRDefault="00D572B0" w:rsidP="00F80C88">
      <w:pPr>
        <w:keepNext/>
        <w:numPr>
          <w:ilvl w:val="0"/>
          <w:numId w:val="40"/>
        </w:numPr>
        <w:spacing w:before="120"/>
        <w:ind w:right="58"/>
        <w:rPr>
          <w:rFonts w:cs="Arial"/>
          <w:b/>
          <w:bCs/>
          <w:sz w:val="22"/>
          <w:szCs w:val="22"/>
          <w:lang w:val="es-MX"/>
        </w:rPr>
      </w:pPr>
      <w:r>
        <w:rPr>
          <w:rFonts w:cs="Arial"/>
          <w:b/>
          <w:bCs/>
          <w:sz w:val="22"/>
          <w:szCs w:val="22"/>
          <w:lang w:val="es-MX"/>
        </w:rPr>
        <w:lastRenderedPageBreak/>
        <w:t>Resumen</w:t>
      </w:r>
      <w:r w:rsidR="009F6E65">
        <w:rPr>
          <w:rFonts w:cs="Arial"/>
          <w:b/>
          <w:bCs/>
          <w:sz w:val="22"/>
          <w:szCs w:val="22"/>
          <w:lang w:val="es-MX"/>
        </w:rPr>
        <w:t xml:space="preserve"> </w:t>
      </w:r>
      <w:r w:rsidR="00760339" w:rsidRPr="003F1B48">
        <w:rPr>
          <w:rFonts w:cs="Arial"/>
          <w:b/>
          <w:bCs/>
          <w:sz w:val="22"/>
          <w:szCs w:val="22"/>
          <w:lang w:val="es-MX"/>
        </w:rPr>
        <w:t>de la Operación Orgánica</w:t>
      </w:r>
    </w:p>
    <w:p w14:paraId="01866C44" w14:textId="77777777" w:rsidR="001B66DE" w:rsidRPr="000E26B2" w:rsidRDefault="007640CF" w:rsidP="000E26B2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 w:val="0"/>
          <w:sz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 xml:space="preserve">Ayúdenos a conocer su operación orgánica. 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Describa o adjunte un</w:t>
      </w:r>
      <w:r w:rsidR="00D572B0" w:rsidRPr="000E26B2">
        <w:rPr>
          <w:rStyle w:val="Heading2Char"/>
          <w:b w:val="0"/>
          <w:bCs w:val="0"/>
          <w:i w:val="0"/>
          <w:sz w:val="18"/>
          <w:lang w:val="es-MX"/>
        </w:rPr>
        <w:t xml:space="preserve"> resumen/</w:t>
      </w:r>
      <w:r w:rsidR="00A30C94" w:rsidRPr="000E26B2">
        <w:rPr>
          <w:rStyle w:val="Heading2Char"/>
          <w:b w:val="0"/>
          <w:bCs w:val="0"/>
          <w:i w:val="0"/>
          <w:sz w:val="18"/>
          <w:lang w:val="es-MX"/>
        </w:rPr>
        <w:t>descripción de su negocio orgánico o sus planes</w:t>
      </w:r>
      <w:r w:rsidRPr="000E26B2">
        <w:rPr>
          <w:rStyle w:val="Heading2Char"/>
          <w:b w:val="0"/>
          <w:bCs w:val="0"/>
          <w:i w:val="0"/>
          <w:sz w:val="18"/>
          <w:lang w:val="es-MX"/>
        </w:rPr>
        <w:t>.</w:t>
      </w:r>
    </w:p>
    <w:p w14:paraId="1CF40FD9" w14:textId="77777777" w:rsidR="001B66DE" w:rsidRPr="00AF7981" w:rsidRDefault="00D572B0" w:rsidP="00B8610B">
      <w:pPr>
        <w:keepNext/>
        <w:spacing w:before="60"/>
        <w:ind w:left="360" w:right="58"/>
        <w:rPr>
          <w:i/>
          <w:iCs/>
          <w:szCs w:val="18"/>
          <w:lang w:val="es-MX"/>
        </w:rPr>
      </w:pPr>
      <w:r>
        <w:rPr>
          <w:rFonts w:cs="Arial"/>
          <w:i/>
          <w:iCs/>
          <w:szCs w:val="18"/>
          <w:lang w:val="es-MX"/>
        </w:rPr>
        <w:t>Los</w:t>
      </w:r>
      <w:r w:rsidRPr="00AF7981">
        <w:rPr>
          <w:rFonts w:cs="Arial"/>
          <w:i/>
          <w:iCs/>
          <w:szCs w:val="18"/>
          <w:lang w:val="es-MX"/>
        </w:rPr>
        <w:t xml:space="preserve"> datos completos estarán en el Plan de Sistema Orgánico</w:t>
      </w:r>
      <w:r>
        <w:rPr>
          <w:rFonts w:cs="Arial"/>
          <w:i/>
          <w:iCs/>
          <w:szCs w:val="18"/>
          <w:lang w:val="es-MX"/>
        </w:rPr>
        <w:t xml:space="preserve"> que usted envíe.</w:t>
      </w:r>
    </w:p>
    <w:p w14:paraId="5A10B293" w14:textId="77777777" w:rsidR="007640CF" w:rsidRPr="00A30C94" w:rsidRDefault="007640CF" w:rsidP="00B8610B">
      <w:pPr>
        <w:keepNext/>
        <w:spacing w:before="60"/>
        <w:ind w:left="360" w:right="58"/>
        <w:rPr>
          <w:bCs/>
          <w:szCs w:val="18"/>
        </w:rPr>
      </w:pPr>
      <w:r w:rsidRPr="00205982">
        <w:rPr>
          <w:szCs w:val="18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  <w:checked w:val="0"/>
            </w:checkBox>
          </w:ffData>
        </w:fldChar>
      </w:r>
      <w:r w:rsidRPr="00205982">
        <w:rPr>
          <w:szCs w:val="18"/>
        </w:rPr>
        <w:instrText xml:space="preserve"> FORMCHECKBOX </w:instrText>
      </w:r>
      <w:r w:rsidRPr="00205982">
        <w:rPr>
          <w:szCs w:val="18"/>
        </w:rPr>
      </w:r>
      <w:r w:rsidRPr="00205982">
        <w:rPr>
          <w:szCs w:val="18"/>
        </w:rPr>
        <w:fldChar w:fldCharType="separate"/>
      </w:r>
      <w:r w:rsidRPr="00205982">
        <w:rPr>
          <w:szCs w:val="18"/>
        </w:rPr>
        <w:fldChar w:fldCharType="end"/>
      </w:r>
      <w:r w:rsidRPr="00205982">
        <w:rPr>
          <w:b/>
          <w:szCs w:val="18"/>
        </w:rPr>
        <w:t xml:space="preserve"> </w:t>
      </w:r>
      <w:r w:rsidRPr="00A30C94">
        <w:rPr>
          <w:bCs/>
          <w:szCs w:val="18"/>
        </w:rPr>
        <w:t>Descripción adjunta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640CF" w:rsidRPr="0046053E" w14:paraId="00BCBC7C" w14:textId="77777777" w:rsidTr="00014985">
        <w:trPr>
          <w:cantSplit/>
          <w:trHeight w:val="788"/>
        </w:trPr>
        <w:tc>
          <w:tcPr>
            <w:tcW w:w="10620" w:type="dxa"/>
            <w:tcBorders>
              <w:bottom w:val="single" w:sz="4" w:space="0" w:color="auto"/>
            </w:tcBorders>
            <w:vAlign w:val="center"/>
          </w:tcPr>
          <w:p w14:paraId="4D9FA654" w14:textId="77777777" w:rsidR="007640CF" w:rsidRPr="00F24681" w:rsidRDefault="007640CF" w:rsidP="001E05D6">
            <w:pPr>
              <w:pStyle w:val="BodyText"/>
              <w:spacing w:before="60" w:after="0"/>
              <w:ind w:left="-118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979DF6" w14:textId="77777777" w:rsidR="00FF1753" w:rsidRPr="000E26B2" w:rsidRDefault="00FF1753" w:rsidP="00FF1753">
      <w:pPr>
        <w:pStyle w:val="Indentwithtabs"/>
        <w:keepNext/>
        <w:numPr>
          <w:ilvl w:val="0"/>
          <w:numId w:val="16"/>
        </w:numPr>
        <w:tabs>
          <w:tab w:val="clear" w:pos="9720"/>
        </w:tabs>
        <w:spacing w:before="60"/>
        <w:ind w:right="-43"/>
        <w:rPr>
          <w:rFonts w:cs="Arial"/>
          <w:i/>
          <w:iCs/>
          <w:szCs w:val="18"/>
          <w:lang w:val="es-MX"/>
        </w:rPr>
      </w:pPr>
      <w:r w:rsidRPr="000E26B2">
        <w:rPr>
          <w:rStyle w:val="Heading2Char"/>
          <w:b w:val="0"/>
          <w:bCs w:val="0"/>
          <w:i w:val="0"/>
          <w:sz w:val="18"/>
          <w:lang w:val="es-MX"/>
        </w:rPr>
        <w:t>¿Con qué frecuencia revisa su Plan de Sistema Orgánico en su totalidad para verificar que se implementa efectivamente y asegurar que refleja con precisión todas sus prácticas y procedimientos?</w:t>
      </w:r>
    </w:p>
    <w:p w14:paraId="4A93DA0F" w14:textId="77777777" w:rsidR="00FF1753" w:rsidRPr="000E26B2" w:rsidRDefault="00FF1753" w:rsidP="000E26B2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0E26B2">
        <w:rPr>
          <w:rFonts w:ascii="Arial" w:hAnsi="Arial" w:cs="Arial"/>
          <w:i/>
          <w:iCs/>
          <w:sz w:val="18"/>
          <w:szCs w:val="18"/>
          <w:lang w:val="es-MX"/>
        </w:rPr>
        <w:t>De acuerdo con 7 CFR §205.201(a)(3), los solicitantes deberán proporcionar a CCOF una respuesta adecuada a esta pregunta</w:t>
      </w:r>
      <w:r w:rsidRPr="000E26B2">
        <w:rPr>
          <w:rFonts w:cs="Arial"/>
          <w:i/>
          <w:iCs/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FF1753" w:rsidRPr="0046053E" w14:paraId="07E517FC" w14:textId="77777777" w:rsidTr="00014985">
        <w:trPr>
          <w:cantSplit/>
          <w:trHeight w:val="360"/>
        </w:trPr>
        <w:tc>
          <w:tcPr>
            <w:tcW w:w="10620" w:type="dxa"/>
            <w:gridSpan w:val="2"/>
            <w:vAlign w:val="center"/>
          </w:tcPr>
          <w:p w14:paraId="252141C6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 w:rsidRPr="006622FA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Anualmente    </w:t>
            </w: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Trimestralmente    </w:t>
            </w:r>
            <w:r w:rsidRPr="00205982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05982">
              <w:rPr>
                <w:szCs w:val="18"/>
              </w:rPr>
              <w:instrText xml:space="preserve"> FORMCHECKBOX </w:instrText>
            </w:r>
            <w:r w:rsidRPr="00205982">
              <w:rPr>
                <w:szCs w:val="18"/>
              </w:rPr>
            </w:r>
            <w:r w:rsidRPr="00205982">
              <w:rPr>
                <w:szCs w:val="18"/>
              </w:rPr>
              <w:fldChar w:fldCharType="separate"/>
            </w:r>
            <w:r w:rsidRPr="00205982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Mensualmente</w:t>
            </w:r>
          </w:p>
        </w:tc>
      </w:tr>
      <w:tr w:rsidR="00FF1753" w:rsidRPr="0046053E" w14:paraId="0A42B454" w14:textId="77777777" w:rsidTr="00014985">
        <w:trPr>
          <w:cantSplit/>
          <w:trHeight w:val="360"/>
        </w:trPr>
        <w:tc>
          <w:tcPr>
            <w:tcW w:w="1620" w:type="dxa"/>
            <w:vAlign w:val="center"/>
          </w:tcPr>
          <w:p w14:paraId="7AD5C3DC" w14:textId="77777777" w:rsidR="00FF1753" w:rsidRPr="00F24681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6622FA">
              <w:rPr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6622FA">
              <w:rPr>
                <w:szCs w:val="18"/>
              </w:rPr>
              <w:instrText xml:space="preserve"> FORMCHECKBOX </w:instrText>
            </w:r>
            <w:r w:rsidRPr="006622FA">
              <w:rPr>
                <w:szCs w:val="18"/>
              </w:rPr>
            </w:r>
            <w:r w:rsidRPr="006622FA">
              <w:rPr>
                <w:szCs w:val="18"/>
              </w:rPr>
              <w:fldChar w:fldCharType="separate"/>
            </w:r>
            <w:r w:rsidRPr="006622FA">
              <w:rPr>
                <w:szCs w:val="18"/>
              </w:rPr>
              <w:fldChar w:fldCharType="end"/>
            </w:r>
            <w:r>
              <w:rPr>
                <w:szCs w:val="18"/>
              </w:rPr>
              <w:t xml:space="preserve"> Otro (describa):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75C7BA4B" w14:textId="77777777" w:rsidR="00FF1753" w:rsidRPr="00D332F7" w:rsidRDefault="00FF1753" w:rsidP="000075C2">
            <w:pPr>
              <w:pStyle w:val="BodyText"/>
              <w:spacing w:before="60" w:after="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332F7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332F7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332F7">
              <w:rPr>
                <w:rFonts w:cs="Arial"/>
                <w:b/>
                <w:color w:val="0070C0"/>
                <w:szCs w:val="18"/>
              </w:rPr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 w:rsidRPr="00D332F7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C0CAF57" w14:textId="77777777" w:rsidR="005C400B" w:rsidRPr="00895DCD" w:rsidRDefault="00A808D8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Datos de Contacto</w:t>
      </w:r>
    </w:p>
    <w:p w14:paraId="4DAF789E" w14:textId="77777777" w:rsidR="00137D05" w:rsidRPr="00895DCD" w:rsidRDefault="005C400B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 Principal</w:t>
      </w:r>
    </w:p>
    <w:p w14:paraId="5FB32155" w14:textId="77777777" w:rsidR="005C400B" w:rsidRPr="00895DCD" w:rsidRDefault="00D572B0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favor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Pr="00895DCD">
        <w:rPr>
          <w:rStyle w:val="Heading2Char"/>
          <w:b w:val="0"/>
          <w:i w:val="0"/>
          <w:sz w:val="18"/>
          <w:lang w:val="es-MX"/>
        </w:rPr>
        <w:t>design</w:t>
      </w:r>
      <w:r>
        <w:rPr>
          <w:rStyle w:val="Heading2Char"/>
          <w:b w:val="0"/>
          <w:i w:val="0"/>
          <w:sz w:val="18"/>
          <w:lang w:val="es-MX"/>
        </w:rPr>
        <w:t>e</w:t>
      </w:r>
      <w:r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a una persona en su operación para ser el contacto principal de CCOF. </w:t>
      </w:r>
      <w:r>
        <w:rPr>
          <w:rStyle w:val="Heading2Char"/>
          <w:b w:val="0"/>
          <w:i w:val="0"/>
          <w:sz w:val="18"/>
          <w:lang w:val="es-MX"/>
        </w:rPr>
        <w:t xml:space="preserve">Esta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persona </w:t>
      </w:r>
      <w:r w:rsidR="00CF6220">
        <w:rPr>
          <w:rStyle w:val="Heading2Char"/>
          <w:b w:val="0"/>
          <w:i w:val="0"/>
          <w:sz w:val="18"/>
          <w:lang w:val="es-MX"/>
        </w:rPr>
        <w:t xml:space="preserve">será listada </w:t>
      </w:r>
      <w:r>
        <w:rPr>
          <w:rStyle w:val="Heading2Char"/>
          <w:b w:val="0"/>
          <w:i w:val="0"/>
          <w:sz w:val="18"/>
          <w:lang w:val="es-MX"/>
        </w:rPr>
        <w:t xml:space="preserve">en </w:t>
      </w:r>
      <w:r w:rsidR="00CF6220">
        <w:rPr>
          <w:rStyle w:val="Heading2Char"/>
          <w:b w:val="0"/>
          <w:i w:val="0"/>
          <w:sz w:val="18"/>
          <w:lang w:val="es-MX"/>
        </w:rPr>
        <w:t xml:space="preserve">el </w:t>
      </w:r>
      <w:r>
        <w:rPr>
          <w:rStyle w:val="Heading2Char"/>
          <w:b w:val="0"/>
          <w:i w:val="0"/>
          <w:sz w:val="18"/>
          <w:lang w:val="es-MX"/>
        </w:rPr>
        <w:t xml:space="preserve">directorio </w:t>
      </w:r>
      <w:r w:rsidR="005C400B" w:rsidRPr="00895DCD">
        <w:rPr>
          <w:rStyle w:val="Heading2Char"/>
          <w:b w:val="0"/>
          <w:i w:val="0"/>
          <w:sz w:val="18"/>
          <w:lang w:val="es-MX"/>
        </w:rPr>
        <w:t>en línea</w:t>
      </w:r>
      <w:r w:rsidR="00CF6220">
        <w:rPr>
          <w:rStyle w:val="Heading2Char"/>
          <w:b w:val="0"/>
          <w:i w:val="0"/>
          <w:sz w:val="18"/>
          <w:lang w:val="es-MX"/>
        </w:rPr>
        <w:t xml:space="preserve"> de CCOF y en la Base de Datos de Integridad Orgánica (OID)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. Esta persona debe tener conocimiento de su operación, su </w:t>
      </w:r>
      <w:r w:rsidR="00CC631C" w:rsidRPr="00895DCD">
        <w:rPr>
          <w:rStyle w:val="Heading2Char"/>
          <w:b w:val="0"/>
          <w:i w:val="0"/>
          <w:sz w:val="18"/>
          <w:lang w:val="es-MX"/>
        </w:rPr>
        <w:t>Plan de Sistema Orgánico/Plan Orgánico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, las actividades de su operación, </w:t>
      </w:r>
      <w:r>
        <w:rPr>
          <w:rStyle w:val="Heading2Char"/>
          <w:b w:val="0"/>
          <w:i w:val="0"/>
          <w:sz w:val="18"/>
          <w:lang w:val="es-MX"/>
        </w:rPr>
        <w:t xml:space="preserve">las regulaciones orgánicas aplicables, 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y tener autoridad para actuar </w:t>
      </w:r>
      <w:r w:rsidR="0027535B">
        <w:rPr>
          <w:rStyle w:val="Heading2Char"/>
          <w:b w:val="0"/>
          <w:i w:val="0"/>
          <w:sz w:val="18"/>
          <w:lang w:val="es-MX"/>
        </w:rPr>
        <w:t>en nombre</w:t>
      </w:r>
      <w:r w:rsidR="005C400B" w:rsidRPr="00895DCD">
        <w:rPr>
          <w:rStyle w:val="Heading2Char"/>
          <w:b w:val="0"/>
          <w:i w:val="0"/>
          <w:sz w:val="18"/>
          <w:lang w:val="es-MX"/>
        </w:rPr>
        <w:t xml:space="preserve"> de la </w:t>
      </w:r>
      <w:r w:rsidR="0027535B">
        <w:rPr>
          <w:rStyle w:val="Heading2Char"/>
          <w:b w:val="0"/>
          <w:i w:val="0"/>
          <w:sz w:val="18"/>
          <w:lang w:val="es-MX"/>
        </w:rPr>
        <w:t>empresa</w:t>
      </w:r>
      <w:r w:rsidR="005C400B" w:rsidRPr="00895DCD">
        <w:rPr>
          <w:rStyle w:val="Heading2Char"/>
          <w:b w:val="0"/>
          <w:i w:val="0"/>
          <w:sz w:val="18"/>
          <w:lang w:val="es-MX"/>
        </w:rPr>
        <w:t>.</w:t>
      </w:r>
      <w:r w:rsidR="002106DC">
        <w:rPr>
          <w:rStyle w:val="Heading2Char"/>
          <w:b w:val="0"/>
          <w:i w:val="0"/>
          <w:sz w:val="18"/>
          <w:lang w:val="es-MX"/>
        </w:rPr>
        <w:t xml:space="preserve"> </w:t>
      </w:r>
      <w:r w:rsidR="002106DC" w:rsidRPr="002106DC">
        <w:rPr>
          <w:rStyle w:val="Heading2Char"/>
          <w:bCs w:val="0"/>
          <w:i w:val="0"/>
          <w:sz w:val="18"/>
          <w:lang w:val="es-MX"/>
        </w:rPr>
        <w:t>Todas las comunicaciones serán enviadas a este contacto.</w:t>
      </w:r>
    </w:p>
    <w:tbl>
      <w:tblPr>
        <w:tblW w:w="106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810"/>
        <w:gridCol w:w="90"/>
        <w:gridCol w:w="4428"/>
        <w:gridCol w:w="900"/>
        <w:gridCol w:w="540"/>
        <w:gridCol w:w="720"/>
        <w:gridCol w:w="3132"/>
      </w:tblGrid>
      <w:tr w:rsidR="00A15E14" w:rsidRPr="00895DCD" w14:paraId="130C67C0" w14:textId="77777777" w:rsidTr="00014985">
        <w:trPr>
          <w:cantSplit/>
          <w:trHeight w:val="360"/>
        </w:trPr>
        <w:tc>
          <w:tcPr>
            <w:tcW w:w="810" w:type="dxa"/>
            <w:vAlign w:val="center"/>
          </w:tcPr>
          <w:p w14:paraId="7612B535" w14:textId="77777777" w:rsidR="00A15E14" w:rsidRPr="00895DCD" w:rsidRDefault="00A15E14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Nombre:</w:t>
            </w:r>
          </w:p>
        </w:tc>
        <w:tc>
          <w:tcPr>
            <w:tcW w:w="5958" w:type="dxa"/>
            <w:gridSpan w:val="4"/>
            <w:tcBorders>
              <w:bottom w:val="single" w:sz="4" w:space="0" w:color="auto"/>
            </w:tcBorders>
            <w:vAlign w:val="center"/>
          </w:tcPr>
          <w:p w14:paraId="46BEB1B5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vAlign w:val="center"/>
          </w:tcPr>
          <w:p w14:paraId="1CB4458C" w14:textId="77777777" w:rsidR="00A15E14" w:rsidRPr="00895DCD" w:rsidRDefault="00A15E14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Título:</w:t>
            </w:r>
          </w:p>
        </w:tc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14:paraId="4ADCC8B3" w14:textId="77777777" w:rsidR="00A15E14" w:rsidRPr="00895DCD" w:rsidRDefault="00967AEF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1B66DE" w:rsidRPr="00895DCD" w14:paraId="5FA76B06" w14:textId="77777777" w:rsidTr="00014985">
        <w:trPr>
          <w:cantSplit/>
          <w:trHeight w:val="360"/>
        </w:trPr>
        <w:tc>
          <w:tcPr>
            <w:tcW w:w="900" w:type="dxa"/>
            <w:gridSpan w:val="2"/>
            <w:vAlign w:val="center"/>
          </w:tcPr>
          <w:p w14:paraId="5DF4F9BB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bookmarkStart w:id="7" w:name="_Hlk72243636"/>
            <w:r w:rsidRPr="00895DCD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1A1D51A1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71D14708" w14:textId="77777777" w:rsidR="001B66DE" w:rsidRPr="00895DCD" w:rsidRDefault="001B66DE" w:rsidP="001E05D6">
            <w:pPr>
              <w:pStyle w:val="BodyText"/>
              <w:keepNext/>
              <w:spacing w:before="60" w:after="0"/>
              <w:ind w:right="-36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szCs w:val="18"/>
                <w:lang w:val="es-MX"/>
              </w:rPr>
              <w:t>Email(s)</w:t>
            </w:r>
            <w:r w:rsidRPr="00895DC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392" w:type="dxa"/>
            <w:gridSpan w:val="3"/>
            <w:tcBorders>
              <w:bottom w:val="single" w:sz="4" w:space="0" w:color="auto"/>
            </w:tcBorders>
            <w:vAlign w:val="center"/>
          </w:tcPr>
          <w:p w14:paraId="049EEAEE" w14:textId="77777777" w:rsidR="001B66DE" w:rsidRPr="00895DCD" w:rsidRDefault="001B66DE" w:rsidP="001E05D6">
            <w:pPr>
              <w:pStyle w:val="BodyText"/>
              <w:keepNext/>
              <w:spacing w:before="60" w:after="0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7"/>
    <w:p w14:paraId="34C1B8B8" w14:textId="77777777" w:rsidR="00137D05" w:rsidRPr="00895DCD" w:rsidRDefault="00F026EE" w:rsidP="000E26B2">
      <w:pPr>
        <w:pStyle w:val="Indentwithtabs"/>
        <w:keepNext/>
        <w:numPr>
          <w:ilvl w:val="0"/>
          <w:numId w:val="47"/>
        </w:numPr>
        <w:tabs>
          <w:tab w:val="clear" w:pos="9720"/>
        </w:tabs>
        <w:spacing w:before="60"/>
        <w:ind w:right="-43"/>
        <w:rPr>
          <w:rStyle w:val="Heading2Char"/>
          <w:b w:val="0"/>
          <w:bCs w:val="0"/>
          <w:iCs w:val="0"/>
          <w:sz w:val="18"/>
          <w:szCs w:val="18"/>
          <w:lang w:val="es-MX"/>
        </w:rPr>
      </w:pPr>
      <w:r w:rsidRPr="00895DCD">
        <w:rPr>
          <w:rStyle w:val="Heading2Char"/>
          <w:i w:val="0"/>
          <w:sz w:val="18"/>
          <w:lang w:val="es-MX"/>
        </w:rPr>
        <w:t>Contactos Adicionales</w:t>
      </w:r>
    </w:p>
    <w:p w14:paraId="06D84822" w14:textId="77777777" w:rsidR="00F026EE" w:rsidRPr="00895DCD" w:rsidRDefault="0027535B" w:rsidP="001E05D6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/>
        <w:ind w:left="360" w:right="-43"/>
        <w:rPr>
          <w:rStyle w:val="Heading2Char"/>
          <w:b w:val="0"/>
          <w:bCs w:val="0"/>
          <w:i w:val="0"/>
          <w:iCs w:val="0"/>
          <w:sz w:val="18"/>
          <w:szCs w:val="18"/>
          <w:lang w:val="es-MX"/>
        </w:rPr>
      </w:pPr>
      <w:r>
        <w:rPr>
          <w:rStyle w:val="Heading2Char"/>
          <w:b w:val="0"/>
          <w:i w:val="0"/>
          <w:sz w:val="18"/>
          <w:lang w:val="es-MX"/>
        </w:rPr>
        <w:t>Por f</w:t>
      </w:r>
      <w:r w:rsidR="00F026EE" w:rsidRPr="00895DCD">
        <w:rPr>
          <w:rStyle w:val="Heading2Char"/>
          <w:b w:val="0"/>
          <w:i w:val="0"/>
          <w:sz w:val="18"/>
          <w:lang w:val="es-MX"/>
        </w:rPr>
        <w:t>avor de enume</w:t>
      </w:r>
      <w:r>
        <w:rPr>
          <w:rStyle w:val="Heading2Char"/>
          <w:b w:val="0"/>
          <w:i w:val="0"/>
          <w:sz w:val="18"/>
          <w:lang w:val="es-MX"/>
        </w:rPr>
        <w:t>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las personas </w:t>
      </w:r>
      <w:r w:rsidR="006B5716">
        <w:rPr>
          <w:rStyle w:val="Heading2Char"/>
          <w:b w:val="0"/>
          <w:i w:val="0"/>
          <w:sz w:val="18"/>
          <w:lang w:val="es-MX"/>
        </w:rPr>
        <w:t>de</w:t>
      </w:r>
      <w:r w:rsidR="006B5716" w:rsidRPr="00895DCD">
        <w:rPr>
          <w:rStyle w:val="Heading2Char"/>
          <w:b w:val="0"/>
          <w:i w:val="0"/>
          <w:sz w:val="18"/>
          <w:lang w:val="es-MX"/>
        </w:rPr>
        <w:t xml:space="preserve"> </w:t>
      </w:r>
      <w:r w:rsidR="00F026EE" w:rsidRPr="00895DCD">
        <w:rPr>
          <w:rStyle w:val="Heading2Char"/>
          <w:b w:val="0"/>
          <w:i w:val="0"/>
          <w:sz w:val="18"/>
          <w:lang w:val="es-MX"/>
        </w:rPr>
        <w:t>su operación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que están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autorizadas a</w:t>
      </w:r>
      <w:r w:rsidR="006B5716">
        <w:rPr>
          <w:rStyle w:val="Heading2Char"/>
          <w:b w:val="0"/>
          <w:i w:val="0"/>
          <w:sz w:val="18"/>
          <w:lang w:val="es-MX"/>
        </w:rPr>
        <w:t xml:space="preserve"> realizar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inspecciones, </w:t>
      </w:r>
      <w:r w:rsidR="006B5716">
        <w:rPr>
          <w:rStyle w:val="Heading2Char"/>
          <w:b w:val="0"/>
          <w:i w:val="0"/>
          <w:sz w:val="18"/>
          <w:lang w:val="es-MX"/>
        </w:rPr>
        <w:t>reunirse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con</w:t>
      </w:r>
      <w:r w:rsidR="006B5716">
        <w:rPr>
          <w:rStyle w:val="Heading2Char"/>
          <w:b w:val="0"/>
          <w:i w:val="0"/>
          <w:sz w:val="18"/>
          <w:lang w:val="es-MX"/>
        </w:rPr>
        <w:t xml:space="preserve"> los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inspectores, modificar el OSP, o actuar </w:t>
      </w:r>
      <w:r w:rsidR="006B5716">
        <w:rPr>
          <w:rStyle w:val="Heading2Char"/>
          <w:b w:val="0"/>
          <w:i w:val="0"/>
          <w:sz w:val="18"/>
          <w:lang w:val="es-MX"/>
        </w:rPr>
        <w:t>en nombre</w:t>
      </w:r>
      <w:r w:rsidR="00F026EE" w:rsidRPr="00895DCD">
        <w:rPr>
          <w:rStyle w:val="Heading2Char"/>
          <w:b w:val="0"/>
          <w:i w:val="0"/>
          <w:sz w:val="18"/>
          <w:lang w:val="es-MX"/>
        </w:rPr>
        <w:t xml:space="preserve"> de 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la </w:t>
      </w:r>
      <w:r w:rsidR="006B5716">
        <w:rPr>
          <w:rStyle w:val="Heading2Char"/>
          <w:b w:val="0"/>
          <w:i w:val="0"/>
          <w:sz w:val="18"/>
          <w:lang w:val="es-MX"/>
        </w:rPr>
        <w:t>empresa</w:t>
      </w:r>
      <w:r w:rsidR="0069262D" w:rsidRPr="00895DCD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Marque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la casilla CC los contactos que deben recibir todas las comunicaciones junto con el contacto principal </w:t>
      </w:r>
      <w:r w:rsidR="006B5716">
        <w:rPr>
          <w:rStyle w:val="Heading2Char"/>
          <w:b w:val="0"/>
          <w:i w:val="0"/>
          <w:sz w:val="18"/>
          <w:lang w:val="es-MX"/>
        </w:rPr>
        <w:t>indicado</w:t>
      </w:r>
      <w:r w:rsidR="0071055A" w:rsidRPr="0071055A">
        <w:rPr>
          <w:rStyle w:val="Heading2Char"/>
          <w:b w:val="0"/>
          <w:i w:val="0"/>
          <w:sz w:val="18"/>
          <w:lang w:val="es-MX"/>
        </w:rPr>
        <w:t xml:space="preserve"> arriba</w:t>
      </w:r>
      <w:r w:rsidR="0071055A">
        <w:rPr>
          <w:rStyle w:val="Heading2Char"/>
          <w:b w:val="0"/>
          <w:i w:val="0"/>
          <w:sz w:val="18"/>
          <w:lang w:val="es-MX"/>
        </w:rPr>
        <w:t xml:space="preserve">. </w:t>
      </w:r>
      <w:r w:rsidR="006B5716">
        <w:rPr>
          <w:rStyle w:val="Heading2Char"/>
          <w:b w:val="0"/>
          <w:i w:val="0"/>
          <w:sz w:val="18"/>
          <w:lang w:val="es-MX"/>
        </w:rPr>
        <w:t>A</w:t>
      </w:r>
      <w:r w:rsidR="006B5716" w:rsidRPr="00895DCD">
        <w:rPr>
          <w:rStyle w:val="Heading2Char"/>
          <w:b w:val="0"/>
          <w:i w:val="0"/>
          <w:sz w:val="18"/>
          <w:lang w:val="es-MX"/>
        </w:rPr>
        <w:t>djunte una lista adicional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 </w:t>
      </w:r>
      <w:r w:rsidR="006B5716">
        <w:rPr>
          <w:rStyle w:val="Heading2Char"/>
          <w:b w:val="0"/>
          <w:i w:val="0"/>
          <w:sz w:val="18"/>
          <w:lang w:val="es-MX"/>
        </w:rPr>
        <w:t>s</w:t>
      </w:r>
      <w:r w:rsidR="006B5716" w:rsidRPr="00B83BEE">
        <w:rPr>
          <w:rStyle w:val="Heading2Char"/>
          <w:b w:val="0"/>
          <w:i w:val="0"/>
          <w:sz w:val="18"/>
          <w:lang w:val="es-MX"/>
        </w:rPr>
        <w:t xml:space="preserve">i </w:t>
      </w:r>
      <w:r w:rsidR="006B5716" w:rsidRPr="00895DCD">
        <w:rPr>
          <w:rStyle w:val="Heading2Char"/>
          <w:b w:val="0"/>
          <w:i w:val="0"/>
          <w:sz w:val="18"/>
          <w:lang w:val="es-MX"/>
        </w:rPr>
        <w:t>es necesario</w:t>
      </w:r>
      <w:r w:rsidR="006B5716">
        <w:rPr>
          <w:rStyle w:val="Heading2Char"/>
          <w:b w:val="0"/>
          <w:i w:val="0"/>
          <w:sz w:val="18"/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36"/>
        <w:gridCol w:w="2431"/>
        <w:gridCol w:w="3233"/>
        <w:gridCol w:w="720"/>
      </w:tblGrid>
      <w:tr w:rsidR="0069262D" w:rsidRPr="00895DCD" w14:paraId="265614B7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3253F94C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5A8FB43F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5602B458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0CD7D8B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4DC383FF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4F657471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</w:t>
            </w:r>
            <w:r w:rsidR="00AA4A91" w:rsidRPr="00895DCD">
              <w:rPr>
                <w:rFonts w:cs="Arial"/>
                <w:szCs w:val="18"/>
                <w:lang w:val="es-MX"/>
              </w:rPr>
              <w:t>Título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0230E33A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2889E92F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  <w:tr w:rsidR="0069262D" w:rsidRPr="00895DCD" w14:paraId="370A1B63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60ABA8E6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347B6289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7C7FF995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5496C4D6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643DEDAD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19C9700C" w14:textId="77777777" w:rsidR="0069262D" w:rsidRPr="00895DCD" w:rsidRDefault="0069262D" w:rsidP="001E05D6">
            <w:pPr>
              <w:keepNext/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5FDC2FFC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1D29B628" w14:textId="77777777" w:rsidR="0069262D" w:rsidRPr="00895DCD" w:rsidRDefault="0069262D" w:rsidP="001E05D6">
            <w:pPr>
              <w:keepNext/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  <w:tr w:rsidR="0069262D" w:rsidRPr="00895DCD" w14:paraId="70E27DCE" w14:textId="77777777" w:rsidTr="00014985">
        <w:trPr>
          <w:cantSplit/>
          <w:trHeight w:val="360"/>
        </w:trPr>
        <w:tc>
          <w:tcPr>
            <w:tcW w:w="4236" w:type="dxa"/>
            <w:tcBorders>
              <w:bottom w:val="single" w:sz="4" w:space="0" w:color="auto"/>
            </w:tcBorders>
            <w:vAlign w:val="center"/>
          </w:tcPr>
          <w:p w14:paraId="36D3FB30" w14:textId="77777777" w:rsidR="0069262D" w:rsidRPr="00895DCD" w:rsidRDefault="00967AEF" w:rsidP="001E05D6">
            <w:pPr>
              <w:keepNext/>
              <w:spacing w:before="60"/>
              <w:ind w:right="-36" w:hanging="108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2431" w:type="dxa"/>
            <w:tcBorders>
              <w:bottom w:val="single" w:sz="4" w:space="0" w:color="auto"/>
            </w:tcBorders>
            <w:vAlign w:val="center"/>
          </w:tcPr>
          <w:p w14:paraId="7D582525" w14:textId="77777777" w:rsidR="0069262D" w:rsidRPr="00895DCD" w:rsidRDefault="00967AEF" w:rsidP="001E05D6">
            <w:pPr>
              <w:keepNext/>
              <w:spacing w:before="60"/>
              <w:ind w:left="-9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14:paraId="3995EBEF" w14:textId="77777777" w:rsidR="0069262D" w:rsidRPr="00895DCD" w:rsidRDefault="00967AEF" w:rsidP="001E05D6">
            <w:pPr>
              <w:keepNext/>
              <w:spacing w:before="60"/>
              <w:ind w:left="-96" w:right="-36" w:hanging="72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7891474" w14:textId="77777777" w:rsidR="0069262D" w:rsidRPr="00895DCD" w:rsidRDefault="0069262D" w:rsidP="001E05D6">
            <w:pPr>
              <w:keepNext/>
              <w:spacing w:before="60"/>
              <w:ind w:right="-12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szCs w:val="18"/>
              </w:rPr>
              <w:t xml:space="preserve">CC: </w:t>
            </w:r>
            <w:r w:rsidRPr="00895DCD">
              <w:rPr>
                <w:rFonts w:cs="Arial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</w:rPr>
            </w:r>
            <w:r w:rsidRPr="00895DCD">
              <w:rPr>
                <w:rFonts w:cs="Arial"/>
                <w:szCs w:val="18"/>
              </w:rPr>
              <w:fldChar w:fldCharType="separate"/>
            </w:r>
            <w:r w:rsidRPr="00895DCD">
              <w:rPr>
                <w:rFonts w:cs="Arial"/>
                <w:szCs w:val="18"/>
              </w:rPr>
              <w:fldChar w:fldCharType="end"/>
            </w:r>
          </w:p>
        </w:tc>
      </w:tr>
      <w:tr w:rsidR="0069262D" w:rsidRPr="00895DCD" w14:paraId="1DAACBCF" w14:textId="77777777" w:rsidTr="00014985">
        <w:trPr>
          <w:cantSplit/>
        </w:trPr>
        <w:tc>
          <w:tcPr>
            <w:tcW w:w="4236" w:type="dxa"/>
            <w:tcBorders>
              <w:top w:val="single" w:sz="4" w:space="0" w:color="auto"/>
            </w:tcBorders>
            <w:vAlign w:val="center"/>
          </w:tcPr>
          <w:p w14:paraId="3C01359B" w14:textId="77777777" w:rsidR="0069262D" w:rsidRPr="00895DCD" w:rsidRDefault="0069262D" w:rsidP="001E05D6">
            <w:pPr>
              <w:ind w:right="-36" w:hanging="108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Nombre/Título</w:t>
            </w:r>
          </w:p>
        </w:tc>
        <w:tc>
          <w:tcPr>
            <w:tcW w:w="2431" w:type="dxa"/>
            <w:tcBorders>
              <w:top w:val="single" w:sz="4" w:space="0" w:color="auto"/>
            </w:tcBorders>
            <w:vAlign w:val="center"/>
          </w:tcPr>
          <w:p w14:paraId="15725932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lang w:val="es-MX"/>
              </w:rPr>
              <w:t>Teléfono</w:t>
            </w:r>
          </w:p>
        </w:tc>
        <w:tc>
          <w:tcPr>
            <w:tcW w:w="3953" w:type="dxa"/>
            <w:gridSpan w:val="2"/>
            <w:tcBorders>
              <w:top w:val="single" w:sz="4" w:space="0" w:color="auto"/>
            </w:tcBorders>
            <w:vAlign w:val="center"/>
          </w:tcPr>
          <w:p w14:paraId="5ED49D7E" w14:textId="77777777" w:rsidR="0069262D" w:rsidRPr="00895DCD" w:rsidRDefault="0069262D" w:rsidP="001E05D6">
            <w:pPr>
              <w:ind w:left="-96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>Email</w:t>
            </w:r>
          </w:p>
        </w:tc>
      </w:tr>
    </w:tbl>
    <w:p w14:paraId="3C59804B" w14:textId="77777777" w:rsidR="003863B2" w:rsidRDefault="00AA4A91" w:rsidP="00F80C88">
      <w:pPr>
        <w:pStyle w:val="BoldInstructions"/>
        <w:keepNext/>
        <w:numPr>
          <w:ilvl w:val="0"/>
          <w:numId w:val="40"/>
        </w:numPr>
        <w:spacing w:before="120" w:line="240" w:lineRule="auto"/>
        <w:ind w:right="-43"/>
        <w:jc w:val="left"/>
        <w:rPr>
          <w:rFonts w:ascii="Arial" w:hAnsi="Arial" w:cs="Arial"/>
          <w:sz w:val="22"/>
          <w:szCs w:val="22"/>
          <w:lang w:val="es-MX"/>
        </w:rPr>
      </w:pPr>
      <w:r w:rsidRPr="00895DCD">
        <w:rPr>
          <w:rFonts w:ascii="Arial" w:hAnsi="Arial" w:cs="Arial"/>
          <w:sz w:val="22"/>
          <w:szCs w:val="22"/>
          <w:lang w:val="es-MX"/>
        </w:rPr>
        <w:t>Información del Programa de Certificación</w:t>
      </w:r>
    </w:p>
    <w:p w14:paraId="509B8AA5" w14:textId="77777777" w:rsidR="003E2CBA" w:rsidRPr="003E2CBA" w:rsidRDefault="003E2CBA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i/>
          <w:szCs w:val="18"/>
          <w:lang w:val="es-MX"/>
        </w:rPr>
      </w:pPr>
      <w:r w:rsidRPr="003E2CBA">
        <w:rPr>
          <w:rFonts w:cs="Arial"/>
          <w:lang w:val="es-MX"/>
        </w:rPr>
        <w:t>¿</w:t>
      </w:r>
      <w:r w:rsidRPr="003E2CBA">
        <w:rPr>
          <w:lang w:val="es-MX"/>
        </w:rPr>
        <w:t xml:space="preserve">A cuáles estándares orgánicos está solicitando certificación? </w:t>
      </w:r>
      <w:r w:rsidRPr="008533BA">
        <w:rPr>
          <w:rFonts w:cs="Arial"/>
          <w:iCs/>
          <w:szCs w:val="18"/>
          <w:lang w:val="es-MX"/>
        </w:rPr>
        <w:t>Marque todas las opciones que apliquen:</w:t>
      </w:r>
    </w:p>
    <w:p w14:paraId="7A22CE21" w14:textId="77777777" w:rsidR="003E2CBA" w:rsidRPr="003E2CBA" w:rsidRDefault="003E2CBA" w:rsidP="001E05D6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3E2CBA">
        <w:rPr>
          <w:rFonts w:cs="Arial"/>
          <w:i/>
          <w:szCs w:val="18"/>
          <w:lang w:val="es-MX"/>
        </w:rPr>
        <w:t xml:space="preserve">Para información adicional sobre programas de certificación de CCOF, o para determinar cuáles programas su empresa necesita, visite </w:t>
      </w:r>
      <w:hyperlink r:id="rId18" w:history="1">
        <w:r w:rsidRPr="003E2CBA">
          <w:rPr>
            <w:rFonts w:cs="Arial"/>
            <w:i/>
            <w:color w:val="0000FF"/>
            <w:szCs w:val="18"/>
            <w:u w:val="single"/>
            <w:lang w:val="es-MX"/>
          </w:rPr>
          <w:t>www.ccof.org/certification/normas</w:t>
        </w:r>
      </w:hyperlink>
      <w:r w:rsidRPr="003E2CBA">
        <w:rPr>
          <w:rFonts w:cs="Arial"/>
          <w:i/>
          <w:szCs w:val="18"/>
          <w:lang w:val="es-MX"/>
        </w:rPr>
        <w:t xml:space="preserve"> o póngase en contacto con CCOF por teléfono o email.</w:t>
      </w:r>
    </w:p>
    <w:p w14:paraId="244AC14D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Cumplimiento con el Programa Nacional Orgánico (NOP) USDA</w:t>
      </w:r>
    </w:p>
    <w:p w14:paraId="62E65D72" w14:textId="77777777" w:rsidR="003E2CBA" w:rsidRPr="003E2CBA" w:rsidRDefault="003E2CBA" w:rsidP="001E05D6">
      <w:pPr>
        <w:keepNext/>
        <w:spacing w:before="60"/>
        <w:ind w:left="630" w:right="-43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 xml:space="preserve">Programa básico para operaciones en </w:t>
      </w:r>
      <w:proofErr w:type="gramStart"/>
      <w:r w:rsidRPr="003E2CBA">
        <w:rPr>
          <w:rFonts w:cs="Arial"/>
          <w:szCs w:val="18"/>
          <w:lang w:val="es-MX"/>
        </w:rPr>
        <w:t>EE.UU.</w:t>
      </w:r>
      <w:proofErr w:type="gramEnd"/>
      <w:r w:rsidRPr="003E2CBA">
        <w:rPr>
          <w:rFonts w:cs="Arial"/>
          <w:szCs w:val="18"/>
          <w:lang w:val="es-MX"/>
        </w:rPr>
        <w:t xml:space="preserve"> o México. </w:t>
      </w:r>
      <w:r w:rsidR="00EC343D">
        <w:rPr>
          <w:rFonts w:cs="Arial"/>
          <w:szCs w:val="18"/>
          <w:lang w:val="es-MX"/>
        </w:rPr>
        <w:t>Las operaciones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 xml:space="preserve">agrícolas </w:t>
      </w:r>
      <w:r w:rsidR="00EC343D">
        <w:rPr>
          <w:rFonts w:cs="Arial"/>
          <w:szCs w:val="18"/>
          <w:lang w:val="es-MX"/>
        </w:rPr>
        <w:t>en conversión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>a producción orgánica con la intención de obtener certificación bajo el NOP será</w:t>
      </w:r>
      <w:r w:rsidR="00EC343D">
        <w:rPr>
          <w:rFonts w:cs="Arial"/>
          <w:szCs w:val="18"/>
          <w:lang w:val="es-MX"/>
        </w:rPr>
        <w:t>n</w:t>
      </w:r>
      <w:r w:rsidRPr="003E2CBA">
        <w:rPr>
          <w:rFonts w:cs="Arial"/>
          <w:szCs w:val="18"/>
          <w:lang w:val="es-MX"/>
        </w:rPr>
        <w:t xml:space="preserve"> </w:t>
      </w:r>
      <w:r w:rsidR="00EC343D" w:rsidRPr="003E2CBA">
        <w:rPr>
          <w:rFonts w:cs="Arial"/>
          <w:szCs w:val="18"/>
          <w:lang w:val="es-MX"/>
        </w:rPr>
        <w:t>revisad</w:t>
      </w:r>
      <w:r w:rsidR="00EC343D">
        <w:rPr>
          <w:rFonts w:cs="Arial"/>
          <w:szCs w:val="18"/>
          <w:lang w:val="es-MX"/>
        </w:rPr>
        <w:t>as</w:t>
      </w:r>
      <w:r w:rsidR="00EC343D"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szCs w:val="18"/>
          <w:lang w:val="es-MX"/>
        </w:rPr>
        <w:t>para la certificación transicional.</w:t>
      </w:r>
    </w:p>
    <w:p w14:paraId="3A9BBA47" w14:textId="77777777" w:rsidR="003E2CBA" w:rsidRPr="003E2CBA" w:rsidRDefault="003E2CBA" w:rsidP="001E05D6">
      <w:pPr>
        <w:keepNext/>
        <w:spacing w:before="60"/>
        <w:ind w:left="630" w:right="-43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>Complete el Plan de Sistema Orgánico/Plan Orgánico.</w:t>
      </w:r>
    </w:p>
    <w:p w14:paraId="034603CC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Cumplimiento con el Régimen Orgánico Canadiense</w:t>
      </w:r>
    </w:p>
    <w:p w14:paraId="300C5FF5" w14:textId="77777777" w:rsidR="003E2CBA" w:rsidRPr="003E2CBA" w:rsidRDefault="003E2CBA" w:rsidP="001E05D6">
      <w:pPr>
        <w:keepNext/>
        <w:spacing w:before="60"/>
        <w:ind w:right="-43" w:firstLine="630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>Programa básic</w:t>
      </w:r>
      <w:r w:rsidR="003512AC">
        <w:rPr>
          <w:rFonts w:cs="Arial"/>
          <w:szCs w:val="18"/>
          <w:lang w:val="es-MX"/>
        </w:rPr>
        <w:t>o</w:t>
      </w:r>
      <w:r w:rsidRPr="003E2CBA">
        <w:rPr>
          <w:rFonts w:cs="Arial"/>
          <w:szCs w:val="18"/>
          <w:lang w:val="es-MX"/>
        </w:rPr>
        <w:t xml:space="preserve"> para operaciones solamente en Canadá. Complete el Plan de Sistema Orgánico/Plan Orgánico COR </w:t>
      </w:r>
    </w:p>
    <w:p w14:paraId="65CA1258" w14:textId="77777777" w:rsidR="003E2CBA" w:rsidRPr="00CF0279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CF0279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CF0279">
        <w:rPr>
          <w:rFonts w:cs="Arial"/>
          <w:szCs w:val="18"/>
          <w:lang w:val="es-MX"/>
        </w:rPr>
        <w:t xml:space="preserve"> </w:t>
      </w:r>
      <w:r w:rsidRPr="00CF0279">
        <w:rPr>
          <w:rFonts w:cs="Arial"/>
          <w:b/>
          <w:szCs w:val="18"/>
          <w:lang w:val="es-MX"/>
        </w:rPr>
        <w:t>CCOF Programa Global Market Access</w:t>
      </w:r>
    </w:p>
    <w:p w14:paraId="142EB0BC" w14:textId="77777777" w:rsidR="003E2CBA" w:rsidRPr="003E2CBA" w:rsidRDefault="00CF6220" w:rsidP="00413520">
      <w:pPr>
        <w:keepNext/>
        <w:spacing w:before="60"/>
        <w:ind w:left="630" w:right="-43"/>
        <w:rPr>
          <w:rFonts w:cs="Arial"/>
          <w:szCs w:val="18"/>
          <w:lang w:val="es-MX"/>
        </w:rPr>
      </w:pPr>
      <w:proofErr w:type="gramStart"/>
      <w:r w:rsidRPr="00F735DA">
        <w:rPr>
          <w:rFonts w:cs="Arial"/>
          <w:lang w:val="es-MX"/>
        </w:rPr>
        <w:t>EE.UU.</w:t>
      </w:r>
      <w:proofErr w:type="gramEnd"/>
      <w:r w:rsidRPr="00F735DA">
        <w:rPr>
          <w:rFonts w:cs="Arial"/>
          <w:lang w:val="es-MX"/>
        </w:rPr>
        <w:t xml:space="preserve"> a Canadá, UE/Reino Unido, Japón, Corea, Suiza y Taiwán; México a Canadá; Canadá a EE.UU., UE/Reino Unido, Japón, Suiza y Taiwán. </w:t>
      </w:r>
      <w:r>
        <w:rPr>
          <w:rFonts w:cs="Arial"/>
          <w:lang w:val="es-MX"/>
        </w:rPr>
        <w:t>Complete la</w:t>
      </w:r>
      <w:r w:rsidR="00B76AC3">
        <w:rPr>
          <w:rFonts w:cs="Arial"/>
          <w:szCs w:val="18"/>
          <w:lang w:val="es-MX"/>
        </w:rPr>
        <w:t xml:space="preserve"> </w:t>
      </w:r>
      <w:bookmarkStart w:id="8" w:name="_Hlk72242806"/>
      <w:r w:rsidR="00B76AC3" w:rsidRPr="00B8610B">
        <w:rPr>
          <w:rFonts w:cs="Arial"/>
          <w:b/>
          <w:bCs/>
          <w:szCs w:val="18"/>
          <w:lang w:val="es-MX"/>
        </w:rPr>
        <w:fldChar w:fldCharType="begin"/>
      </w:r>
      <w:r w:rsidR="00B76AC3" w:rsidRPr="00B8610B">
        <w:rPr>
          <w:rFonts w:cs="Arial"/>
          <w:b/>
          <w:bCs/>
          <w:szCs w:val="18"/>
          <w:lang w:val="es-MX"/>
        </w:rPr>
        <w:instrText xml:space="preserve"> HYPERLINK "https://www.ccof.org/documents/global-market-access-application" </w:instrText>
      </w:r>
      <w:r w:rsidR="00B76AC3" w:rsidRPr="00B8610B">
        <w:rPr>
          <w:rFonts w:cs="Arial"/>
          <w:b/>
          <w:bCs/>
          <w:szCs w:val="18"/>
          <w:lang w:val="es-MX"/>
        </w:rPr>
      </w:r>
      <w:r w:rsidR="00B76AC3" w:rsidRPr="00B8610B">
        <w:rPr>
          <w:rFonts w:cs="Arial"/>
          <w:b/>
          <w:bCs/>
          <w:szCs w:val="18"/>
          <w:lang w:val="es-MX"/>
        </w:rPr>
        <w:fldChar w:fldCharType="separate"/>
      </w:r>
      <w:r w:rsidR="003E2CBA" w:rsidRPr="00B8610B">
        <w:rPr>
          <w:rStyle w:val="Hyperlink"/>
          <w:rFonts w:cs="Arial"/>
          <w:b/>
          <w:bCs/>
          <w:szCs w:val="18"/>
          <w:lang w:val="es-MX"/>
        </w:rPr>
        <w:t xml:space="preserve">solicitud </w:t>
      </w:r>
      <w:r w:rsidR="00B76AC3" w:rsidRPr="00B8610B">
        <w:rPr>
          <w:rStyle w:val="Hyperlink"/>
          <w:rFonts w:cs="Arial"/>
          <w:b/>
          <w:bCs/>
          <w:szCs w:val="18"/>
          <w:lang w:val="es-MX"/>
        </w:rPr>
        <w:t xml:space="preserve">de </w:t>
      </w:r>
      <w:r w:rsidR="003E2CBA" w:rsidRPr="00B8610B">
        <w:rPr>
          <w:rStyle w:val="Hyperlink"/>
          <w:rFonts w:cs="Arial"/>
          <w:b/>
          <w:bCs/>
          <w:szCs w:val="18"/>
          <w:lang w:val="es-MX"/>
        </w:rPr>
        <w:t>GMA</w:t>
      </w:r>
      <w:r w:rsidR="00B76AC3" w:rsidRPr="00B8610B">
        <w:rPr>
          <w:rFonts w:cs="Arial"/>
          <w:b/>
          <w:bCs/>
          <w:szCs w:val="18"/>
          <w:lang w:val="es-MX"/>
        </w:rPr>
        <w:fldChar w:fldCharType="end"/>
      </w:r>
      <w:bookmarkEnd w:id="8"/>
      <w:r w:rsidR="003E2CBA" w:rsidRPr="003E2CBA">
        <w:rPr>
          <w:rFonts w:cs="Arial"/>
          <w:szCs w:val="18"/>
          <w:lang w:val="es-MX"/>
        </w:rPr>
        <w:t>.</w:t>
      </w:r>
    </w:p>
    <w:p w14:paraId="5E3ECBF3" w14:textId="77777777" w:rsidR="003E2CBA" w:rsidRPr="003E2CBA" w:rsidRDefault="003E2CBA" w:rsidP="001E05D6">
      <w:pPr>
        <w:keepNext/>
        <w:spacing w:before="60"/>
        <w:ind w:left="630" w:right="-43" w:hanging="270"/>
        <w:rPr>
          <w:rFonts w:cs="Arial"/>
          <w:b/>
          <w:szCs w:val="18"/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rFonts w:cs="Arial"/>
          <w:b/>
          <w:szCs w:val="18"/>
          <w:lang w:val="es-MX"/>
        </w:rPr>
        <w:t>CCOF Programa de Cumplimiento de México</w:t>
      </w:r>
    </w:p>
    <w:p w14:paraId="2A231733" w14:textId="77777777" w:rsidR="003E2CBA" w:rsidRPr="003E2CBA" w:rsidRDefault="003E2CBA" w:rsidP="001E05D6">
      <w:pPr>
        <w:spacing w:before="60"/>
        <w:ind w:left="630" w:right="-36"/>
        <w:rPr>
          <w:rFonts w:cs="Arial"/>
          <w:szCs w:val="18"/>
          <w:lang w:val="es-MX"/>
        </w:rPr>
      </w:pPr>
      <w:r w:rsidRPr="003E2CBA">
        <w:rPr>
          <w:rFonts w:cs="Arial"/>
          <w:szCs w:val="18"/>
          <w:lang w:val="es-MX"/>
        </w:rPr>
        <w:t xml:space="preserve">Requerido para las operaciones en México; verificación de exportación para los envíos a México. Complete la </w:t>
      </w:r>
      <w:hyperlink r:id="rId19" w:history="1">
        <w:r w:rsidRPr="00B03128">
          <w:rPr>
            <w:rStyle w:val="Hyperlink"/>
            <w:rFonts w:cs="Arial"/>
            <w:b/>
            <w:bCs/>
            <w:szCs w:val="18"/>
            <w:lang w:val="es-MX"/>
          </w:rPr>
          <w:t>solicitud del Programa de Cumplimiento de México</w:t>
        </w:r>
      </w:hyperlink>
      <w:r w:rsidRPr="003E2CBA">
        <w:rPr>
          <w:rFonts w:cs="Arial"/>
          <w:szCs w:val="18"/>
          <w:lang w:val="es-MX"/>
        </w:rPr>
        <w:t xml:space="preserve">. </w:t>
      </w:r>
    </w:p>
    <w:p w14:paraId="1F3DC4EA" w14:textId="77777777" w:rsidR="003E2CBA" w:rsidRPr="003E2CBA" w:rsidRDefault="003E2CBA" w:rsidP="001E05D6">
      <w:pPr>
        <w:keepNext/>
        <w:numPr>
          <w:ilvl w:val="0"/>
          <w:numId w:val="27"/>
        </w:numPr>
        <w:spacing w:before="60"/>
        <w:ind w:right="-43"/>
        <w:rPr>
          <w:rFonts w:cs="Arial"/>
          <w:szCs w:val="18"/>
          <w:lang w:val="es-MX"/>
        </w:rPr>
      </w:pPr>
      <w:r w:rsidRPr="003E2CBA">
        <w:rPr>
          <w:lang w:val="es-MX"/>
        </w:rPr>
        <w:t>Esta operación produce o procesa:</w:t>
      </w:r>
      <w:r w:rsidRPr="003E2CBA">
        <w:rPr>
          <w:rFonts w:cs="Arial"/>
          <w:szCs w:val="18"/>
          <w:lang w:val="es-MX"/>
        </w:rPr>
        <w:t xml:space="preserve">     </w:t>
      </w:r>
    </w:p>
    <w:bookmarkStart w:id="9" w:name="_Hlk525221751"/>
    <w:p w14:paraId="1FB80021" w14:textId="77777777" w:rsidR="003E2CBA" w:rsidRPr="003E2CBA" w:rsidRDefault="003E2CBA" w:rsidP="001E05D6">
      <w:pPr>
        <w:tabs>
          <w:tab w:val="left" w:pos="720"/>
          <w:tab w:val="right" w:leader="underscore" w:pos="9720"/>
        </w:tabs>
        <w:spacing w:before="60"/>
        <w:ind w:left="360" w:right="-43"/>
        <w:rPr>
          <w:rFonts w:cs="Arial"/>
          <w:szCs w:val="18"/>
          <w:lang w:val="es-MX"/>
        </w:rPr>
      </w:pP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Productos orgánicos y no orgánicos 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 xml:space="preserve">Solamente productos orgánicos    </w:t>
      </w:r>
      <w:r w:rsidRPr="003E2C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fldChar w:fldCharType="separate"/>
      </w:r>
      <w:r w:rsidRPr="003E2CBA">
        <w:fldChar w:fldCharType="end"/>
      </w:r>
      <w:r w:rsidRPr="003E2CBA">
        <w:rPr>
          <w:rFonts w:cs="Arial"/>
          <w:szCs w:val="18"/>
          <w:lang w:val="es-MX"/>
        </w:rPr>
        <w:t xml:space="preserve"> </w:t>
      </w:r>
      <w:r w:rsidRPr="003E2CBA">
        <w:rPr>
          <w:lang w:val="es-MX"/>
        </w:rPr>
        <w:t>Productos orgánicos y transicional</w:t>
      </w:r>
    </w:p>
    <w:bookmarkEnd w:id="9"/>
    <w:p w14:paraId="70E9B186" w14:textId="77777777" w:rsidR="003E2CBA" w:rsidRDefault="007C34BA" w:rsidP="001E05D6">
      <w:pPr>
        <w:keepNext/>
        <w:numPr>
          <w:ilvl w:val="0"/>
          <w:numId w:val="27"/>
        </w:numPr>
        <w:spacing w:before="60"/>
        <w:ind w:right="-43"/>
        <w:rPr>
          <w:lang w:val="es-MX"/>
        </w:rPr>
      </w:pPr>
      <w:r>
        <w:rPr>
          <w:lang w:val="es-MX"/>
        </w:rPr>
        <w:lastRenderedPageBreak/>
        <w:t>Indique</w:t>
      </w:r>
      <w:r w:rsidR="003E2CBA" w:rsidRPr="003E2CBA">
        <w:rPr>
          <w:lang w:val="es-MX"/>
        </w:rPr>
        <w:t xml:space="preserve"> todos los mercados extranjeros a donde exporta </w:t>
      </w:r>
      <w:proofErr w:type="gramStart"/>
      <w:r w:rsidR="003E2CBA" w:rsidRPr="003E2CBA">
        <w:rPr>
          <w:lang w:val="es-MX"/>
        </w:rPr>
        <w:t>directamente o indirectamente</w:t>
      </w:r>
      <w:proofErr w:type="gramEnd"/>
      <w:r w:rsidR="003E2CBA" w:rsidRPr="003E2CBA">
        <w:rPr>
          <w:lang w:val="es-MX"/>
        </w:rPr>
        <w:t xml:space="preserve"> (</w:t>
      </w:r>
      <w:r>
        <w:rPr>
          <w:lang w:val="es-MX"/>
        </w:rPr>
        <w:t>como un</w:t>
      </w:r>
      <w:r w:rsidR="003E2CBA" w:rsidRPr="003E2CBA">
        <w:rPr>
          <w:lang w:val="es-MX"/>
        </w:rPr>
        <w:t xml:space="preserve"> ingrediente o </w:t>
      </w:r>
      <w:r>
        <w:rPr>
          <w:lang w:val="es-MX"/>
        </w:rPr>
        <w:t xml:space="preserve">a través </w:t>
      </w:r>
      <w:r w:rsidR="003E2CBA" w:rsidRPr="003E2CBA">
        <w:rPr>
          <w:lang w:val="es-MX"/>
        </w:rPr>
        <w:t xml:space="preserve">de </w:t>
      </w:r>
      <w:r>
        <w:rPr>
          <w:lang w:val="es-MX"/>
        </w:rPr>
        <w:t>intermediarios</w:t>
      </w:r>
      <w:r w:rsidRPr="003E2CBA">
        <w:rPr>
          <w:lang w:val="es-MX"/>
        </w:rPr>
        <w:t xml:space="preserve"> </w:t>
      </w:r>
      <w:r w:rsidR="003E2CBA" w:rsidRPr="003E2CBA">
        <w:rPr>
          <w:lang w:val="es-MX"/>
        </w:rPr>
        <w:t xml:space="preserve">o </w:t>
      </w:r>
      <w:r>
        <w:rPr>
          <w:lang w:val="es-MX"/>
        </w:rPr>
        <w:t>comerciantes,</w:t>
      </w:r>
      <w:r w:rsidR="003E2CBA" w:rsidRPr="003E2CBA">
        <w:rPr>
          <w:lang w:val="es-MX"/>
        </w:rPr>
        <w:t xml:space="preserve"> etc.)</w:t>
      </w:r>
    </w:p>
    <w:bookmarkStart w:id="10" w:name="_Hlk72243727"/>
    <w:p w14:paraId="504C6315" w14:textId="77777777" w:rsidR="00E23F79" w:rsidRPr="003E2CBA" w:rsidRDefault="00E23F79" w:rsidP="00B8610B">
      <w:pPr>
        <w:keepNext/>
        <w:spacing w:before="60"/>
        <w:ind w:left="360" w:right="-43"/>
        <w:rPr>
          <w:lang w:val="es-MX"/>
        </w:rPr>
      </w:pPr>
      <w:r w:rsidRPr="003E2CBA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Canadá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Europa</w:t>
      </w:r>
      <w:r>
        <w:rPr>
          <w:rFonts w:cs="Arial"/>
          <w:szCs w:val="18"/>
          <w:lang w:val="es-MX"/>
        </w:rPr>
        <w:t>/</w:t>
      </w:r>
      <w:r w:rsidRPr="00E23F79">
        <w:rPr>
          <w:rFonts w:cs="Arial"/>
          <w:szCs w:val="18"/>
          <w:lang w:val="es-MX"/>
        </w:rPr>
        <w:t>Reino Unido</w:t>
      </w:r>
      <w:r w:rsidRPr="003E2CBA">
        <w:rPr>
          <w:rFonts w:cs="Arial"/>
          <w:szCs w:val="18"/>
          <w:lang w:val="es-MX"/>
        </w:rPr>
        <w:t xml:space="preserve">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Japón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Corea 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>
        <w:rPr>
          <w:rFonts w:cs="Arial"/>
          <w:szCs w:val="18"/>
          <w:lang w:val="es-MX"/>
        </w:rPr>
        <w:t xml:space="preserve"> </w:t>
      </w:r>
      <w:r w:rsidRPr="00413520">
        <w:rPr>
          <w:rFonts w:cs="Arial"/>
          <w:szCs w:val="18"/>
          <w:lang w:val="es-MX"/>
        </w:rPr>
        <w:t>Taiwán</w:t>
      </w:r>
      <w:r w:rsidRPr="003E2CBA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   </w:t>
      </w:r>
      <w:r w:rsidRPr="003E2CBA">
        <w:rPr>
          <w:rFonts w:cs="Arial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  <w:lang w:val="es-MX"/>
        </w:rPr>
      </w:r>
      <w:r w:rsidRPr="003E2CBA">
        <w:rPr>
          <w:rFonts w:cs="Arial"/>
          <w:szCs w:val="18"/>
          <w:lang w:val="es-MX"/>
        </w:rPr>
        <w:fldChar w:fldCharType="separate"/>
      </w:r>
      <w:r w:rsidRPr="003E2CBA">
        <w:rPr>
          <w:rFonts w:cs="Arial"/>
          <w:szCs w:val="18"/>
          <w:lang w:val="es-MX"/>
        </w:rPr>
        <w:fldChar w:fldCharType="end"/>
      </w:r>
      <w:r w:rsidRPr="003E2CBA">
        <w:rPr>
          <w:rFonts w:cs="Arial"/>
          <w:szCs w:val="18"/>
          <w:lang w:val="es-MX"/>
        </w:rPr>
        <w:t xml:space="preserve"> Suiza    </w:t>
      </w:r>
      <w:r w:rsidRPr="003E2CBA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rFonts w:cs="Arial"/>
          <w:szCs w:val="18"/>
          <w:lang w:val="es-MX"/>
        </w:rPr>
        <w:instrText xml:space="preserve"> FORMCHECKBOX </w:instrText>
      </w:r>
      <w:r w:rsidRPr="003E2CBA">
        <w:rPr>
          <w:rFonts w:cs="Arial"/>
          <w:szCs w:val="18"/>
        </w:rPr>
      </w:r>
      <w:r w:rsidRPr="003E2CBA">
        <w:rPr>
          <w:rFonts w:cs="Arial"/>
          <w:szCs w:val="18"/>
        </w:rPr>
        <w:fldChar w:fldCharType="separate"/>
      </w:r>
      <w:r w:rsidRPr="003E2CBA">
        <w:rPr>
          <w:rFonts w:cs="Arial"/>
          <w:szCs w:val="18"/>
        </w:rPr>
        <w:fldChar w:fldCharType="end"/>
      </w:r>
      <w:r w:rsidRPr="003E2CBA">
        <w:rPr>
          <w:rFonts w:cs="Arial"/>
          <w:szCs w:val="18"/>
          <w:lang w:val="es-MX"/>
        </w:rPr>
        <w:t xml:space="preserve"> México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810"/>
        <w:gridCol w:w="2790"/>
        <w:gridCol w:w="1440"/>
        <w:gridCol w:w="2070"/>
        <w:gridCol w:w="990"/>
        <w:gridCol w:w="2520"/>
      </w:tblGrid>
      <w:tr w:rsidR="003E2CBA" w:rsidRPr="003E2CBA" w14:paraId="7C752225" w14:textId="77777777" w:rsidTr="0087716B">
        <w:trPr>
          <w:gridBefore w:val="1"/>
          <w:wBefore w:w="360" w:type="dxa"/>
          <w:cantSplit/>
          <w:trHeight w:val="360"/>
        </w:trPr>
        <w:tc>
          <w:tcPr>
            <w:tcW w:w="810" w:type="dxa"/>
            <w:vAlign w:val="center"/>
            <w:hideMark/>
          </w:tcPr>
          <w:p w14:paraId="1D81EAC8" w14:textId="77777777" w:rsidR="003E2CBA" w:rsidRPr="003E2CBA" w:rsidRDefault="003E2CBA" w:rsidP="00B8610B">
            <w:pPr>
              <w:spacing w:before="60"/>
              <w:ind w:left="-117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98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18BF71" w14:textId="77777777" w:rsidR="003E2CBA" w:rsidRPr="003E2CBA" w:rsidRDefault="00967AEF" w:rsidP="001E05D6">
            <w:pPr>
              <w:spacing w:before="60"/>
              <w:ind w:left="-108" w:right="22"/>
              <w:rPr>
                <w:rFonts w:cs="Arial"/>
                <w:b/>
                <w:noProof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bookmarkEnd w:id="10"/>
      <w:tr w:rsidR="003E2CBA" w:rsidRPr="003E2CBA" w14:paraId="7EEC7CB1" w14:textId="77777777" w:rsidTr="0087716B">
        <w:trPr>
          <w:cantSplit/>
          <w:trHeight w:val="360"/>
        </w:trPr>
        <w:tc>
          <w:tcPr>
            <w:tcW w:w="3960" w:type="dxa"/>
            <w:gridSpan w:val="3"/>
            <w:vAlign w:val="center"/>
            <w:hideMark/>
          </w:tcPr>
          <w:p w14:paraId="34ABEC50" w14:textId="77777777" w:rsidR="003E2CBA" w:rsidRPr="003E2CBA" w:rsidRDefault="003E2CBA" w:rsidP="001E05D6">
            <w:pPr>
              <w:numPr>
                <w:ilvl w:val="0"/>
                <w:numId w:val="27"/>
              </w:numPr>
              <w:spacing w:before="60"/>
              <w:ind w:left="245" w:right="-36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 xml:space="preserve">¿Cuándo anticipa necesitar la certificación? </w:t>
            </w:r>
          </w:p>
        </w:tc>
        <w:tc>
          <w:tcPr>
            <w:tcW w:w="7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95911A" w14:textId="77777777" w:rsidR="003E2CBA" w:rsidRPr="003E2CBA" w:rsidRDefault="00967AEF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E23F79" w:rsidRPr="005829B1" w14:paraId="171B0D53" w14:textId="77777777" w:rsidTr="0087716B">
        <w:trPr>
          <w:cantSplit/>
          <w:trHeight w:val="288"/>
        </w:trPr>
        <w:tc>
          <w:tcPr>
            <w:tcW w:w="10980" w:type="dxa"/>
            <w:gridSpan w:val="7"/>
            <w:vAlign w:val="center"/>
          </w:tcPr>
          <w:p w14:paraId="517881DE" w14:textId="77777777" w:rsidR="00E23F79" w:rsidRPr="00AF7981" w:rsidRDefault="00323EAC" w:rsidP="00B8610B">
            <w:pPr>
              <w:keepNext/>
              <w:spacing w:before="60"/>
              <w:ind w:left="243" w:right="-36"/>
              <w:rPr>
                <w:rFonts w:cs="Arial"/>
                <w:b/>
                <w:color w:val="0070C0"/>
                <w:szCs w:val="20"/>
                <w:lang w:val="es-MX"/>
              </w:rPr>
            </w:pPr>
            <w:r>
              <w:rPr>
                <w:rFonts w:cs="Arial"/>
                <w:i/>
                <w:iCs/>
                <w:szCs w:val="18"/>
                <w:lang w:val="es-MX"/>
              </w:rPr>
              <w:t xml:space="preserve">El </w:t>
            </w:r>
            <w:r w:rsidRPr="006B7101">
              <w:rPr>
                <w:rFonts w:cs="Arial"/>
                <w:i/>
                <w:iCs/>
                <w:szCs w:val="18"/>
                <w:lang w:val="es-MX"/>
              </w:rPr>
              <w:t xml:space="preserve">proceso de certificación puede tardar 12 semanas o más. Si necesita un plazo más corto, puede inscribirse en el </w:t>
            </w:r>
            <w:hyperlink r:id="rId20" w:history="1">
              <w:r w:rsidRPr="006B7101">
                <w:rPr>
                  <w:rStyle w:val="Hyperlink"/>
                  <w:rFonts w:cs="Arial"/>
                  <w:b/>
                  <w:bCs/>
                  <w:i/>
                  <w:iCs/>
                  <w:szCs w:val="18"/>
                  <w:lang w:val="es-MX"/>
                </w:rPr>
                <w:t>Servicio de Certificación Acelerada</w:t>
              </w:r>
            </w:hyperlink>
            <w:r>
              <w:rPr>
                <w:rFonts w:cs="Arial"/>
                <w:i/>
                <w:iCs/>
                <w:szCs w:val="18"/>
                <w:lang w:val="es-MX"/>
              </w:rPr>
              <w:t>.</w:t>
            </w:r>
            <w:r w:rsidRPr="00AF7981">
              <w:rPr>
                <w:rFonts w:cs="Arial"/>
                <w:i/>
                <w:iCs/>
                <w:szCs w:val="18"/>
                <w:lang w:val="es-MX"/>
              </w:rPr>
              <w:t xml:space="preserve"> </w:t>
            </w:r>
          </w:p>
        </w:tc>
      </w:tr>
      <w:tr w:rsidR="00FB7F34" w:rsidRPr="003E2CBA" w14:paraId="13275D4E" w14:textId="77777777" w:rsidTr="0087716B">
        <w:trPr>
          <w:cantSplit/>
          <w:trHeight w:val="360"/>
        </w:trPr>
        <w:tc>
          <w:tcPr>
            <w:tcW w:w="5400" w:type="dxa"/>
            <w:gridSpan w:val="4"/>
            <w:vAlign w:val="center"/>
          </w:tcPr>
          <w:p w14:paraId="03DADD4E" w14:textId="77777777" w:rsidR="00FB7F34" w:rsidRPr="003F1B48" w:rsidRDefault="00760339" w:rsidP="001E05D6">
            <w:pPr>
              <w:keepNext/>
              <w:numPr>
                <w:ilvl w:val="0"/>
                <w:numId w:val="27"/>
              </w:numPr>
              <w:spacing w:before="60"/>
              <w:ind w:left="245" w:right="-36"/>
              <w:rPr>
                <w:lang w:val="es-MX"/>
              </w:rPr>
            </w:pPr>
            <w:r w:rsidRPr="003F1B48">
              <w:rPr>
                <w:lang w:val="es-MX"/>
              </w:rPr>
              <w:t>¿</w:t>
            </w:r>
            <w:r w:rsidR="00323EAC" w:rsidRPr="003F1B48">
              <w:rPr>
                <w:lang w:val="es-MX"/>
              </w:rPr>
              <w:t>Est</w:t>
            </w:r>
            <w:r w:rsidR="00323EAC">
              <w:rPr>
                <w:lang w:val="es-MX"/>
              </w:rPr>
              <w:t>á</w:t>
            </w:r>
            <w:r w:rsidRPr="003F1B48">
              <w:rPr>
                <w:lang w:val="es-MX"/>
              </w:rPr>
              <w:t xml:space="preserve"> operación</w:t>
            </w:r>
            <w:r w:rsidR="00CF6220">
              <w:rPr>
                <w:lang w:val="es-MX"/>
              </w:rPr>
              <w:t xml:space="preserve"> está</w:t>
            </w:r>
            <w:r w:rsidRPr="003F1B48">
              <w:rPr>
                <w:lang w:val="es-MX"/>
              </w:rPr>
              <w:t xml:space="preserve"> actualmente certificada</w:t>
            </w:r>
            <w:r w:rsidR="00CF6220">
              <w:rPr>
                <w:lang w:val="es-MX"/>
              </w:rPr>
              <w:t xml:space="preserve"> como</w:t>
            </w:r>
            <w:r w:rsidRPr="003F1B48">
              <w:rPr>
                <w:lang w:val="es-MX"/>
              </w:rPr>
              <w:t xml:space="preserve"> orgánica?</w:t>
            </w:r>
          </w:p>
        </w:tc>
        <w:tc>
          <w:tcPr>
            <w:tcW w:w="5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68BCFE" w14:textId="77777777" w:rsidR="00FB7F34" w:rsidRPr="00FB7F34" w:rsidRDefault="00FB7F34" w:rsidP="001E05D6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20"/>
              </w:rPr>
            </w:pP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3F1B48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FB7F34" w:rsidRPr="00FB7F34" w14:paraId="67939FFE" w14:textId="77777777" w:rsidTr="0087716B">
        <w:trPr>
          <w:cantSplit/>
          <w:trHeight w:val="360"/>
        </w:trPr>
        <w:tc>
          <w:tcPr>
            <w:tcW w:w="8460" w:type="dxa"/>
            <w:gridSpan w:val="6"/>
            <w:vAlign w:val="center"/>
          </w:tcPr>
          <w:p w14:paraId="683324B8" w14:textId="77777777" w:rsidR="00FB7F34" w:rsidRPr="00FB7F34" w:rsidRDefault="00FB7F34" w:rsidP="001E05D6">
            <w:pPr>
              <w:spacing w:before="60"/>
              <w:ind w:left="245" w:right="-36"/>
              <w:rPr>
                <w:lang w:val="es-MX"/>
              </w:rPr>
            </w:pPr>
            <w:r w:rsidRPr="003E2CBA">
              <w:rPr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Pr="003E2CBA">
              <w:rPr>
                <w:lang w:val="es-MX"/>
              </w:rPr>
            </w:r>
            <w:r w:rsidRPr="003E2CBA">
              <w:rPr>
                <w:lang w:val="es-MX"/>
              </w:rPr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No    </w:t>
            </w:r>
            <w:r w:rsidRPr="003E2CBA"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7F34">
              <w:rPr>
                <w:lang w:val="es-MX"/>
              </w:rPr>
              <w:instrText xml:space="preserve"> FORMCHECKBOX </w:instrText>
            </w:r>
            <w:r w:rsidRPr="003E2CBA">
              <w:fldChar w:fldCharType="separate"/>
            </w:r>
            <w:r w:rsidRPr="003E2CBA">
              <w:fldChar w:fldCharType="end"/>
            </w:r>
            <w:r w:rsidRPr="00FB7F34">
              <w:rPr>
                <w:lang w:val="es-MX"/>
              </w:rPr>
              <w:t xml:space="preserve"> </w:t>
            </w:r>
            <w:r w:rsidR="00CF6220" w:rsidRPr="00F735DA">
              <w:rPr>
                <w:rFonts w:cs="Arial"/>
                <w:szCs w:val="18"/>
                <w:lang w:val="es-MX"/>
              </w:rPr>
              <w:t xml:space="preserve">Sí, Adjunte el certificado y el </w:t>
            </w:r>
            <w:hyperlink r:id="rId21" w:history="1">
              <w:r w:rsidR="00CF6220" w:rsidRPr="00F735DA">
                <w:rPr>
                  <w:rStyle w:val="Hyperlink"/>
                  <w:rFonts w:cs="Arial"/>
                  <w:b/>
                  <w:bCs/>
                  <w:szCs w:val="18"/>
                  <w:lang w:val="es-MX"/>
                </w:rPr>
                <w:t>formulario de transferencia de certificación</w:t>
              </w:r>
            </w:hyperlink>
            <w:r w:rsidR="00CF6220" w:rsidRPr="00F735DA">
              <w:rPr>
                <w:rFonts w:cs="Arial"/>
                <w:szCs w:val="18"/>
                <w:lang w:val="es-MX"/>
              </w:rPr>
              <w:t xml:space="preserve"> completado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148734" w14:textId="77777777" w:rsidR="00FB7F34" w:rsidRPr="00FB7F34" w:rsidRDefault="00FB7F34" w:rsidP="001E05D6">
            <w:pPr>
              <w:spacing w:before="60"/>
              <w:ind w:right="-36" w:hanging="115"/>
              <w:rPr>
                <w:rFonts w:cs="Arial"/>
                <w:b/>
                <w:color w:val="0070C0"/>
                <w:szCs w:val="20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3E2CBA" w:rsidRPr="005829B1" w14:paraId="7F48B8A8" w14:textId="77777777" w:rsidTr="0087716B">
        <w:trPr>
          <w:cantSplit/>
          <w:trHeight w:val="288"/>
        </w:trPr>
        <w:tc>
          <w:tcPr>
            <w:tcW w:w="10980" w:type="dxa"/>
            <w:gridSpan w:val="7"/>
            <w:vAlign w:val="center"/>
            <w:hideMark/>
          </w:tcPr>
          <w:p w14:paraId="256DC5C4" w14:textId="77777777" w:rsidR="003E2CBA" w:rsidRPr="003E2CBA" w:rsidRDefault="003E2CBA" w:rsidP="001E05D6">
            <w:pPr>
              <w:keepNext/>
              <w:numPr>
                <w:ilvl w:val="0"/>
                <w:numId w:val="27"/>
              </w:numPr>
              <w:spacing w:before="60"/>
              <w:ind w:left="24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¿</w:t>
            </w:r>
            <w:r w:rsidR="004479BC" w:rsidRPr="00004A67">
              <w:rPr>
                <w:lang w:val="es-MX"/>
              </w:rPr>
              <w:t xml:space="preserve">Alguna vez ha solicitado o se le ha concedido la certificación orgánica a esta operación o a alguna persona </w:t>
            </w:r>
            <w:r w:rsidR="004479BC">
              <w:rPr>
                <w:lang w:val="es-MX"/>
              </w:rPr>
              <w:t xml:space="preserve">responsable </w:t>
            </w:r>
            <w:r w:rsidR="00526A50">
              <w:rPr>
                <w:lang w:val="es-MX"/>
              </w:rPr>
              <w:t>relacionada</w:t>
            </w:r>
            <w:r w:rsidR="004479BC" w:rsidRPr="00004A67">
              <w:rPr>
                <w:lang w:val="es-MX"/>
              </w:rPr>
              <w:t xml:space="preserve"> con esta operación</w:t>
            </w:r>
            <w:r w:rsidRPr="003E2CBA">
              <w:rPr>
                <w:lang w:val="es-MX"/>
              </w:rPr>
              <w:t>?</w:t>
            </w:r>
            <w:r w:rsidR="004479BC">
              <w:rPr>
                <w:lang w:val="es-MX"/>
              </w:rPr>
              <w:t xml:space="preserve"> 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>NOP 205.2 "</w:t>
            </w:r>
            <w:r w:rsidR="00526A50">
              <w:rPr>
                <w:rFonts w:cs="Arial"/>
                <w:i/>
                <w:iCs/>
                <w:szCs w:val="18"/>
                <w:lang w:val="es-MX"/>
              </w:rPr>
              <w:t xml:space="preserve"> Persona responsable relacionada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" - Cualquier persona que sea socio, funcionario, director,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titular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, gerente o propietario del 10 por ciento o más de las acciones a voto de un solicitante o 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beneficiario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de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 xml:space="preserve"> una</w:t>
            </w:r>
            <w:r w:rsidR="004479BC" w:rsidRPr="0022501A">
              <w:rPr>
                <w:rFonts w:cs="Arial"/>
                <w:i/>
                <w:iCs/>
                <w:szCs w:val="18"/>
                <w:lang w:val="es-MX"/>
              </w:rPr>
              <w:t xml:space="preserve"> certificación o acreditación</w:t>
            </w:r>
            <w:r w:rsidR="004479BC">
              <w:rPr>
                <w:rFonts w:cs="Arial"/>
                <w:i/>
                <w:iCs/>
                <w:szCs w:val="18"/>
                <w:lang w:val="es-MX"/>
              </w:rPr>
              <w:t>.</w:t>
            </w:r>
          </w:p>
        </w:tc>
      </w:tr>
      <w:tr w:rsidR="003E2CBA" w:rsidRPr="003E2CBA" w14:paraId="3E5FD684" w14:textId="77777777" w:rsidTr="0087716B">
        <w:trPr>
          <w:cantSplit/>
          <w:trHeight w:val="360"/>
        </w:trPr>
        <w:tc>
          <w:tcPr>
            <w:tcW w:w="7470" w:type="dxa"/>
            <w:gridSpan w:val="5"/>
            <w:vAlign w:val="center"/>
            <w:hideMark/>
          </w:tcPr>
          <w:p w14:paraId="23E0F7AC" w14:textId="77777777" w:rsidR="003E2CBA" w:rsidRPr="003E2CBA" w:rsidRDefault="003E2CBA" w:rsidP="00AF7981">
            <w:pPr>
              <w:keepNext/>
              <w:spacing w:before="60"/>
              <w:ind w:left="245" w:right="-43" w:hanging="360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tab/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No</w:t>
            </w:r>
            <w:r w:rsidR="00FB7F34">
              <w:rPr>
                <w:rFonts w:cs="Arial"/>
                <w:szCs w:val="18"/>
                <w:lang w:val="es-MX"/>
              </w:rPr>
              <w:t xml:space="preserve">. </w:t>
            </w:r>
            <w:r w:rsidR="00F8538D">
              <w:rPr>
                <w:rFonts w:cs="Arial"/>
                <w:szCs w:val="18"/>
                <w:lang w:val="es-MX"/>
              </w:rPr>
              <w:t xml:space="preserve">Pase </w:t>
            </w:r>
            <w:r w:rsidR="00FB7F34">
              <w:rPr>
                <w:rFonts w:cs="Arial"/>
                <w:szCs w:val="18"/>
                <w:lang w:val="es-MX"/>
              </w:rPr>
              <w:t xml:space="preserve">a </w:t>
            </w:r>
            <w:r w:rsidR="004311E6">
              <w:rPr>
                <w:rFonts w:cs="Arial"/>
                <w:szCs w:val="18"/>
                <w:lang w:val="es-MX"/>
              </w:rPr>
              <w:t xml:space="preserve">la </w:t>
            </w:r>
            <w:r w:rsidR="00FB7F34">
              <w:rPr>
                <w:rFonts w:cs="Arial"/>
                <w:szCs w:val="18"/>
                <w:lang w:val="es-MX"/>
              </w:rPr>
              <w:t>sección E.</w:t>
            </w:r>
            <w:r w:rsidRPr="003E2CBA">
              <w:rPr>
                <w:rFonts w:cs="Arial"/>
                <w:szCs w:val="18"/>
                <w:lang w:val="es-MX"/>
              </w:rPr>
              <w:t xml:space="preserve">  </w:t>
            </w:r>
            <w:r w:rsidR="00FB7F34">
              <w:rPr>
                <w:rFonts w:cs="Arial"/>
                <w:szCs w:val="18"/>
                <w:lang w:val="es-MX"/>
              </w:rPr>
              <w:t xml:space="preserve">  </w:t>
            </w: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Sí</w:t>
            </w:r>
            <w:r w:rsidR="00FB7F34">
              <w:rPr>
                <w:rFonts w:cs="Arial"/>
                <w:szCs w:val="18"/>
                <w:lang w:val="es-MX"/>
              </w:rPr>
              <w:t>.</w:t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="00FB7F34">
              <w:rPr>
                <w:rFonts w:cs="Arial"/>
                <w:szCs w:val="18"/>
                <w:lang w:val="es-MX"/>
              </w:rPr>
              <w:t>P</w:t>
            </w:r>
            <w:r w:rsidRPr="003E2CBA">
              <w:rPr>
                <w:rFonts w:cs="Arial"/>
                <w:szCs w:val="18"/>
                <w:lang w:val="es-MX"/>
              </w:rPr>
              <w:t xml:space="preserve">roporcione el nombre de la agencia </w:t>
            </w:r>
            <w:r w:rsidR="00323EAC">
              <w:rPr>
                <w:rFonts w:cs="Arial"/>
                <w:szCs w:val="18"/>
                <w:lang w:val="es-MX"/>
              </w:rPr>
              <w:t>certificadora</w:t>
            </w:r>
            <w:r w:rsidRPr="003E2CBA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A5808" w14:textId="77777777" w:rsidR="003E2CBA" w:rsidRPr="003E2CBA" w:rsidRDefault="00967AEF" w:rsidP="00AF7981">
            <w:pPr>
              <w:keepNext/>
              <w:spacing w:before="60"/>
              <w:ind w:right="-36" w:hanging="11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7DB554D9" w14:textId="77777777" w:rsidR="00027AEE" w:rsidRPr="00027AEE" w:rsidRDefault="00027AEE" w:rsidP="000E26B2">
      <w:pPr>
        <w:keepNext/>
        <w:numPr>
          <w:ilvl w:val="0"/>
          <w:numId w:val="34"/>
        </w:numPr>
        <w:spacing w:before="60"/>
        <w:ind w:right="-43"/>
        <w:rPr>
          <w:lang w:val="es-MX"/>
        </w:rPr>
      </w:pPr>
      <w:bookmarkStart w:id="11" w:name="_Hlk72244009"/>
      <w:r w:rsidRPr="003E2CBA">
        <w:rPr>
          <w:lang w:val="es-MX"/>
        </w:rPr>
        <w:t>¿</w:t>
      </w:r>
      <w:r w:rsidR="003E7923" w:rsidRPr="00881385">
        <w:rPr>
          <w:lang w:val="es-MX"/>
        </w:rPr>
        <w:t>Ha sido alguno de los siguientes suspendidos o revocados: su operaci</w:t>
      </w:r>
      <w:r w:rsidR="003E7923">
        <w:rPr>
          <w:lang w:val="es-MX"/>
        </w:rPr>
        <w:t>ó</w:t>
      </w:r>
      <w:r w:rsidR="003E7923" w:rsidRPr="00881385">
        <w:rPr>
          <w:lang w:val="es-MX"/>
        </w:rPr>
        <w:t>n, cu</w:t>
      </w:r>
      <w:r w:rsidR="003E7923">
        <w:rPr>
          <w:lang w:val="es-MX"/>
        </w:rPr>
        <w:t>a</w:t>
      </w:r>
      <w:r w:rsidR="003E7923" w:rsidRPr="00881385">
        <w:rPr>
          <w:lang w:val="es-MX"/>
        </w:rPr>
        <w:t>lquier persona responsable</w:t>
      </w:r>
      <w:r w:rsidR="008A0791">
        <w:rPr>
          <w:lang w:val="es-MX"/>
        </w:rPr>
        <w:br/>
      </w:r>
      <w:r w:rsidR="003E7923" w:rsidRPr="00881385">
        <w:rPr>
          <w:lang w:val="es-MX"/>
        </w:rPr>
        <w:t xml:space="preserve"> relacionada, algún campo o producto</w:t>
      </w:r>
      <w:r w:rsidRPr="003E2CBA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4479BC">
        <w:rPr>
          <w:rFonts w:cs="Arial"/>
          <w:szCs w:val="18"/>
          <w:lang w:val="es-MX"/>
        </w:rPr>
        <w:tab/>
      </w:r>
      <w:r w:rsidR="003E7923"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3085134D" w14:textId="77777777" w:rsidR="00027AEE" w:rsidRPr="00027AEE" w:rsidRDefault="00027AEE" w:rsidP="00AF7981">
      <w:pPr>
        <w:keepNext/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4366B2">
        <w:rPr>
          <w:lang w:val="es-MX"/>
        </w:rPr>
        <w:t xml:space="preserve">Alguna vez </w:t>
      </w:r>
      <w:r w:rsidR="0069315C">
        <w:rPr>
          <w:lang w:val="es-MX"/>
        </w:rPr>
        <w:t>h</w:t>
      </w:r>
      <w:r w:rsidR="004366B2">
        <w:rPr>
          <w:lang w:val="es-MX"/>
        </w:rPr>
        <w:t>a renunciado</w:t>
      </w:r>
      <w:r w:rsidRPr="00027AEE">
        <w:rPr>
          <w:lang w:val="es-MX"/>
        </w:rPr>
        <w:t xml:space="preserve"> su certificación </w:t>
      </w:r>
      <w:r w:rsidR="00760339">
        <w:rPr>
          <w:lang w:val="es-MX"/>
        </w:rPr>
        <w:t>con</w:t>
      </w:r>
      <w:r w:rsidRPr="00027AEE">
        <w:rPr>
          <w:lang w:val="es-MX"/>
        </w:rPr>
        <w:t xml:space="preserve"> condiciones </w:t>
      </w:r>
      <w:r w:rsidR="00760339">
        <w:rPr>
          <w:lang w:val="es-MX"/>
        </w:rPr>
        <w:t>o incumplimientos pendientes</w:t>
      </w:r>
      <w:r w:rsidRPr="00027AEE">
        <w:rPr>
          <w:lang w:val="es-MX"/>
        </w:rPr>
        <w:t>?</w:t>
      </w:r>
      <w:r w:rsidRPr="00027AEE">
        <w:rPr>
          <w:rFonts w:cs="Arial"/>
          <w:szCs w:val="18"/>
          <w:lang w:val="es-MX"/>
        </w:rPr>
        <w:t xml:space="preserve"> </w:t>
      </w:r>
      <w:r w:rsidRPr="00027AEE"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7C423E38" w14:textId="77777777" w:rsidR="00027AEE" w:rsidRPr="003F1B48" w:rsidRDefault="00760339" w:rsidP="00AF7981">
      <w:pPr>
        <w:keepNext/>
        <w:numPr>
          <w:ilvl w:val="0"/>
          <w:numId w:val="34"/>
        </w:numPr>
        <w:spacing w:before="60"/>
      </w:pPr>
      <w:r w:rsidRPr="003F1B48">
        <w:rPr>
          <w:lang w:val="es-MX"/>
        </w:rPr>
        <w:t>¿Alguna vez se le ha denegado su solicitud de ce</w:t>
      </w:r>
      <w:r w:rsidR="00027AEE" w:rsidRPr="003F1B48">
        <w:rPr>
          <w:lang w:val="es-MX"/>
        </w:rPr>
        <w:t>r</w:t>
      </w:r>
      <w:r w:rsidRPr="003F1B48">
        <w:rPr>
          <w:lang w:val="es-MX"/>
        </w:rPr>
        <w:t>tificación orgánica</w:t>
      </w:r>
      <w:r w:rsidR="00027AEE" w:rsidRPr="003F1B48">
        <w:rPr>
          <w:lang w:val="es-MX"/>
        </w:rPr>
        <w:t>?</w:t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lang w:val="es-MX"/>
        </w:rPr>
        <w:tab/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F1B48">
        <w:rPr>
          <w:rFonts w:cs="Arial"/>
          <w:szCs w:val="18"/>
          <w:lang w:val="es-MX"/>
        </w:rPr>
        <w:instrText xml:space="preserve"> FORMCHECKBOX </w:instrText>
      </w:r>
      <w:r w:rsidR="00027AEE" w:rsidRPr="003F1B48">
        <w:rPr>
          <w:rFonts w:cs="Arial"/>
          <w:szCs w:val="18"/>
          <w:lang w:val="es-MX"/>
        </w:rPr>
      </w:r>
      <w:r w:rsidR="00027AEE" w:rsidRPr="003F1B48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F1B48">
        <w:rPr>
          <w:rFonts w:cs="Arial"/>
          <w:szCs w:val="18"/>
          <w:lang w:val="es-MX"/>
        </w:rPr>
        <w:t xml:space="preserve"> </w:t>
      </w:r>
      <w:r w:rsidR="00027AEE" w:rsidRPr="003F1B48">
        <w:rPr>
          <w:rFonts w:cs="Arial"/>
          <w:szCs w:val="18"/>
        </w:rPr>
        <w:t xml:space="preserve">No    </w:t>
      </w:r>
      <w:r w:rsidR="00027AEE" w:rsidRPr="003F1B4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027AEE" w:rsidRPr="003F1B48">
        <w:rPr>
          <w:rFonts w:cs="Arial"/>
          <w:szCs w:val="18"/>
        </w:rPr>
        <w:instrText xml:space="preserve"> FORMCHECKBOX </w:instrText>
      </w:r>
      <w:r w:rsidR="00027AEE" w:rsidRPr="003F1B48">
        <w:rPr>
          <w:rFonts w:cs="Arial"/>
          <w:szCs w:val="18"/>
          <w:lang w:val="es-MX"/>
        </w:rPr>
      </w:r>
      <w:r w:rsidR="00027AEE" w:rsidRPr="003F1B48">
        <w:rPr>
          <w:rFonts w:cs="Arial"/>
          <w:szCs w:val="18"/>
          <w:lang w:val="es-MX"/>
        </w:rPr>
        <w:fldChar w:fldCharType="separate"/>
      </w:r>
      <w:r w:rsidR="00027AEE" w:rsidRPr="003F1B48">
        <w:rPr>
          <w:rFonts w:cs="Arial"/>
          <w:szCs w:val="18"/>
          <w:lang w:val="es-MX"/>
        </w:rPr>
        <w:fldChar w:fldCharType="end"/>
      </w:r>
      <w:r w:rsidR="00027AEE" w:rsidRPr="003F1B48">
        <w:rPr>
          <w:rFonts w:cs="Arial"/>
          <w:szCs w:val="18"/>
        </w:rPr>
        <w:t xml:space="preserve"> Sí</w:t>
      </w:r>
    </w:p>
    <w:p w14:paraId="1459F4F7" w14:textId="77777777" w:rsidR="00027AEE" w:rsidRPr="00EC7F67" w:rsidRDefault="00027AEE" w:rsidP="00AF7981">
      <w:pPr>
        <w:numPr>
          <w:ilvl w:val="0"/>
          <w:numId w:val="34"/>
        </w:numPr>
        <w:spacing w:before="60"/>
        <w:rPr>
          <w:lang w:val="es-MX"/>
        </w:rPr>
      </w:pPr>
      <w:r w:rsidRPr="00027AEE">
        <w:rPr>
          <w:lang w:val="es-MX"/>
        </w:rPr>
        <w:t>¿</w:t>
      </w:r>
      <w:r w:rsidR="004366B2">
        <w:rPr>
          <w:lang w:val="es-MX"/>
        </w:rPr>
        <w:t xml:space="preserve">Alguna vez ha retirado su </w:t>
      </w:r>
      <w:r w:rsidRPr="00027AEE">
        <w:rPr>
          <w:lang w:val="es-MX"/>
        </w:rPr>
        <w:t xml:space="preserve">solicitud de certificación con </w:t>
      </w:r>
      <w:r w:rsidR="00760339">
        <w:rPr>
          <w:lang w:val="es-MX"/>
        </w:rPr>
        <w:t>incumplimientos pendientes?</w:t>
      </w:r>
      <w:r w:rsidR="00A23F20">
        <w:rPr>
          <w:lang w:val="es-MX"/>
        </w:rPr>
        <w:tab/>
      </w:r>
      <w:r>
        <w:rPr>
          <w:rFonts w:cs="Arial"/>
          <w:szCs w:val="18"/>
          <w:lang w:val="es-MX"/>
        </w:rPr>
        <w:tab/>
      </w:r>
      <w:r>
        <w:rPr>
          <w:rFonts w:cs="Arial"/>
          <w:szCs w:val="18"/>
          <w:lang w:val="es-MX"/>
        </w:rPr>
        <w:tab/>
      </w:r>
      <w:r w:rsidRPr="00027AEE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No    </w:t>
      </w:r>
      <w:r w:rsidRPr="00027AEE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027AEE">
        <w:rPr>
          <w:rFonts w:cs="Arial"/>
          <w:szCs w:val="18"/>
          <w:lang w:val="es-MX"/>
        </w:rPr>
        <w:instrText xml:space="preserve"> FORMCHECKBOX </w:instrText>
      </w:r>
      <w:r w:rsidRPr="00027AEE">
        <w:rPr>
          <w:rFonts w:cs="Arial"/>
          <w:szCs w:val="18"/>
          <w:lang w:val="es-MX"/>
        </w:rPr>
      </w:r>
      <w:r w:rsidRPr="00027AEE">
        <w:rPr>
          <w:rFonts w:cs="Arial"/>
          <w:szCs w:val="18"/>
          <w:lang w:val="es-MX"/>
        </w:rPr>
        <w:fldChar w:fldCharType="separate"/>
      </w:r>
      <w:r w:rsidRPr="00027AEE">
        <w:rPr>
          <w:rFonts w:cs="Arial"/>
          <w:szCs w:val="18"/>
          <w:lang w:val="es-MX"/>
        </w:rPr>
        <w:fldChar w:fldCharType="end"/>
      </w:r>
      <w:r w:rsidRPr="00027AEE">
        <w:rPr>
          <w:rFonts w:cs="Arial"/>
          <w:szCs w:val="18"/>
          <w:lang w:val="es-MX"/>
        </w:rPr>
        <w:t xml:space="preserve"> Sí</w:t>
      </w:r>
    </w:p>
    <w:p w14:paraId="5A175CB4" w14:textId="77777777" w:rsidR="00EC7F67" w:rsidRPr="00027AEE" w:rsidRDefault="00EC7F67" w:rsidP="00AF7981">
      <w:pPr>
        <w:numPr>
          <w:ilvl w:val="0"/>
          <w:numId w:val="27"/>
        </w:numPr>
        <w:spacing w:before="60"/>
        <w:ind w:right="-36"/>
        <w:rPr>
          <w:lang w:val="es-MX"/>
        </w:rPr>
      </w:pPr>
      <w:r w:rsidRPr="00027AEE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027AEE">
        <w:rPr>
          <w:lang w:val="es-MX"/>
        </w:rPr>
        <w:t xml:space="preserve">sí a las opciones a, b, c, o d arriba, </w:t>
      </w:r>
      <w:r w:rsidR="004366B2">
        <w:rPr>
          <w:lang w:val="es-MX"/>
        </w:rPr>
        <w:t>indique</w:t>
      </w:r>
      <w:r w:rsidRPr="00027AEE">
        <w:rPr>
          <w:lang w:val="es-MX"/>
        </w:rPr>
        <w:t xml:space="preserve"> los años y </w:t>
      </w:r>
      <w:r w:rsidR="004366B2">
        <w:rPr>
          <w:lang w:val="es-MX"/>
        </w:rPr>
        <w:t>las certificadoras</w:t>
      </w:r>
      <w:r w:rsidRPr="00027AEE">
        <w:rPr>
          <w:lang w:val="es-MX"/>
        </w:rPr>
        <w:t>, adjunte una copia de</w:t>
      </w:r>
      <w:r>
        <w:rPr>
          <w:lang w:val="es-MX"/>
        </w:rPr>
        <w:t xml:space="preserve"> </w:t>
      </w:r>
      <w:r w:rsidRPr="00027AEE">
        <w:rPr>
          <w:lang w:val="es-MX"/>
        </w:rPr>
        <w:t xml:space="preserve">todas las cartas </w:t>
      </w:r>
      <w:r w:rsidR="004366B2">
        <w:rPr>
          <w:lang w:val="es-MX"/>
        </w:rPr>
        <w:t>correspondientes</w:t>
      </w:r>
      <w:r w:rsidR="004366B2" w:rsidRPr="00027AEE">
        <w:rPr>
          <w:lang w:val="es-MX"/>
        </w:rPr>
        <w:t xml:space="preserve"> </w:t>
      </w:r>
      <w:r w:rsidRPr="00027AEE">
        <w:rPr>
          <w:lang w:val="es-MX"/>
        </w:rPr>
        <w:t>y una descripción de tod</w:t>
      </w:r>
      <w:r w:rsidR="004366B2">
        <w:rPr>
          <w:lang w:val="es-MX"/>
        </w:rPr>
        <w:t>a</w:t>
      </w:r>
      <w:r w:rsidRPr="00027AEE">
        <w:rPr>
          <w:lang w:val="es-MX"/>
        </w:rPr>
        <w:t xml:space="preserve">s </w:t>
      </w:r>
      <w:r w:rsidR="004366B2">
        <w:rPr>
          <w:lang w:val="es-MX"/>
        </w:rPr>
        <w:t>las acciones</w:t>
      </w:r>
      <w:r w:rsidRPr="00027AEE">
        <w:rPr>
          <w:lang w:val="es-MX"/>
        </w:rPr>
        <w:t xml:space="preserve"> </w:t>
      </w:r>
      <w:r w:rsidR="004366B2" w:rsidRPr="00027AEE">
        <w:rPr>
          <w:lang w:val="es-MX"/>
        </w:rPr>
        <w:t>correctiv</w:t>
      </w:r>
      <w:r w:rsidR="004366B2">
        <w:rPr>
          <w:lang w:val="es-MX"/>
        </w:rPr>
        <w:t>a</w:t>
      </w:r>
      <w:r w:rsidR="004366B2" w:rsidRPr="00027AEE">
        <w:rPr>
          <w:lang w:val="es-MX"/>
        </w:rPr>
        <w:t>s</w:t>
      </w:r>
      <w:r w:rsidRPr="00027AEE">
        <w:rPr>
          <w:rFonts w:cs="Arial"/>
          <w:szCs w:val="18"/>
          <w:lang w:val="es-MX"/>
        </w:rPr>
        <w:t>: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2340"/>
        <w:gridCol w:w="5875"/>
        <w:gridCol w:w="1685"/>
      </w:tblGrid>
      <w:tr w:rsidR="00027AEE" w:rsidRPr="00027AEE" w14:paraId="10C8EB5A" w14:textId="77777777" w:rsidTr="0087716B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4D4C4F57" w14:textId="77777777" w:rsidR="00027AEE" w:rsidRPr="00027AEE" w:rsidRDefault="00027AEE" w:rsidP="001E05D6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lang w:val="es-MX"/>
              </w:rPr>
              <w:t>Año(s):</w:t>
            </w:r>
          </w:p>
        </w:tc>
        <w:tc>
          <w:tcPr>
            <w:tcW w:w="82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38C904E" w14:textId="77777777" w:rsidR="00027AEE" w:rsidRPr="00027AEE" w:rsidRDefault="00027AEE" w:rsidP="001E05D6">
            <w:pPr>
              <w:keepNext/>
              <w:spacing w:before="60"/>
              <w:ind w:left="-115" w:right="-36"/>
              <w:rPr>
                <w:rFonts w:cs="Arial"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1685" w:type="dxa"/>
            <w:vAlign w:val="center"/>
            <w:hideMark/>
          </w:tcPr>
          <w:p w14:paraId="4288AFB1" w14:textId="77777777" w:rsidR="00027AEE" w:rsidRPr="00027AEE" w:rsidRDefault="00027AEE" w:rsidP="0087716B">
            <w:pPr>
              <w:keepNext/>
              <w:spacing w:before="60"/>
              <w:ind w:right="-112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27AEE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027AEE">
              <w:rPr>
                <w:rFonts w:cs="Arial"/>
                <w:szCs w:val="18"/>
                <w:lang w:val="es-MX"/>
              </w:rPr>
            </w:r>
            <w:r w:rsidRPr="00027AEE">
              <w:rPr>
                <w:rFonts w:cs="Arial"/>
                <w:szCs w:val="18"/>
                <w:lang w:val="es-MX"/>
              </w:rPr>
              <w:fldChar w:fldCharType="separate"/>
            </w:r>
            <w:r w:rsidRPr="00027AEE">
              <w:rPr>
                <w:rFonts w:cs="Arial"/>
                <w:szCs w:val="18"/>
                <w:lang w:val="es-MX"/>
              </w:rPr>
              <w:fldChar w:fldCharType="end"/>
            </w:r>
            <w:r w:rsidRPr="00027AEE">
              <w:rPr>
                <w:rFonts w:cs="Arial"/>
                <w:szCs w:val="18"/>
                <w:lang w:val="es-MX"/>
              </w:rPr>
              <w:t xml:space="preserve"> </w:t>
            </w:r>
            <w:r w:rsidRPr="00027AEE">
              <w:rPr>
                <w:lang w:val="es-MX"/>
              </w:rPr>
              <w:t>Cartas adjuntas</w:t>
            </w:r>
          </w:p>
        </w:tc>
      </w:tr>
      <w:tr w:rsidR="00027AEE" w:rsidRPr="00027AEE" w14:paraId="67B98637" w14:textId="77777777" w:rsidTr="0087716B">
        <w:trPr>
          <w:cantSplit/>
          <w:trHeight w:val="360"/>
        </w:trPr>
        <w:tc>
          <w:tcPr>
            <w:tcW w:w="3060" w:type="dxa"/>
            <w:gridSpan w:val="2"/>
            <w:vAlign w:val="center"/>
            <w:hideMark/>
          </w:tcPr>
          <w:p w14:paraId="06F98B34" w14:textId="77777777" w:rsidR="00027AEE" w:rsidRPr="00027AEE" w:rsidRDefault="00027AEE" w:rsidP="001E05D6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027AEE">
              <w:rPr>
                <w:rFonts w:cs="Arial"/>
                <w:szCs w:val="18"/>
                <w:lang w:val="es-MX"/>
              </w:rPr>
              <w:t>Acciones corre</w:t>
            </w:r>
            <w:r w:rsidR="00760339">
              <w:rPr>
                <w:rFonts w:cs="Arial"/>
                <w:szCs w:val="18"/>
                <w:lang w:val="es-MX"/>
              </w:rPr>
              <w:t>ctivas</w:t>
            </w:r>
            <w:r w:rsidRPr="00027AEE">
              <w:rPr>
                <w:rFonts w:cs="Arial"/>
                <w:szCs w:val="18"/>
                <w:lang w:val="es-MX"/>
              </w:rPr>
              <w:t xml:space="preserve"> implementadas:</w:t>
            </w:r>
          </w:p>
        </w:tc>
        <w:tc>
          <w:tcPr>
            <w:tcW w:w="7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5E0383" w14:textId="77777777" w:rsidR="00027AEE" w:rsidRPr="00027AEE" w:rsidRDefault="00027AEE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027AEE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bookmarkEnd w:id="11"/>
    <w:p w14:paraId="535ECCB6" w14:textId="77777777" w:rsidR="003E2CBA" w:rsidRPr="003E2CBA" w:rsidRDefault="003E2CBA" w:rsidP="00F80C88">
      <w:pPr>
        <w:keepNext/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3E2CBA">
        <w:rPr>
          <w:rFonts w:cs="Arial"/>
          <w:b/>
          <w:spacing w:val="-8"/>
          <w:sz w:val="22"/>
          <w:szCs w:val="22"/>
          <w:lang w:val="es-MX"/>
        </w:rPr>
        <w:t>Inscripción Orgánica de California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 </w:t>
      </w:r>
      <w:r w:rsidR="00A23F20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/>
          <w:caps/>
          <w:spacing w:val="-8"/>
          <w:sz w:val="22"/>
          <w:szCs w:val="22"/>
          <w:lang w:val="es-MX"/>
        </w:rPr>
        <w:t xml:space="preserve"> </w:t>
      </w:r>
      <w:r w:rsidRPr="003E2CBA">
        <w:rPr>
          <w:bCs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E2CBA">
        <w:rPr>
          <w:bCs/>
          <w:szCs w:val="18"/>
          <w:lang w:val="es-MX"/>
        </w:rPr>
        <w:instrText xml:space="preserve"> FORMCHECKBOX </w:instrText>
      </w:r>
      <w:r w:rsidRPr="003E2CBA">
        <w:rPr>
          <w:bCs/>
          <w:szCs w:val="18"/>
          <w:lang w:val="es-MX"/>
        </w:rPr>
      </w:r>
      <w:r w:rsidRPr="003E2CBA">
        <w:rPr>
          <w:bCs/>
          <w:szCs w:val="18"/>
          <w:lang w:val="es-MX"/>
        </w:rPr>
        <w:fldChar w:fldCharType="separate"/>
      </w:r>
      <w:r w:rsidRPr="003E2CBA">
        <w:rPr>
          <w:bCs/>
          <w:szCs w:val="18"/>
          <w:lang w:val="es-MX"/>
        </w:rPr>
        <w:fldChar w:fldCharType="end"/>
      </w:r>
      <w:r w:rsidRPr="003E2CBA">
        <w:rPr>
          <w:bCs/>
          <w:szCs w:val="18"/>
          <w:lang w:val="es-MX"/>
        </w:rPr>
        <w:t xml:space="preserve"> </w:t>
      </w:r>
      <w:r w:rsidRPr="003E2CBA">
        <w:rPr>
          <w:szCs w:val="20"/>
          <w:lang w:val="es-MX"/>
        </w:rPr>
        <w:t xml:space="preserve">No aplica, no tiene </w:t>
      </w:r>
      <w:r w:rsidR="00B65CAC">
        <w:rPr>
          <w:szCs w:val="20"/>
          <w:lang w:val="es-MX"/>
        </w:rPr>
        <w:t>sede</w:t>
      </w:r>
      <w:r w:rsidRPr="003E2CBA">
        <w:rPr>
          <w:szCs w:val="20"/>
          <w:lang w:val="es-MX"/>
        </w:rPr>
        <w:t xml:space="preserve"> en California</w:t>
      </w:r>
    </w:p>
    <w:p w14:paraId="76E04F0F" w14:textId="77777777" w:rsidR="003E2CBA" w:rsidRDefault="003E2CBA" w:rsidP="001E05D6">
      <w:pPr>
        <w:keepNext/>
        <w:spacing w:before="60"/>
        <w:ind w:right="-43"/>
        <w:rPr>
          <w:rFonts w:cs="Arial"/>
          <w:szCs w:val="16"/>
          <w:lang w:val="es-MX"/>
        </w:rPr>
      </w:pPr>
      <w:r w:rsidRPr="003E2CBA">
        <w:rPr>
          <w:rFonts w:cs="Arial"/>
          <w:szCs w:val="16"/>
          <w:lang w:val="es-MX"/>
        </w:rPr>
        <w:t xml:space="preserve">Las operaciones </w:t>
      </w:r>
      <w:r w:rsidR="00B65CAC">
        <w:rPr>
          <w:rFonts w:cs="Arial"/>
          <w:szCs w:val="16"/>
          <w:lang w:val="es-MX"/>
        </w:rPr>
        <w:t>dedicadas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 xml:space="preserve">a la producción orgánica en California </w:t>
      </w:r>
      <w:r w:rsidR="00B65CAC">
        <w:rPr>
          <w:rFonts w:cs="Arial"/>
          <w:szCs w:val="16"/>
          <w:lang w:val="es-MX"/>
        </w:rPr>
        <w:t>deben</w:t>
      </w:r>
      <w:r w:rsidRPr="003E2CBA">
        <w:rPr>
          <w:rFonts w:cs="Arial"/>
          <w:szCs w:val="16"/>
          <w:lang w:val="es-MX"/>
        </w:rPr>
        <w:t xml:space="preserve"> registrarse con el estado antes de hacer su primera venta.</w:t>
      </w:r>
      <w:r w:rsidR="00B65CAC">
        <w:rPr>
          <w:rFonts w:cs="Arial"/>
          <w:szCs w:val="16"/>
          <w:lang w:val="es-MX"/>
        </w:rPr>
        <w:t xml:space="preserve"> </w:t>
      </w:r>
      <w:bookmarkStart w:id="12" w:name="_Hlk72756929"/>
      <w:r w:rsidR="00B65CAC">
        <w:rPr>
          <w:rFonts w:cs="Arial"/>
          <w:szCs w:val="16"/>
          <w:lang w:val="es-MX"/>
        </w:rPr>
        <w:t xml:space="preserve">Visite la página web del Programa Orgánico del CDFA o póngase en contacto con el Comisionado Agrícola de condado para obtener más información si </w:t>
      </w:r>
      <w:bookmarkEnd w:id="12"/>
      <w:r w:rsidRPr="003E2CBA">
        <w:rPr>
          <w:rFonts w:cs="Arial"/>
          <w:szCs w:val="16"/>
          <w:lang w:val="es-MX"/>
        </w:rPr>
        <w:t xml:space="preserve">produce </w:t>
      </w:r>
      <w:r w:rsidR="00B65CAC">
        <w:rPr>
          <w:rFonts w:cs="Arial"/>
          <w:szCs w:val="16"/>
          <w:lang w:val="es-MX"/>
        </w:rPr>
        <w:t>cultivos,</w:t>
      </w:r>
      <w:r w:rsidRPr="003E2CBA">
        <w:rPr>
          <w:rFonts w:cs="Arial"/>
          <w:szCs w:val="16"/>
          <w:lang w:val="es-MX"/>
        </w:rPr>
        <w:t xml:space="preserve"> ganado</w:t>
      </w:r>
      <w:r w:rsidR="00B65CAC">
        <w:rPr>
          <w:rFonts w:cs="Arial"/>
          <w:szCs w:val="16"/>
          <w:lang w:val="es-MX"/>
        </w:rPr>
        <w:t>,</w:t>
      </w:r>
      <w:r w:rsidRPr="003E2CBA">
        <w:rPr>
          <w:rFonts w:cs="Arial"/>
          <w:szCs w:val="16"/>
          <w:lang w:val="es-MX"/>
        </w:rPr>
        <w:t xml:space="preserve"> procesa carne, ave</w:t>
      </w:r>
      <w:r w:rsidR="00B65CAC">
        <w:rPr>
          <w:rFonts w:cs="Arial"/>
          <w:szCs w:val="16"/>
          <w:lang w:val="es-MX"/>
        </w:rPr>
        <w:t>s</w:t>
      </w:r>
      <w:r w:rsidRPr="003E2CBA">
        <w:rPr>
          <w:rFonts w:cs="Arial"/>
          <w:szCs w:val="16"/>
          <w:lang w:val="es-MX"/>
        </w:rPr>
        <w:t xml:space="preserve"> o productos lácteos</w:t>
      </w:r>
      <w:r w:rsidR="00B65CAC">
        <w:rPr>
          <w:rFonts w:cs="Arial"/>
          <w:szCs w:val="16"/>
          <w:lang w:val="es-MX"/>
        </w:rPr>
        <w:t xml:space="preserve"> orgánicamente.</w:t>
      </w:r>
      <w:r w:rsidRPr="003E2CBA">
        <w:rPr>
          <w:rFonts w:cs="Arial"/>
          <w:szCs w:val="16"/>
          <w:lang w:val="es-MX"/>
        </w:rPr>
        <w:t xml:space="preserve"> </w:t>
      </w:r>
      <w:r w:rsidR="00B65CAC">
        <w:rPr>
          <w:rFonts w:cs="Arial"/>
          <w:szCs w:val="16"/>
          <w:lang w:val="es-MX"/>
        </w:rPr>
        <w:t>Comuníquese</w:t>
      </w:r>
      <w:r w:rsidRPr="003E2CBA">
        <w:rPr>
          <w:rFonts w:cs="Arial"/>
          <w:szCs w:val="16"/>
          <w:lang w:val="es-MX"/>
        </w:rPr>
        <w:t xml:space="preserve"> con el Departamento de Servicios de Salud si procesa o </w:t>
      </w:r>
      <w:r w:rsidR="00B65CAC">
        <w:rPr>
          <w:rFonts w:cs="Arial"/>
          <w:szCs w:val="16"/>
          <w:lang w:val="es-MX"/>
        </w:rPr>
        <w:t>maneja</w:t>
      </w:r>
      <w:r w:rsidR="00B65CAC" w:rsidRPr="003E2CBA">
        <w:rPr>
          <w:rFonts w:cs="Arial"/>
          <w:szCs w:val="16"/>
          <w:lang w:val="es-MX"/>
        </w:rPr>
        <w:t xml:space="preserve"> </w:t>
      </w:r>
      <w:r w:rsidRPr="003E2CBA">
        <w:rPr>
          <w:rFonts w:cs="Arial"/>
          <w:szCs w:val="16"/>
          <w:lang w:val="es-MX"/>
        </w:rPr>
        <w:t>cualquier otro producto orgánico. [Acta de 2003 de Productos Orgánicos de California]</w:t>
      </w:r>
    </w:p>
    <w:p w14:paraId="1645F6B3" w14:textId="77777777" w:rsidR="007A634F" w:rsidRPr="007A634F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>Número de registración orgánica en el Programa Orgánico de California (agricultores y manejo post cosecha)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12-123456</w:t>
      </w:r>
      <w:r w:rsidRPr="003E2CBA">
        <w:rPr>
          <w:lang w:val="es-MX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7A634F" w:rsidRPr="003E2CBA" w14:paraId="075B92F7" w14:textId="77777777" w:rsidTr="0087716B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5FB6F" w14:textId="77777777" w:rsidR="007A634F" w:rsidRPr="003E2CBA" w:rsidRDefault="007A634F" w:rsidP="00C17E86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5F21C5B3" w14:textId="77777777" w:rsidR="007A634F" w:rsidRPr="003E2CBA" w:rsidRDefault="007A634F" w:rsidP="007A634F">
      <w:pPr>
        <w:keepNext/>
        <w:numPr>
          <w:ilvl w:val="0"/>
          <w:numId w:val="36"/>
        </w:numPr>
        <w:spacing w:before="60"/>
        <w:ind w:left="360" w:right="-43"/>
        <w:rPr>
          <w:rFonts w:cs="Arial"/>
          <w:szCs w:val="16"/>
          <w:lang w:val="es-MX"/>
        </w:rPr>
      </w:pPr>
      <w:r w:rsidRPr="003E2CBA">
        <w:rPr>
          <w:lang w:val="es-MX"/>
        </w:rPr>
        <w:t>Número de registración orgánica del Departamento de Servicios de Salud (procesamiento)</w:t>
      </w:r>
      <w:r>
        <w:rPr>
          <w:lang w:val="es-MX"/>
        </w:rPr>
        <w:t xml:space="preserve">. </w:t>
      </w:r>
      <w:r w:rsidRPr="007A634F">
        <w:rPr>
          <w:i/>
          <w:iCs/>
          <w:lang w:val="es-MX"/>
        </w:rPr>
        <w:t>Ejemplo: 12345</w:t>
      </w:r>
      <w:r w:rsidRPr="003E2CBA">
        <w:rPr>
          <w:lang w:val="es-MX"/>
        </w:rPr>
        <w:t>:</w:t>
      </w:r>
    </w:p>
    <w:tbl>
      <w:tblPr>
        <w:tblW w:w="227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75"/>
      </w:tblGrid>
      <w:tr w:rsidR="007A634F" w:rsidRPr="003E2CBA" w14:paraId="7B0531EC" w14:textId="77777777" w:rsidTr="0087716B">
        <w:trPr>
          <w:cantSplit/>
          <w:trHeight w:val="360"/>
        </w:trPr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AA582B" w14:textId="77777777" w:rsidR="007A634F" w:rsidRPr="003E2CBA" w:rsidRDefault="007A634F" w:rsidP="001E05D6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115935CE" w14:textId="77777777" w:rsidR="008A0791" w:rsidRDefault="008A0791" w:rsidP="008A0791">
      <w:pPr>
        <w:pStyle w:val="BoldInstructions"/>
        <w:spacing w:before="120" w:line="240" w:lineRule="auto"/>
        <w:ind w:left="360" w:right="-36"/>
        <w:jc w:val="left"/>
        <w:rPr>
          <w:rFonts w:ascii="Arial" w:hAnsi="Arial" w:cs="Arial"/>
          <w:sz w:val="22"/>
          <w:szCs w:val="22"/>
          <w:lang w:val="es-MX"/>
        </w:rPr>
        <w:sectPr w:rsidR="008A0791" w:rsidSect="006C296A">
          <w:headerReference w:type="default" r:id="rId22"/>
          <w:footerReference w:type="default" r:id="rId23"/>
          <w:headerReference w:type="first" r:id="rId24"/>
          <w:type w:val="continuous"/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p w14:paraId="2671D81C" w14:textId="77777777" w:rsidR="000E26B2" w:rsidRPr="00895DCD" w:rsidRDefault="000E26B2" w:rsidP="000E26B2">
      <w:pPr>
        <w:pStyle w:val="BoldInstructions"/>
        <w:numPr>
          <w:ilvl w:val="0"/>
          <w:numId w:val="40"/>
        </w:numPr>
        <w:spacing w:before="120" w:line="240" w:lineRule="auto"/>
        <w:ind w:right="-36"/>
        <w:jc w:val="left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sz w:val="22"/>
          <w:szCs w:val="22"/>
          <w:lang w:val="es-MX"/>
        </w:rPr>
        <w:lastRenderedPageBreak/>
        <w:t>Cuota Anual</w:t>
      </w:r>
      <w:r w:rsidRPr="00895DCD">
        <w:rPr>
          <w:rFonts w:ascii="Arial" w:hAnsi="Arial" w:cs="Arial"/>
          <w:sz w:val="22"/>
          <w:szCs w:val="22"/>
          <w:lang w:val="es-MX"/>
        </w:rPr>
        <w:t xml:space="preserve"> de Certificación</w:t>
      </w:r>
    </w:p>
    <w:p w14:paraId="787C6D74" w14:textId="77777777" w:rsidR="000E26B2" w:rsidRPr="00337B06" w:rsidRDefault="000E26B2" w:rsidP="000E26B2">
      <w:pPr>
        <w:pStyle w:val="BodyText"/>
        <w:spacing w:after="0"/>
        <w:ind w:left="360" w:right="-14"/>
        <w:rPr>
          <w:rFonts w:cs="Arial"/>
          <w:szCs w:val="18"/>
          <w:lang w:val="es-MX"/>
        </w:rPr>
      </w:pPr>
      <w:r w:rsidRPr="00337B06">
        <w:rPr>
          <w:rFonts w:cs="Arial"/>
          <w:noProof/>
          <w:szCs w:val="18"/>
          <w:lang w:val="es-MX"/>
        </w:rPr>
        <w:t xml:space="preserve">CCOF calculará y facturará su tarifa de certificacion con base en la información proporcionada a continuación y durante la primera y subsiguientes inspecciones. Consulte el </w:t>
      </w:r>
      <w:hyperlink r:id="rId25" w:history="1">
        <w:r w:rsidRPr="00337B06">
          <w:rPr>
            <w:rStyle w:val="Hyperlink"/>
            <w:rFonts w:cs="Arial"/>
            <w:b/>
            <w:bCs/>
            <w:szCs w:val="18"/>
            <w:lang w:val="es-MX"/>
          </w:rPr>
          <w:t>Manual de Programa de Servicios de Certificación de CCOF</w:t>
        </w:r>
      </w:hyperlink>
      <w:r w:rsidRPr="00337B06">
        <w:rPr>
          <w:rFonts w:cs="Arial"/>
          <w:noProof/>
          <w:szCs w:val="18"/>
          <w:lang w:val="es-MX"/>
        </w:rPr>
        <w:t xml:space="preserve"> para información sobre las tarifas.</w:t>
      </w:r>
      <w:r w:rsidRPr="00337B06">
        <w:rPr>
          <w:rStyle w:val="normaltextrun"/>
          <w:rFonts w:cs="Arial"/>
          <w:szCs w:val="18"/>
          <w:lang w:val="es-MX"/>
        </w:rPr>
        <w:t xml:space="preserve"> 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Si no proporciona la información solicitada a continuación, no podrá avanzar en el proceso de certificación y su inspección se retrasará. </w:t>
      </w:r>
      <w:r w:rsidRPr="00337B06">
        <w:rPr>
          <w:rStyle w:val="normaltextrun"/>
          <w:rFonts w:cs="Arial"/>
          <w:szCs w:val="18"/>
          <w:lang w:val="es-MX"/>
        </w:rPr>
        <w:t xml:space="preserve">Las 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cuotas de certificación deben abonarse antes de </w:t>
      </w:r>
      <w:r>
        <w:rPr>
          <w:rStyle w:val="normaltextrun"/>
          <w:rFonts w:cs="Arial"/>
          <w:b/>
          <w:bCs/>
          <w:szCs w:val="18"/>
          <w:lang w:val="es-MX"/>
        </w:rPr>
        <w:t>emitir</w:t>
      </w:r>
      <w:r w:rsidRPr="00337B06">
        <w:rPr>
          <w:rStyle w:val="normaltextrun"/>
          <w:rFonts w:cs="Arial"/>
          <w:b/>
          <w:bCs/>
          <w:szCs w:val="18"/>
          <w:lang w:val="es-MX"/>
        </w:rPr>
        <w:t xml:space="preserve"> la certificación</w:t>
      </w:r>
      <w:r w:rsidRPr="00337B06">
        <w:rPr>
          <w:rStyle w:val="normaltextrun"/>
          <w:rFonts w:cs="Arial"/>
          <w:szCs w:val="18"/>
          <w:lang w:val="es-MX"/>
        </w:rPr>
        <w:t>. Ingrese la información de su tarjeta de crédito en la página 4 o adjunte otra forma de pago</w:t>
      </w:r>
      <w:r>
        <w:rPr>
          <w:rStyle w:val="normaltextrun"/>
          <w:rFonts w:cs="Arial"/>
          <w:szCs w:val="18"/>
          <w:lang w:val="es-MX"/>
        </w:rP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60"/>
        <w:gridCol w:w="10260"/>
      </w:tblGrid>
      <w:tr w:rsidR="000E26B2" w:rsidRPr="005829B1" w14:paraId="4180E937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587FFFB0" w14:textId="77777777" w:rsidR="000E26B2" w:rsidRPr="00FF17A2" w:rsidRDefault="000E26B2" w:rsidP="000E26B2">
            <w:pPr>
              <w:pStyle w:val="BodyText"/>
              <w:numPr>
                <w:ilvl w:val="0"/>
                <w:numId w:val="18"/>
              </w:numPr>
              <w:spacing w:before="60" w:after="0"/>
              <w:ind w:left="25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T</w:t>
            </w:r>
            <w:r>
              <w:rPr>
                <w:rFonts w:cs="Arial"/>
                <w:b/>
                <w:szCs w:val="18"/>
                <w:lang w:val="es-MX"/>
              </w:rPr>
              <w:t xml:space="preserve">odas las Operaciones: </w:t>
            </w:r>
            <w:r w:rsidRPr="0022501A">
              <w:rPr>
                <w:rFonts w:cs="Arial"/>
                <w:bCs/>
                <w:szCs w:val="18"/>
                <w:lang w:val="es-MX"/>
              </w:rPr>
              <w:t>Valor actual o anticipado en ventas brutas de la producción/ventas/servicios orgánicos certificados (próximos 12 meses)</w:t>
            </w:r>
          </w:p>
        </w:tc>
      </w:tr>
      <w:tr w:rsidR="000E26B2" w:rsidRPr="000A4114" w14:paraId="39AE0526" w14:textId="77777777" w:rsidTr="0087716B">
        <w:trPr>
          <w:cantSplit/>
          <w:trHeight w:val="360"/>
        </w:trPr>
        <w:tc>
          <w:tcPr>
            <w:tcW w:w="360" w:type="dxa"/>
            <w:vAlign w:val="center"/>
          </w:tcPr>
          <w:p w14:paraId="097FBA80" w14:textId="77777777" w:rsidR="000E26B2" w:rsidRPr="00895DCD" w:rsidRDefault="000E26B2" w:rsidP="00104A42">
            <w:pPr>
              <w:pStyle w:val="BodyText"/>
              <w:spacing w:before="60" w:after="0"/>
              <w:ind w:left="259" w:right="-43"/>
              <w:rPr>
                <w:rFonts w:cs="Arial"/>
                <w:b/>
                <w:szCs w:val="18"/>
                <w:lang w:val="es-MX"/>
              </w:rPr>
            </w:pPr>
          </w:p>
        </w:tc>
        <w:tc>
          <w:tcPr>
            <w:tcW w:w="10620" w:type="dxa"/>
            <w:gridSpan w:val="2"/>
            <w:tcBorders>
              <w:bottom w:val="single" w:sz="4" w:space="0" w:color="auto"/>
            </w:tcBorders>
            <w:vAlign w:val="center"/>
          </w:tcPr>
          <w:p w14:paraId="042279F9" w14:textId="77777777" w:rsidR="000E26B2" w:rsidRPr="000A4114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5829B1" w14:paraId="2C5BDFB5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6408456A" w14:textId="77777777" w:rsidR="000E26B2" w:rsidRPr="00895DCD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>
              <w:rPr>
                <w:b/>
                <w:bCs/>
                <w:noProof/>
                <w:lang w:val="es-MX"/>
              </w:rPr>
              <w:t>Operaciones</w:t>
            </w:r>
            <w:r w:rsidRPr="00263E5A">
              <w:rPr>
                <w:b/>
                <w:bCs/>
                <w:noProof/>
                <w:lang w:val="es-MX"/>
              </w:rPr>
              <w:t xml:space="preserve"> Agrícolas y Ganaderas:</w:t>
            </w:r>
            <w:r>
              <w:rPr>
                <w:b/>
                <w:bCs/>
                <w:noProof/>
                <w:lang w:val="es-MX"/>
              </w:rPr>
              <w:t xml:space="preserve"> </w:t>
            </w:r>
            <w:r w:rsidRPr="0022501A">
              <w:rPr>
                <w:noProof/>
                <w:lang w:val="es-MX"/>
              </w:rPr>
              <w:t>Costo actual o previsto de los productos orgánicos certificados adquiridos, tales como semillas, piensos, trasplantes (</w:t>
            </w:r>
            <w:r>
              <w:rPr>
                <w:noProof/>
                <w:lang w:val="es-MX"/>
              </w:rPr>
              <w:t xml:space="preserve">en los </w:t>
            </w:r>
            <w:r w:rsidRPr="0022501A">
              <w:rPr>
                <w:noProof/>
                <w:lang w:val="es-MX"/>
              </w:rPr>
              <w:t>próximos 12 meses) y tarifas de servicios cobrados por coprocesadores orgánicos certificados, pastoreo personalizado, etc. Esta cantidad se descontará del monto en la línea 1 para determinar su cuota anual de certificación.</w:t>
            </w:r>
          </w:p>
        </w:tc>
      </w:tr>
      <w:tr w:rsidR="000E26B2" w:rsidRPr="0022501A" w14:paraId="00C98805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5BA1E151" w14:textId="77777777" w:rsidR="000E26B2" w:rsidRDefault="000E26B2" w:rsidP="00104A42">
            <w:pPr>
              <w:pStyle w:val="BodyText"/>
              <w:spacing w:before="60" w:after="0"/>
              <w:ind w:left="630" w:right="-43"/>
              <w:rPr>
                <w:b/>
                <w:bCs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6C4DD3F6" w14:textId="77777777" w:rsidR="000E26B2" w:rsidRPr="0022501A" w:rsidRDefault="000E26B2" w:rsidP="00104A42">
            <w:pPr>
              <w:spacing w:before="60" w:line="259" w:lineRule="auto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5829B1" w14:paraId="4E855459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4E73E0D6" w14:textId="77777777" w:rsidR="000E26B2" w:rsidRPr="009070B9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noProof/>
                <w:lang w:val="es-MX"/>
              </w:rPr>
            </w:pPr>
            <w:r w:rsidRPr="00895DCD">
              <w:rPr>
                <w:b/>
                <w:noProof/>
                <w:lang w:val="es-MX"/>
              </w:rPr>
              <w:t>Manejadores/ procesadores y otr</w:t>
            </w:r>
            <w:r>
              <w:rPr>
                <w:b/>
                <w:noProof/>
                <w:lang w:val="es-MX"/>
              </w:rPr>
              <w:t>a</w:t>
            </w:r>
            <w:r w:rsidRPr="00895DCD">
              <w:rPr>
                <w:b/>
                <w:noProof/>
                <w:lang w:val="es-MX"/>
              </w:rPr>
              <w:t xml:space="preserve">s </w:t>
            </w:r>
            <w:r>
              <w:rPr>
                <w:b/>
                <w:noProof/>
                <w:lang w:val="es-MX"/>
              </w:rPr>
              <w:t>operaciones</w:t>
            </w:r>
            <w:r w:rsidRPr="00895DCD">
              <w:rPr>
                <w:b/>
                <w:noProof/>
                <w:lang w:val="es-MX"/>
              </w:rPr>
              <w:t xml:space="preserve"> no agrícolas:</w:t>
            </w:r>
            <w:r>
              <w:rPr>
                <w:b/>
                <w:noProof/>
                <w:lang w:val="es-MX"/>
              </w:rPr>
              <w:t xml:space="preserve"> </w:t>
            </w:r>
            <w:r w:rsidRPr="00F735DA">
              <w:rPr>
                <w:noProof/>
                <w:lang w:val="es-MX"/>
              </w:rPr>
              <w:t>Costo actual o previsto de los productos</w:t>
            </w:r>
            <w:r>
              <w:rPr>
                <w:noProof/>
                <w:lang w:val="es-MX"/>
              </w:rPr>
              <w:t>/ingredientes</w:t>
            </w:r>
            <w:r w:rsidRPr="00F735DA">
              <w:rPr>
                <w:noProof/>
                <w:lang w:val="es-MX"/>
              </w:rPr>
              <w:t xml:space="preserve"> orgánicos certificados adquiridos (</w:t>
            </w:r>
            <w:r>
              <w:rPr>
                <w:noProof/>
                <w:lang w:val="es-MX"/>
              </w:rPr>
              <w:t xml:space="preserve">en los </w:t>
            </w:r>
            <w:r w:rsidRPr="00F735DA">
              <w:rPr>
                <w:noProof/>
                <w:lang w:val="es-MX"/>
              </w:rPr>
              <w:t>próximos 12 meses) y tarifas de servicios cobrados por coprocesadores orgánicos certificados</w:t>
            </w:r>
            <w:r>
              <w:rPr>
                <w:noProof/>
                <w:lang w:val="es-MX"/>
              </w:rPr>
              <w:t xml:space="preserve">. </w:t>
            </w:r>
            <w:r w:rsidRPr="00F735DA">
              <w:rPr>
                <w:noProof/>
                <w:lang w:val="es-MX"/>
              </w:rPr>
              <w:t>Esta cantidad se descontará del monto en la línea 1 para determinar su cuota anual de certificación.</w:t>
            </w:r>
          </w:p>
        </w:tc>
      </w:tr>
      <w:tr w:rsidR="000E26B2" w:rsidRPr="00080F22" w14:paraId="33990E95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6C01C122" w14:textId="77777777" w:rsidR="000E26B2" w:rsidRPr="00895DCD" w:rsidRDefault="000E26B2" w:rsidP="00104A42">
            <w:pPr>
              <w:pStyle w:val="BodyText"/>
              <w:spacing w:before="60" w:after="0"/>
              <w:ind w:left="630"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1A5B1749" w14:textId="77777777" w:rsidR="000E26B2" w:rsidRPr="00080F22" w:rsidRDefault="000E26B2" w:rsidP="00104A42">
            <w:pPr>
              <w:spacing w:before="60" w:line="259" w:lineRule="auto"/>
              <w:ind w:left="-115" w:right="-43"/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0E26B2" w:rsidRPr="005829B1" w14:paraId="21AE0F59" w14:textId="77777777" w:rsidTr="0087716B">
        <w:trPr>
          <w:cantSplit/>
          <w:trHeight w:val="360"/>
        </w:trPr>
        <w:tc>
          <w:tcPr>
            <w:tcW w:w="10980" w:type="dxa"/>
            <w:gridSpan w:val="3"/>
            <w:vAlign w:val="center"/>
          </w:tcPr>
          <w:p w14:paraId="11D13369" w14:textId="77777777" w:rsidR="000E26B2" w:rsidRPr="00DF79E8" w:rsidRDefault="000E26B2" w:rsidP="000E26B2">
            <w:pPr>
              <w:pStyle w:val="BodyText"/>
              <w:numPr>
                <w:ilvl w:val="0"/>
                <w:numId w:val="25"/>
              </w:numPr>
              <w:spacing w:before="60" w:after="0"/>
              <w:ind w:right="-43"/>
              <w:rPr>
                <w:b/>
                <w:i/>
                <w:noProof/>
                <w:lang w:val="es-MX"/>
              </w:rPr>
            </w:pPr>
            <w:r w:rsidRPr="0022501A">
              <w:rPr>
                <w:b/>
                <w:noProof/>
                <w:lang w:val="es-MX"/>
              </w:rPr>
              <w:t>Operaciones minoristas y restaurantes:</w:t>
            </w:r>
            <w:r>
              <w:rPr>
                <w:b/>
                <w:noProof/>
                <w:lang w:val="es-MX"/>
              </w:rPr>
              <w:t xml:space="preserve"> </w:t>
            </w:r>
            <w:r w:rsidRPr="0022501A">
              <w:rPr>
                <w:bCs/>
                <w:noProof/>
                <w:lang w:val="es-MX"/>
              </w:rPr>
              <w:t>Número actual o previsto de tiendas (</w:t>
            </w:r>
            <w:r>
              <w:rPr>
                <w:bCs/>
                <w:noProof/>
                <w:lang w:val="es-MX"/>
              </w:rPr>
              <w:t xml:space="preserve">en los </w:t>
            </w:r>
            <w:r w:rsidRPr="0022501A">
              <w:rPr>
                <w:bCs/>
                <w:noProof/>
                <w:lang w:val="es-MX"/>
              </w:rPr>
              <w:t>próximos 12 meses)</w:t>
            </w:r>
            <w:r>
              <w:rPr>
                <w:bCs/>
                <w:noProof/>
                <w:lang w:val="es-MX"/>
              </w:rPr>
              <w:t>.</w:t>
            </w:r>
          </w:p>
        </w:tc>
      </w:tr>
      <w:tr w:rsidR="000E26B2" w:rsidRPr="009070B9" w14:paraId="60ABA79E" w14:textId="77777777" w:rsidTr="0087716B">
        <w:trPr>
          <w:cantSplit/>
          <w:trHeight w:val="360"/>
        </w:trPr>
        <w:tc>
          <w:tcPr>
            <w:tcW w:w="720" w:type="dxa"/>
            <w:gridSpan w:val="2"/>
            <w:vAlign w:val="center"/>
          </w:tcPr>
          <w:p w14:paraId="2D8F98C2" w14:textId="77777777" w:rsidR="000E26B2" w:rsidRPr="0022501A" w:rsidRDefault="000E26B2" w:rsidP="00104A42">
            <w:pPr>
              <w:pStyle w:val="BodyText"/>
              <w:spacing w:before="60" w:after="0"/>
              <w:ind w:right="-43"/>
              <w:rPr>
                <w:b/>
                <w:noProof/>
                <w:lang w:val="es-MX"/>
              </w:rPr>
            </w:pPr>
          </w:p>
        </w:tc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8E412A1" w14:textId="77777777" w:rsidR="000E26B2" w:rsidRPr="0022501A" w:rsidRDefault="000E26B2" w:rsidP="00104A42">
            <w:pPr>
              <w:pStyle w:val="BodyText"/>
              <w:spacing w:before="60" w:after="0"/>
              <w:ind w:left="-115" w:right="-43"/>
              <w:rPr>
                <w:b/>
                <w:noProof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bookmarkEnd w:id="1"/>
    </w:tbl>
    <w:p w14:paraId="344A3F6D" w14:textId="77777777" w:rsidR="00AA4A91" w:rsidRPr="00895DCD" w:rsidRDefault="00AA4A91" w:rsidP="001E05D6">
      <w:p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  <w:sectPr w:rsidR="00AA4A91" w:rsidRPr="00895DCD" w:rsidSect="006C296A"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980"/>
        <w:gridCol w:w="6172"/>
        <w:gridCol w:w="780"/>
        <w:gridCol w:w="2048"/>
      </w:tblGrid>
      <w:tr w:rsidR="00AA4A91" w:rsidRPr="00895DCD" w14:paraId="2BB54303" w14:textId="77777777" w:rsidTr="0087716B">
        <w:trPr>
          <w:trHeight w:val="288"/>
        </w:trPr>
        <w:tc>
          <w:tcPr>
            <w:tcW w:w="1980" w:type="dxa"/>
          </w:tcPr>
          <w:p w14:paraId="1F700913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bookmarkStart w:id="13" w:name="_Hlk517781991"/>
            <w:r w:rsidRPr="00DF79E8">
              <w:rPr>
                <w:lang w:val="es-MX"/>
              </w:rPr>
              <w:lastRenderedPageBreak/>
              <w:br w:type="page"/>
            </w:r>
            <w:r w:rsidRPr="00DF79E8">
              <w:rPr>
                <w:lang w:val="es-MX"/>
              </w:rPr>
              <w:br w:type="page"/>
            </w:r>
            <w:r w:rsidRPr="00DF79E8">
              <w:rPr>
                <w:lang w:val="es-MX"/>
              </w:rPr>
              <w:br w:type="page"/>
            </w:r>
            <w:r w:rsidRPr="00895DCD">
              <w:rPr>
                <w:rFonts w:cs="Arial"/>
                <w:b/>
                <w:bCs/>
                <w:szCs w:val="20"/>
                <w:lang w:val="es-MX"/>
              </w:rPr>
              <w:t>Nombre de operación:</w:t>
            </w:r>
          </w:p>
        </w:tc>
        <w:tc>
          <w:tcPr>
            <w:tcW w:w="6172" w:type="dxa"/>
            <w:tcBorders>
              <w:bottom w:val="single" w:sz="4" w:space="0" w:color="auto"/>
            </w:tcBorders>
            <w:vAlign w:val="center"/>
          </w:tcPr>
          <w:p w14:paraId="2818D487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80" w:type="dxa"/>
            <w:tcBorders>
              <w:left w:val="nil"/>
            </w:tcBorders>
            <w:vAlign w:val="center"/>
          </w:tcPr>
          <w:p w14:paraId="5B9E027A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048" w:type="dxa"/>
            <w:tcBorders>
              <w:bottom w:val="single" w:sz="4" w:space="0" w:color="auto"/>
            </w:tcBorders>
            <w:vAlign w:val="center"/>
          </w:tcPr>
          <w:p w14:paraId="57D1EE71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63D89B63" w14:textId="77777777" w:rsidR="00AA4A91" w:rsidRPr="00895DCD" w:rsidRDefault="00AA4A91" w:rsidP="00F80C88">
      <w:pPr>
        <w:numPr>
          <w:ilvl w:val="0"/>
          <w:numId w:val="40"/>
        </w:numPr>
        <w:spacing w:before="120"/>
        <w:ind w:right="-36"/>
        <w:rPr>
          <w:rFonts w:cs="Arial"/>
          <w:b/>
          <w:spacing w:val="-8"/>
          <w:sz w:val="22"/>
          <w:szCs w:val="22"/>
          <w:lang w:val="es-MX"/>
        </w:rPr>
      </w:pPr>
      <w:r w:rsidRPr="00895DCD">
        <w:rPr>
          <w:rFonts w:cs="Arial"/>
          <w:b/>
          <w:spacing w:val="-8"/>
          <w:sz w:val="22"/>
          <w:szCs w:val="22"/>
          <w:lang w:val="es-MX"/>
        </w:rPr>
        <w:t>Contrato y Acuerdo de Certificación</w:t>
      </w:r>
    </w:p>
    <w:p w14:paraId="07CE01E1" w14:textId="77777777" w:rsidR="00AA4A91" w:rsidRPr="000E26B2" w:rsidRDefault="00AA4A91" w:rsidP="008A0791">
      <w:pPr>
        <w:shd w:val="clear" w:color="auto" w:fill="FFFFFF"/>
        <w:spacing w:after="120"/>
        <w:ind w:left="360" w:right="-36" w:hanging="360"/>
        <w:rPr>
          <w:rFonts w:cs="Arial"/>
          <w:b/>
          <w:bCs/>
          <w:szCs w:val="18"/>
          <w:lang w:val="es-MX"/>
        </w:rPr>
      </w:pPr>
      <w:r w:rsidRPr="00895DCD">
        <w:rPr>
          <w:rFonts w:cs="Arial"/>
          <w:szCs w:val="18"/>
          <w:lang w:val="es-MX"/>
        </w:rPr>
        <w:t>►</w:t>
      </w:r>
      <w:r w:rsidRPr="00895DCD">
        <w:rPr>
          <w:rFonts w:cs="Arial"/>
          <w:szCs w:val="18"/>
          <w:lang w:val="es-MX"/>
        </w:rPr>
        <w:tab/>
      </w:r>
      <w:r w:rsidRPr="00895DCD">
        <w:rPr>
          <w:rFonts w:cs="Arial"/>
          <w:b/>
          <w:bCs/>
          <w:szCs w:val="18"/>
          <w:lang w:val="es-MX"/>
        </w:rPr>
        <w:t>Lo siguiente se debe</w:t>
      </w:r>
      <w:r w:rsidR="00526A50">
        <w:rPr>
          <w:rFonts w:cs="Arial"/>
          <w:b/>
          <w:bCs/>
          <w:szCs w:val="18"/>
          <w:lang w:val="es-MX"/>
        </w:rPr>
        <w:t xml:space="preserve"> ser</w:t>
      </w:r>
      <w:r w:rsidRPr="00895DCD">
        <w:rPr>
          <w:rFonts w:cs="Arial"/>
          <w:b/>
          <w:bCs/>
          <w:szCs w:val="18"/>
          <w:lang w:val="es-MX"/>
        </w:rPr>
        <w:t xml:space="preserve"> firma</w:t>
      </w:r>
      <w:r w:rsidR="00526A50">
        <w:rPr>
          <w:rFonts w:cs="Arial"/>
          <w:b/>
          <w:bCs/>
          <w:szCs w:val="18"/>
          <w:lang w:val="es-MX"/>
        </w:rPr>
        <w:t>ado</w:t>
      </w:r>
      <w:r w:rsidRPr="00895DCD">
        <w:rPr>
          <w:rFonts w:cs="Arial"/>
          <w:b/>
          <w:bCs/>
          <w:szCs w:val="18"/>
          <w:lang w:val="es-MX"/>
        </w:rPr>
        <w:t xml:space="preserve"> por un representante </w:t>
      </w:r>
      <w:r w:rsidR="00526A50" w:rsidRPr="00526A50">
        <w:rPr>
          <w:rFonts w:cs="Arial"/>
          <w:b/>
          <w:bCs/>
          <w:szCs w:val="18"/>
          <w:lang w:val="es-MX"/>
        </w:rPr>
        <w:t>corporativo legalmente autorizado</w:t>
      </w:r>
      <w:r w:rsidR="00526A50">
        <w:rPr>
          <w:rFonts w:cs="Arial"/>
          <w:b/>
          <w:bCs/>
          <w:szCs w:val="18"/>
          <w:lang w:val="es-MX"/>
        </w:rPr>
        <w:t xml:space="preserve"> </w:t>
      </w:r>
      <w:r w:rsidRPr="00895DCD">
        <w:rPr>
          <w:rFonts w:cs="Arial"/>
          <w:b/>
          <w:bCs/>
          <w:szCs w:val="18"/>
          <w:lang w:val="es-MX"/>
        </w:rPr>
        <w:t xml:space="preserve">de cualquier operación </w:t>
      </w:r>
      <w:r w:rsidR="00526A50">
        <w:rPr>
          <w:rFonts w:cs="Arial"/>
          <w:b/>
          <w:bCs/>
          <w:szCs w:val="18"/>
          <w:lang w:val="es-MX"/>
        </w:rPr>
        <w:t xml:space="preserve">y </w:t>
      </w:r>
      <w:r w:rsidRPr="00895DCD">
        <w:rPr>
          <w:rFonts w:cs="Arial"/>
          <w:b/>
          <w:bCs/>
          <w:szCs w:val="18"/>
          <w:lang w:val="es-MX"/>
        </w:rPr>
        <w:t>por todos los solicitantes de la certificación CCOF.</w:t>
      </w:r>
    </w:p>
    <w:p w14:paraId="052AD136" w14:textId="77777777" w:rsidR="00AA4A91" w:rsidRPr="00895DCD" w:rsidRDefault="00AA4A91" w:rsidP="001E05D6">
      <w:pPr>
        <w:shd w:val="clear" w:color="auto" w:fill="FFFFFF"/>
        <w:ind w:left="360" w:right="-36"/>
        <w:rPr>
          <w:rFonts w:cs="Arial"/>
          <w:b/>
          <w:bCs/>
          <w:szCs w:val="18"/>
          <w:lang w:val="es-MX"/>
        </w:rPr>
      </w:pPr>
      <w:r w:rsidRPr="00895DCD">
        <w:rPr>
          <w:rFonts w:cs="Arial"/>
          <w:b/>
          <w:bCs/>
          <w:szCs w:val="18"/>
          <w:lang w:val="es-MX"/>
        </w:rPr>
        <w:t>Al firmar este documento, el solicitante reconoce que ha recibido, ha leído, entiende completamente, y se compromete a estar obligado por los términos de los manuales de certificación CCOF CS y se compromete además a:</w:t>
      </w:r>
    </w:p>
    <w:p w14:paraId="56A8A822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</w:t>
      </w:r>
      <w:r w:rsidR="004F2559">
        <w:rPr>
          <w:lang w:val="es-MX"/>
        </w:rPr>
        <w:t xml:space="preserve"> y cualquier persona responsable relacionada</w:t>
      </w:r>
      <w:r w:rsidRPr="00895DCD">
        <w:rPr>
          <w:lang w:val="es-MX"/>
        </w:rPr>
        <w:t xml:space="preserve"> que </w:t>
      </w:r>
      <w:r w:rsidR="004F2559">
        <w:rPr>
          <w:lang w:val="es-MX"/>
        </w:rPr>
        <w:t>quiera obtener</w:t>
      </w:r>
      <w:r w:rsidR="004F2559" w:rsidRPr="00895DCD">
        <w:rPr>
          <w:lang w:val="es-MX"/>
        </w:rPr>
        <w:t xml:space="preserve"> </w:t>
      </w:r>
      <w:r w:rsidRPr="00895DCD">
        <w:rPr>
          <w:lang w:val="es-MX"/>
        </w:rPr>
        <w:t>la certificación NOP: Cumplir con todas las normas estatales y de producción y de manejo orgánico aplicables que se describen en las reglas emitidas por el Departamento de Agricultura de los Estados Unidos Servicio de Comercialización Agrícola (incluidos los reglamentos en 7 CFR Parte 205 y el Manual de NOP publicada en el sitio web del USDA AMS NOP).</w:t>
      </w:r>
    </w:p>
    <w:p w14:paraId="1F46FDF0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 que buscan la certificación COR: Cumplir con todas las regulaciones de la provincia y de producción y de manejo orgánico aplicables que se describen en las reglas emitidas por la Agencia de Inspección Alimentaria de Canadá.</w:t>
      </w:r>
    </w:p>
    <w:p w14:paraId="0188B503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895DCD">
        <w:rPr>
          <w:lang w:val="es-MX"/>
        </w:rPr>
        <w:t>Para las operaciones que buscan la certificación CCOF GMA o International Standard: Cumplir con los requisitos establecidos en el manual de programa del CCOF GMA o International Standard, respectivamente.</w:t>
      </w:r>
    </w:p>
    <w:p w14:paraId="7494D8E0" w14:textId="77777777" w:rsidR="00AA4A91" w:rsidRPr="000E26B2" w:rsidRDefault="00AA4A91" w:rsidP="001E05D6">
      <w:pPr>
        <w:pStyle w:val="Level1"/>
        <w:numPr>
          <w:ilvl w:val="0"/>
          <w:numId w:val="13"/>
        </w:numPr>
        <w:tabs>
          <w:tab w:val="clear" w:pos="720"/>
        </w:tabs>
        <w:spacing w:before="60" w:after="60"/>
        <w:ind w:left="360" w:right="-36" w:hanging="360"/>
        <w:rPr>
          <w:lang w:val="es-MX"/>
        </w:rPr>
      </w:pPr>
      <w:r w:rsidRPr="000E26B2">
        <w:rPr>
          <w:lang w:val="es-MX"/>
        </w:rPr>
        <w:t xml:space="preserve">Para todas las operaciones: Cumplir y adherirse estrictamente a todas las normas CCOF, procedimientos y políticas establecidas en los manuales de CCOF </w:t>
      </w:r>
      <w:proofErr w:type="gramStart"/>
      <w:r w:rsidRPr="000E26B2">
        <w:rPr>
          <w:lang w:val="es-MX"/>
        </w:rPr>
        <w:t>incluyendo</w:t>
      </w:r>
      <w:proofErr w:type="gramEnd"/>
      <w:r w:rsidRPr="000E26B2">
        <w:rPr>
          <w:lang w:val="es-MX"/>
        </w:rPr>
        <w:t xml:space="preserve"> pero no limitado a lo siguiente:</w:t>
      </w:r>
    </w:p>
    <w:p w14:paraId="0D5110B3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lang w:val="es-MX"/>
        </w:rPr>
      </w:pPr>
      <w:r w:rsidRPr="00895DCD">
        <w:rPr>
          <w:lang w:val="es-MX"/>
        </w:rPr>
        <w:t>Establecer, implementar y actualizar anualmente un Plan de Sistema Orgánico/Plan Orgánico, que se presentará a CCOF.</w:t>
      </w:r>
    </w:p>
    <w:p w14:paraId="79FA63B0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 xml:space="preserve">Permitir inspecciones en </w:t>
      </w:r>
      <w:r w:rsidR="004F2559">
        <w:rPr>
          <w:lang w:val="es-MX"/>
        </w:rPr>
        <w:t xml:space="preserve">in </w:t>
      </w:r>
      <w:r w:rsidR="004F2559" w:rsidRPr="00F735DA">
        <w:rPr>
          <w:lang w:val="es-MX"/>
        </w:rPr>
        <w:t>situ al menos una vez por año calendario</w:t>
      </w:r>
      <w:r w:rsidR="004F2559" w:rsidRPr="00F52FEB">
        <w:rPr>
          <w:sz w:val="17"/>
          <w:szCs w:val="17"/>
          <w:lang w:val="es-MX"/>
        </w:rPr>
        <w:t xml:space="preserve"> </w:t>
      </w:r>
      <w:r w:rsidRPr="00895DCD">
        <w:rPr>
          <w:lang w:val="es-MX"/>
        </w:rPr>
        <w:t>con un acceso completo a los aspectos de producción o de manejo de la operación, incluidas las zonas no certificadas de producción, estructuras, o en las oficinas hechas por CCOF. Estas inspecciones podrán realizarse con o sin previo aviso a discreción de CCOF o como sea requerido por una autoridad de acreditación, entidad gubernamental que tenga jurisdicción, u otro cuerpo gobernante.</w:t>
      </w:r>
    </w:p>
    <w:p w14:paraId="15CF4DC7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>El mantenimiento de todos los registros aplicables a la operación orgánica por no menos de cinco (5) años posteriores a su creación.</w:t>
      </w:r>
    </w:p>
    <w:p w14:paraId="4CE78211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3"/>
          <w:lang w:val="es-MX"/>
        </w:rPr>
      </w:pPr>
      <w:r w:rsidRPr="00895DCD">
        <w:rPr>
          <w:lang w:val="es-MX"/>
        </w:rPr>
        <w:t xml:space="preserve">Permitir a los representantes autorizados de CCOF, una autoridad de acreditación, entidad gubernamental que tenga jurisdicción, u otro órgano de gobierno el acceso a estos registros bajo el horario normal de revisión y copia para determinar el cumplimiento de las normas, reglamentos o leyes que rigen. </w:t>
      </w:r>
    </w:p>
    <w:p w14:paraId="6875978C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0"/>
          <w:lang w:val="es-MX"/>
        </w:rPr>
      </w:pPr>
      <w:r w:rsidRPr="00895DCD">
        <w:rPr>
          <w:lang w:val="es-MX"/>
        </w:rPr>
        <w:t>La comprensión que CCOF puede utilizar subcontratistas para la inspección, pruebas y otros servicios técnicos, según sea necesario.</w:t>
      </w:r>
    </w:p>
    <w:p w14:paraId="0243B9BE" w14:textId="77777777" w:rsidR="00AA4A91" w:rsidRPr="000E26B2" w:rsidRDefault="00AA4A91" w:rsidP="004F2559">
      <w:pPr>
        <w:pStyle w:val="Level2"/>
        <w:numPr>
          <w:ilvl w:val="0"/>
          <w:numId w:val="19"/>
        </w:numPr>
        <w:spacing w:after="60"/>
        <w:ind w:right="-36"/>
        <w:rPr>
          <w:spacing w:val="-9"/>
          <w:lang w:val="es-MX"/>
        </w:rPr>
      </w:pPr>
      <w:r w:rsidRPr="004F2559">
        <w:rPr>
          <w:lang w:val="es-MX"/>
        </w:rPr>
        <w:t xml:space="preserve">Someter a CCOF las tarifas aplicables, como se describe en el horario de cuotas más reciente. </w:t>
      </w:r>
      <w:r w:rsidRPr="004F2559">
        <w:rPr>
          <w:lang w:val="es-MX"/>
        </w:rPr>
        <w:br/>
        <w:t>Notificar inmediatamente a CCOF respecto a cualquier aplicación, incluyendo la deriva, de una sustancia prohibida a cualquier campo, unidad de producción, instalación, ganado o producto que sea parte de una operación.</w:t>
      </w:r>
    </w:p>
    <w:p w14:paraId="7B39665E" w14:textId="77777777" w:rsidR="00AA4A91" w:rsidRPr="000E26B2" w:rsidRDefault="009866BE" w:rsidP="001E05D6">
      <w:pPr>
        <w:pStyle w:val="Level2"/>
        <w:keepLines/>
        <w:numPr>
          <w:ilvl w:val="0"/>
          <w:numId w:val="19"/>
        </w:numPr>
        <w:spacing w:after="60"/>
        <w:ind w:right="-43"/>
        <w:rPr>
          <w:spacing w:val="-13"/>
          <w:lang w:val="es-MX"/>
        </w:rPr>
      </w:pPr>
      <w:r w:rsidRPr="00326B52">
        <w:rPr>
          <w:lang w:val="es-ES"/>
        </w:rPr>
        <w:t xml:space="preserve">Notificar inmediatamente a CCOF de cualquier cambio en su operación certificada o parte de </w:t>
      </w:r>
      <w:proofErr w:type="gramStart"/>
      <w:r w:rsidRPr="00326B52">
        <w:rPr>
          <w:lang w:val="es-ES"/>
        </w:rPr>
        <w:t>la misma</w:t>
      </w:r>
      <w:proofErr w:type="gramEnd"/>
      <w:r w:rsidRPr="00326B52">
        <w:rPr>
          <w:lang w:val="es-ES"/>
        </w:rPr>
        <w:t>, que</w:t>
      </w:r>
      <w:r>
        <w:rPr>
          <w:lang w:val="es-ES"/>
        </w:rPr>
        <w:t xml:space="preserve"> pueda afectar el cumplimiento de</w:t>
      </w:r>
      <w:r w:rsidRPr="00326B52">
        <w:rPr>
          <w:lang w:val="es-ES"/>
        </w:rPr>
        <w:t xml:space="preserve"> las normas, reglamentos o leyes aplicables.</w:t>
      </w:r>
    </w:p>
    <w:p w14:paraId="641914C4" w14:textId="77777777" w:rsidR="00AA4A91" w:rsidRPr="000E26B2" w:rsidRDefault="00AA4A91" w:rsidP="004F2559">
      <w:pPr>
        <w:pStyle w:val="Level2"/>
        <w:numPr>
          <w:ilvl w:val="0"/>
          <w:numId w:val="19"/>
        </w:numPr>
        <w:spacing w:after="60"/>
        <w:ind w:right="-36"/>
        <w:rPr>
          <w:spacing w:val="-11"/>
          <w:lang w:val="es-MX"/>
        </w:rPr>
      </w:pPr>
      <w:r w:rsidRPr="004F2559">
        <w:rPr>
          <w:lang w:val="es-MX"/>
        </w:rPr>
        <w:t>La utilización del nombre y el sello de CCOF únicamente de acuerdo con las normas de CCOF y cesar de usar el nombre de CCOF y el sello sobre aviso por CCOF. Cualquier uso de los nombres o marcas de CCOF, sin el consentimiento expreso de CCOF está estrictamente prohibido y constituye una infracción de los derechos de CCOF. CCOF tendrá derecho al reembolso de</w:t>
      </w:r>
      <w:r w:rsidR="003512AC" w:rsidRPr="004F2559">
        <w:rPr>
          <w:lang w:val="es-MX"/>
        </w:rPr>
        <w:t xml:space="preserve"> </w:t>
      </w:r>
      <w:r w:rsidRPr="004F2559">
        <w:rPr>
          <w:lang w:val="es-MX"/>
        </w:rPr>
        <w:t xml:space="preserve">los honorarios y gastos razonables de su abogado resultantes de situar cualquier acción civil, el arbitraje o la mediación para hacer cumplir sus derechos sobre sus nombres o marcas. </w:t>
      </w:r>
      <w:r w:rsidRPr="004F2559">
        <w:rPr>
          <w:lang w:val="es-MX"/>
        </w:rPr>
        <w:br/>
        <w:t xml:space="preserve">Destruir o devolver a CCOF todo el empaquetado y certificado tras la notificación por parte de CCOF. </w:t>
      </w:r>
      <w:r w:rsidRPr="004F2559">
        <w:rPr>
          <w:lang w:val="es-MX"/>
        </w:rPr>
        <w:br/>
        <w:t>La comprensión de que el uso del nombre y el sello de CCOF debe estar en conformidad con las normas CCOF.</w:t>
      </w:r>
      <w:r w:rsidRPr="000E26B2">
        <w:rPr>
          <w:spacing w:val="-1"/>
          <w:lang w:val="es-MX"/>
        </w:rPr>
        <w:t xml:space="preserve">  </w:t>
      </w:r>
    </w:p>
    <w:p w14:paraId="313E9445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60"/>
        <w:ind w:right="-36"/>
        <w:rPr>
          <w:spacing w:val="-11"/>
          <w:lang w:val="es-MX"/>
        </w:rPr>
      </w:pPr>
      <w:r w:rsidRPr="00895DCD">
        <w:rPr>
          <w:lang w:val="es-MX"/>
        </w:rPr>
        <w:t>Autorizar a CCOF para enumerar los cultivos de parcelas, productos, servicios y zonas comprendidas certificadas en mi certificado y en el directorio de CCOF.</w:t>
      </w:r>
    </w:p>
    <w:p w14:paraId="48CAF894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0"/>
        <w:ind w:right="-36"/>
        <w:rPr>
          <w:spacing w:val="-11"/>
          <w:lang w:val="es-MX"/>
        </w:rPr>
      </w:pPr>
      <w:r w:rsidRPr="00895DCD">
        <w:rPr>
          <w:lang w:val="es-MX"/>
        </w:rPr>
        <w:t>Cesar inmediatamente todas las reclamaciones de certificación CCOF asociados a esta operación, y destruir o devolver todos los certificados, el etiquetado y el material de propaganda que contenga referencia a CCOF en caso de que esta operación se retire, o su certificación será suspendida o revocada.</w:t>
      </w:r>
    </w:p>
    <w:p w14:paraId="2DAF139E" w14:textId="77777777" w:rsidR="00AA4A91" w:rsidRPr="000E26B2" w:rsidRDefault="00AA4A91" w:rsidP="001E05D6">
      <w:pPr>
        <w:pStyle w:val="Level2"/>
        <w:numPr>
          <w:ilvl w:val="0"/>
          <w:numId w:val="19"/>
        </w:numPr>
        <w:spacing w:after="0"/>
        <w:ind w:right="-36"/>
        <w:rPr>
          <w:spacing w:val="-11"/>
          <w:lang w:val="es-MX"/>
        </w:rPr>
      </w:pPr>
      <w:r w:rsidRPr="00895DCD">
        <w:rPr>
          <w:lang w:val="es-MX"/>
        </w:rPr>
        <w:t>Estar de acuerdo con estar legalmente obligado por los términos de los párrafos titulados "Ley Aplicable", "Consentimiento a la Jurisdicción", "Indemnización" y "Limitación de Responsabilidad", como se describe en el Manual de Programa de Servicios de Certificación de CCOF Sección 6.</w:t>
      </w:r>
    </w:p>
    <w:p w14:paraId="309063AD" w14:textId="77777777" w:rsidR="00AA4A91" w:rsidRPr="000E26B2" w:rsidRDefault="00AA4A91" w:rsidP="001E05D6">
      <w:pPr>
        <w:spacing w:before="120"/>
        <w:ind w:right="-36"/>
        <w:rPr>
          <w:rFonts w:cs="Arial"/>
          <w:i/>
          <w:szCs w:val="18"/>
          <w:lang w:val="es-MX"/>
        </w:rPr>
      </w:pPr>
      <w:r w:rsidRPr="00895DCD">
        <w:rPr>
          <w:rFonts w:cs="Arial"/>
          <w:b/>
          <w:szCs w:val="18"/>
          <w:lang w:val="es-MX"/>
        </w:rPr>
        <w:t xml:space="preserve">Yo, el </w:t>
      </w:r>
      <w:r w:rsidR="004F2559">
        <w:rPr>
          <w:rFonts w:cs="Arial"/>
          <w:b/>
          <w:szCs w:val="18"/>
          <w:lang w:val="es-MX"/>
        </w:rPr>
        <w:t xml:space="preserve">propietario </w:t>
      </w:r>
      <w:r w:rsidRPr="00895DCD">
        <w:rPr>
          <w:rFonts w:cs="Arial"/>
          <w:b/>
          <w:szCs w:val="18"/>
          <w:lang w:val="es-MX"/>
        </w:rPr>
        <w:t xml:space="preserve">o representante </w:t>
      </w:r>
      <w:r w:rsidR="00526A50">
        <w:rPr>
          <w:rFonts w:cs="Arial"/>
          <w:b/>
          <w:szCs w:val="18"/>
          <w:lang w:val="es-MX"/>
        </w:rPr>
        <w:t>corporativo legalmente autorizado</w:t>
      </w:r>
      <w:r w:rsidRPr="00895DCD">
        <w:rPr>
          <w:rFonts w:cs="Arial"/>
          <w:b/>
          <w:szCs w:val="18"/>
          <w:lang w:val="es-MX"/>
        </w:rPr>
        <w:t>,</w:t>
      </w:r>
      <w:r w:rsidRPr="00895DCD">
        <w:rPr>
          <w:rFonts w:cs="Arial"/>
          <w:szCs w:val="18"/>
          <w:lang w:val="es-MX"/>
        </w:rPr>
        <w:t xml:space="preserve"> reconozco los Requisitos Generales descritos anteriormente para la certificación de CCOF y entiendo que cualquier declaración falsa deliberada podría ser motivo de denegación de la solicitud y la sanción de la certificación. </w:t>
      </w:r>
      <w:r w:rsidRPr="00895DCD">
        <w:rPr>
          <w:rFonts w:cs="Arial"/>
          <w:bCs/>
          <w:szCs w:val="18"/>
          <w:lang w:val="es-MX"/>
        </w:rPr>
        <w:t xml:space="preserve">Yo autorizo a la(s) persona(s) enumerada(s) arriba actuar por parte de mi compañía en establecer o mantener certificación orgánica. </w:t>
      </w:r>
      <w:r w:rsidR="00526A50" w:rsidRPr="000E26B2">
        <w:rPr>
          <w:rFonts w:cs="Arial"/>
          <w:bCs/>
          <w:szCs w:val="18"/>
          <w:lang w:val="es-MX"/>
        </w:rPr>
        <w:t>Doy fe, a mi leal saber y entender, que toda la información en la presente solicitud es veraz y exacta</w:t>
      </w:r>
      <w:r w:rsidRPr="000E26B2">
        <w:rPr>
          <w:rFonts w:cs="Arial"/>
          <w:szCs w:val="18"/>
          <w:lang w:val="es-MX"/>
        </w:rPr>
        <w:t>: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17"/>
        <w:gridCol w:w="4619"/>
        <w:gridCol w:w="2644"/>
      </w:tblGrid>
      <w:tr w:rsidR="00AA4A91" w:rsidRPr="00895DCD" w14:paraId="5A223A78" w14:textId="77777777" w:rsidTr="0087716B">
        <w:trPr>
          <w:trHeight w:val="720"/>
        </w:trPr>
        <w:tc>
          <w:tcPr>
            <w:tcW w:w="3717" w:type="dxa"/>
            <w:tcBorders>
              <w:bottom w:val="single" w:sz="4" w:space="0" w:color="auto"/>
            </w:tcBorders>
            <w:vAlign w:val="center"/>
          </w:tcPr>
          <w:p w14:paraId="2E4C9E11" w14:textId="77777777" w:rsidR="00AA4A91" w:rsidRPr="00895DCD" w:rsidRDefault="00967AEF" w:rsidP="001E05D6">
            <w:pPr>
              <w:spacing w:before="12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4619" w:type="dxa"/>
            <w:tcBorders>
              <w:bottom w:val="single" w:sz="4" w:space="0" w:color="auto"/>
            </w:tcBorders>
            <w:vAlign w:val="center"/>
          </w:tcPr>
          <w:p w14:paraId="4C58D12F" w14:textId="77777777" w:rsidR="00AA4A91" w:rsidRPr="00895DCD" w:rsidRDefault="00AA4A91" w:rsidP="001E05D6">
            <w:pPr>
              <w:spacing w:before="120"/>
              <w:ind w:left="-117" w:right="-36"/>
              <w:rPr>
                <w:rFonts w:cs="Arial"/>
                <w:color w:val="0070C0"/>
                <w:szCs w:val="18"/>
                <w:lang w:val="es-MX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14:paraId="065DDE35" w14:textId="77777777" w:rsidR="00AA4A91" w:rsidRPr="00895DCD" w:rsidRDefault="00967AEF" w:rsidP="001E05D6">
            <w:pPr>
              <w:spacing w:before="120"/>
              <w:ind w:left="-146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  <w:tr w:rsidR="00AA4A91" w:rsidRPr="00895DCD" w14:paraId="20EDFF4C" w14:textId="77777777" w:rsidTr="0087716B">
        <w:trPr>
          <w:trHeight w:val="350"/>
        </w:trPr>
        <w:tc>
          <w:tcPr>
            <w:tcW w:w="3717" w:type="dxa"/>
            <w:tcBorders>
              <w:top w:val="single" w:sz="4" w:space="0" w:color="auto"/>
            </w:tcBorders>
          </w:tcPr>
          <w:p w14:paraId="6E29F5AB" w14:textId="77777777" w:rsidR="00AA4A91" w:rsidRPr="00895DCD" w:rsidRDefault="00AA4A91" w:rsidP="001E05D6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Nombre/Título</w:t>
            </w:r>
          </w:p>
        </w:tc>
        <w:tc>
          <w:tcPr>
            <w:tcW w:w="4619" w:type="dxa"/>
            <w:tcBorders>
              <w:top w:val="single" w:sz="4" w:space="0" w:color="auto"/>
            </w:tcBorders>
          </w:tcPr>
          <w:p w14:paraId="5AC2866C" w14:textId="77777777" w:rsidR="00AA4A91" w:rsidRPr="00895DCD" w:rsidRDefault="00AA4A91" w:rsidP="001E05D6">
            <w:pPr>
              <w:spacing w:before="40"/>
              <w:ind w:left="-108" w:right="-36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Firma</w:t>
            </w:r>
          </w:p>
        </w:tc>
        <w:tc>
          <w:tcPr>
            <w:tcW w:w="2644" w:type="dxa"/>
            <w:tcBorders>
              <w:top w:val="single" w:sz="4" w:space="0" w:color="auto"/>
            </w:tcBorders>
          </w:tcPr>
          <w:p w14:paraId="73ABCD40" w14:textId="77777777" w:rsidR="00AA4A91" w:rsidRPr="00895DCD" w:rsidRDefault="00AA4A91" w:rsidP="001E05D6">
            <w:pPr>
              <w:spacing w:before="40"/>
              <w:ind w:left="-108" w:right="0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</w:t>
            </w:r>
          </w:p>
        </w:tc>
      </w:tr>
    </w:tbl>
    <w:p w14:paraId="6567C193" w14:textId="77777777" w:rsidR="00967AEF" w:rsidRDefault="00967AEF" w:rsidP="001E05D6">
      <w:pPr>
        <w:spacing w:before="60"/>
        <w:ind w:left="-108" w:right="-214"/>
        <w:rPr>
          <w:rFonts w:cs="Arial"/>
          <w:b/>
          <w:bCs/>
          <w:szCs w:val="20"/>
          <w:lang w:val="es-MX"/>
        </w:rPr>
        <w:sectPr w:rsidR="00967AEF" w:rsidSect="006C296A">
          <w:pgSz w:w="12240" w:h="15840" w:code="1"/>
          <w:pgMar w:top="1354" w:right="648" w:bottom="288" w:left="648" w:header="187" w:footer="648" w:gutter="0"/>
          <w:cols w:space="720"/>
          <w:docGrid w:linePitch="360"/>
        </w:sectPr>
      </w:pPr>
    </w:p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980"/>
        <w:gridCol w:w="6169"/>
        <w:gridCol w:w="779"/>
        <w:gridCol w:w="2052"/>
      </w:tblGrid>
      <w:tr w:rsidR="00AA4A91" w:rsidRPr="00895DCD" w14:paraId="43F18604" w14:textId="77777777" w:rsidTr="0087716B">
        <w:trPr>
          <w:trHeight w:val="288"/>
        </w:trPr>
        <w:tc>
          <w:tcPr>
            <w:tcW w:w="1980" w:type="dxa"/>
          </w:tcPr>
          <w:p w14:paraId="587A22BB" w14:textId="77777777" w:rsidR="00AA4A91" w:rsidRPr="00895DCD" w:rsidRDefault="00AA4A91" w:rsidP="001E05D6">
            <w:pPr>
              <w:spacing w:before="60"/>
              <w:ind w:left="-108" w:right="-214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bCs/>
                <w:szCs w:val="20"/>
                <w:lang w:val="es-MX"/>
              </w:rPr>
              <w:lastRenderedPageBreak/>
              <w:t>Nombre de operación:</w:t>
            </w:r>
          </w:p>
        </w:tc>
        <w:tc>
          <w:tcPr>
            <w:tcW w:w="6169" w:type="dxa"/>
            <w:tcBorders>
              <w:bottom w:val="single" w:sz="4" w:space="0" w:color="auto"/>
            </w:tcBorders>
            <w:vAlign w:val="center"/>
          </w:tcPr>
          <w:p w14:paraId="60934336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  <w:vAlign w:val="center"/>
          </w:tcPr>
          <w:p w14:paraId="0C86624F" w14:textId="77777777" w:rsidR="00AA4A91" w:rsidRPr="00895DCD" w:rsidRDefault="00AA4A91" w:rsidP="001E05D6">
            <w:pPr>
              <w:spacing w:before="60"/>
              <w:ind w:right="-108"/>
              <w:rPr>
                <w:rFonts w:cs="Arial"/>
                <w:b/>
                <w:szCs w:val="18"/>
                <w:lang w:val="es-MX"/>
              </w:rPr>
            </w:pPr>
            <w:r w:rsidRPr="00895DCD">
              <w:rPr>
                <w:rFonts w:cs="Arial"/>
                <w:b/>
                <w:szCs w:val="18"/>
                <w:lang w:val="es-MX"/>
              </w:rPr>
              <w:t>Fecha:</w:t>
            </w:r>
          </w:p>
        </w:tc>
        <w:tc>
          <w:tcPr>
            <w:tcW w:w="2052" w:type="dxa"/>
            <w:tcBorders>
              <w:bottom w:val="single" w:sz="4" w:space="0" w:color="auto"/>
            </w:tcBorders>
            <w:vAlign w:val="center"/>
          </w:tcPr>
          <w:p w14:paraId="1A763590" w14:textId="77777777" w:rsidR="00AA4A91" w:rsidRPr="00895DCD" w:rsidRDefault="00967AEF" w:rsidP="001E05D6">
            <w:pPr>
              <w:spacing w:before="60"/>
              <w:ind w:left="-108" w:right="0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23AF23D7" w14:textId="77777777" w:rsidR="00AA4A91" w:rsidRDefault="00AA4A91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Tarjeta de </w:t>
      </w:r>
      <w:r w:rsidR="00B5086B" w:rsidRPr="00895DCD">
        <w:rPr>
          <w:rFonts w:cs="Arial"/>
          <w:b/>
          <w:sz w:val="22"/>
          <w:szCs w:val="22"/>
          <w:lang w:val="es-MX"/>
        </w:rPr>
        <w:t>Crédito</w:t>
      </w:r>
    </w:p>
    <w:tbl>
      <w:tblPr>
        <w:tblW w:w="110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50"/>
        <w:gridCol w:w="342"/>
        <w:gridCol w:w="1530"/>
        <w:gridCol w:w="872"/>
        <w:gridCol w:w="658"/>
        <w:gridCol w:w="3258"/>
      </w:tblGrid>
      <w:tr w:rsidR="00E23F79" w:rsidRPr="00081290" w14:paraId="3F8F20F6" w14:textId="77777777" w:rsidTr="0087716B">
        <w:trPr>
          <w:cantSplit/>
          <w:trHeight w:val="318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C786" w14:textId="77777777" w:rsidR="00E23F79" w:rsidRPr="00C17E86" w:rsidRDefault="00E23F79" w:rsidP="00E23F79">
            <w:pPr>
              <w:spacing w:before="60"/>
              <w:ind w:right="-36"/>
              <w:rPr>
                <w:rFonts w:cs="Arial"/>
                <w:bCs/>
                <w:szCs w:val="20"/>
                <w:lang w:val="es-MX"/>
              </w:rPr>
            </w:pPr>
            <w:bookmarkStart w:id="14" w:name="_Hlk10116406"/>
            <w:r w:rsidRPr="00C17E86">
              <w:rPr>
                <w:rFonts w:cs="Arial"/>
                <w:bCs/>
                <w:szCs w:val="20"/>
                <w:lang w:val="es-MX"/>
              </w:rPr>
              <w:t xml:space="preserve">Tipo de Tarjeta de Crédito: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Visa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</w:t>
            </w:r>
            <w:proofErr w:type="gramStart"/>
            <w:r w:rsidRPr="00C17E86">
              <w:rPr>
                <w:rFonts w:cs="Arial"/>
                <w:bCs/>
                <w:szCs w:val="20"/>
                <w:lang w:val="es-MX"/>
              </w:rPr>
              <w:t>Master</w:t>
            </w:r>
            <w:proofErr w:type="gramEnd"/>
            <w:r w:rsidRPr="00C17E86">
              <w:rPr>
                <w:rFonts w:cs="Arial"/>
                <w:bCs/>
                <w:szCs w:val="20"/>
                <w:lang w:val="es-MX"/>
              </w:rPr>
              <w:t xml:space="preserve"> Card    </w:t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7E86">
              <w:rPr>
                <w:rFonts w:cs="Arial"/>
                <w:bCs/>
                <w:szCs w:val="20"/>
                <w:lang w:val="es-MX"/>
              </w:rPr>
              <w:instrText xml:space="preserve"> FORMCHECKBOX </w:instrText>
            </w:r>
            <w:r w:rsidRPr="00C17E86">
              <w:rPr>
                <w:rFonts w:cs="Arial"/>
                <w:bCs/>
                <w:szCs w:val="20"/>
                <w:lang w:val="es-MX"/>
              </w:rPr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separate"/>
            </w:r>
            <w:r w:rsidRPr="00C17E86">
              <w:rPr>
                <w:rFonts w:cs="Arial"/>
                <w:bCs/>
                <w:szCs w:val="20"/>
                <w:lang w:val="es-MX"/>
              </w:rPr>
              <w:fldChar w:fldCharType="end"/>
            </w:r>
            <w:r w:rsidRPr="00C17E86">
              <w:rPr>
                <w:rFonts w:cs="Arial"/>
                <w:bCs/>
                <w:szCs w:val="20"/>
                <w:lang w:val="es-MX"/>
              </w:rPr>
              <w:t xml:space="preserve"> Amex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200C" w14:textId="77777777" w:rsidR="00E23F79" w:rsidRPr="00E23F79" w:rsidRDefault="00E23F79" w:rsidP="00E23F79">
            <w:pPr>
              <w:spacing w:before="6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Cantidad</w:t>
            </w:r>
            <w:r w:rsidRPr="00E23F79">
              <w:rPr>
                <w:rFonts w:cs="Arial"/>
                <w:szCs w:val="20"/>
                <w:lang w:val="es-MX"/>
              </w:rPr>
              <w:t>: $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A23F20"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5829B1" w14:paraId="4C7FBE42" w14:textId="77777777" w:rsidTr="0087716B">
        <w:trPr>
          <w:cantSplit/>
          <w:trHeight w:val="360"/>
        </w:trPr>
        <w:tc>
          <w:tcPr>
            <w:tcW w:w="11010" w:type="dxa"/>
            <w:gridSpan w:val="6"/>
            <w:tcBorders>
              <w:bottom w:val="single" w:sz="4" w:space="0" w:color="auto"/>
            </w:tcBorders>
            <w:vAlign w:val="center"/>
          </w:tcPr>
          <w:p w14:paraId="70F04479" w14:textId="77777777" w:rsidR="00E23F79" w:rsidRPr="00E23F79" w:rsidRDefault="00E23F79" w:rsidP="00752A1E">
            <w:pPr>
              <w:spacing w:before="2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23F79">
              <w:rPr>
                <w:rFonts w:cs="Arial"/>
                <w:szCs w:val="20"/>
                <w:lang w:val="es-MX"/>
              </w:rPr>
              <w:t xml:space="preserve">Dirección de Facturación de la </w:t>
            </w:r>
            <w:r>
              <w:rPr>
                <w:rFonts w:cs="Arial"/>
                <w:szCs w:val="20"/>
                <w:lang w:val="es-MX"/>
              </w:rPr>
              <w:t>Tarjeta</w:t>
            </w:r>
            <w:r w:rsidRPr="00E23F79">
              <w:rPr>
                <w:rFonts w:cs="Arial"/>
                <w:szCs w:val="20"/>
                <w:lang w:val="es-MX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23F7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3104688" w14:textId="77777777" w:rsidTr="0087716B">
        <w:trPr>
          <w:cantSplit/>
          <w:trHeight w:val="360"/>
        </w:trPr>
        <w:tc>
          <w:tcPr>
            <w:tcW w:w="4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B2BDD2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Ciudad</w:t>
            </w:r>
            <w:r w:rsidRPr="00D478BA">
              <w:rPr>
                <w:rFonts w:cs="Arial"/>
                <w:szCs w:val="20"/>
              </w:rPr>
              <w:t xml:space="preserve">: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2904F1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Estado/Provincia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Pr="00081290" w:rsidDel="000E21C9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81B9" w14:textId="77777777" w:rsidR="00E23F79" w:rsidRPr="00081290" w:rsidDel="000E21C9" w:rsidRDefault="00E23F79" w:rsidP="00752A1E">
            <w:pPr>
              <w:spacing w:before="20"/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18"/>
                <w:lang w:val="es-MX"/>
              </w:rPr>
              <w:t>Código postal</w:t>
            </w:r>
            <w:r w:rsidRPr="00D478BA">
              <w:rPr>
                <w:rFonts w:cs="Arial"/>
                <w:szCs w:val="20"/>
              </w:rPr>
              <w:t>:</w:t>
            </w:r>
            <w:r>
              <w:rPr>
                <w:rFonts w:cs="Arial"/>
                <w:szCs w:val="20"/>
              </w:rPr>
              <w:t xml:space="preserve"> 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478B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478BA">
              <w:rPr>
                <w:rFonts w:cs="Arial"/>
                <w:b/>
                <w:color w:val="0070C0"/>
                <w:szCs w:val="18"/>
              </w:rPr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478B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33C73B81" w14:textId="77777777" w:rsidTr="0087716B">
        <w:trPr>
          <w:cantSplit/>
          <w:trHeight w:val="360"/>
        </w:trPr>
        <w:tc>
          <w:tcPr>
            <w:tcW w:w="6222" w:type="dxa"/>
            <w:gridSpan w:val="3"/>
            <w:tcBorders>
              <w:top w:val="single" w:sz="4" w:space="0" w:color="auto"/>
            </w:tcBorders>
            <w:vAlign w:val="center"/>
          </w:tcPr>
          <w:p w14:paraId="526ED5AD" w14:textId="77777777" w:rsidR="00E23F79" w:rsidRPr="00081290" w:rsidRDefault="00E23F79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Nombre en la Tarjeta</w:t>
            </w:r>
            <w:r w:rsidRPr="00081290">
              <w:rPr>
                <w:rFonts w:cs="Arial"/>
                <w:szCs w:val="20"/>
              </w:rPr>
              <w:t xml:space="preserve">: 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81290">
              <w:rPr>
                <w:rFonts w:cs="Arial"/>
                <w:b/>
                <w:color w:val="0070C0"/>
                <w:szCs w:val="18"/>
              </w:rPr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</w:tcBorders>
            <w:vAlign w:val="center"/>
          </w:tcPr>
          <w:p w14:paraId="01083ADF" w14:textId="77777777" w:rsidR="00E23F79" w:rsidRPr="00081290" w:rsidRDefault="00A23F20" w:rsidP="00752A1E">
            <w:pPr>
              <w:spacing w:before="20"/>
              <w:ind w:right="-115"/>
              <w:rPr>
                <w:rFonts w:cs="Arial"/>
                <w:color w:val="0070C0"/>
                <w:szCs w:val="20"/>
              </w:rPr>
            </w:pPr>
            <w:r w:rsidRPr="00895DCD">
              <w:rPr>
                <w:lang w:val="es-MX"/>
              </w:rPr>
              <w:t>Teléfono</w:t>
            </w:r>
            <w:r>
              <w:rPr>
                <w:lang w:val="es-MX"/>
              </w:rPr>
              <w:t>:</w:t>
            </w:r>
            <w:r w:rsidRPr="00081290">
              <w:rPr>
                <w:rFonts w:cs="Arial"/>
                <w:b/>
                <w:color w:val="0070C0"/>
                <w:szCs w:val="18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081290" w14:paraId="7CB7C172" w14:textId="77777777" w:rsidTr="0087716B">
        <w:trPr>
          <w:cantSplit/>
          <w:trHeight w:val="360"/>
        </w:trPr>
        <w:tc>
          <w:tcPr>
            <w:tcW w:w="11010" w:type="dxa"/>
            <w:gridSpan w:val="6"/>
            <w:tcBorders>
              <w:top w:val="single" w:sz="4" w:space="0" w:color="auto"/>
            </w:tcBorders>
            <w:vAlign w:val="center"/>
          </w:tcPr>
          <w:p w14:paraId="7D428A12" w14:textId="77777777" w:rsidR="00E23F79" w:rsidRPr="00081290" w:rsidRDefault="00B8610B" w:rsidP="00752A1E">
            <w:pPr>
              <w:spacing w:before="20"/>
              <w:ind w:right="-115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la Tarjeta</w:t>
            </w:r>
            <w:r w:rsidR="00E23F79" w:rsidRPr="00081290">
              <w:rPr>
                <w:rFonts w:cs="Arial"/>
                <w:szCs w:val="20"/>
              </w:rPr>
              <w:t xml:space="preserve">: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E23F79" w:rsidRPr="005829B1" w14:paraId="4A763BEA" w14:textId="77777777" w:rsidTr="0087716B">
        <w:trPr>
          <w:cantSplit/>
          <w:trHeight w:val="360"/>
        </w:trPr>
        <w:tc>
          <w:tcPr>
            <w:tcW w:w="4350" w:type="dxa"/>
            <w:vAlign w:val="center"/>
          </w:tcPr>
          <w:p w14:paraId="30852009" w14:textId="77777777" w:rsidR="00E23F79" w:rsidRPr="00B8610B" w:rsidRDefault="00B8610B" w:rsidP="00752A1E">
            <w:pPr>
              <w:spacing w:before="20"/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Fecha de Vencimiento (mm/aa):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  <w:r w:rsidR="00E23F79" w:rsidRPr="00B8610B">
              <w:rPr>
                <w:rFonts w:cs="Arial"/>
                <w:szCs w:val="20"/>
                <w:lang w:val="es-MX"/>
              </w:rPr>
              <w:t>/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92399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660" w:type="dxa"/>
            <w:gridSpan w:val="5"/>
            <w:vAlign w:val="center"/>
          </w:tcPr>
          <w:p w14:paraId="7E2AC937" w14:textId="77777777" w:rsidR="00E23F79" w:rsidRPr="00B8610B" w:rsidRDefault="00B8610B" w:rsidP="00752A1E">
            <w:pPr>
              <w:ind w:right="-36"/>
              <w:rPr>
                <w:rFonts w:cs="Arial"/>
                <w:szCs w:val="20"/>
                <w:lang w:val="es-MX"/>
              </w:rPr>
            </w:pPr>
            <w:r w:rsidRPr="00895DCD">
              <w:rPr>
                <w:rFonts w:cs="Arial"/>
                <w:szCs w:val="20"/>
                <w:lang w:val="es-MX"/>
              </w:rPr>
              <w:t>Número de seguridad (Los últimos 3 dígitos en el dorso de la tarjeta. En la tarjeta AmEx, son los primeros 4 dígitos en la cara de la tarjeta.)</w:t>
            </w:r>
            <w:r w:rsidR="00E23F79" w:rsidRPr="00B8610B">
              <w:rPr>
                <w:rFonts w:cs="Arial"/>
                <w:szCs w:val="20"/>
                <w:lang w:val="es-MX"/>
              </w:rPr>
              <w:t xml:space="preserve"> 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23F79" w:rsidRPr="00B8610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E23F79" w:rsidRPr="0008129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081387" w:rsidRPr="005829B1" w14:paraId="5EB1A01F" w14:textId="77777777" w:rsidTr="0087716B">
        <w:trPr>
          <w:cantSplit/>
          <w:trHeight w:val="360"/>
        </w:trPr>
        <w:tc>
          <w:tcPr>
            <w:tcW w:w="11010" w:type="dxa"/>
            <w:gridSpan w:val="6"/>
            <w:vAlign w:val="center"/>
          </w:tcPr>
          <w:p w14:paraId="34E56071" w14:textId="33AEF93E" w:rsidR="00081387" w:rsidRPr="00895DCD" w:rsidRDefault="00081387" w:rsidP="00081387">
            <w:pPr>
              <w:ind w:right="-36"/>
              <w:rPr>
                <w:rFonts w:cs="Arial"/>
                <w:szCs w:val="20"/>
                <w:lang w:val="es-MX"/>
              </w:rPr>
            </w:pPr>
            <w:r w:rsidRPr="00081387">
              <w:rPr>
                <w:rFonts w:cs="Arial"/>
                <w:bCs/>
                <w:szCs w:val="20"/>
                <w:lang w:val="es-MX"/>
              </w:rPr>
              <w:t xml:space="preserve">CCOF aplica un recargo del 3% a cada transacción con tarjeta de crédito. </w:t>
            </w:r>
            <w:r w:rsidR="00070EE8" w:rsidRPr="00A817B6">
              <w:rPr>
                <w:rStyle w:val="ui-provider"/>
                <w:lang w:val="es-MX"/>
              </w:rPr>
              <w:t>No se aplica ningún recargo adicional a las transacciones con tarjeta de débito.</w:t>
            </w:r>
          </w:p>
        </w:tc>
      </w:tr>
      <w:tr w:rsidR="00E23F79" w:rsidRPr="00081290" w14:paraId="68F016AE" w14:textId="77777777" w:rsidTr="0087716B">
        <w:trPr>
          <w:cantSplit/>
          <w:trHeight w:val="518"/>
        </w:trPr>
        <w:tc>
          <w:tcPr>
            <w:tcW w:w="11010" w:type="dxa"/>
            <w:gridSpan w:val="6"/>
            <w:vAlign w:val="center"/>
          </w:tcPr>
          <w:p w14:paraId="5F58B3A1" w14:textId="77777777" w:rsidR="00E23F79" w:rsidRPr="00081290" w:rsidRDefault="00B8610B" w:rsidP="00752A1E">
            <w:pPr>
              <w:ind w:right="-36"/>
              <w:rPr>
                <w:rFonts w:cs="Arial"/>
                <w:szCs w:val="20"/>
              </w:rPr>
            </w:pPr>
            <w:r w:rsidRPr="00895DCD">
              <w:rPr>
                <w:rFonts w:cs="Arial"/>
                <w:szCs w:val="20"/>
                <w:lang w:val="es-MX"/>
              </w:rPr>
              <w:t>Firma</w:t>
            </w:r>
            <w:r w:rsidR="00E23F79">
              <w:rPr>
                <w:rFonts w:cs="Arial"/>
                <w:szCs w:val="20"/>
              </w:rPr>
              <w:t>:</w:t>
            </w:r>
          </w:p>
        </w:tc>
      </w:tr>
    </w:tbl>
    <w:bookmarkEnd w:id="13"/>
    <w:bookmarkEnd w:id="14"/>
    <w:p w14:paraId="5DA30054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 xml:space="preserve">Información de Perfil Publico </w:t>
      </w:r>
      <w:r w:rsidR="00AA4A91" w:rsidRPr="00895DCD">
        <w:rPr>
          <w:rFonts w:cs="Arial"/>
          <w:b/>
          <w:sz w:val="22"/>
          <w:szCs w:val="22"/>
          <w:lang w:val="es-MX"/>
        </w:rPr>
        <w:t>(</w:t>
      </w:r>
      <w:bookmarkStart w:id="15" w:name="_Hlk517782305"/>
      <w:r w:rsidR="009E70A7" w:rsidRPr="009E70A7">
        <w:rPr>
          <w:rFonts w:cs="Arial"/>
          <w:b/>
          <w:sz w:val="22"/>
          <w:szCs w:val="22"/>
          <w:lang w:val="es-ES"/>
        </w:rPr>
        <w:t>opcional</w:t>
      </w:r>
      <w:r w:rsidR="00AA4A91" w:rsidRPr="00895DCD">
        <w:rPr>
          <w:rFonts w:cs="Arial"/>
          <w:b/>
          <w:sz w:val="22"/>
          <w:szCs w:val="22"/>
          <w:lang w:val="es-MX"/>
        </w:rPr>
        <w:t>)</w:t>
      </w:r>
      <w:bookmarkEnd w:id="15"/>
    </w:p>
    <w:p w14:paraId="51507EAA" w14:textId="77777777" w:rsidR="00AA4A91" w:rsidRPr="00895DCD" w:rsidRDefault="00AA4A91" w:rsidP="001E05D6">
      <w:pPr>
        <w:spacing w:before="60"/>
        <w:ind w:left="360"/>
        <w:rPr>
          <w:rFonts w:cs="Arial"/>
          <w:szCs w:val="18"/>
          <w:lang w:val="es-MX"/>
        </w:rPr>
      </w:pPr>
      <w:bookmarkStart w:id="16" w:name="_Hlk517782266"/>
      <w:r w:rsidRPr="00895DCD">
        <w:rPr>
          <w:rFonts w:cs="Arial"/>
          <w:szCs w:val="18"/>
          <w:lang w:val="es-MX"/>
        </w:rPr>
        <w:t>Utilice estas opciones para describir su operación. Esta información se utilizará para rellenar tu perfil en el directorio en línea.</w:t>
      </w:r>
    </w:p>
    <w:p w14:paraId="18182C08" w14:textId="77777777" w:rsidR="00AA4A91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Presencia en la red:</w:t>
      </w:r>
    </w:p>
    <w:tbl>
      <w:tblPr>
        <w:tblW w:w="10645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0"/>
        <w:gridCol w:w="270"/>
        <w:gridCol w:w="4050"/>
        <w:gridCol w:w="1260"/>
        <w:gridCol w:w="4075"/>
      </w:tblGrid>
      <w:tr w:rsidR="00526A50" w:rsidRPr="001922CB" w14:paraId="1E00B887" w14:textId="77777777" w:rsidTr="0087716B">
        <w:trPr>
          <w:cantSplit/>
          <w:trHeight w:val="360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725DF470" w14:textId="77777777" w:rsidR="00526A50" w:rsidRPr="001922CB" w:rsidRDefault="00526A50" w:rsidP="000075C2">
            <w:pPr>
              <w:spacing w:before="60" w:line="240" w:lineRule="exact"/>
              <w:ind w:right="-36" w:hanging="120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Facebook: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75C1C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1315558C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Linkedin:</w:t>
            </w:r>
          </w:p>
        </w:tc>
        <w:tc>
          <w:tcPr>
            <w:tcW w:w="4075" w:type="dxa"/>
            <w:tcBorders>
              <w:bottom w:val="single" w:sz="4" w:space="0" w:color="auto"/>
            </w:tcBorders>
            <w:vAlign w:val="center"/>
          </w:tcPr>
          <w:p w14:paraId="347F9841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7113A07" w14:textId="77777777" w:rsidTr="0087716B">
        <w:trPr>
          <w:cantSplit/>
          <w:trHeight w:val="360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CB3CE63" w14:textId="6248FCF1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Instagram</w:t>
            </w:r>
            <w:r w:rsidR="00021AD0">
              <w:rPr>
                <w:rFonts w:cs="Arial"/>
                <w:szCs w:val="18"/>
              </w:rPr>
              <w:t>: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18069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09A80AD3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Pinterest: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3E97E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26A50" w:rsidRPr="001922CB" w14:paraId="2D631989" w14:textId="77777777" w:rsidTr="00021AD0">
        <w:trPr>
          <w:cantSplit/>
          <w:trHeight w:val="360"/>
        </w:trPr>
        <w:tc>
          <w:tcPr>
            <w:tcW w:w="990" w:type="dxa"/>
            <w:shd w:val="clear" w:color="auto" w:fill="auto"/>
            <w:vAlign w:val="center"/>
          </w:tcPr>
          <w:p w14:paraId="5AEBDB4F" w14:textId="251C972C" w:rsidR="00526A50" w:rsidRPr="001922CB" w:rsidRDefault="00526A50" w:rsidP="000075C2">
            <w:pPr>
              <w:spacing w:before="60" w:line="240" w:lineRule="exact"/>
              <w:ind w:right="-36" w:hanging="115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Twitter</w:t>
            </w:r>
            <w:r w:rsidR="00021AD0">
              <w:rPr>
                <w:rFonts w:cs="Arial"/>
                <w:szCs w:val="18"/>
              </w:rPr>
              <w:t>: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94B74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</w:tcPr>
          <w:p w14:paraId="07E06E3F" w14:textId="77777777" w:rsidR="00526A50" w:rsidRPr="001922CB" w:rsidRDefault="00526A50" w:rsidP="000075C2">
            <w:pPr>
              <w:spacing w:before="60" w:line="240" w:lineRule="exact"/>
              <w:ind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Youtube: </w:t>
            </w: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14:paraId="47F216D7" w14:textId="77777777" w:rsidR="00526A50" w:rsidRPr="001922CB" w:rsidRDefault="00526A50" w:rsidP="000075C2">
            <w:pPr>
              <w:spacing w:before="60" w:line="240" w:lineRule="exact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DD77808" w14:textId="77777777" w:rsidR="00AA4A91" w:rsidRDefault="00AA4A91" w:rsidP="000D0382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 w:val="2"/>
          <w:szCs w:val="2"/>
          <w:lang w:val="es-MX"/>
        </w:rPr>
        <w:t> </w:t>
      </w:r>
      <w:r w:rsidRPr="00895DCD">
        <w:rPr>
          <w:rFonts w:cs="Arial"/>
          <w:szCs w:val="18"/>
          <w:lang w:val="es-MX"/>
        </w:rPr>
        <w:t>Métodos de venta:</w:t>
      </w:r>
    </w:p>
    <w:tbl>
      <w:tblPr>
        <w:tblW w:w="10602" w:type="dxa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90"/>
        <w:gridCol w:w="90"/>
        <w:gridCol w:w="450"/>
        <w:gridCol w:w="360"/>
        <w:gridCol w:w="90"/>
        <w:gridCol w:w="180"/>
        <w:gridCol w:w="630"/>
        <w:gridCol w:w="990"/>
        <w:gridCol w:w="5940"/>
      </w:tblGrid>
      <w:tr w:rsidR="0087716B" w:rsidRPr="00895DCD" w14:paraId="1D64E412" w14:textId="77777777" w:rsidTr="00257745">
        <w:trPr>
          <w:cantSplit/>
          <w:trHeight w:val="360"/>
        </w:trPr>
        <w:tc>
          <w:tcPr>
            <w:tcW w:w="36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4ADE3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Agricultura con Apoyo </w:t>
            </w:r>
            <w:proofErr w:type="gramStart"/>
            <w:r w:rsidRPr="00895DCD">
              <w:rPr>
                <w:rFonts w:cs="Arial"/>
                <w:szCs w:val="18"/>
                <w:lang w:val="es-MX"/>
              </w:rPr>
              <w:t>Comunitario(</w:t>
            </w:r>
            <w:proofErr w:type="gramEnd"/>
            <w:r w:rsidRPr="00895DCD">
              <w:rPr>
                <w:rFonts w:cs="Arial"/>
                <w:szCs w:val="18"/>
                <w:lang w:val="es-MX"/>
              </w:rPr>
              <w:t>CSA):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FB548" w14:textId="77777777" w:rsidR="0087716B" w:rsidRPr="00383C1C" w:rsidRDefault="0087716B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3CF818F9" w14:textId="77777777" w:rsidTr="00257745">
        <w:trPr>
          <w:cantSplit/>
          <w:trHeight w:val="360"/>
        </w:trPr>
        <w:tc>
          <w:tcPr>
            <w:tcW w:w="36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E4AA6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Servicios de empaque por contrato (CS):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D2ABEA" w14:textId="77777777" w:rsidR="0087716B" w:rsidRPr="00383C1C" w:rsidRDefault="0087716B" w:rsidP="00104A42">
            <w:pPr>
              <w:spacing w:before="60" w:line="240" w:lineRule="exact"/>
              <w:ind w:left="-115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19D836EC" w14:textId="77777777" w:rsidTr="00257745">
        <w:trPr>
          <w:cantSplit/>
          <w:trHeight w:val="360"/>
        </w:trPr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E2EE10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Exportación (EX):</w:t>
            </w:r>
          </w:p>
        </w:tc>
        <w:tc>
          <w:tcPr>
            <w:tcW w:w="8820" w:type="dxa"/>
            <w:gridSpan w:val="9"/>
            <w:tcBorders>
              <w:bottom w:val="single" w:sz="4" w:space="0" w:color="auto"/>
            </w:tcBorders>
            <w:vAlign w:val="center"/>
          </w:tcPr>
          <w:p w14:paraId="60D39AFA" w14:textId="77777777" w:rsidR="0087716B" w:rsidRPr="00383C1C" w:rsidRDefault="0087716B" w:rsidP="00021AD0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6EFF3E91" w14:textId="77777777" w:rsidTr="00257745">
        <w:trPr>
          <w:cantSplit/>
          <w:trHeight w:val="360"/>
        </w:trPr>
        <w:tc>
          <w:tcPr>
            <w:tcW w:w="4662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FB7AE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Mercado campesino/tianguis (“farmers’ market”) (FM):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64DAD" w14:textId="77777777" w:rsidR="0087716B" w:rsidRPr="00383C1C" w:rsidRDefault="0087716B" w:rsidP="00104A42">
            <w:pPr>
              <w:spacing w:before="60" w:line="240" w:lineRule="exact"/>
              <w:ind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1A68B4C" w14:textId="77777777" w:rsidTr="00257745">
        <w:trPr>
          <w:cantSplit/>
          <w:trHeight w:val="360"/>
        </w:trPr>
        <w:tc>
          <w:tcPr>
            <w:tcW w:w="18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0247B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Ingredientes (Ing):</w:t>
            </w:r>
          </w:p>
        </w:tc>
        <w:tc>
          <w:tcPr>
            <w:tcW w:w="8730" w:type="dxa"/>
            <w:gridSpan w:val="8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45A6C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6AD79BBE" w14:textId="77777777" w:rsidTr="00257745">
        <w:trPr>
          <w:cantSplit/>
          <w:trHeight w:val="360"/>
        </w:trPr>
        <w:tc>
          <w:tcPr>
            <w:tcW w:w="17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B448" w14:textId="77777777" w:rsidR="0087716B" w:rsidRPr="00895DCD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en línea (WWW):</w:t>
            </w:r>
          </w:p>
        </w:tc>
        <w:tc>
          <w:tcPr>
            <w:tcW w:w="8820" w:type="dxa"/>
            <w:gridSpan w:val="9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3078C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3B4C32E0" w14:textId="77777777" w:rsidTr="00257745">
        <w:trPr>
          <w:cantSplit/>
          <w:trHeight w:val="360"/>
        </w:trPr>
        <w:tc>
          <w:tcPr>
            <w:tcW w:w="304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7EBA5D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Puesto de frutas y verduras (PS):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062D1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DFAACD3" w14:textId="77777777" w:rsidTr="00257745">
        <w:trPr>
          <w:cantSplit/>
          <w:trHeight w:val="360"/>
        </w:trPr>
        <w:tc>
          <w:tcPr>
            <w:tcW w:w="196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8833A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directas (R):</w:t>
            </w:r>
          </w:p>
        </w:tc>
        <w:tc>
          <w:tcPr>
            <w:tcW w:w="8640" w:type="dxa"/>
            <w:gridSpan w:val="7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F4FB0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022BA38F" w14:textId="77777777" w:rsidTr="00257745">
        <w:trPr>
          <w:cantSplit/>
          <w:trHeight w:val="360"/>
        </w:trPr>
        <w:tc>
          <w:tcPr>
            <w:tcW w:w="2772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C50CB2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Sala de degustación/Viñedos: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CDAD" w14:textId="77777777" w:rsidR="0087716B" w:rsidRPr="00383C1C" w:rsidRDefault="0087716B" w:rsidP="00021AD0">
            <w:pPr>
              <w:spacing w:before="60" w:line="240" w:lineRule="exact"/>
              <w:ind w:left="-129" w:right="-43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4AC4C433" w14:textId="77777777" w:rsidTr="00257745">
        <w:trPr>
          <w:cantSplit/>
          <w:trHeight w:val="360"/>
        </w:trPr>
        <w:tc>
          <w:tcPr>
            <w:tcW w:w="286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2E57C0" w14:textId="77777777" w:rsidR="0087716B" w:rsidRPr="00383C1C" w:rsidRDefault="0087716B" w:rsidP="00021AD0">
            <w:pPr>
              <w:spacing w:before="60" w:line="240" w:lineRule="exact"/>
              <w:ind w:left="-129" w:right="-36"/>
              <w:rPr>
                <w:rFonts w:cs="Arial"/>
                <w:szCs w:val="18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3C1C">
              <w:rPr>
                <w:rFonts w:cs="Arial"/>
                <w:szCs w:val="18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383C1C">
              <w:rPr>
                <w:rFonts w:cs="Arial"/>
                <w:szCs w:val="18"/>
              </w:rPr>
              <w:t xml:space="preserve"> Usted coseche (“U-Pick”) (UP):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94070" w14:textId="77777777" w:rsidR="0087716B" w:rsidRPr="00383C1C" w:rsidRDefault="0087716B" w:rsidP="00021AD0">
            <w:pPr>
              <w:spacing w:before="60" w:line="240" w:lineRule="exact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7716B" w:rsidRPr="00895DCD" w14:paraId="0F1015A0" w14:textId="77777777" w:rsidTr="00257745">
        <w:trPr>
          <w:cantSplit/>
          <w:trHeight w:val="360"/>
        </w:trPr>
        <w:tc>
          <w:tcPr>
            <w:tcW w:w="241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7C4CC" w14:textId="77777777" w:rsidR="0087716B" w:rsidRPr="00895DCD" w:rsidRDefault="0087716B" w:rsidP="00021AD0">
            <w:pPr>
              <w:spacing w:before="60" w:line="240" w:lineRule="exact"/>
              <w:ind w:left="-129"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Ventas de mayoreo (WS):</w:t>
            </w:r>
          </w:p>
        </w:tc>
        <w:tc>
          <w:tcPr>
            <w:tcW w:w="8190" w:type="dxa"/>
            <w:gridSpan w:val="6"/>
            <w:tcBorders>
              <w:bottom w:val="single" w:sz="4" w:space="0" w:color="auto"/>
            </w:tcBorders>
            <w:vAlign w:val="center"/>
          </w:tcPr>
          <w:p w14:paraId="3435C903" w14:textId="77777777" w:rsidR="0087716B" w:rsidRPr="00895DCD" w:rsidRDefault="0087716B" w:rsidP="00021AD0">
            <w:pPr>
              <w:spacing w:before="60" w:line="240" w:lineRule="exact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71A4C5A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Opciones de aprendizaje:</w:t>
      </w:r>
    </w:p>
    <w:tbl>
      <w:tblPr>
        <w:tblW w:w="0" w:type="auto"/>
        <w:tblInd w:w="3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2"/>
        <w:gridCol w:w="3250"/>
        <w:gridCol w:w="5264"/>
      </w:tblGrid>
      <w:tr w:rsidR="00AA4A91" w:rsidRPr="00895DCD" w14:paraId="5515AE86" w14:textId="77777777" w:rsidTr="00C81D55">
        <w:trPr>
          <w:cantSplit/>
          <w:trHeight w:val="360"/>
        </w:trPr>
        <w:tc>
          <w:tcPr>
            <w:tcW w:w="20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EFFF7F" w14:textId="77777777" w:rsidR="00AA4A91" w:rsidRPr="00895DCD" w:rsidRDefault="00AA4A91" w:rsidP="00C81D55">
            <w:pPr>
              <w:spacing w:before="60"/>
              <w:ind w:left="-129"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Aprendizaje ofrecido:</w:t>
            </w:r>
          </w:p>
        </w:tc>
        <w:tc>
          <w:tcPr>
            <w:tcW w:w="85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98D12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A4A91" w:rsidRPr="00895DCD" w14:paraId="50FD37D2" w14:textId="77777777" w:rsidTr="00C81D55">
        <w:trPr>
          <w:cantSplit/>
          <w:trHeight w:val="360"/>
        </w:trPr>
        <w:tc>
          <w:tcPr>
            <w:tcW w:w="530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D5335B" w14:textId="77777777" w:rsidR="00AA4A91" w:rsidRPr="00895DCD" w:rsidRDefault="00AA4A91" w:rsidP="001E05D6">
            <w:pPr>
              <w:spacing w:before="60"/>
              <w:ind w:right="-36"/>
              <w:rPr>
                <w:lang w:val="es-MX"/>
              </w:rPr>
            </w:pPr>
            <w:r w:rsidRPr="00895DCD">
              <w:rPr>
                <w:rFonts w:cs="Arial"/>
                <w:szCs w:val="18"/>
                <w:lang w:val="es-MX"/>
              </w:rPr>
              <w:t xml:space="preserve">Términos: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Alojamiento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Pasantías  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Saldo</w:t>
            </w:r>
            <w:r w:rsidR="00C17E86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t xml:space="preserve">  </w:t>
            </w:r>
            <w:r w:rsidRPr="00895DCD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95DC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95DCD">
              <w:rPr>
                <w:rFonts w:cs="Arial"/>
                <w:szCs w:val="18"/>
                <w:lang w:val="es-MX"/>
              </w:rPr>
            </w:r>
            <w:r w:rsidRPr="00895DCD">
              <w:rPr>
                <w:rFonts w:cs="Arial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szCs w:val="18"/>
                <w:lang w:val="es-MX"/>
              </w:rPr>
              <w:fldChar w:fldCharType="end"/>
            </w:r>
            <w:r w:rsidRPr="00895DCD">
              <w:rPr>
                <w:rFonts w:cs="Arial"/>
                <w:szCs w:val="18"/>
                <w:lang w:val="es-MX"/>
              </w:rPr>
              <w:t xml:space="preserve"> Otro:</w:t>
            </w:r>
          </w:p>
        </w:tc>
        <w:tc>
          <w:tcPr>
            <w:tcW w:w="5264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008C4" w14:textId="77777777" w:rsidR="00AA4A91" w:rsidRPr="00895DCD" w:rsidRDefault="00AA4A91" w:rsidP="001E05D6">
            <w:pPr>
              <w:spacing w:before="60"/>
              <w:ind w:left="-115" w:right="-43"/>
              <w:rPr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D534D6E" w14:textId="77777777" w:rsidR="00AA4A91" w:rsidRPr="00895DCD" w:rsidRDefault="00AA4A91" w:rsidP="001E05D6">
      <w:pPr>
        <w:numPr>
          <w:ilvl w:val="6"/>
          <w:numId w:val="13"/>
        </w:numPr>
        <w:spacing w:before="60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Declaración de la empresa: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4"/>
      </w:tblGrid>
      <w:tr w:rsidR="00AA4A91" w:rsidRPr="00895DCD" w14:paraId="45E62059" w14:textId="77777777" w:rsidTr="00257745">
        <w:trPr>
          <w:trHeight w:val="518"/>
        </w:trPr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FCE3C25" w14:textId="77777777" w:rsidR="00AA4A91" w:rsidRPr="00895DCD" w:rsidRDefault="00AA4A91" w:rsidP="001E05D6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895DC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18"/>
              </w:rPr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95DC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873C60F" w14:textId="77777777" w:rsidR="00AA4A91" w:rsidRPr="00895DCD" w:rsidRDefault="00B5086B" w:rsidP="00F80C88">
      <w:pPr>
        <w:numPr>
          <w:ilvl w:val="0"/>
          <w:numId w:val="40"/>
        </w:numPr>
        <w:spacing w:before="120"/>
        <w:rPr>
          <w:rFonts w:cs="Arial"/>
          <w:b/>
          <w:sz w:val="22"/>
          <w:szCs w:val="22"/>
          <w:lang w:val="es-MX"/>
        </w:rPr>
      </w:pPr>
      <w:r w:rsidRPr="00895DCD">
        <w:rPr>
          <w:rFonts w:cs="Arial"/>
          <w:b/>
          <w:sz w:val="22"/>
          <w:szCs w:val="22"/>
          <w:lang w:val="es-MX"/>
        </w:rPr>
        <w:t>Opciones de Servicios Adicionales (</w:t>
      </w:r>
      <w:r w:rsidR="00F55F09" w:rsidRPr="009E70A7">
        <w:rPr>
          <w:rFonts w:cs="Arial"/>
          <w:b/>
          <w:sz w:val="22"/>
          <w:szCs w:val="22"/>
          <w:lang w:val="es-ES"/>
        </w:rPr>
        <w:t>opcional</w:t>
      </w:r>
      <w:r w:rsidR="00F55F09" w:rsidRPr="00895DCD">
        <w:rPr>
          <w:rFonts w:cs="Arial"/>
          <w:b/>
          <w:sz w:val="22"/>
          <w:szCs w:val="22"/>
          <w:lang w:val="es-MX"/>
        </w:rPr>
        <w:t>)</w:t>
      </w:r>
    </w:p>
    <w:p w14:paraId="60229615" w14:textId="77777777" w:rsidR="001D6DFD" w:rsidRDefault="00AA4A91" w:rsidP="001D6DFD">
      <w:pPr>
        <w:spacing w:before="60"/>
        <w:ind w:left="360" w:right="-36"/>
        <w:rPr>
          <w:rFonts w:cs="Arial"/>
          <w:szCs w:val="18"/>
          <w:lang w:val="es-MX"/>
        </w:rPr>
      </w:pPr>
      <w:r w:rsidRPr="00895DCD">
        <w:rPr>
          <w:rFonts w:cs="Arial"/>
          <w:szCs w:val="18"/>
          <w:lang w:val="es-MX"/>
        </w:rPr>
        <w:t>Marque cualquier servicio adicional que le interesa y un representante de CCOF le contactará.</w:t>
      </w:r>
      <w:bookmarkEnd w:id="16"/>
    </w:p>
    <w:p w14:paraId="1F25A42F" w14:textId="74C2617B" w:rsidR="00526A50" w:rsidRPr="001D6DFD" w:rsidRDefault="00526A50" w:rsidP="001D6DFD">
      <w:pPr>
        <w:spacing w:before="60"/>
        <w:ind w:left="360" w:right="-36"/>
        <w:rPr>
          <w:rFonts w:cs="Arial"/>
          <w:szCs w:val="18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proofErr w:type="gramStart"/>
      <w:r>
        <w:rPr>
          <w:rFonts w:cs="Arial"/>
          <w:szCs w:val="18"/>
        </w:rPr>
        <w:t>GLOBALG.A.P</w:t>
      </w:r>
      <w:proofErr w:type="gramEnd"/>
      <w:r>
        <w:rPr>
          <w:rFonts w:cs="Arial"/>
          <w:szCs w:val="18"/>
        </w:rPr>
        <w:t xml:space="preserve">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PrimusGFS   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1922CB">
        <w:rPr>
          <w:rFonts w:cs="Arial"/>
          <w:szCs w:val="18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Regenerative Organic Certified (ROC)</w:t>
      </w:r>
    </w:p>
    <w:p w14:paraId="0218613D" w14:textId="77777777" w:rsidR="00526A50" w:rsidRPr="000E26B2" w:rsidRDefault="00526A50" w:rsidP="00526A50">
      <w:pPr>
        <w:spacing w:before="60"/>
        <w:ind w:left="360" w:right="-36"/>
        <w:rPr>
          <w:rFonts w:cs="Arial"/>
          <w:szCs w:val="18"/>
          <w:lang w:val="es-MX"/>
        </w:rPr>
      </w:pP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F3391A">
        <w:rPr>
          <w:rFonts w:cs="Arial"/>
          <w:szCs w:val="18"/>
          <w:lang w:val="es-MX"/>
        </w:rPr>
        <w:t xml:space="preserve">Certificación </w:t>
      </w:r>
      <w:r w:rsidRPr="0022501A">
        <w:rPr>
          <w:rFonts w:cs="Arial"/>
          <w:szCs w:val="18"/>
          <w:lang w:val="es-MX"/>
        </w:rPr>
        <w:t xml:space="preserve">OCal </w:t>
      </w:r>
      <w:r w:rsidRPr="00F3391A">
        <w:rPr>
          <w:rFonts w:cs="Arial"/>
          <w:szCs w:val="18"/>
          <w:lang w:val="es-MX"/>
        </w:rPr>
        <w:t xml:space="preserve">de </w:t>
      </w:r>
      <w:r w:rsidRPr="0022501A">
        <w:rPr>
          <w:rFonts w:cs="Arial"/>
          <w:szCs w:val="18"/>
          <w:lang w:val="es-MX"/>
        </w:rPr>
        <w:t xml:space="preserve">Cannabis (sólo operaciones en </w:t>
      </w:r>
      <w:proofErr w:type="gramStart"/>
      <w:r w:rsidRPr="0022501A">
        <w:rPr>
          <w:rFonts w:cs="Arial"/>
          <w:szCs w:val="18"/>
          <w:lang w:val="es-MX"/>
        </w:rPr>
        <w:t>CA)</w:t>
      </w:r>
      <w:r w:rsidRPr="000E26B2">
        <w:rPr>
          <w:rFonts w:cs="Arial"/>
          <w:szCs w:val="18"/>
          <w:lang w:val="es-MX"/>
        </w:rPr>
        <w:t xml:space="preserve">   </w:t>
      </w:r>
      <w:proofErr w:type="gramEnd"/>
      <w:r w:rsidRPr="000E26B2">
        <w:rPr>
          <w:rFonts w:cs="Arial"/>
          <w:szCs w:val="18"/>
          <w:lang w:val="es-MX"/>
        </w:rPr>
        <w:t xml:space="preserve"> </w:t>
      </w:r>
      <w:r w:rsidRPr="001922CB">
        <w:rPr>
          <w:rFonts w:cs="Arial"/>
          <w:szCs w:val="18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0E26B2">
        <w:rPr>
          <w:rFonts w:cs="Arial"/>
          <w:szCs w:val="18"/>
          <w:lang w:val="es-MX"/>
        </w:rPr>
        <w:instrText xml:space="preserve"> FORMCHECKBOX </w:instrText>
      </w:r>
      <w:r w:rsidRPr="001922CB">
        <w:rPr>
          <w:rFonts w:cs="Arial"/>
          <w:szCs w:val="18"/>
        </w:rPr>
      </w:r>
      <w:r w:rsidRPr="001922CB">
        <w:rPr>
          <w:rFonts w:cs="Arial"/>
          <w:szCs w:val="18"/>
        </w:rPr>
        <w:fldChar w:fldCharType="separate"/>
      </w:r>
      <w:r w:rsidRPr="001922CB">
        <w:rPr>
          <w:rFonts w:cs="Arial"/>
          <w:szCs w:val="18"/>
        </w:rPr>
        <w:fldChar w:fldCharType="end"/>
      </w:r>
      <w:r w:rsidRPr="000E26B2">
        <w:rPr>
          <w:rFonts w:cs="Arial"/>
          <w:szCs w:val="18"/>
          <w:lang w:val="es-MX"/>
        </w:rPr>
        <w:t xml:space="preserve"> </w:t>
      </w:r>
      <w:r w:rsidRPr="00F3391A">
        <w:rPr>
          <w:rFonts w:cs="Arial"/>
          <w:szCs w:val="18"/>
          <w:lang w:val="es-MX"/>
        </w:rPr>
        <w:t xml:space="preserve">Programa </w:t>
      </w:r>
      <w:r w:rsidRPr="0022501A">
        <w:rPr>
          <w:rFonts w:cs="Arial"/>
          <w:szCs w:val="18"/>
          <w:lang w:val="es-MX"/>
        </w:rPr>
        <w:t>OPT Grass-Fed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810"/>
        <w:gridCol w:w="9774"/>
      </w:tblGrid>
      <w:tr w:rsidR="00526A50" w:rsidRPr="001922CB" w14:paraId="0DC97F1A" w14:textId="77777777" w:rsidTr="00257745">
        <w:trPr>
          <w:cantSplit/>
          <w:trHeight w:val="360"/>
        </w:trPr>
        <w:tc>
          <w:tcPr>
            <w:tcW w:w="810" w:type="dxa"/>
            <w:shd w:val="clear" w:color="auto" w:fill="auto"/>
            <w:vAlign w:val="center"/>
          </w:tcPr>
          <w:p w14:paraId="7C57238B" w14:textId="77777777" w:rsidR="00526A50" w:rsidRPr="001922CB" w:rsidRDefault="00526A50" w:rsidP="000075C2">
            <w:pPr>
              <w:spacing w:before="60" w:line="240" w:lineRule="exact"/>
              <w:ind w:left="-106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922CB">
              <w:rPr>
                <w:rFonts w:cs="Arial"/>
                <w:szCs w:val="18"/>
              </w:rPr>
              <w:instrText xml:space="preserve"> FORMCHECKBOX </w:instrText>
            </w:r>
            <w:r w:rsidRPr="001922CB">
              <w:rPr>
                <w:rFonts w:cs="Arial"/>
                <w:szCs w:val="18"/>
              </w:rPr>
            </w:r>
            <w:r w:rsidRPr="001922CB">
              <w:rPr>
                <w:rFonts w:cs="Arial"/>
                <w:szCs w:val="18"/>
              </w:rPr>
              <w:fldChar w:fldCharType="separate"/>
            </w:r>
            <w:r w:rsidRPr="001922CB">
              <w:rPr>
                <w:rFonts w:cs="Arial"/>
                <w:szCs w:val="18"/>
              </w:rPr>
              <w:fldChar w:fldCharType="end"/>
            </w:r>
            <w:r w:rsidRPr="001922CB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Otro</w:t>
            </w:r>
            <w:r w:rsidRPr="001922CB">
              <w:rPr>
                <w:rFonts w:cs="Arial"/>
                <w:szCs w:val="18"/>
              </w:rPr>
              <w:t>:</w:t>
            </w:r>
          </w:p>
        </w:tc>
        <w:tc>
          <w:tcPr>
            <w:tcW w:w="97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B8927" w14:textId="77777777" w:rsidR="00526A50" w:rsidRPr="001922CB" w:rsidRDefault="00526A50" w:rsidP="000075C2">
            <w:pPr>
              <w:spacing w:before="60" w:line="240" w:lineRule="exact"/>
              <w:ind w:left="-115" w:right="-36"/>
              <w:rPr>
                <w:rFonts w:cs="Arial"/>
                <w:szCs w:val="18"/>
              </w:rPr>
            </w:pPr>
            <w:r w:rsidRPr="001922C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1922C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922CB">
              <w:rPr>
                <w:rFonts w:cs="Arial"/>
                <w:b/>
                <w:color w:val="0070C0"/>
                <w:szCs w:val="18"/>
              </w:rPr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922C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1DCB6F" w14:textId="77777777" w:rsidR="00AA4A91" w:rsidRPr="000037F3" w:rsidRDefault="00AA4A91" w:rsidP="000D0382">
      <w:pPr>
        <w:spacing w:before="60"/>
        <w:ind w:right="-36"/>
        <w:rPr>
          <w:rFonts w:cs="Arial"/>
          <w:b/>
          <w:spacing w:val="-8"/>
          <w:sz w:val="2"/>
          <w:szCs w:val="2"/>
          <w:lang w:val="es-MX"/>
        </w:rPr>
      </w:pPr>
    </w:p>
    <w:sectPr w:rsidR="00AA4A91" w:rsidRPr="000037F3" w:rsidSect="006C296A">
      <w:pgSz w:w="12240" w:h="15840" w:code="1"/>
      <w:pgMar w:top="1354" w:right="648" w:bottom="288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6B37D" w14:textId="77777777" w:rsidR="00DB166C" w:rsidRDefault="00DB166C">
      <w:r>
        <w:separator/>
      </w:r>
    </w:p>
  </w:endnote>
  <w:endnote w:type="continuationSeparator" w:id="0">
    <w:p w14:paraId="0151A60E" w14:textId="77777777" w:rsidR="00DB166C" w:rsidRDefault="00DB1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9D06" w14:textId="61DFFEAE" w:rsidR="00550B7E" w:rsidRPr="00FA3D9C" w:rsidRDefault="005829B1" w:rsidP="00427944">
    <w:pPr>
      <w:tabs>
        <w:tab w:val="left" w:pos="9360"/>
      </w:tabs>
      <w:ind w:right="-14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  <w:lang w:val="es-MX"/>
      </w:rPr>
      <w:drawing>
        <wp:anchor distT="0" distB="0" distL="114300" distR="114300" simplePos="0" relativeHeight="251658752" behindDoc="1" locked="0" layoutInCell="1" allowOverlap="1" wp14:anchorId="16AEB0BC" wp14:editId="5CEEABC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27264" cy="457200"/>
          <wp:effectExtent l="0" t="0" r="2540" b="0"/>
          <wp:wrapNone/>
          <wp:docPr id="67807244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07244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7264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0B7E" w:rsidRPr="00FA3D9C">
      <w:rPr>
        <w:rFonts w:cs="Arial"/>
        <w:i/>
        <w:sz w:val="16"/>
        <w:szCs w:val="16"/>
        <w:lang w:val="es-MX"/>
      </w:rPr>
      <w:t>N</w:t>
    </w:r>
    <w:r w:rsidR="00550B7E">
      <w:rPr>
        <w:rFonts w:cs="Arial"/>
        <w:i/>
        <w:sz w:val="16"/>
        <w:szCs w:val="16"/>
        <w:lang w:val="es-MX"/>
      </w:rPr>
      <w:t xml:space="preserve">OPB06-sp, </w:t>
    </w:r>
    <w:r w:rsidR="00410EAB">
      <w:rPr>
        <w:rFonts w:cs="Arial"/>
        <w:i/>
        <w:sz w:val="16"/>
        <w:szCs w:val="16"/>
        <w:lang w:val="es-MX"/>
      </w:rPr>
      <w:t>V</w:t>
    </w:r>
    <w:r w:rsidR="00E71BB6">
      <w:rPr>
        <w:rFonts w:cs="Arial"/>
        <w:i/>
        <w:sz w:val="16"/>
        <w:szCs w:val="16"/>
        <w:lang w:val="es-MX"/>
      </w:rPr>
      <w:t xml:space="preserve">2, </w:t>
    </w:r>
    <w:r w:rsidR="0000008D">
      <w:rPr>
        <w:rFonts w:cs="Arial"/>
        <w:i/>
        <w:sz w:val="16"/>
        <w:szCs w:val="16"/>
        <w:lang w:val="es-MX"/>
      </w:rPr>
      <w:t>R</w:t>
    </w:r>
    <w:r w:rsidR="00083E53">
      <w:rPr>
        <w:rFonts w:cs="Arial"/>
        <w:i/>
        <w:sz w:val="16"/>
        <w:szCs w:val="16"/>
        <w:lang w:val="es-MX"/>
      </w:rPr>
      <w:t>2, 09/30/2024</w:t>
    </w:r>
    <w:r w:rsidR="00550B7E" w:rsidRPr="00FA3D9C">
      <w:rPr>
        <w:rFonts w:cs="Arial"/>
        <w:i/>
        <w:sz w:val="16"/>
        <w:szCs w:val="16"/>
        <w:lang w:val="es-MX"/>
      </w:rPr>
      <w:tab/>
      <w:t xml:space="preserve">Página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PAGE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  <w:r w:rsidR="00550B7E" w:rsidRPr="00FA3D9C">
      <w:rPr>
        <w:rFonts w:cs="Arial"/>
        <w:i/>
        <w:sz w:val="16"/>
        <w:szCs w:val="16"/>
        <w:lang w:val="es-MX"/>
      </w:rPr>
      <w:t xml:space="preserve"> de </w:t>
    </w:r>
    <w:r w:rsidR="00550B7E" w:rsidRPr="005C234F">
      <w:rPr>
        <w:rFonts w:cs="Arial"/>
        <w:b/>
        <w:i/>
        <w:sz w:val="16"/>
        <w:szCs w:val="16"/>
      </w:rPr>
      <w:fldChar w:fldCharType="begin"/>
    </w:r>
    <w:r w:rsidR="00550B7E" w:rsidRPr="00FA3D9C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550B7E" w:rsidRPr="005C234F">
      <w:rPr>
        <w:rFonts w:cs="Arial"/>
        <w:b/>
        <w:i/>
        <w:sz w:val="16"/>
        <w:szCs w:val="16"/>
      </w:rPr>
      <w:fldChar w:fldCharType="separate"/>
    </w:r>
    <w:r w:rsidR="00CB2B45">
      <w:rPr>
        <w:rFonts w:cs="Arial"/>
        <w:b/>
        <w:i/>
        <w:noProof/>
        <w:sz w:val="16"/>
        <w:szCs w:val="16"/>
        <w:lang w:val="es-MX"/>
      </w:rPr>
      <w:t>1</w:t>
    </w:r>
    <w:r w:rsidR="00550B7E" w:rsidRPr="005C234F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2E477" w14:textId="77777777" w:rsidR="00DB166C" w:rsidRDefault="00DB166C">
      <w:r>
        <w:separator/>
      </w:r>
    </w:p>
  </w:footnote>
  <w:footnote w:type="continuationSeparator" w:id="0">
    <w:p w14:paraId="79DA4D0A" w14:textId="77777777" w:rsidR="00DB166C" w:rsidRDefault="00DB1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11AB9" w14:textId="419E2462" w:rsidR="00B6699D" w:rsidRPr="00787079" w:rsidRDefault="005829B1" w:rsidP="00B6699D">
    <w:pPr>
      <w:spacing w:before="400"/>
      <w:ind w:left="180" w:right="0"/>
      <w:jc w:val="center"/>
      <w:rPr>
        <w:sz w:val="24"/>
        <w:szCs w:val="22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2DF96F3" wp14:editId="5ED2373E">
          <wp:simplePos x="0" y="0"/>
          <wp:positionH relativeFrom="column">
            <wp:posOffset>-116205</wp:posOffset>
          </wp:positionH>
          <wp:positionV relativeFrom="paragraph">
            <wp:posOffset>28575</wp:posOffset>
          </wp:positionV>
          <wp:extent cx="591820" cy="712470"/>
          <wp:effectExtent l="0" t="0" r="0" b="0"/>
          <wp:wrapNone/>
          <wp:docPr id="135331564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699D" w:rsidRPr="00787079">
      <w:rPr>
        <w:rFonts w:ascii="Garamond" w:hAnsi="Garamond" w:cs="Arial"/>
        <w:b/>
        <w:color w:val="000000"/>
        <w:sz w:val="44"/>
        <w:szCs w:val="44"/>
      </w:rPr>
      <w:t xml:space="preserve"> </w:t>
    </w:r>
    <w:r w:rsidR="00B6699D" w:rsidRPr="00787079">
      <w:rPr>
        <w:rFonts w:ascii="Garamond" w:hAnsi="Garamond" w:cs="Arial"/>
        <w:b/>
        <w:color w:val="000000"/>
        <w:sz w:val="44"/>
        <w:szCs w:val="44"/>
        <w:u w:val="single"/>
      </w:rPr>
      <w:t>CCOF CONTRATO DE CERTIFICACIÓN</w:t>
    </w:r>
  </w:p>
  <w:p w14:paraId="60CAF4C9" w14:textId="77777777" w:rsidR="00550B7E" w:rsidRPr="00B6699D" w:rsidRDefault="00550B7E" w:rsidP="00B669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4B26B" w14:textId="6486B789" w:rsidR="00550B7E" w:rsidRDefault="005829B1">
    <w:r>
      <w:rPr>
        <w:noProof/>
      </w:rPr>
      <mc:AlternateContent>
        <mc:Choice Requires="wps">
          <w:drawing>
            <wp:anchor distT="0" distB="3200400" distL="1947545" distR="228600" simplePos="0" relativeHeight="251656704" behindDoc="0" locked="0" layoutInCell="0" allowOverlap="1" wp14:anchorId="46BEE893" wp14:editId="2E509591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20087730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D25CC" w14:textId="77777777" w:rsidR="00550B7E" w:rsidRDefault="00550B7E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BEE89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0pt;margin-top:102pt;width:45pt;height:387pt;z-index:251656704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24ED25CC" w14:textId="77777777" w:rsidR="00550B7E" w:rsidRDefault="00550B7E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A5004"/>
    <w:multiLevelType w:val="hybridMultilevel"/>
    <w:tmpl w:val="96D4D1A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002A26"/>
    <w:multiLevelType w:val="hybridMultilevel"/>
    <w:tmpl w:val="5B683D0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46D6DD1"/>
    <w:multiLevelType w:val="multilevel"/>
    <w:tmpl w:val="17EE7056"/>
    <w:name w:val="Paragraph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u w:val="none"/>
      </w:rPr>
    </w:lvl>
    <w:lvl w:ilvl="8">
      <w:start w:val="1"/>
      <w:numFmt w:val="decimal"/>
      <w:pStyle w:val="Level9"/>
      <w:lvlText w:val="%9."/>
      <w:lvlJc w:val="left"/>
      <w:pPr>
        <w:tabs>
          <w:tab w:val="num" w:pos="2160"/>
        </w:tabs>
        <w:ind w:left="0" w:firstLine="1440"/>
      </w:pPr>
      <w:rPr>
        <w:rFonts w:hint="default"/>
        <w:b w:val="0"/>
        <w:i w:val="0"/>
        <w:u w:val="none"/>
      </w:r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4D633A1"/>
    <w:multiLevelType w:val="hybridMultilevel"/>
    <w:tmpl w:val="473AF58A"/>
    <w:lvl w:ilvl="0" w:tplc="3852EA0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6F7CC7"/>
    <w:multiLevelType w:val="multilevel"/>
    <w:tmpl w:val="560A2D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trike w:val="0"/>
        <w:dstrike w:val="0"/>
        <w:vanish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 w:tentative="1">
      <w:start w:val="1"/>
      <w:numFmt w:val="lowerRoman"/>
      <w:lvlText w:val="%3."/>
      <w:lvlJc w:val="right"/>
      <w:pPr>
        <w:ind w:left="1775" w:hanging="180"/>
      </w:pPr>
    </w:lvl>
    <w:lvl w:ilvl="5" w:tentative="1">
      <w:start w:val="1"/>
      <w:numFmt w:val="decimal"/>
      <w:lvlText w:val="%4."/>
      <w:lvlJc w:val="left"/>
      <w:pPr>
        <w:ind w:left="2495" w:hanging="360"/>
      </w:pPr>
    </w:lvl>
    <w:lvl w:ilvl="6">
      <w:start w:val="1"/>
      <w:numFmt w:val="decimal"/>
      <w:lvlText w:val="%7)"/>
      <w:lvlJc w:val="left"/>
      <w:pPr>
        <w:ind w:left="360" w:hanging="360"/>
      </w:pPr>
    </w:lvl>
    <w:lvl w:ilvl="7" w:tentative="1">
      <w:start w:val="1"/>
      <w:numFmt w:val="lowerRoman"/>
      <w:lvlText w:val="%6."/>
      <w:lvlJc w:val="right"/>
      <w:pPr>
        <w:ind w:left="3935" w:hanging="180"/>
      </w:pPr>
    </w:lvl>
    <w:lvl w:ilvl="8" w:tentative="1">
      <w:start w:val="1"/>
      <w:numFmt w:val="decimal"/>
      <w:lvlText w:val="%7."/>
      <w:lvlJc w:val="left"/>
      <w:pPr>
        <w:ind w:left="4655" w:hanging="360"/>
      </w:pPr>
    </w:lvl>
  </w:abstractNum>
  <w:abstractNum w:abstractNumId="16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54148A"/>
    <w:multiLevelType w:val="hybridMultilevel"/>
    <w:tmpl w:val="321CC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6E58C0"/>
    <w:multiLevelType w:val="hybridMultilevel"/>
    <w:tmpl w:val="A348AA6C"/>
    <w:lvl w:ilvl="0" w:tplc="A3C2E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BE670BD"/>
    <w:multiLevelType w:val="hybridMultilevel"/>
    <w:tmpl w:val="B988112C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1C5ACA"/>
    <w:multiLevelType w:val="hybridMultilevel"/>
    <w:tmpl w:val="98F4354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F86F01"/>
    <w:multiLevelType w:val="hybridMultilevel"/>
    <w:tmpl w:val="C6BC9228"/>
    <w:lvl w:ilvl="0" w:tplc="7F28A12E">
      <w:start w:val="1"/>
      <w:numFmt w:val="lowerLetter"/>
      <w:lvlText w:val="%1)"/>
      <w:lvlJc w:val="left"/>
      <w:pPr>
        <w:ind w:left="630" w:hanging="360"/>
      </w:pPr>
      <w:rPr>
        <w:b w:val="0"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2D460407"/>
    <w:multiLevelType w:val="hybridMultilevel"/>
    <w:tmpl w:val="58263E14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E94019"/>
    <w:multiLevelType w:val="hybridMultilevel"/>
    <w:tmpl w:val="EEA6D690"/>
    <w:lvl w:ilvl="0" w:tplc="0A047F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73C8D"/>
    <w:multiLevelType w:val="hybridMultilevel"/>
    <w:tmpl w:val="91FC12BE"/>
    <w:lvl w:ilvl="0" w:tplc="52C6CBD6">
      <w:numFmt w:val="none"/>
      <w:lvlText w:val=""/>
      <w:lvlJc w:val="left"/>
      <w:pPr>
        <w:tabs>
          <w:tab w:val="num" w:pos="360"/>
        </w:tabs>
      </w:pPr>
    </w:lvl>
    <w:lvl w:ilvl="1" w:tplc="6CDA59FE">
      <w:numFmt w:val="none"/>
      <w:lvlText w:val=""/>
      <w:lvlJc w:val="left"/>
      <w:pPr>
        <w:tabs>
          <w:tab w:val="num" w:pos="360"/>
        </w:tabs>
      </w:pPr>
    </w:lvl>
    <w:lvl w:ilvl="2" w:tplc="C5B07F84">
      <w:numFmt w:val="decimal"/>
      <w:lvlText w:val=""/>
      <w:lvlJc w:val="left"/>
    </w:lvl>
    <w:lvl w:ilvl="3" w:tplc="6E4CB466">
      <w:numFmt w:val="decimal"/>
      <w:lvlText w:val=""/>
      <w:lvlJc w:val="left"/>
    </w:lvl>
    <w:lvl w:ilvl="4" w:tplc="2FA085DC">
      <w:numFmt w:val="decimal"/>
      <w:lvlText w:val=""/>
      <w:lvlJc w:val="left"/>
    </w:lvl>
    <w:lvl w:ilvl="5" w:tplc="C7A6AB70">
      <w:numFmt w:val="decimal"/>
      <w:lvlText w:val=""/>
      <w:lvlJc w:val="left"/>
    </w:lvl>
    <w:lvl w:ilvl="6" w:tplc="55062A72">
      <w:numFmt w:val="decimal"/>
      <w:lvlText w:val=""/>
      <w:lvlJc w:val="left"/>
    </w:lvl>
    <w:lvl w:ilvl="7" w:tplc="9BB4BCFE">
      <w:numFmt w:val="decimal"/>
      <w:lvlText w:val=""/>
      <w:lvlJc w:val="left"/>
    </w:lvl>
    <w:lvl w:ilvl="8" w:tplc="D9483962">
      <w:numFmt w:val="decimal"/>
      <w:lvlText w:val=""/>
      <w:lvlJc w:val="left"/>
    </w:lvl>
  </w:abstractNum>
  <w:abstractNum w:abstractNumId="25" w15:restartNumberingAfterBreak="0">
    <w:nsid w:val="39AB21A8"/>
    <w:multiLevelType w:val="hybridMultilevel"/>
    <w:tmpl w:val="473AF58A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143640"/>
    <w:multiLevelType w:val="hybridMultilevel"/>
    <w:tmpl w:val="15188012"/>
    <w:lvl w:ilvl="0" w:tplc="AE06A61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22"/>
        <w:lang w:val="es-MX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F9324F"/>
    <w:multiLevelType w:val="hybridMultilevel"/>
    <w:tmpl w:val="6E867346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053278"/>
    <w:multiLevelType w:val="hybridMultilevel"/>
    <w:tmpl w:val="C7C09DC0"/>
    <w:lvl w:ilvl="0" w:tplc="4E3CCA6C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CE4A6C"/>
    <w:multiLevelType w:val="hybridMultilevel"/>
    <w:tmpl w:val="5FBE67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46758"/>
    <w:multiLevelType w:val="hybridMultilevel"/>
    <w:tmpl w:val="88768062"/>
    <w:lvl w:ilvl="0" w:tplc="8FCC0922">
      <w:start w:val="1"/>
      <w:numFmt w:val="decimal"/>
      <w:lvlText w:val="%1)"/>
      <w:lvlJc w:val="left"/>
      <w:pPr>
        <w:ind w:left="24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1" w15:restartNumberingAfterBreak="0">
    <w:nsid w:val="518F10F3"/>
    <w:multiLevelType w:val="hybridMultilevel"/>
    <w:tmpl w:val="BCF825CC"/>
    <w:lvl w:ilvl="0" w:tplc="FB6298F2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050FF"/>
    <w:multiLevelType w:val="hybridMultilevel"/>
    <w:tmpl w:val="CB66AA6E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A3AF8"/>
    <w:multiLevelType w:val="hybridMultilevel"/>
    <w:tmpl w:val="3202F27C"/>
    <w:lvl w:ilvl="0" w:tplc="088676E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144B03"/>
    <w:multiLevelType w:val="hybridMultilevel"/>
    <w:tmpl w:val="06DCA8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E2BB3"/>
    <w:multiLevelType w:val="hybridMultilevel"/>
    <w:tmpl w:val="7862ECAE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6" w15:restartNumberingAfterBreak="0">
    <w:nsid w:val="595A0E9C"/>
    <w:multiLevelType w:val="hybridMultilevel"/>
    <w:tmpl w:val="6C267B26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3B25B6"/>
    <w:multiLevelType w:val="hybridMultilevel"/>
    <w:tmpl w:val="0610DF32"/>
    <w:lvl w:ilvl="0" w:tplc="1BF837B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lang w:val="en-U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F739EA"/>
    <w:multiLevelType w:val="hybridMultilevel"/>
    <w:tmpl w:val="1DA2518A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532098">
    <w:abstractNumId w:val="9"/>
  </w:num>
  <w:num w:numId="2" w16cid:durableId="1453938375">
    <w:abstractNumId w:val="7"/>
  </w:num>
  <w:num w:numId="3" w16cid:durableId="1280531615">
    <w:abstractNumId w:val="6"/>
  </w:num>
  <w:num w:numId="4" w16cid:durableId="425730993">
    <w:abstractNumId w:val="5"/>
  </w:num>
  <w:num w:numId="5" w16cid:durableId="21825711">
    <w:abstractNumId w:val="4"/>
  </w:num>
  <w:num w:numId="6" w16cid:durableId="1148588934">
    <w:abstractNumId w:val="8"/>
  </w:num>
  <w:num w:numId="7" w16cid:durableId="760419892">
    <w:abstractNumId w:val="3"/>
  </w:num>
  <w:num w:numId="8" w16cid:durableId="64300196">
    <w:abstractNumId w:val="2"/>
  </w:num>
  <w:num w:numId="9" w16cid:durableId="1528174001">
    <w:abstractNumId w:val="1"/>
  </w:num>
  <w:num w:numId="10" w16cid:durableId="1664818692">
    <w:abstractNumId w:val="0"/>
  </w:num>
  <w:num w:numId="11" w16cid:durableId="716124536">
    <w:abstractNumId w:val="13"/>
  </w:num>
  <w:num w:numId="12" w16cid:durableId="140466505">
    <w:abstractNumId w:val="12"/>
  </w:num>
  <w:num w:numId="13" w16cid:durableId="130755445">
    <w:abstractNumId w:val="15"/>
  </w:num>
  <w:num w:numId="14" w16cid:durableId="1672831993">
    <w:abstractNumId w:val="10"/>
  </w:num>
  <w:num w:numId="15" w16cid:durableId="604654026">
    <w:abstractNumId w:val="24"/>
  </w:num>
  <w:num w:numId="16" w16cid:durableId="18240720">
    <w:abstractNumId w:val="14"/>
  </w:num>
  <w:num w:numId="17" w16cid:durableId="1838963536">
    <w:abstractNumId w:val="11"/>
  </w:num>
  <w:num w:numId="18" w16cid:durableId="1566598907">
    <w:abstractNumId w:val="23"/>
  </w:num>
  <w:num w:numId="19" w16cid:durableId="2059740839">
    <w:abstractNumId w:val="34"/>
  </w:num>
  <w:num w:numId="20" w16cid:durableId="441581710">
    <w:abstractNumId w:val="38"/>
  </w:num>
  <w:num w:numId="21" w16cid:durableId="1996572150">
    <w:abstractNumId w:val="35"/>
  </w:num>
  <w:num w:numId="22" w16cid:durableId="939416559">
    <w:abstractNumId w:val="18"/>
  </w:num>
  <w:num w:numId="23" w16cid:durableId="498813687">
    <w:abstractNumId w:val="32"/>
  </w:num>
  <w:num w:numId="24" w16cid:durableId="1025181516">
    <w:abstractNumId w:val="30"/>
  </w:num>
  <w:num w:numId="25" w16cid:durableId="691686805">
    <w:abstractNumId w:val="21"/>
  </w:num>
  <w:num w:numId="26" w16cid:durableId="606933332">
    <w:abstractNumId w:val="1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512996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73891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41571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6481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18434596">
    <w:abstractNumId w:val="33"/>
  </w:num>
  <w:num w:numId="32" w16cid:durableId="1673992626">
    <w:abstractNumId w:val="19"/>
  </w:num>
  <w:num w:numId="33" w16cid:durableId="1924488588">
    <w:abstractNumId w:val="31"/>
  </w:num>
  <w:num w:numId="34" w16cid:durableId="2127235830">
    <w:abstractNumId w:val="16"/>
  </w:num>
  <w:num w:numId="35" w16cid:durableId="1081753989">
    <w:abstractNumId w:val="36"/>
  </w:num>
  <w:num w:numId="36" w16cid:durableId="1534342927">
    <w:abstractNumId w:val="29"/>
  </w:num>
  <w:num w:numId="37" w16cid:durableId="1857767445">
    <w:abstractNumId w:val="39"/>
  </w:num>
  <w:num w:numId="38" w16cid:durableId="381029017">
    <w:abstractNumId w:val="37"/>
  </w:num>
  <w:num w:numId="39" w16cid:durableId="1378123185">
    <w:abstractNumId w:val="17"/>
  </w:num>
  <w:num w:numId="40" w16cid:durableId="1348946027">
    <w:abstractNumId w:val="20"/>
  </w:num>
  <w:num w:numId="41" w16cid:durableId="2092189734">
    <w:abstractNumId w:val="27"/>
  </w:num>
  <w:num w:numId="42" w16cid:durableId="277569820">
    <w:abstractNumId w:val="22"/>
  </w:num>
  <w:num w:numId="43" w16cid:durableId="813790110">
    <w:abstractNumId w:val="28"/>
  </w:num>
  <w:num w:numId="44" w16cid:durableId="1206603366">
    <w:abstractNumId w:val="13"/>
  </w:num>
  <w:num w:numId="45" w16cid:durableId="1406872960">
    <w:abstractNumId w:val="13"/>
  </w:num>
  <w:num w:numId="46" w16cid:durableId="1262957289">
    <w:abstractNumId w:val="13"/>
  </w:num>
  <w:num w:numId="47" w16cid:durableId="1522936323">
    <w:abstractNumId w:val="25"/>
  </w:num>
  <w:num w:numId="48" w16cid:durableId="1991591484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htr2OmBOP/qvtNdxb7fdudsAZ108mV5S2ngiZu+XR4G3MGX/h43qO6QUSBXlneIP9/WmLhTYy3Ok4w8LRGQN4A==" w:salt="E3TIJpEkylEpty5+I45+2A==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1C"/>
    <w:rsid w:val="0000008D"/>
    <w:rsid w:val="000027E1"/>
    <w:rsid w:val="000037F3"/>
    <w:rsid w:val="00004C49"/>
    <w:rsid w:val="000052BD"/>
    <w:rsid w:val="00005399"/>
    <w:rsid w:val="00005CED"/>
    <w:rsid w:val="000075C2"/>
    <w:rsid w:val="0001034F"/>
    <w:rsid w:val="00011F76"/>
    <w:rsid w:val="00014985"/>
    <w:rsid w:val="00015170"/>
    <w:rsid w:val="000168A7"/>
    <w:rsid w:val="00021AD0"/>
    <w:rsid w:val="00027AEE"/>
    <w:rsid w:val="00040A1F"/>
    <w:rsid w:val="00041E4C"/>
    <w:rsid w:val="00042941"/>
    <w:rsid w:val="0004342A"/>
    <w:rsid w:val="00046D11"/>
    <w:rsid w:val="00050FB3"/>
    <w:rsid w:val="00054B61"/>
    <w:rsid w:val="0005794B"/>
    <w:rsid w:val="000606E0"/>
    <w:rsid w:val="0006362A"/>
    <w:rsid w:val="00070EE8"/>
    <w:rsid w:val="00072F6C"/>
    <w:rsid w:val="00073ABE"/>
    <w:rsid w:val="000758C0"/>
    <w:rsid w:val="00080898"/>
    <w:rsid w:val="00081387"/>
    <w:rsid w:val="000833CD"/>
    <w:rsid w:val="00083E53"/>
    <w:rsid w:val="0008753B"/>
    <w:rsid w:val="00090E4E"/>
    <w:rsid w:val="000912A8"/>
    <w:rsid w:val="00095BC2"/>
    <w:rsid w:val="000A6344"/>
    <w:rsid w:val="000B06DF"/>
    <w:rsid w:val="000B1AA0"/>
    <w:rsid w:val="000B37BC"/>
    <w:rsid w:val="000B3BB4"/>
    <w:rsid w:val="000B7551"/>
    <w:rsid w:val="000C15B9"/>
    <w:rsid w:val="000C1E4A"/>
    <w:rsid w:val="000C546A"/>
    <w:rsid w:val="000C56BC"/>
    <w:rsid w:val="000C7A3B"/>
    <w:rsid w:val="000D0382"/>
    <w:rsid w:val="000D0CDC"/>
    <w:rsid w:val="000D0D82"/>
    <w:rsid w:val="000D14B3"/>
    <w:rsid w:val="000D1ACB"/>
    <w:rsid w:val="000E1030"/>
    <w:rsid w:val="000E1B13"/>
    <w:rsid w:val="000E26B2"/>
    <w:rsid w:val="000E3B9E"/>
    <w:rsid w:val="000E4A3B"/>
    <w:rsid w:val="000E6075"/>
    <w:rsid w:val="000F1D43"/>
    <w:rsid w:val="000F2F6B"/>
    <w:rsid w:val="000F6943"/>
    <w:rsid w:val="00104A42"/>
    <w:rsid w:val="001078BB"/>
    <w:rsid w:val="001104CA"/>
    <w:rsid w:val="00112541"/>
    <w:rsid w:val="00116314"/>
    <w:rsid w:val="00116651"/>
    <w:rsid w:val="00117623"/>
    <w:rsid w:val="00127683"/>
    <w:rsid w:val="0013107C"/>
    <w:rsid w:val="00136798"/>
    <w:rsid w:val="00136F0D"/>
    <w:rsid w:val="00137D05"/>
    <w:rsid w:val="0014223C"/>
    <w:rsid w:val="00151946"/>
    <w:rsid w:val="00156EA8"/>
    <w:rsid w:val="001607DA"/>
    <w:rsid w:val="00165D26"/>
    <w:rsid w:val="001710C6"/>
    <w:rsid w:val="0017353B"/>
    <w:rsid w:val="00173D7B"/>
    <w:rsid w:val="0017703D"/>
    <w:rsid w:val="00177B1E"/>
    <w:rsid w:val="0018063C"/>
    <w:rsid w:val="0018133B"/>
    <w:rsid w:val="00181A06"/>
    <w:rsid w:val="00186547"/>
    <w:rsid w:val="0018696C"/>
    <w:rsid w:val="001908F3"/>
    <w:rsid w:val="00191390"/>
    <w:rsid w:val="00191B37"/>
    <w:rsid w:val="00192473"/>
    <w:rsid w:val="001A0E9A"/>
    <w:rsid w:val="001A522B"/>
    <w:rsid w:val="001A7473"/>
    <w:rsid w:val="001A7FEC"/>
    <w:rsid w:val="001B14B0"/>
    <w:rsid w:val="001B3039"/>
    <w:rsid w:val="001B6670"/>
    <w:rsid w:val="001B66DE"/>
    <w:rsid w:val="001C35DF"/>
    <w:rsid w:val="001D4C2A"/>
    <w:rsid w:val="001D52A1"/>
    <w:rsid w:val="001D6DFD"/>
    <w:rsid w:val="001E05D6"/>
    <w:rsid w:val="001E4693"/>
    <w:rsid w:val="001E472E"/>
    <w:rsid w:val="001E5081"/>
    <w:rsid w:val="001F4845"/>
    <w:rsid w:val="001F5527"/>
    <w:rsid w:val="001F57F3"/>
    <w:rsid w:val="002018D0"/>
    <w:rsid w:val="002106DC"/>
    <w:rsid w:val="00216664"/>
    <w:rsid w:val="00216913"/>
    <w:rsid w:val="00224C99"/>
    <w:rsid w:val="0022777D"/>
    <w:rsid w:val="00232AE0"/>
    <w:rsid w:val="00242E11"/>
    <w:rsid w:val="0024600E"/>
    <w:rsid w:val="0024634E"/>
    <w:rsid w:val="00246A4D"/>
    <w:rsid w:val="002561FE"/>
    <w:rsid w:val="00257745"/>
    <w:rsid w:val="002607BF"/>
    <w:rsid w:val="00263DD2"/>
    <w:rsid w:val="00263E5A"/>
    <w:rsid w:val="00267523"/>
    <w:rsid w:val="00272457"/>
    <w:rsid w:val="002733AF"/>
    <w:rsid w:val="0027535B"/>
    <w:rsid w:val="00275FAF"/>
    <w:rsid w:val="00285259"/>
    <w:rsid w:val="00285C90"/>
    <w:rsid w:val="00287361"/>
    <w:rsid w:val="00287576"/>
    <w:rsid w:val="0029751F"/>
    <w:rsid w:val="002A015D"/>
    <w:rsid w:val="002A249D"/>
    <w:rsid w:val="002C4E78"/>
    <w:rsid w:val="002C7D73"/>
    <w:rsid w:val="002E0157"/>
    <w:rsid w:val="002E5395"/>
    <w:rsid w:val="002E55D0"/>
    <w:rsid w:val="002E7BB6"/>
    <w:rsid w:val="002F11E9"/>
    <w:rsid w:val="002F711C"/>
    <w:rsid w:val="003013A1"/>
    <w:rsid w:val="003052C0"/>
    <w:rsid w:val="00310718"/>
    <w:rsid w:val="00311829"/>
    <w:rsid w:val="003157D8"/>
    <w:rsid w:val="00323698"/>
    <w:rsid w:val="00323EAC"/>
    <w:rsid w:val="00326788"/>
    <w:rsid w:val="00327C60"/>
    <w:rsid w:val="00332A3F"/>
    <w:rsid w:val="00334136"/>
    <w:rsid w:val="00336509"/>
    <w:rsid w:val="003512AC"/>
    <w:rsid w:val="00352A1F"/>
    <w:rsid w:val="00353ED7"/>
    <w:rsid w:val="00354DCE"/>
    <w:rsid w:val="00354E72"/>
    <w:rsid w:val="00356B2E"/>
    <w:rsid w:val="003637C9"/>
    <w:rsid w:val="003659F1"/>
    <w:rsid w:val="00365F80"/>
    <w:rsid w:val="00366F7E"/>
    <w:rsid w:val="00367F0C"/>
    <w:rsid w:val="00371BA5"/>
    <w:rsid w:val="00373D6C"/>
    <w:rsid w:val="003775DB"/>
    <w:rsid w:val="00384273"/>
    <w:rsid w:val="003863B2"/>
    <w:rsid w:val="00387251"/>
    <w:rsid w:val="003942B2"/>
    <w:rsid w:val="003A417A"/>
    <w:rsid w:val="003A66E2"/>
    <w:rsid w:val="003A6D3E"/>
    <w:rsid w:val="003B2CC2"/>
    <w:rsid w:val="003B6BF4"/>
    <w:rsid w:val="003C11A0"/>
    <w:rsid w:val="003C26B3"/>
    <w:rsid w:val="003C5111"/>
    <w:rsid w:val="003D29DF"/>
    <w:rsid w:val="003E2CBA"/>
    <w:rsid w:val="003E475D"/>
    <w:rsid w:val="003E7923"/>
    <w:rsid w:val="003F03CD"/>
    <w:rsid w:val="003F07EE"/>
    <w:rsid w:val="003F1B48"/>
    <w:rsid w:val="003F5DF6"/>
    <w:rsid w:val="0040005B"/>
    <w:rsid w:val="0040146B"/>
    <w:rsid w:val="00406CCD"/>
    <w:rsid w:val="00407E5F"/>
    <w:rsid w:val="00410EAB"/>
    <w:rsid w:val="00410FB1"/>
    <w:rsid w:val="00413520"/>
    <w:rsid w:val="00426BB5"/>
    <w:rsid w:val="00427944"/>
    <w:rsid w:val="004311E6"/>
    <w:rsid w:val="004314D9"/>
    <w:rsid w:val="0043447F"/>
    <w:rsid w:val="004366B2"/>
    <w:rsid w:val="00437454"/>
    <w:rsid w:val="00440FCE"/>
    <w:rsid w:val="00442451"/>
    <w:rsid w:val="00442DBF"/>
    <w:rsid w:val="00443A70"/>
    <w:rsid w:val="004479BC"/>
    <w:rsid w:val="00451093"/>
    <w:rsid w:val="00451D45"/>
    <w:rsid w:val="004546FD"/>
    <w:rsid w:val="004552E7"/>
    <w:rsid w:val="0046053E"/>
    <w:rsid w:val="00462261"/>
    <w:rsid w:val="00462B8F"/>
    <w:rsid w:val="00476EBE"/>
    <w:rsid w:val="004808B6"/>
    <w:rsid w:val="00481D04"/>
    <w:rsid w:val="00485747"/>
    <w:rsid w:val="0049034D"/>
    <w:rsid w:val="0049133E"/>
    <w:rsid w:val="00492EF7"/>
    <w:rsid w:val="004A44CE"/>
    <w:rsid w:val="004A6738"/>
    <w:rsid w:val="004B0678"/>
    <w:rsid w:val="004C08DD"/>
    <w:rsid w:val="004C416E"/>
    <w:rsid w:val="004D11E5"/>
    <w:rsid w:val="004D3E4A"/>
    <w:rsid w:val="004D743A"/>
    <w:rsid w:val="004D7ADE"/>
    <w:rsid w:val="004E1536"/>
    <w:rsid w:val="004E3934"/>
    <w:rsid w:val="004E64B1"/>
    <w:rsid w:val="004E6ABA"/>
    <w:rsid w:val="004E7BF2"/>
    <w:rsid w:val="004F2559"/>
    <w:rsid w:val="004F5BF9"/>
    <w:rsid w:val="005103EF"/>
    <w:rsid w:val="00511C82"/>
    <w:rsid w:val="00516D8C"/>
    <w:rsid w:val="00526A50"/>
    <w:rsid w:val="00527FCE"/>
    <w:rsid w:val="00534821"/>
    <w:rsid w:val="00540BB8"/>
    <w:rsid w:val="00544352"/>
    <w:rsid w:val="00546C68"/>
    <w:rsid w:val="005470F4"/>
    <w:rsid w:val="00550B7E"/>
    <w:rsid w:val="0055281C"/>
    <w:rsid w:val="0055283A"/>
    <w:rsid w:val="005529E3"/>
    <w:rsid w:val="00552A90"/>
    <w:rsid w:val="00554CF2"/>
    <w:rsid w:val="00556FA7"/>
    <w:rsid w:val="00560796"/>
    <w:rsid w:val="0056195A"/>
    <w:rsid w:val="00561F29"/>
    <w:rsid w:val="00564451"/>
    <w:rsid w:val="00567333"/>
    <w:rsid w:val="00576299"/>
    <w:rsid w:val="005808BB"/>
    <w:rsid w:val="005812DE"/>
    <w:rsid w:val="00581CFF"/>
    <w:rsid w:val="005829B1"/>
    <w:rsid w:val="005836FE"/>
    <w:rsid w:val="005837B4"/>
    <w:rsid w:val="0058587B"/>
    <w:rsid w:val="0059660B"/>
    <w:rsid w:val="005A3EAA"/>
    <w:rsid w:val="005B043A"/>
    <w:rsid w:val="005B0D86"/>
    <w:rsid w:val="005B16BF"/>
    <w:rsid w:val="005B1F26"/>
    <w:rsid w:val="005B5CD6"/>
    <w:rsid w:val="005C08F1"/>
    <w:rsid w:val="005C234F"/>
    <w:rsid w:val="005C400B"/>
    <w:rsid w:val="005D175F"/>
    <w:rsid w:val="005D2781"/>
    <w:rsid w:val="005D6336"/>
    <w:rsid w:val="005E1444"/>
    <w:rsid w:val="005E751D"/>
    <w:rsid w:val="005E7D0F"/>
    <w:rsid w:val="005F026B"/>
    <w:rsid w:val="005F1014"/>
    <w:rsid w:val="005F2E1B"/>
    <w:rsid w:val="005F5927"/>
    <w:rsid w:val="005F5F46"/>
    <w:rsid w:val="005F62A9"/>
    <w:rsid w:val="00601935"/>
    <w:rsid w:val="00602ED9"/>
    <w:rsid w:val="006045C5"/>
    <w:rsid w:val="0062338F"/>
    <w:rsid w:val="0062358C"/>
    <w:rsid w:val="00630029"/>
    <w:rsid w:val="0063047A"/>
    <w:rsid w:val="00631282"/>
    <w:rsid w:val="00632E65"/>
    <w:rsid w:val="00633472"/>
    <w:rsid w:val="00633AA8"/>
    <w:rsid w:val="00635818"/>
    <w:rsid w:val="0063698F"/>
    <w:rsid w:val="00646A28"/>
    <w:rsid w:val="00654C07"/>
    <w:rsid w:val="00665179"/>
    <w:rsid w:val="00672681"/>
    <w:rsid w:val="00673F39"/>
    <w:rsid w:val="00676220"/>
    <w:rsid w:val="00680D18"/>
    <w:rsid w:val="006823DF"/>
    <w:rsid w:val="00690732"/>
    <w:rsid w:val="0069262D"/>
    <w:rsid w:val="0069315C"/>
    <w:rsid w:val="006A12E8"/>
    <w:rsid w:val="006A1CC7"/>
    <w:rsid w:val="006A3664"/>
    <w:rsid w:val="006A6E20"/>
    <w:rsid w:val="006B0ACC"/>
    <w:rsid w:val="006B27AB"/>
    <w:rsid w:val="006B5716"/>
    <w:rsid w:val="006B7491"/>
    <w:rsid w:val="006C296A"/>
    <w:rsid w:val="006C6352"/>
    <w:rsid w:val="006C7395"/>
    <w:rsid w:val="006D0B5D"/>
    <w:rsid w:val="006D3A6F"/>
    <w:rsid w:val="006E045C"/>
    <w:rsid w:val="006E5680"/>
    <w:rsid w:val="006E717F"/>
    <w:rsid w:val="006E7636"/>
    <w:rsid w:val="006F19F6"/>
    <w:rsid w:val="006F3EC8"/>
    <w:rsid w:val="00701BC6"/>
    <w:rsid w:val="007048C8"/>
    <w:rsid w:val="0071055A"/>
    <w:rsid w:val="00710BFE"/>
    <w:rsid w:val="0071189A"/>
    <w:rsid w:val="007118BD"/>
    <w:rsid w:val="007131B6"/>
    <w:rsid w:val="00720726"/>
    <w:rsid w:val="00732B6F"/>
    <w:rsid w:val="0074015B"/>
    <w:rsid w:val="00740509"/>
    <w:rsid w:val="007429F7"/>
    <w:rsid w:val="00751C99"/>
    <w:rsid w:val="00752A1E"/>
    <w:rsid w:val="00753F63"/>
    <w:rsid w:val="00755114"/>
    <w:rsid w:val="007575C3"/>
    <w:rsid w:val="00760339"/>
    <w:rsid w:val="00761008"/>
    <w:rsid w:val="00761A08"/>
    <w:rsid w:val="007635DB"/>
    <w:rsid w:val="007640CF"/>
    <w:rsid w:val="00773CB8"/>
    <w:rsid w:val="007754AD"/>
    <w:rsid w:val="007800BC"/>
    <w:rsid w:val="007936B2"/>
    <w:rsid w:val="00793913"/>
    <w:rsid w:val="007A1D7B"/>
    <w:rsid w:val="007A634F"/>
    <w:rsid w:val="007B096C"/>
    <w:rsid w:val="007B483C"/>
    <w:rsid w:val="007B5435"/>
    <w:rsid w:val="007B720D"/>
    <w:rsid w:val="007B7667"/>
    <w:rsid w:val="007C0271"/>
    <w:rsid w:val="007C0338"/>
    <w:rsid w:val="007C0B85"/>
    <w:rsid w:val="007C0E56"/>
    <w:rsid w:val="007C34BA"/>
    <w:rsid w:val="007C3678"/>
    <w:rsid w:val="007C3F74"/>
    <w:rsid w:val="007C483E"/>
    <w:rsid w:val="007C59A9"/>
    <w:rsid w:val="007D39A2"/>
    <w:rsid w:val="007D515E"/>
    <w:rsid w:val="007D7AB1"/>
    <w:rsid w:val="007E30C0"/>
    <w:rsid w:val="007E3A7B"/>
    <w:rsid w:val="007F1343"/>
    <w:rsid w:val="007F4766"/>
    <w:rsid w:val="007F7271"/>
    <w:rsid w:val="00800A2F"/>
    <w:rsid w:val="00801382"/>
    <w:rsid w:val="00804104"/>
    <w:rsid w:val="008050CA"/>
    <w:rsid w:val="00807C26"/>
    <w:rsid w:val="00823664"/>
    <w:rsid w:val="008241CC"/>
    <w:rsid w:val="00827541"/>
    <w:rsid w:val="00835FAD"/>
    <w:rsid w:val="00850425"/>
    <w:rsid w:val="0085111E"/>
    <w:rsid w:val="008533BA"/>
    <w:rsid w:val="00853936"/>
    <w:rsid w:val="00856EC5"/>
    <w:rsid w:val="008621FA"/>
    <w:rsid w:val="008666C8"/>
    <w:rsid w:val="00866DA4"/>
    <w:rsid w:val="00867308"/>
    <w:rsid w:val="00867DA5"/>
    <w:rsid w:val="008728A5"/>
    <w:rsid w:val="0087716B"/>
    <w:rsid w:val="00882789"/>
    <w:rsid w:val="008848FA"/>
    <w:rsid w:val="00885950"/>
    <w:rsid w:val="0089545B"/>
    <w:rsid w:val="00895DCD"/>
    <w:rsid w:val="008969EC"/>
    <w:rsid w:val="008A0791"/>
    <w:rsid w:val="008A3429"/>
    <w:rsid w:val="008A370E"/>
    <w:rsid w:val="008A3A0F"/>
    <w:rsid w:val="008A4F48"/>
    <w:rsid w:val="008B70A0"/>
    <w:rsid w:val="008C4481"/>
    <w:rsid w:val="008C7A85"/>
    <w:rsid w:val="008D540D"/>
    <w:rsid w:val="008E0A24"/>
    <w:rsid w:val="008E0F34"/>
    <w:rsid w:val="008E2814"/>
    <w:rsid w:val="008E4E80"/>
    <w:rsid w:val="008E63B4"/>
    <w:rsid w:val="008F2703"/>
    <w:rsid w:val="008F7524"/>
    <w:rsid w:val="00901302"/>
    <w:rsid w:val="00914CD8"/>
    <w:rsid w:val="009175E1"/>
    <w:rsid w:val="00921705"/>
    <w:rsid w:val="009242F2"/>
    <w:rsid w:val="009367EC"/>
    <w:rsid w:val="00937AAD"/>
    <w:rsid w:val="009402FD"/>
    <w:rsid w:val="00940708"/>
    <w:rsid w:val="00941BAD"/>
    <w:rsid w:val="00943FFD"/>
    <w:rsid w:val="00950E74"/>
    <w:rsid w:val="00955C94"/>
    <w:rsid w:val="00965294"/>
    <w:rsid w:val="00967AEF"/>
    <w:rsid w:val="0097168D"/>
    <w:rsid w:val="00972C7B"/>
    <w:rsid w:val="00981939"/>
    <w:rsid w:val="009866BE"/>
    <w:rsid w:val="00986A52"/>
    <w:rsid w:val="009A4E57"/>
    <w:rsid w:val="009B1436"/>
    <w:rsid w:val="009B1EFB"/>
    <w:rsid w:val="009B4D2D"/>
    <w:rsid w:val="009D6C7B"/>
    <w:rsid w:val="009E2E03"/>
    <w:rsid w:val="009E33A2"/>
    <w:rsid w:val="009E4718"/>
    <w:rsid w:val="009E70A7"/>
    <w:rsid w:val="009F1972"/>
    <w:rsid w:val="009F2E8C"/>
    <w:rsid w:val="009F3563"/>
    <w:rsid w:val="009F473F"/>
    <w:rsid w:val="009F6E65"/>
    <w:rsid w:val="00A0305A"/>
    <w:rsid w:val="00A06867"/>
    <w:rsid w:val="00A07B94"/>
    <w:rsid w:val="00A10EBA"/>
    <w:rsid w:val="00A1180E"/>
    <w:rsid w:val="00A15E14"/>
    <w:rsid w:val="00A16BA7"/>
    <w:rsid w:val="00A23F20"/>
    <w:rsid w:val="00A27560"/>
    <w:rsid w:val="00A30C94"/>
    <w:rsid w:val="00A45D2A"/>
    <w:rsid w:val="00A4690D"/>
    <w:rsid w:val="00A5114E"/>
    <w:rsid w:val="00A63393"/>
    <w:rsid w:val="00A70E65"/>
    <w:rsid w:val="00A7305E"/>
    <w:rsid w:val="00A734F0"/>
    <w:rsid w:val="00A73A41"/>
    <w:rsid w:val="00A73E8F"/>
    <w:rsid w:val="00A755DE"/>
    <w:rsid w:val="00A757FF"/>
    <w:rsid w:val="00A76C21"/>
    <w:rsid w:val="00A808D8"/>
    <w:rsid w:val="00A83464"/>
    <w:rsid w:val="00A85129"/>
    <w:rsid w:val="00A9024B"/>
    <w:rsid w:val="00A907AE"/>
    <w:rsid w:val="00A91308"/>
    <w:rsid w:val="00AA0A3F"/>
    <w:rsid w:val="00AA0DDE"/>
    <w:rsid w:val="00AA190D"/>
    <w:rsid w:val="00AA1CFF"/>
    <w:rsid w:val="00AA1FAD"/>
    <w:rsid w:val="00AA2288"/>
    <w:rsid w:val="00AA31AB"/>
    <w:rsid w:val="00AA4A91"/>
    <w:rsid w:val="00AB0B0C"/>
    <w:rsid w:val="00AB1A73"/>
    <w:rsid w:val="00AB288A"/>
    <w:rsid w:val="00AB33A4"/>
    <w:rsid w:val="00AB668B"/>
    <w:rsid w:val="00AC215B"/>
    <w:rsid w:val="00AC2E01"/>
    <w:rsid w:val="00AC705C"/>
    <w:rsid w:val="00AD798B"/>
    <w:rsid w:val="00AE2A65"/>
    <w:rsid w:val="00AE3262"/>
    <w:rsid w:val="00AF170E"/>
    <w:rsid w:val="00AF64F7"/>
    <w:rsid w:val="00AF707D"/>
    <w:rsid w:val="00AF7981"/>
    <w:rsid w:val="00B02EE5"/>
    <w:rsid w:val="00B03101"/>
    <w:rsid w:val="00B03128"/>
    <w:rsid w:val="00B04B0C"/>
    <w:rsid w:val="00B12CAA"/>
    <w:rsid w:val="00B13E9F"/>
    <w:rsid w:val="00B16EC5"/>
    <w:rsid w:val="00B24692"/>
    <w:rsid w:val="00B24C7A"/>
    <w:rsid w:val="00B31212"/>
    <w:rsid w:val="00B31E5C"/>
    <w:rsid w:val="00B33C08"/>
    <w:rsid w:val="00B35446"/>
    <w:rsid w:val="00B35742"/>
    <w:rsid w:val="00B35B3A"/>
    <w:rsid w:val="00B41AC4"/>
    <w:rsid w:val="00B465FA"/>
    <w:rsid w:val="00B5086B"/>
    <w:rsid w:val="00B52612"/>
    <w:rsid w:val="00B55C01"/>
    <w:rsid w:val="00B5682E"/>
    <w:rsid w:val="00B63568"/>
    <w:rsid w:val="00B63662"/>
    <w:rsid w:val="00B63F8D"/>
    <w:rsid w:val="00B65CAC"/>
    <w:rsid w:val="00B667E8"/>
    <w:rsid w:val="00B6699D"/>
    <w:rsid w:val="00B70030"/>
    <w:rsid w:val="00B72F7E"/>
    <w:rsid w:val="00B73798"/>
    <w:rsid w:val="00B738C6"/>
    <w:rsid w:val="00B74DEC"/>
    <w:rsid w:val="00B76AC3"/>
    <w:rsid w:val="00B8148A"/>
    <w:rsid w:val="00B840AD"/>
    <w:rsid w:val="00B8610B"/>
    <w:rsid w:val="00B87DB4"/>
    <w:rsid w:val="00B96B11"/>
    <w:rsid w:val="00BA0801"/>
    <w:rsid w:val="00BA1034"/>
    <w:rsid w:val="00BA1AF3"/>
    <w:rsid w:val="00BA4EAB"/>
    <w:rsid w:val="00BB0DD1"/>
    <w:rsid w:val="00BC1748"/>
    <w:rsid w:val="00BC1F29"/>
    <w:rsid w:val="00BC6743"/>
    <w:rsid w:val="00BC7FBB"/>
    <w:rsid w:val="00BD0D68"/>
    <w:rsid w:val="00BD1319"/>
    <w:rsid w:val="00BD47FE"/>
    <w:rsid w:val="00BD6DCB"/>
    <w:rsid w:val="00BE4D0C"/>
    <w:rsid w:val="00BE6BA6"/>
    <w:rsid w:val="00BF0CFD"/>
    <w:rsid w:val="00C04336"/>
    <w:rsid w:val="00C0781D"/>
    <w:rsid w:val="00C0788A"/>
    <w:rsid w:val="00C07E62"/>
    <w:rsid w:val="00C10885"/>
    <w:rsid w:val="00C1529A"/>
    <w:rsid w:val="00C16A31"/>
    <w:rsid w:val="00C17E86"/>
    <w:rsid w:val="00C20772"/>
    <w:rsid w:val="00C21BE7"/>
    <w:rsid w:val="00C30436"/>
    <w:rsid w:val="00C3293D"/>
    <w:rsid w:val="00C33990"/>
    <w:rsid w:val="00C3623F"/>
    <w:rsid w:val="00C36E36"/>
    <w:rsid w:val="00C37C30"/>
    <w:rsid w:val="00C41CB8"/>
    <w:rsid w:val="00C43AE9"/>
    <w:rsid w:val="00C4712C"/>
    <w:rsid w:val="00C56584"/>
    <w:rsid w:val="00C6063A"/>
    <w:rsid w:val="00C61F81"/>
    <w:rsid w:val="00C677C3"/>
    <w:rsid w:val="00C7255E"/>
    <w:rsid w:val="00C75992"/>
    <w:rsid w:val="00C76344"/>
    <w:rsid w:val="00C76A50"/>
    <w:rsid w:val="00C81D55"/>
    <w:rsid w:val="00C8429F"/>
    <w:rsid w:val="00C8487A"/>
    <w:rsid w:val="00C94006"/>
    <w:rsid w:val="00C9681C"/>
    <w:rsid w:val="00C96A69"/>
    <w:rsid w:val="00CA1A56"/>
    <w:rsid w:val="00CA31CC"/>
    <w:rsid w:val="00CA3BC5"/>
    <w:rsid w:val="00CA7971"/>
    <w:rsid w:val="00CB0C35"/>
    <w:rsid w:val="00CB2B45"/>
    <w:rsid w:val="00CB66CE"/>
    <w:rsid w:val="00CB7A60"/>
    <w:rsid w:val="00CC18FB"/>
    <w:rsid w:val="00CC26B1"/>
    <w:rsid w:val="00CC631C"/>
    <w:rsid w:val="00CD10B4"/>
    <w:rsid w:val="00CD1FD4"/>
    <w:rsid w:val="00CD2F05"/>
    <w:rsid w:val="00CD6B6C"/>
    <w:rsid w:val="00CE15D9"/>
    <w:rsid w:val="00CE1CF6"/>
    <w:rsid w:val="00CE5745"/>
    <w:rsid w:val="00CE79F4"/>
    <w:rsid w:val="00CF0279"/>
    <w:rsid w:val="00CF0D7B"/>
    <w:rsid w:val="00CF47DB"/>
    <w:rsid w:val="00CF4BFE"/>
    <w:rsid w:val="00CF4F46"/>
    <w:rsid w:val="00CF53D0"/>
    <w:rsid w:val="00CF6220"/>
    <w:rsid w:val="00D00F20"/>
    <w:rsid w:val="00D01516"/>
    <w:rsid w:val="00D0176F"/>
    <w:rsid w:val="00D03220"/>
    <w:rsid w:val="00D04BF4"/>
    <w:rsid w:val="00D06151"/>
    <w:rsid w:val="00D107BC"/>
    <w:rsid w:val="00D10A38"/>
    <w:rsid w:val="00D119B3"/>
    <w:rsid w:val="00D1509D"/>
    <w:rsid w:val="00D17015"/>
    <w:rsid w:val="00D17E0A"/>
    <w:rsid w:val="00D21975"/>
    <w:rsid w:val="00D22029"/>
    <w:rsid w:val="00D2391D"/>
    <w:rsid w:val="00D23F91"/>
    <w:rsid w:val="00D25E5C"/>
    <w:rsid w:val="00D2697B"/>
    <w:rsid w:val="00D31108"/>
    <w:rsid w:val="00D3159B"/>
    <w:rsid w:val="00D315E1"/>
    <w:rsid w:val="00D31F80"/>
    <w:rsid w:val="00D3291E"/>
    <w:rsid w:val="00D334EE"/>
    <w:rsid w:val="00D460EC"/>
    <w:rsid w:val="00D50064"/>
    <w:rsid w:val="00D5097F"/>
    <w:rsid w:val="00D52E23"/>
    <w:rsid w:val="00D5378E"/>
    <w:rsid w:val="00D5543E"/>
    <w:rsid w:val="00D56A60"/>
    <w:rsid w:val="00D572B0"/>
    <w:rsid w:val="00D63372"/>
    <w:rsid w:val="00D678F9"/>
    <w:rsid w:val="00D73231"/>
    <w:rsid w:val="00D73854"/>
    <w:rsid w:val="00D76055"/>
    <w:rsid w:val="00D77391"/>
    <w:rsid w:val="00D77664"/>
    <w:rsid w:val="00D83F83"/>
    <w:rsid w:val="00D85E50"/>
    <w:rsid w:val="00D94619"/>
    <w:rsid w:val="00D97E6C"/>
    <w:rsid w:val="00DA1590"/>
    <w:rsid w:val="00DA19C5"/>
    <w:rsid w:val="00DB166C"/>
    <w:rsid w:val="00DC0844"/>
    <w:rsid w:val="00DC7BF4"/>
    <w:rsid w:val="00DD35DD"/>
    <w:rsid w:val="00DD3AA4"/>
    <w:rsid w:val="00DD3ED0"/>
    <w:rsid w:val="00DE5819"/>
    <w:rsid w:val="00DE6057"/>
    <w:rsid w:val="00DF002A"/>
    <w:rsid w:val="00DF193D"/>
    <w:rsid w:val="00DF3257"/>
    <w:rsid w:val="00DF5DD6"/>
    <w:rsid w:val="00DF79E8"/>
    <w:rsid w:val="00E018AA"/>
    <w:rsid w:val="00E138E7"/>
    <w:rsid w:val="00E148A6"/>
    <w:rsid w:val="00E16148"/>
    <w:rsid w:val="00E172C3"/>
    <w:rsid w:val="00E23F79"/>
    <w:rsid w:val="00E24F04"/>
    <w:rsid w:val="00E253B9"/>
    <w:rsid w:val="00E37BE3"/>
    <w:rsid w:val="00E41A85"/>
    <w:rsid w:val="00E5132B"/>
    <w:rsid w:val="00E538A4"/>
    <w:rsid w:val="00E57C03"/>
    <w:rsid w:val="00E611AD"/>
    <w:rsid w:val="00E71BB6"/>
    <w:rsid w:val="00E73F84"/>
    <w:rsid w:val="00E74300"/>
    <w:rsid w:val="00E8268D"/>
    <w:rsid w:val="00E82784"/>
    <w:rsid w:val="00E92442"/>
    <w:rsid w:val="00E9590F"/>
    <w:rsid w:val="00E97213"/>
    <w:rsid w:val="00E974FD"/>
    <w:rsid w:val="00EA739E"/>
    <w:rsid w:val="00EB1058"/>
    <w:rsid w:val="00EB2D07"/>
    <w:rsid w:val="00EB383B"/>
    <w:rsid w:val="00EB6918"/>
    <w:rsid w:val="00EC2535"/>
    <w:rsid w:val="00EC343D"/>
    <w:rsid w:val="00EC3673"/>
    <w:rsid w:val="00EC5E9A"/>
    <w:rsid w:val="00EC7F67"/>
    <w:rsid w:val="00ED2318"/>
    <w:rsid w:val="00ED5408"/>
    <w:rsid w:val="00ED6398"/>
    <w:rsid w:val="00EE5737"/>
    <w:rsid w:val="00EE5EEF"/>
    <w:rsid w:val="00EF23D1"/>
    <w:rsid w:val="00EF4E53"/>
    <w:rsid w:val="00F00A44"/>
    <w:rsid w:val="00F026EE"/>
    <w:rsid w:val="00F1048F"/>
    <w:rsid w:val="00F10E07"/>
    <w:rsid w:val="00F11DAB"/>
    <w:rsid w:val="00F13158"/>
    <w:rsid w:val="00F13716"/>
    <w:rsid w:val="00F14A0C"/>
    <w:rsid w:val="00F228E5"/>
    <w:rsid w:val="00F24BBE"/>
    <w:rsid w:val="00F265CC"/>
    <w:rsid w:val="00F2725B"/>
    <w:rsid w:val="00F378E0"/>
    <w:rsid w:val="00F40893"/>
    <w:rsid w:val="00F5105E"/>
    <w:rsid w:val="00F51B77"/>
    <w:rsid w:val="00F53B70"/>
    <w:rsid w:val="00F53C03"/>
    <w:rsid w:val="00F5470E"/>
    <w:rsid w:val="00F55F09"/>
    <w:rsid w:val="00F5643A"/>
    <w:rsid w:val="00F56E8F"/>
    <w:rsid w:val="00F63B87"/>
    <w:rsid w:val="00F65C60"/>
    <w:rsid w:val="00F65DF5"/>
    <w:rsid w:val="00F66C61"/>
    <w:rsid w:val="00F715F4"/>
    <w:rsid w:val="00F7220B"/>
    <w:rsid w:val="00F7373E"/>
    <w:rsid w:val="00F73B2E"/>
    <w:rsid w:val="00F74100"/>
    <w:rsid w:val="00F75930"/>
    <w:rsid w:val="00F80C88"/>
    <w:rsid w:val="00F83DF3"/>
    <w:rsid w:val="00F84F4F"/>
    <w:rsid w:val="00F8538D"/>
    <w:rsid w:val="00F90C17"/>
    <w:rsid w:val="00F96D76"/>
    <w:rsid w:val="00FA3D9C"/>
    <w:rsid w:val="00FA3F7D"/>
    <w:rsid w:val="00FB10DF"/>
    <w:rsid w:val="00FB53E7"/>
    <w:rsid w:val="00FB7F34"/>
    <w:rsid w:val="00FC3667"/>
    <w:rsid w:val="00FC37D9"/>
    <w:rsid w:val="00FC5FBF"/>
    <w:rsid w:val="00FC662D"/>
    <w:rsid w:val="00FD1D2C"/>
    <w:rsid w:val="00FD3EDB"/>
    <w:rsid w:val="00FD41A5"/>
    <w:rsid w:val="00FD4891"/>
    <w:rsid w:val="00FD4D31"/>
    <w:rsid w:val="00FD50EB"/>
    <w:rsid w:val="00FD5D5C"/>
    <w:rsid w:val="00FD722D"/>
    <w:rsid w:val="00FD79C0"/>
    <w:rsid w:val="00FE0C75"/>
    <w:rsid w:val="00FE44A8"/>
    <w:rsid w:val="00FF0AE8"/>
    <w:rsid w:val="00FF1753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17643958"/>
  <w15:chartTrackingRefBased/>
  <w15:docId w15:val="{CF0E3BE0-F28D-4FF3-9DAD-AB1C2C56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40CF"/>
    <w:pPr>
      <w:ind w:right="-720"/>
    </w:pPr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jc w:val="both"/>
    </w:pPr>
    <w:rPr>
      <w:rFonts w:ascii="Myriad Roman" w:eastAsia="Times" w:hAnsi="Myriad Roman"/>
      <w:sz w:val="19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right" w:leader="underscore" w:pos="9720"/>
      </w:tabs>
    </w:pPr>
    <w:rPr>
      <w:rFonts w:ascii="Myriad Roman" w:hAnsi="Myriad Roman"/>
      <w:sz w:val="20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rPr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Cs w:val="20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  <w:rPr>
      <w:rFonts w:cs="Arial"/>
      <w:b/>
      <w:bCs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200" w:hanging="200"/>
    </w:pPr>
  </w:style>
  <w:style w:type="paragraph" w:styleId="TableofFigures">
    <w:name w:val="table of figures"/>
    <w:basedOn w:val="Normal"/>
    <w:next w:val="Normal"/>
    <w:semiHidden/>
    <w:pPr>
      <w:ind w:left="400" w:hanging="40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TOC3">
    <w:name w:val="toc 3"/>
    <w:basedOn w:val="Normal"/>
    <w:next w:val="Normal"/>
    <w:autoRedefine/>
    <w:semiHidden/>
    <w:pPr>
      <w:ind w:left="400"/>
    </w:p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F57F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1F57F3"/>
    <w:rPr>
      <w:rFonts w:ascii="Tahoma" w:hAnsi="Tahoma" w:cs="Tahoma"/>
      <w:sz w:val="16"/>
      <w:szCs w:val="16"/>
    </w:rPr>
  </w:style>
  <w:style w:type="paragraph" w:customStyle="1" w:styleId="Level1">
    <w:name w:val="Level 1"/>
    <w:basedOn w:val="Normal"/>
    <w:rsid w:val="001F57F3"/>
    <w:pPr>
      <w:numPr>
        <w:numId w:val="12"/>
      </w:numPr>
      <w:shd w:val="clear" w:color="auto" w:fill="FFFFFF"/>
      <w:spacing w:after="240"/>
      <w:ind w:right="0"/>
      <w:outlineLvl w:val="0"/>
    </w:pPr>
    <w:rPr>
      <w:rFonts w:cs="Arial"/>
      <w:szCs w:val="18"/>
    </w:rPr>
  </w:style>
  <w:style w:type="paragraph" w:customStyle="1" w:styleId="Level2">
    <w:name w:val="Level 2"/>
    <w:basedOn w:val="Normal"/>
    <w:rsid w:val="001F57F3"/>
    <w:pPr>
      <w:numPr>
        <w:ilvl w:val="1"/>
        <w:numId w:val="12"/>
      </w:numPr>
      <w:shd w:val="clear" w:color="auto" w:fill="FFFFFF"/>
      <w:spacing w:after="240"/>
      <w:ind w:right="0"/>
      <w:outlineLvl w:val="1"/>
    </w:pPr>
    <w:rPr>
      <w:rFonts w:cs="Arial"/>
      <w:szCs w:val="18"/>
    </w:rPr>
  </w:style>
  <w:style w:type="paragraph" w:customStyle="1" w:styleId="Level3">
    <w:name w:val="Level 3"/>
    <w:basedOn w:val="Normal"/>
    <w:rsid w:val="001F57F3"/>
    <w:pPr>
      <w:numPr>
        <w:ilvl w:val="2"/>
        <w:numId w:val="12"/>
      </w:numPr>
      <w:shd w:val="clear" w:color="auto" w:fill="FFFFFF"/>
      <w:spacing w:after="240"/>
      <w:ind w:right="0"/>
      <w:outlineLvl w:val="2"/>
    </w:pPr>
    <w:rPr>
      <w:rFonts w:cs="Arial"/>
      <w:szCs w:val="18"/>
    </w:rPr>
  </w:style>
  <w:style w:type="paragraph" w:customStyle="1" w:styleId="Level4">
    <w:name w:val="Level 4"/>
    <w:basedOn w:val="Normal"/>
    <w:rsid w:val="001F57F3"/>
    <w:pPr>
      <w:numPr>
        <w:ilvl w:val="3"/>
        <w:numId w:val="12"/>
      </w:numPr>
      <w:shd w:val="clear" w:color="auto" w:fill="FFFFFF"/>
      <w:spacing w:after="240"/>
      <w:ind w:right="0"/>
      <w:outlineLvl w:val="3"/>
    </w:pPr>
    <w:rPr>
      <w:rFonts w:cs="Arial"/>
      <w:szCs w:val="18"/>
    </w:rPr>
  </w:style>
  <w:style w:type="paragraph" w:customStyle="1" w:styleId="Level5">
    <w:name w:val="Level 5"/>
    <w:basedOn w:val="Normal"/>
    <w:rsid w:val="001F57F3"/>
    <w:pPr>
      <w:numPr>
        <w:ilvl w:val="4"/>
        <w:numId w:val="12"/>
      </w:numPr>
      <w:shd w:val="clear" w:color="auto" w:fill="FFFFFF"/>
      <w:spacing w:after="240"/>
      <w:ind w:right="0"/>
      <w:outlineLvl w:val="4"/>
    </w:pPr>
    <w:rPr>
      <w:rFonts w:cs="Arial"/>
      <w:szCs w:val="18"/>
    </w:rPr>
  </w:style>
  <w:style w:type="paragraph" w:customStyle="1" w:styleId="Level6">
    <w:name w:val="Level 6"/>
    <w:basedOn w:val="Normal"/>
    <w:rsid w:val="001F57F3"/>
    <w:pPr>
      <w:numPr>
        <w:ilvl w:val="5"/>
        <w:numId w:val="12"/>
      </w:numPr>
      <w:shd w:val="clear" w:color="auto" w:fill="FFFFFF"/>
      <w:spacing w:after="240"/>
      <w:ind w:right="0"/>
      <w:outlineLvl w:val="5"/>
    </w:pPr>
    <w:rPr>
      <w:rFonts w:cs="Arial"/>
      <w:szCs w:val="18"/>
    </w:rPr>
  </w:style>
  <w:style w:type="paragraph" w:customStyle="1" w:styleId="Level7">
    <w:name w:val="Level 7"/>
    <w:basedOn w:val="Normal"/>
    <w:rsid w:val="001F57F3"/>
    <w:pPr>
      <w:numPr>
        <w:ilvl w:val="6"/>
        <w:numId w:val="12"/>
      </w:numPr>
      <w:shd w:val="clear" w:color="auto" w:fill="FFFFFF"/>
      <w:spacing w:after="240"/>
      <w:ind w:right="0"/>
      <w:outlineLvl w:val="6"/>
    </w:pPr>
    <w:rPr>
      <w:rFonts w:cs="Arial"/>
      <w:szCs w:val="18"/>
    </w:rPr>
  </w:style>
  <w:style w:type="paragraph" w:customStyle="1" w:styleId="Level8">
    <w:name w:val="Level 8"/>
    <w:basedOn w:val="Normal"/>
    <w:rsid w:val="001F57F3"/>
    <w:pPr>
      <w:numPr>
        <w:ilvl w:val="7"/>
        <w:numId w:val="12"/>
      </w:numPr>
      <w:shd w:val="clear" w:color="auto" w:fill="FFFFFF"/>
      <w:spacing w:after="240"/>
      <w:ind w:right="0"/>
      <w:outlineLvl w:val="7"/>
    </w:pPr>
    <w:rPr>
      <w:rFonts w:cs="Arial"/>
      <w:szCs w:val="18"/>
    </w:rPr>
  </w:style>
  <w:style w:type="paragraph" w:customStyle="1" w:styleId="Level9">
    <w:name w:val="Level 9"/>
    <w:basedOn w:val="Normal"/>
    <w:rsid w:val="001F57F3"/>
    <w:pPr>
      <w:numPr>
        <w:ilvl w:val="8"/>
        <w:numId w:val="12"/>
      </w:numPr>
      <w:shd w:val="clear" w:color="auto" w:fill="FFFFFF"/>
      <w:spacing w:after="240"/>
      <w:ind w:right="0"/>
      <w:outlineLvl w:val="8"/>
    </w:pPr>
    <w:rPr>
      <w:rFonts w:cs="Arial"/>
      <w:szCs w:val="18"/>
    </w:rPr>
  </w:style>
  <w:style w:type="character" w:styleId="CommentReference">
    <w:name w:val="annotation reference"/>
    <w:rsid w:val="00E138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138E7"/>
    <w:rPr>
      <w:b/>
      <w:bCs/>
    </w:rPr>
  </w:style>
  <w:style w:type="character" w:customStyle="1" w:styleId="CommentTextChar">
    <w:name w:val="Comment Text Char"/>
    <w:link w:val="CommentText"/>
    <w:rsid w:val="00E138E7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E138E7"/>
    <w:rPr>
      <w:rFonts w:ascii="Myriad Roman" w:hAnsi="Myriad Roman"/>
    </w:rPr>
  </w:style>
  <w:style w:type="character" w:customStyle="1" w:styleId="Heading2Char">
    <w:name w:val="Heading 2 Char"/>
    <w:link w:val="Heading2"/>
    <w:rsid w:val="003863B2"/>
    <w:rPr>
      <w:rFonts w:ascii="Arial" w:hAnsi="Arial" w:cs="Arial"/>
      <w:b/>
      <w:bCs/>
      <w:i/>
      <w:iCs/>
      <w:sz w:val="28"/>
      <w:szCs w:val="28"/>
    </w:rPr>
  </w:style>
  <w:style w:type="character" w:customStyle="1" w:styleId="FooterChar">
    <w:name w:val="Footer Char"/>
    <w:link w:val="Footer"/>
    <w:uiPriority w:val="99"/>
    <w:rsid w:val="00567333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406CCD"/>
    <w:pPr>
      <w:ind w:left="720" w:right="0"/>
      <w:contextualSpacing/>
    </w:pPr>
    <w:rPr>
      <w:rFonts w:ascii="Cambria" w:eastAsia="MS Mincho" w:hAnsi="Cambria"/>
      <w:sz w:val="24"/>
    </w:rPr>
  </w:style>
  <w:style w:type="character" w:customStyle="1" w:styleId="HTMLPreformattedChar">
    <w:name w:val="HTML Preformatted Char"/>
    <w:link w:val="HTMLPreformatted"/>
    <w:uiPriority w:val="99"/>
    <w:rsid w:val="00CD1FD4"/>
    <w:rPr>
      <w:rFonts w:ascii="Courier New" w:hAnsi="Courier New" w:cs="Courier New"/>
    </w:rPr>
  </w:style>
  <w:style w:type="character" w:styleId="UnresolvedMention">
    <w:name w:val="Unresolved Mention"/>
    <w:uiPriority w:val="99"/>
    <w:semiHidden/>
    <w:unhideWhenUsed/>
    <w:rsid w:val="001B3039"/>
    <w:rPr>
      <w:color w:val="605E5C"/>
      <w:shd w:val="clear" w:color="auto" w:fill="E1DFDD"/>
    </w:rPr>
  </w:style>
  <w:style w:type="character" w:customStyle="1" w:styleId="BodyTextChar">
    <w:name w:val="Body Text Char"/>
    <w:link w:val="BodyText"/>
    <w:rsid w:val="007640CF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FD3EDB"/>
    <w:rPr>
      <w:rFonts w:ascii="Arial" w:hAnsi="Arial"/>
      <w:sz w:val="18"/>
      <w:szCs w:val="24"/>
    </w:rPr>
  </w:style>
  <w:style w:type="character" w:styleId="FollowedHyperlink">
    <w:name w:val="FollowedHyperlink"/>
    <w:rsid w:val="00323EAC"/>
    <w:rPr>
      <w:color w:val="954F72"/>
      <w:u w:val="single"/>
    </w:rPr>
  </w:style>
  <w:style w:type="character" w:styleId="Mention">
    <w:name w:val="Mention"/>
    <w:uiPriority w:val="99"/>
    <w:unhideWhenUsed/>
    <w:rsid w:val="00FF1753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4F2559"/>
  </w:style>
  <w:style w:type="character" w:customStyle="1" w:styleId="ui-provider">
    <w:name w:val="ui-provider"/>
    <w:basedOn w:val="DefaultParagraphFont"/>
    <w:rsid w:val="00070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certification/how" TargetMode="External"/><Relationship Id="rId18" Type="http://schemas.openxmlformats.org/officeDocument/2006/relationships/hyperlink" Target="https://www.ccof.org/es/organic-standards-ccof-organic-certification-program-manuals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transferencia-de-certificacin-a-ccof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resource/programa-de-certificacion-acelerada/" TargetMode="External"/><Relationship Id="rId17" Type="http://schemas.openxmlformats.org/officeDocument/2006/relationships/hyperlink" Target="mailto:inbox@ccof.org" TargetMode="External"/><Relationship Id="rId25" Type="http://schemas.openxmlformats.org/officeDocument/2006/relationships/hyperlink" Target="https://www.ccof.org/resource/manual-de-ccof-del-programa-de-servicios-de-certificaci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gua-de-formas-osp-para-productor/" TargetMode="External"/><Relationship Id="rId20" Type="http://schemas.openxmlformats.org/officeDocument/2006/relationships/hyperlink" Target="https://www.ccof.org/resource/programa-de-certificacion-acelerada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guide-livestock-producer-osp-forms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solicitud-del-programa-de-cumplimiento-de-mxico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documents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82FE5-21FB-4E8E-8F2E-7A5E353C4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7C675F-AA13-43CE-87BE-2AA8AFAB5C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7B7114-4DAC-4ED8-9DFE-964397F37C74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F39E00CF-59EC-4DB9-B8B0-ABF7C865ED9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22CFF9C-3ABE-4A9A-8F98-624DA8236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18</TotalTime>
  <Pages>6</Pages>
  <Words>3138</Words>
  <Characters>17890</Characters>
  <Application>Microsoft Office Word</Application>
  <DocSecurity>0</DocSecurity>
  <Lines>149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CCOF Contrato de Certificacion</vt:lpstr>
      <vt:lpstr>template</vt:lpstr>
    </vt:vector>
  </TitlesOfParts>
  <Company>Dell Computer Corporation</Company>
  <LinksUpToDate>false</LinksUpToDate>
  <CharactersWithSpaces>20987</CharactersWithSpaces>
  <SharedDoc>false</SharedDoc>
  <HLinks>
    <vt:vector size="78" baseType="variant">
      <vt:variant>
        <vt:i4>2818163</vt:i4>
      </vt:variant>
      <vt:variant>
        <vt:i4>303</vt:i4>
      </vt:variant>
      <vt:variant>
        <vt:i4>0</vt:i4>
      </vt:variant>
      <vt:variant>
        <vt:i4>5</vt:i4>
      </vt:variant>
      <vt:variant>
        <vt:lpwstr>https://www.ccof.org/resource/manual-de-ccof-del-programa-de-servicios-de-certificacin/</vt:lpwstr>
      </vt:variant>
      <vt:variant>
        <vt:lpwstr/>
      </vt:variant>
      <vt:variant>
        <vt:i4>2490491</vt:i4>
      </vt:variant>
      <vt:variant>
        <vt:i4>250</vt:i4>
      </vt:variant>
      <vt:variant>
        <vt:i4>0</vt:i4>
      </vt:variant>
      <vt:variant>
        <vt:i4>5</vt:i4>
      </vt:variant>
      <vt:variant>
        <vt:lpwstr>https://www.ccof.org/resource/transferencia-de-certificacin-a-ccof/</vt:lpwstr>
      </vt:variant>
      <vt:variant>
        <vt:lpwstr/>
      </vt:variant>
      <vt:variant>
        <vt:i4>2228348</vt:i4>
      </vt:variant>
      <vt:variant>
        <vt:i4>240</vt:i4>
      </vt:variant>
      <vt:variant>
        <vt:i4>0</vt:i4>
      </vt:variant>
      <vt:variant>
        <vt:i4>5</vt:i4>
      </vt:variant>
      <vt:variant>
        <vt:lpwstr>https://www.ccof.org/resource/programa-de-certificacion-acelerada/</vt:lpwstr>
      </vt:variant>
      <vt:variant>
        <vt:lpwstr/>
      </vt:variant>
      <vt:variant>
        <vt:i4>2555955</vt:i4>
      </vt:variant>
      <vt:variant>
        <vt:i4>209</vt:i4>
      </vt:variant>
      <vt:variant>
        <vt:i4>0</vt:i4>
      </vt:variant>
      <vt:variant>
        <vt:i4>5</vt:i4>
      </vt:variant>
      <vt:variant>
        <vt:lpwstr>https://www.ccof.org/resource/solicitud-del-programa-de-cumplimiento-de-mxico/</vt:lpwstr>
      </vt:variant>
      <vt:variant>
        <vt:lpwstr/>
      </vt:variant>
      <vt:variant>
        <vt:i4>3145771</vt:i4>
      </vt:variant>
      <vt:variant>
        <vt:i4>204</vt:i4>
      </vt:variant>
      <vt:variant>
        <vt:i4>0</vt:i4>
      </vt:variant>
      <vt:variant>
        <vt:i4>5</vt:i4>
      </vt:variant>
      <vt:variant>
        <vt:lpwstr>https://www.ccof.org/documents/global-market-access-application</vt:lpwstr>
      </vt:variant>
      <vt:variant>
        <vt:lpwstr/>
      </vt:variant>
      <vt:variant>
        <vt:i4>786507</vt:i4>
      </vt:variant>
      <vt:variant>
        <vt:i4>195</vt:i4>
      </vt:variant>
      <vt:variant>
        <vt:i4>0</vt:i4>
      </vt:variant>
      <vt:variant>
        <vt:i4>5</vt:i4>
      </vt:variant>
      <vt:variant>
        <vt:lpwstr>https://www.ccof.org/es/organic-standards-ccof-organic-certification-program-manuals/</vt:lpwstr>
      </vt:variant>
      <vt:variant>
        <vt:lpwstr/>
      </vt:variant>
      <vt:variant>
        <vt:i4>4259937</vt:i4>
      </vt:variant>
      <vt:variant>
        <vt:i4>30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2752566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https://www.ccof.org/resource/gua-de-formas-osp-para-productor/</vt:lpwstr>
      </vt:variant>
      <vt:variant>
        <vt:lpwstr/>
      </vt:variant>
      <vt:variant>
        <vt:i4>524378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https://www.ccof.org/resource/guide-livestock-producer-osp-forms</vt:lpwstr>
      </vt:variant>
      <vt:variant>
        <vt:lpwstr/>
      </vt:variant>
      <vt:variant>
        <vt:i4>3735590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https://www.ccof.org/resource/gua-de-formas-osp-para-manejador/</vt:lpwstr>
      </vt:variant>
      <vt:variant>
        <vt:lpwstr/>
      </vt:variant>
      <vt:variant>
        <vt:i4>6226009</vt:i4>
      </vt:variant>
      <vt:variant>
        <vt:i4>6</vt:i4>
      </vt:variant>
      <vt:variant>
        <vt:i4>0</vt:i4>
      </vt:variant>
      <vt:variant>
        <vt:i4>5</vt:i4>
      </vt:variant>
      <vt:variant>
        <vt:lpwstr>http://www.ccof.org/documents</vt:lpwstr>
      </vt:variant>
      <vt:variant>
        <vt:lpwstr/>
      </vt:variant>
      <vt:variant>
        <vt:i4>1769538</vt:i4>
      </vt:variant>
      <vt:variant>
        <vt:i4>3</vt:i4>
      </vt:variant>
      <vt:variant>
        <vt:i4>0</vt:i4>
      </vt:variant>
      <vt:variant>
        <vt:i4>5</vt:i4>
      </vt:variant>
      <vt:variant>
        <vt:lpwstr>http://www.ccof.org/certification/how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https://www.ccof.org/resource/programa-de-certificacion-acelerada/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CCOF Contrato de Certificacion</dc:title>
  <dc:subject/>
  <dc:creator>Ray</dc:creator>
  <cp:keywords/>
  <cp:lastModifiedBy>Gamai Gregory</cp:lastModifiedBy>
  <cp:revision>25</cp:revision>
  <cp:lastPrinted>2019-03-21T22:05:00Z</cp:lastPrinted>
  <dcterms:created xsi:type="dcterms:W3CDTF">2024-09-20T18:10:00Z</dcterms:created>
  <dcterms:modified xsi:type="dcterms:W3CDTF">2025-03-07T23:37:00Z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">
    <vt:lpwstr>, </vt:lpwstr>
  </property>
  <property fmtid="{D5CDD505-2E9C-101B-9397-08002B2CF9AE}" pid="3" name="display_urn:schemas-microsoft-com:office:office#Editor">
    <vt:lpwstr>Gamai Gregory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MediaServiceImageTags">
    <vt:lpwstr/>
  </property>
  <property fmtid="{D5CDD505-2E9C-101B-9397-08002B2CF9AE}" pid="6" name="ContentTypeId">
    <vt:lpwstr>0x010100ACBC70D29333B540B9741A7B319F3CB2</vt:lpwstr>
  </property>
</Properties>
</file>