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1697E" w14:textId="77777777" w:rsidR="00E55261" w:rsidRDefault="00E55261" w:rsidP="00104898">
      <w:pPr>
        <w:pStyle w:val="ListParagraph"/>
        <w:numPr>
          <w:ilvl w:val="0"/>
          <w:numId w:val="23"/>
        </w:numPr>
        <w:spacing w:before="60" w:line="240" w:lineRule="auto"/>
        <w:ind w:left="360" w:right="0"/>
        <w:contextualSpacing w:val="0"/>
      </w:pPr>
      <w:r>
        <w:t>Complete this form if you operate a retail establishment.</w:t>
      </w:r>
    </w:p>
    <w:p w14:paraId="5B0EA8C0" w14:textId="696999AA" w:rsidR="00C202B2" w:rsidRDefault="00E55261" w:rsidP="00104898">
      <w:pPr>
        <w:pStyle w:val="ListParagraph"/>
        <w:numPr>
          <w:ilvl w:val="0"/>
          <w:numId w:val="23"/>
        </w:numPr>
        <w:spacing w:before="60" w:line="240" w:lineRule="auto"/>
        <w:ind w:left="360" w:right="0"/>
        <w:contextualSpacing w:val="0"/>
      </w:pPr>
      <w:r>
        <w:t xml:space="preserve">Once certified, your CCOF Client Profile lists your locations, available on </w:t>
      </w:r>
      <w:r w:rsidRPr="00A60463">
        <w:t>www.</w:t>
      </w:r>
      <w:hyperlink r:id="rId10" w:history="1">
        <w:r w:rsidR="00A60463" w:rsidRPr="00A60463">
          <w:rPr>
            <w:rStyle w:val="Hyperlink"/>
          </w:rPr>
          <w:t>www.MyCCOF.org</w:t>
        </w:r>
      </w:hyperlink>
      <w:r w:rsidRPr="00A60463">
        <w:t>.org</w:t>
      </w:r>
      <w:r>
        <w:t>.</w:t>
      </w:r>
    </w:p>
    <w:p w14:paraId="6E371A7E" w14:textId="498AE5C2" w:rsidR="00C73C2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 w:rsidRPr="00074D0D">
        <w:rPr>
          <w:b/>
          <w:bCs/>
          <w:sz w:val="22"/>
          <w:szCs w:val="22"/>
        </w:rPr>
        <w:t>General Information</w:t>
      </w:r>
    </w:p>
    <w:p w14:paraId="0DA6D83A" w14:textId="77777777" w:rsidR="00134F85" w:rsidRPr="00FA61FD" w:rsidRDefault="00134F85" w:rsidP="00104898">
      <w:pPr>
        <w:pStyle w:val="ListParagraph"/>
        <w:numPr>
          <w:ilvl w:val="0"/>
          <w:numId w:val="22"/>
        </w:numPr>
        <w:tabs>
          <w:tab w:val="left" w:pos="4500"/>
        </w:tabs>
        <w:spacing w:before="60" w:line="240" w:lineRule="auto"/>
        <w:ind w:left="360" w:right="72"/>
        <w:contextualSpacing w:val="0"/>
        <w:rPr>
          <w:rFonts w:cs="Arial"/>
          <w:szCs w:val="18"/>
        </w:rPr>
      </w:pPr>
      <w:r w:rsidRPr="00FA61FD">
        <w:rPr>
          <w:rFonts w:cs="Arial"/>
          <w:szCs w:val="18"/>
        </w:rPr>
        <w:t>Retail establishment type:</w:t>
      </w:r>
    </w:p>
    <w:p w14:paraId="54C1D667" w14:textId="2B73B87B" w:rsidR="00134F85" w:rsidRDefault="00134F85" w:rsidP="00104898">
      <w:pPr>
        <w:tabs>
          <w:tab w:val="left" w:pos="540"/>
          <w:tab w:val="left" w:pos="1800"/>
          <w:tab w:val="left" w:pos="3240"/>
          <w:tab w:val="left" w:pos="5400"/>
        </w:tabs>
        <w:spacing w:before="60" w:line="240" w:lineRule="auto"/>
        <w:ind w:left="360" w:right="72"/>
        <w:rPr>
          <w:rFonts w:cs="Arial"/>
          <w:b/>
          <w:szCs w:val="18"/>
          <w:u w:val="single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Retail Store</w:t>
      </w:r>
      <w:r w:rsidR="00C47041">
        <w:rPr>
          <w:rFonts w:cs="Arial"/>
          <w:szCs w:val="18"/>
        </w:rPr>
        <w:t xml:space="preserve">    </w:t>
      </w:r>
      <w:r w:rsidRPr="00C108A3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108A3">
        <w:rPr>
          <w:rFonts w:cs="Arial"/>
          <w:szCs w:val="18"/>
        </w:rPr>
        <w:instrText xml:space="preserve"> FORMCHECKBOX </w:instrText>
      </w:r>
      <w:r w:rsidRPr="00C108A3">
        <w:rPr>
          <w:rFonts w:cs="Arial"/>
          <w:szCs w:val="18"/>
        </w:rPr>
      </w:r>
      <w:r w:rsidRPr="00C108A3">
        <w:rPr>
          <w:rFonts w:cs="Arial"/>
          <w:szCs w:val="18"/>
        </w:rPr>
        <w:fldChar w:fldCharType="separate"/>
      </w:r>
      <w:r w:rsidRPr="00C108A3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Regional or national retail chain </w:t>
      </w:r>
      <w:r w:rsidR="00C47041">
        <w:rPr>
          <w:rFonts w:cs="Arial"/>
          <w:szCs w:val="18"/>
        </w:rPr>
        <w:t xml:space="preserve"> 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Food Truck</w:t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/ Farmers Market vendor </w:t>
      </w:r>
    </w:p>
    <w:p w14:paraId="2B4B0323" w14:textId="21512456" w:rsidR="00134F85" w:rsidRPr="007F12A1" w:rsidRDefault="00134F85" w:rsidP="00104898">
      <w:pPr>
        <w:tabs>
          <w:tab w:val="left" w:pos="540"/>
          <w:tab w:val="left" w:pos="2790"/>
          <w:tab w:val="left" w:pos="4590"/>
          <w:tab w:val="left" w:pos="6750"/>
        </w:tabs>
        <w:spacing w:before="60" w:line="240" w:lineRule="auto"/>
        <w:ind w:left="360" w:right="72"/>
        <w:rPr>
          <w:rFonts w:cs="Arial"/>
          <w:szCs w:val="18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Restaurant</w:t>
      </w:r>
      <w:r w:rsidR="00C47041">
        <w:rPr>
          <w:rFonts w:cs="Arial"/>
          <w:szCs w:val="18"/>
        </w:rPr>
        <w:t xml:space="preserve">    </w:t>
      </w:r>
      <w:r w:rsidRPr="00FE203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2035">
        <w:rPr>
          <w:rFonts w:cs="Arial"/>
          <w:szCs w:val="18"/>
        </w:rPr>
        <w:instrText xml:space="preserve"> FORMCHECKBOX </w:instrText>
      </w:r>
      <w:r w:rsidRPr="00FE2035">
        <w:rPr>
          <w:rFonts w:cs="Arial"/>
          <w:szCs w:val="18"/>
        </w:rPr>
      </w:r>
      <w:r w:rsidRPr="00FE2035">
        <w:rPr>
          <w:rFonts w:cs="Arial"/>
          <w:szCs w:val="18"/>
        </w:rPr>
        <w:fldChar w:fldCharType="separate"/>
      </w:r>
      <w:r w:rsidRPr="00FE2035">
        <w:rPr>
          <w:rFonts w:cs="Arial"/>
          <w:szCs w:val="18"/>
        </w:rPr>
        <w:fldChar w:fldCharType="end"/>
      </w:r>
      <w:r w:rsidRPr="00FE2035">
        <w:rPr>
          <w:rFonts w:cs="Arial"/>
          <w:szCs w:val="18"/>
        </w:rPr>
        <w:t xml:space="preserve"> Regional or national restaurant chain</w:t>
      </w:r>
      <w:r w:rsidR="00C47041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Hotel</w:t>
      </w:r>
      <w:r>
        <w:rPr>
          <w:rFonts w:cs="Arial"/>
          <w:szCs w:val="18"/>
        </w:rPr>
        <w:t xml:space="preserve"> restaurant /</w:t>
      </w:r>
      <w:r w:rsidRPr="007F12A1">
        <w:rPr>
          <w:rFonts w:cs="Arial"/>
          <w:szCs w:val="18"/>
        </w:rPr>
        <w:t xml:space="preserve"> in room dining</w:t>
      </w:r>
    </w:p>
    <w:p w14:paraId="77C427C2" w14:textId="42691BC6" w:rsidR="00134F85" w:rsidRDefault="00134F85" w:rsidP="00104898">
      <w:pPr>
        <w:tabs>
          <w:tab w:val="left" w:pos="540"/>
          <w:tab w:val="left" w:pos="2790"/>
          <w:tab w:val="left" w:pos="4590"/>
          <w:tab w:val="left" w:pos="6750"/>
        </w:tabs>
        <w:spacing w:before="60" w:line="240" w:lineRule="auto"/>
        <w:ind w:left="360" w:right="72"/>
        <w:rPr>
          <w:rFonts w:cs="Arial"/>
          <w:szCs w:val="18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Stadium concession stand </w:t>
      </w:r>
      <w:r w:rsidR="00C470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Pr="00FE203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2035">
        <w:rPr>
          <w:rFonts w:cs="Arial"/>
          <w:szCs w:val="18"/>
        </w:rPr>
        <w:instrText xml:space="preserve"> FORMCHECKBOX </w:instrText>
      </w:r>
      <w:r w:rsidRPr="00FE2035">
        <w:rPr>
          <w:rFonts w:cs="Arial"/>
          <w:szCs w:val="18"/>
        </w:rPr>
      </w:r>
      <w:r w:rsidRPr="00FE2035">
        <w:rPr>
          <w:rFonts w:cs="Arial"/>
          <w:szCs w:val="18"/>
        </w:rPr>
        <w:fldChar w:fldCharType="separate"/>
      </w:r>
      <w:r w:rsidRPr="00FE2035">
        <w:rPr>
          <w:rFonts w:cs="Arial"/>
          <w:szCs w:val="18"/>
        </w:rPr>
        <w:fldChar w:fldCharType="end"/>
      </w:r>
      <w:r w:rsidRPr="00FE2035">
        <w:rPr>
          <w:rFonts w:cs="Arial"/>
          <w:szCs w:val="18"/>
        </w:rPr>
        <w:t xml:space="preserve"> School or Business </w:t>
      </w:r>
      <w:r>
        <w:rPr>
          <w:rFonts w:cs="Arial"/>
          <w:szCs w:val="18"/>
        </w:rPr>
        <w:t>c</w:t>
      </w:r>
      <w:r w:rsidRPr="00FE2035">
        <w:rPr>
          <w:rFonts w:cs="Arial"/>
          <w:szCs w:val="18"/>
        </w:rPr>
        <w:t>afeteria</w:t>
      </w:r>
      <w:r w:rsidRPr="007F12A1">
        <w:rPr>
          <w:rFonts w:cs="Arial"/>
          <w:szCs w:val="18"/>
        </w:rPr>
        <w:t xml:space="preserve"> </w:t>
      </w:r>
      <w:r w:rsidR="00C470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Airport dining</w:t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  <w:r w:rsidR="00C47041">
        <w:rPr>
          <w:rFonts w:cs="Arial"/>
          <w:szCs w:val="18"/>
        </w:rPr>
        <w:t xml:space="preserve">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Catering services</w:t>
      </w:r>
      <w:r>
        <w:rPr>
          <w:rFonts w:cs="Arial"/>
          <w:szCs w:val="18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900"/>
        <w:gridCol w:w="9792"/>
      </w:tblGrid>
      <w:tr w:rsidR="00134F85" w14:paraId="75384406" w14:textId="77777777" w:rsidTr="00CC45ED">
        <w:trPr>
          <w:trHeight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639B5" w14:textId="4059DCC5" w:rsidR="00134F85" w:rsidRPr="001342B5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 w:val="0"/>
                <w:bCs w:val="0"/>
                <w:sz w:val="18"/>
                <w:szCs w:val="18"/>
              </w:rPr>
            </w:pP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instrText xml:space="preserve"> FORMCHECKBOX </w:instrText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separate"/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end"/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t xml:space="preserve"> Other:</w:t>
            </w:r>
          </w:p>
        </w:tc>
        <w:tc>
          <w:tcPr>
            <w:tcW w:w="97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50B4E3" w14:textId="77777777" w:rsidR="00134F85" w:rsidRPr="00CF1CFF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Cs w:val="0"/>
                <w:sz w:val="18"/>
                <w:szCs w:val="18"/>
              </w:rPr>
            </w:pP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instrText xml:space="preserve"> FORMTEXT </w:instrTex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separate"/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0A969909" w14:textId="77777777" w:rsidR="00134F85" w:rsidRPr="00F106FC" w:rsidRDefault="00134F85" w:rsidP="00104898">
      <w:pPr>
        <w:pStyle w:val="ListParagraph"/>
        <w:numPr>
          <w:ilvl w:val="0"/>
          <w:numId w:val="22"/>
        </w:numPr>
        <w:tabs>
          <w:tab w:val="left" w:pos="4500"/>
        </w:tabs>
        <w:spacing w:before="60" w:line="240" w:lineRule="auto"/>
        <w:ind w:left="360" w:right="72"/>
        <w:contextualSpacing w:val="0"/>
        <w:rPr>
          <w:rFonts w:cs="Arial"/>
          <w:szCs w:val="18"/>
        </w:rPr>
      </w:pPr>
      <w:r w:rsidRPr="00F106FC">
        <w:rPr>
          <w:rFonts w:cs="Arial"/>
          <w:szCs w:val="18"/>
        </w:rPr>
        <w:t>Describe your expansion plans for the next 1-5 years: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692"/>
      </w:tblGrid>
      <w:tr w:rsidR="00134F85" w14:paraId="2E3B8BA9" w14:textId="77777777" w:rsidTr="00C47041">
        <w:trPr>
          <w:trHeight w:val="518"/>
        </w:trPr>
        <w:tc>
          <w:tcPr>
            <w:tcW w:w="10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79B5AD" w14:textId="77777777" w:rsidR="00134F85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 w:val="0"/>
                <w:bCs w:val="0"/>
                <w:sz w:val="18"/>
                <w:szCs w:val="18"/>
              </w:rPr>
            </w:pP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instrText xml:space="preserve"> FORMTEXT </w:instrTex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separate"/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60CAD98F" w14:textId="0AE48728" w:rsidR="008936D4" w:rsidRDefault="00090DC9" w:rsidP="00104898">
      <w:pPr>
        <w:pStyle w:val="ListParagraph"/>
        <w:spacing w:before="60" w:line="240" w:lineRule="auto"/>
        <w:ind w:left="360" w:right="0"/>
        <w:contextualSpacing w:val="0"/>
        <w:rPr>
          <w:szCs w:val="18"/>
        </w:rPr>
      </w:pPr>
      <w:r w:rsidRPr="00090DC9">
        <w:rPr>
          <w:szCs w:val="18"/>
        </w:rPr>
        <w:t>List each retail location below. If you have more than 5 locations or anticipate growing beyond 5 locations, submit a separate spreadsheet with all requested information. Be prepared to update the spreadsheet to communicate additional locations</w:t>
      </w:r>
      <w:r w:rsidR="0092385C">
        <w:rPr>
          <w:szCs w:val="18"/>
        </w:rPr>
        <w:t xml:space="preserve"> and existing changes</w:t>
      </w:r>
      <w:r w:rsidRPr="00090DC9">
        <w:rPr>
          <w:szCs w:val="18"/>
        </w:rPr>
        <w:t>.</w:t>
      </w:r>
      <w:r w:rsidRPr="00112988">
        <w:rPr>
          <w:i/>
          <w:iCs/>
          <w:szCs w:val="18"/>
        </w:rPr>
        <w:t xml:space="preserve"> You are responsible for notifying CCOF at least 2 months in advance of new location opening to allow for adequate review and inspection scheduling. Add location fee will apply per </w:t>
      </w:r>
      <w:hyperlink r:id="rId11" w:history="1">
        <w:r w:rsidRPr="00A94353">
          <w:rPr>
            <w:rStyle w:val="Hyperlink"/>
            <w:b/>
            <w:bCs/>
            <w:i/>
            <w:iCs/>
            <w:szCs w:val="18"/>
          </w:rPr>
          <w:t>CCOF Certification Services Program Manual</w:t>
        </w:r>
      </w:hyperlink>
      <w:r w:rsidRPr="00112988">
        <w:rPr>
          <w:i/>
          <w:iCs/>
          <w:szCs w:val="18"/>
        </w:rPr>
        <w:t>.</w:t>
      </w:r>
    </w:p>
    <w:p w14:paraId="4A4291B6" w14:textId="77777777" w:rsidR="00CC45ED" w:rsidRPr="00F9590C" w:rsidRDefault="00CC45ED" w:rsidP="00104898">
      <w:pPr>
        <w:pStyle w:val="ListParagraph"/>
        <w:tabs>
          <w:tab w:val="left" w:pos="4770"/>
        </w:tabs>
        <w:spacing w:before="60" w:after="60" w:line="240" w:lineRule="auto"/>
        <w:ind w:left="360" w:right="-43"/>
        <w:contextualSpacing w:val="0"/>
        <w:rPr>
          <w:rFonts w:cs="Arial"/>
          <w:szCs w:val="18"/>
        </w:rPr>
      </w:pPr>
      <w:r w:rsidRPr="00F9590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F9590C">
        <w:rPr>
          <w:rFonts w:cs="Arial"/>
          <w:szCs w:val="18"/>
        </w:rPr>
        <w:instrText xml:space="preserve"> FORMCHECKBOX </w:instrText>
      </w:r>
      <w:r w:rsidRPr="00F9590C">
        <w:rPr>
          <w:rFonts w:cs="Arial"/>
          <w:szCs w:val="18"/>
        </w:rPr>
      </w:r>
      <w:r w:rsidRPr="00F9590C">
        <w:rPr>
          <w:rFonts w:cs="Arial"/>
          <w:szCs w:val="18"/>
        </w:rPr>
        <w:fldChar w:fldCharType="separate"/>
      </w:r>
      <w:r w:rsidRPr="00F9590C">
        <w:rPr>
          <w:rFonts w:cs="Arial"/>
          <w:szCs w:val="18"/>
        </w:rPr>
        <w:fldChar w:fldCharType="end"/>
      </w:r>
      <w:r w:rsidRPr="00F9590C">
        <w:rPr>
          <w:rFonts w:cs="Arial"/>
          <w:szCs w:val="18"/>
        </w:rPr>
        <w:t xml:space="preserve"> Locations spreadsheet attached</w:t>
      </w:r>
    </w:p>
    <w:tbl>
      <w:tblPr>
        <w:tblW w:w="10620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2430"/>
        <w:gridCol w:w="2340"/>
        <w:gridCol w:w="720"/>
        <w:gridCol w:w="810"/>
        <w:gridCol w:w="1080"/>
      </w:tblGrid>
      <w:tr w:rsidR="00CC45ED" w:rsidRPr="0009769B" w14:paraId="72A12B13" w14:textId="77777777" w:rsidTr="000B06CA">
        <w:trPr>
          <w:trHeight w:val="460"/>
        </w:trPr>
        <w:tc>
          <w:tcPr>
            <w:tcW w:w="1530" w:type="dxa"/>
            <w:vAlign w:val="center"/>
          </w:tcPr>
          <w:p w14:paraId="0E56B433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Number / Code</w:t>
            </w:r>
          </w:p>
        </w:tc>
        <w:tc>
          <w:tcPr>
            <w:tcW w:w="1710" w:type="dxa"/>
            <w:vAlign w:val="center"/>
          </w:tcPr>
          <w:p w14:paraId="2F4BB782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Name</w:t>
            </w:r>
          </w:p>
        </w:tc>
        <w:tc>
          <w:tcPr>
            <w:tcW w:w="2430" w:type="dxa"/>
            <w:vAlign w:val="center"/>
          </w:tcPr>
          <w:p w14:paraId="06CBCBCC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Street Address</w:t>
            </w:r>
          </w:p>
        </w:tc>
        <w:tc>
          <w:tcPr>
            <w:tcW w:w="2340" w:type="dxa"/>
            <w:vAlign w:val="center"/>
          </w:tcPr>
          <w:p w14:paraId="53561538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City</w:t>
            </w:r>
          </w:p>
        </w:tc>
        <w:tc>
          <w:tcPr>
            <w:tcW w:w="720" w:type="dxa"/>
            <w:vAlign w:val="center"/>
          </w:tcPr>
          <w:p w14:paraId="2878E375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State</w:t>
            </w:r>
          </w:p>
        </w:tc>
        <w:tc>
          <w:tcPr>
            <w:tcW w:w="810" w:type="dxa"/>
            <w:vAlign w:val="center"/>
          </w:tcPr>
          <w:p w14:paraId="40BAB860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Zip</w:t>
            </w:r>
          </w:p>
        </w:tc>
        <w:tc>
          <w:tcPr>
            <w:tcW w:w="1080" w:type="dxa"/>
            <w:vAlign w:val="center"/>
          </w:tcPr>
          <w:p w14:paraId="56400F8B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Projected Open Date</w:t>
            </w:r>
          </w:p>
        </w:tc>
      </w:tr>
      <w:tr w:rsidR="00CC45ED" w:rsidRPr="0009769B" w14:paraId="5993FD3A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2BFE611A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DFFD2F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2400CCA4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4DB77DE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364F376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22DCBDB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674378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3BD0BBDB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1D668179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081CBEA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0E787207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DBB3BD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2F40036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75B8E9E3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1F1943D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578F7B47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51C39647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768F3D7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705F54F8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44BB47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75620C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7E334D73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112F1D9B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40B1C07C" w14:textId="77777777" w:rsidTr="000B06CA">
        <w:trPr>
          <w:trHeight w:val="403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46EF" w14:textId="77777777" w:rsidR="00CC45ED" w:rsidRPr="00AD1A0C" w:rsidRDefault="00CC45ED" w:rsidP="00104898">
            <w:pPr>
              <w:spacing w:line="240" w:lineRule="auto"/>
              <w:ind w:left="-2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0721" w14:textId="77777777" w:rsidR="00CC45ED" w:rsidRPr="00AD1A0C" w:rsidRDefault="00CC45ED" w:rsidP="00104898">
            <w:pPr>
              <w:spacing w:line="240" w:lineRule="auto"/>
              <w:ind w:left="-2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61B1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A1EF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77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FB4C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3A05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4BF6B1CD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7E3239D2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7E13941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465E5824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C683BA4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5C4BEE5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57DC397F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3696A2F7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</w:tbl>
    <w:p w14:paraId="439B81CB" w14:textId="24163213" w:rsidR="00074D0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Organizational Structure</w:t>
      </w:r>
    </w:p>
    <w:p w14:paraId="0B651BF8" w14:textId="5F615CF3" w:rsidR="008A699E" w:rsidRDefault="008A699E" w:rsidP="00104898">
      <w:pPr>
        <w:pStyle w:val="ListParagraph"/>
        <w:spacing w:before="60" w:line="240" w:lineRule="auto"/>
        <w:ind w:left="360" w:right="0"/>
        <w:contextualSpacing w:val="0"/>
        <w:rPr>
          <w:i/>
          <w:iCs/>
          <w:szCs w:val="18"/>
        </w:rPr>
      </w:pPr>
      <w:r w:rsidRPr="008A699E">
        <w:rPr>
          <w:i/>
          <w:iCs/>
          <w:szCs w:val="18"/>
        </w:rPr>
        <w:t>If your operation only has one location, skip to section C.</w:t>
      </w:r>
    </w:p>
    <w:p w14:paraId="271B179A" w14:textId="77777777" w:rsidR="00C01125" w:rsidRDefault="00C01125" w:rsidP="00104898">
      <w:pPr>
        <w:pStyle w:val="ListParagraph"/>
        <w:numPr>
          <w:ilvl w:val="0"/>
          <w:numId w:val="14"/>
        </w:numPr>
        <w:spacing w:before="60" w:line="240" w:lineRule="auto"/>
        <w:contextualSpacing w:val="0"/>
      </w:pPr>
      <w:r>
        <w:t xml:space="preserve">Attach a copy of your operations manual. Highlight areas that address organic integrity. </w:t>
      </w:r>
    </w:p>
    <w:p w14:paraId="55654543" w14:textId="77777777" w:rsidR="00C01125" w:rsidRPr="00A4549B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</w:t>
      </w:r>
      <w:bookmarkStart w:id="0" w:name="_Hlk39851810"/>
      <w:r>
        <w:rPr>
          <w:rFonts w:cs="Arial"/>
          <w:szCs w:val="18"/>
        </w:rPr>
        <w:t>d</w:t>
      </w:r>
      <w:bookmarkEnd w:id="0"/>
      <w:r>
        <w:rPr>
          <w:rFonts w:cs="Arial"/>
          <w:szCs w:val="18"/>
        </w:rPr>
        <w:t xml:space="preserve">    </w:t>
      </w:r>
    </w:p>
    <w:p w14:paraId="291EFEC5" w14:textId="77777777" w:rsidR="00C01125" w:rsidRDefault="00C01125" w:rsidP="0010489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line="240" w:lineRule="auto"/>
        <w:ind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Attach agreements made between central headquarters and individual locations that are managed outside your organization’s direct control (i.e. franchise locations, sports stadiums, airports). Highlight areas that address organic integrity.</w:t>
      </w:r>
    </w:p>
    <w:p w14:paraId="2520A6D5" w14:textId="77777777" w:rsidR="00C01125" w:rsidRPr="00F353BC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Not applicable. Do not operate as a franchise or sell organic products within a separately managed retail space.     </w:t>
      </w:r>
      <w:r w:rsidRPr="00F56CC7">
        <w:rPr>
          <w:rFonts w:cs="Arial"/>
          <w:szCs w:val="18"/>
        </w:rPr>
        <w:t xml:space="preserve">  </w:t>
      </w:r>
    </w:p>
    <w:p w14:paraId="70ACF5FE" w14:textId="25843953" w:rsidR="00C01125" w:rsidRPr="00F14918" w:rsidRDefault="00C01125" w:rsidP="00104898">
      <w:pPr>
        <w:pStyle w:val="ListParagraph"/>
        <w:spacing w:before="60" w:line="240" w:lineRule="auto"/>
        <w:ind w:left="360"/>
        <w:contextualSpacing w:val="0"/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 </w:t>
      </w:r>
    </w:p>
    <w:p w14:paraId="36660F74" w14:textId="77777777" w:rsidR="00C01125" w:rsidRPr="00D102E7" w:rsidRDefault="00C01125" w:rsidP="00104898">
      <w:pPr>
        <w:pStyle w:val="ListParagraph"/>
        <w:numPr>
          <w:ilvl w:val="0"/>
          <w:numId w:val="14"/>
        </w:numPr>
        <w:spacing w:before="60" w:line="240" w:lineRule="auto"/>
        <w:contextualSpacing w:val="0"/>
      </w:pPr>
      <w:r>
        <w:rPr>
          <w:rFonts w:cs="Arial"/>
          <w:szCs w:val="18"/>
        </w:rPr>
        <w:t>Attach a description of how</w:t>
      </w:r>
      <w:r w:rsidRPr="00097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</w:t>
      </w:r>
      <w:r w:rsidRPr="0009769B">
        <w:rPr>
          <w:rFonts w:cs="Arial"/>
          <w:szCs w:val="18"/>
        </w:rPr>
        <w:t xml:space="preserve">our company </w:t>
      </w:r>
      <w:r>
        <w:rPr>
          <w:rFonts w:cs="Arial"/>
          <w:szCs w:val="18"/>
        </w:rPr>
        <w:t xml:space="preserve">is </w:t>
      </w:r>
      <w:r w:rsidRPr="0009769B">
        <w:rPr>
          <w:rFonts w:cs="Arial"/>
          <w:szCs w:val="18"/>
        </w:rPr>
        <w:t>structured (central headquarters, franchises, regional offices, company owned stores, independently managed stores, etc.)</w:t>
      </w:r>
      <w:r>
        <w:rPr>
          <w:rFonts w:cs="Arial"/>
          <w:szCs w:val="18"/>
        </w:rPr>
        <w:t xml:space="preserve">. Include your personnel and management structure (teams, management, etc.). </w:t>
      </w:r>
    </w:p>
    <w:p w14:paraId="046BAA7D" w14:textId="4F49E57E" w:rsidR="00C01125" w:rsidRPr="000C1E53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 </w:t>
      </w:r>
    </w:p>
    <w:p w14:paraId="31782C9E" w14:textId="77777777" w:rsidR="00C01125" w:rsidRPr="00E50FF8" w:rsidRDefault="00C01125" w:rsidP="00104898">
      <w:pPr>
        <w:pStyle w:val="ListParagraph"/>
        <w:numPr>
          <w:ilvl w:val="0"/>
          <w:numId w:val="14"/>
        </w:numPr>
        <w:spacing w:before="60" w:after="60" w:line="240" w:lineRule="auto"/>
        <w:contextualSpacing w:val="0"/>
      </w:pPr>
      <w:r w:rsidRPr="0009769B">
        <w:rPr>
          <w:rFonts w:cs="Arial"/>
          <w:szCs w:val="18"/>
        </w:rPr>
        <w:t>Indicate which functions or decisions are managed centrally, regionally, locally, or any combination of those three: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470"/>
        <w:gridCol w:w="3150"/>
      </w:tblGrid>
      <w:tr w:rsidR="00C01125" w:rsidRPr="0009769B" w14:paraId="66D2AC79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6A546D82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S</w:t>
            </w:r>
            <w:r w:rsidRPr="0009769B">
              <w:rPr>
                <w:rFonts w:cs="Arial"/>
                <w:szCs w:val="18"/>
              </w:rPr>
              <w:t xml:space="preserve">ystem </w:t>
            </w:r>
            <w:r>
              <w:rPr>
                <w:rFonts w:cs="Arial"/>
                <w:szCs w:val="18"/>
              </w:rPr>
              <w:t>P</w:t>
            </w:r>
            <w:r w:rsidRPr="0009769B">
              <w:rPr>
                <w:rFonts w:cs="Arial"/>
                <w:szCs w:val="18"/>
              </w:rPr>
              <w:t>lan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43F9F256" w14:textId="77777777" w:rsidR="00C01125" w:rsidRPr="00542EED" w:rsidRDefault="00C01125" w:rsidP="00104898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A98759D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3B2F98FD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supplier approval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2C0D057E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5E5746C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15E4BC6A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Organic ingredient purchasing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031CE0B7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3A190072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4EAFFF98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Marketing, s</w:t>
            </w:r>
            <w:r w:rsidRPr="0009769B">
              <w:rPr>
                <w:rFonts w:cs="Arial"/>
                <w:szCs w:val="18"/>
              </w:rPr>
              <w:t>ignage,</w:t>
            </w:r>
            <w:r>
              <w:rPr>
                <w:rFonts w:cs="Arial"/>
                <w:szCs w:val="18"/>
              </w:rPr>
              <w:t xml:space="preserve"> display &amp;</w:t>
            </w:r>
            <w:r w:rsidRPr="0009769B">
              <w:rPr>
                <w:rFonts w:cs="Arial"/>
                <w:szCs w:val="18"/>
              </w:rPr>
              <w:t xml:space="preserve"> labeling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D4911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3D28CC0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6C32E523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New organic product development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778D53BE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530AA1E7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3F6E4471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Sanitation procedures &amp; materials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480B7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6B08E8A8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59F20850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Pest control contractors &amp; materials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5C665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403B1B0F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4FD25850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Staff training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C276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F51A43" w14:textId="1FA72682" w:rsidR="00721C20" w:rsidRPr="00A12545" w:rsidRDefault="00A12545" w:rsidP="00104898">
      <w:pPr>
        <w:pStyle w:val="ListParagraph"/>
        <w:numPr>
          <w:ilvl w:val="0"/>
          <w:numId w:val="14"/>
        </w:numPr>
        <w:spacing w:before="60" w:line="240" w:lineRule="auto"/>
        <w:ind w:right="0"/>
        <w:contextualSpacing w:val="0"/>
        <w:rPr>
          <w:szCs w:val="18"/>
        </w:rPr>
      </w:pPr>
      <w:r w:rsidRPr="00A12545">
        <w:rPr>
          <w:szCs w:val="18"/>
        </w:rPr>
        <w:lastRenderedPageBreak/>
        <w:t>When individual locations make independent decisions about organic products, how are those decisions made and communicated (</w:t>
      </w:r>
      <w:r w:rsidR="00E229AF">
        <w:rPr>
          <w:szCs w:val="18"/>
        </w:rPr>
        <w:t xml:space="preserve">e.g. </w:t>
      </w:r>
      <w:r w:rsidRPr="00A12545">
        <w:rPr>
          <w:szCs w:val="18"/>
        </w:rPr>
        <w:t xml:space="preserve">notification of regional </w:t>
      </w:r>
      <w:r w:rsidR="005012BD" w:rsidRPr="00A12545">
        <w:rPr>
          <w:szCs w:val="18"/>
        </w:rPr>
        <w:t>management</w:t>
      </w:r>
      <w:r w:rsidRPr="00A12545">
        <w:rPr>
          <w:szCs w:val="18"/>
        </w:rPr>
        <w:t xml:space="preserve">, internal audits where system are unique, etc.)? For example: if a store decides to launch a new organic product line, how is that communicated internally and to CCOF? </w:t>
      </w:r>
      <w:r w:rsidRPr="00A12545">
        <w:rPr>
          <w:b/>
          <w:bCs/>
          <w:i/>
          <w:iCs/>
          <w:szCs w:val="18"/>
        </w:rPr>
        <w:t>CCOF needs to preapprove changes to your organic program.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12545" w:rsidRPr="0009769B" w14:paraId="68C568E2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51B70DB" w14:textId="77777777" w:rsidR="00A12545" w:rsidRPr="00542EED" w:rsidRDefault="00A12545" w:rsidP="00104898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5D1EE0C" w14:textId="72A0BD5F" w:rsidR="00074D0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Employee Training</w:t>
      </w:r>
    </w:p>
    <w:p w14:paraId="0A9B854D" w14:textId="77777777" w:rsidR="00335F0D" w:rsidRDefault="00335F0D" w:rsidP="00104898">
      <w:pPr>
        <w:spacing w:before="60" w:line="240" w:lineRule="auto"/>
        <w:ind w:left="360" w:right="-43"/>
        <w:rPr>
          <w:rFonts w:cs="Arial"/>
          <w:i/>
          <w:szCs w:val="18"/>
        </w:rPr>
      </w:pPr>
      <w:r>
        <w:rPr>
          <w:rFonts w:cs="Arial"/>
          <w:szCs w:val="18"/>
        </w:rPr>
        <w:t>Your training program should include</w:t>
      </w:r>
      <w:r w:rsidRPr="00B87567">
        <w:rPr>
          <w:rFonts w:cs="Arial"/>
          <w:szCs w:val="18"/>
        </w:rPr>
        <w:t xml:space="preserve"> proper sanitation, pest control, record keeping, handling, and labeling of organic products to prevent potential contamination and commingling.</w:t>
      </w:r>
      <w:r w:rsidRPr="0009769B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Be prepared to demonstrate employee understanding of organic practices at inspections. Training records may be requested at inspection. </w:t>
      </w:r>
    </w:p>
    <w:p w14:paraId="0B558E61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 xml:space="preserve">Attach a copy of your employee training program. </w:t>
      </w:r>
    </w:p>
    <w:p w14:paraId="6C43C393" w14:textId="1D25CA07" w:rsidR="00335F0D" w:rsidRPr="00FA654E" w:rsidRDefault="00335F0D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</w:t>
      </w:r>
    </w:p>
    <w:p w14:paraId="7EB2E246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>How and when do you train individual locations or employees on organic compliance procedures and policies?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16BD084B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2F9F8BA5" w14:textId="77777777" w:rsidR="00335F0D" w:rsidRPr="00542EED" w:rsidRDefault="00335F0D" w:rsidP="00DA301E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CF3E66E" w14:textId="30D487A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>How do you monitor whether procedures and policies are successful?</w:t>
      </w:r>
      <w:r>
        <w:rPr>
          <w:rFonts w:cs="Arial"/>
          <w:szCs w:val="18"/>
        </w:rPr>
        <w:t xml:space="preserve"> </w:t>
      </w:r>
      <w:r w:rsidRPr="00D87FE2">
        <w:rPr>
          <w:rFonts w:cs="Arial"/>
          <w:i/>
          <w:iCs/>
          <w:szCs w:val="18"/>
        </w:rPr>
        <w:t>CCOF may request to view monitoring checklists.</w:t>
      </w:r>
    </w:p>
    <w:p w14:paraId="112E864B" w14:textId="77777777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Third party service provider</w:t>
      </w:r>
    </w:p>
    <w:p w14:paraId="40E2A1A5" w14:textId="77777777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Internal QA team</w:t>
      </w:r>
    </w:p>
    <w:p w14:paraId="51600BD6" w14:textId="49A38334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Other (describe):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764CB5F2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5967985B" w14:textId="61B8472C" w:rsidR="00335F0D" w:rsidRPr="00B64CBB" w:rsidRDefault="00335F0D" w:rsidP="00104898">
            <w:pPr>
              <w:spacing w:before="60" w:line="240" w:lineRule="auto"/>
              <w:ind w:right="-43" w:hanging="110"/>
              <w:rPr>
                <w:rFonts w:cs="Arial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ECEB6A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 xml:space="preserve">How do you ensure employees </w:t>
      </w:r>
      <w:r>
        <w:rPr>
          <w:rFonts w:cs="Arial"/>
          <w:szCs w:val="18"/>
        </w:rPr>
        <w:t xml:space="preserve">are provided </w:t>
      </w:r>
      <w:r w:rsidRPr="0009769B">
        <w:rPr>
          <w:rFonts w:cs="Arial"/>
          <w:b/>
          <w:szCs w:val="18"/>
        </w:rPr>
        <w:t>ongoing</w:t>
      </w:r>
      <w:r w:rsidRPr="0009769B">
        <w:rPr>
          <w:rFonts w:cs="Arial"/>
          <w:szCs w:val="18"/>
        </w:rPr>
        <w:t xml:space="preserve"> access to organic practices, procedures, and updates?</w:t>
      </w:r>
    </w:p>
    <w:p w14:paraId="1E5D20FC" w14:textId="031EE25B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Internal communication website/portal</w:t>
      </w:r>
    </w:p>
    <w:p w14:paraId="5873D7C7" w14:textId="52132613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Other (describe):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0E386513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56A6883" w14:textId="7F313EA6" w:rsidR="00335F0D" w:rsidRPr="00335F0D" w:rsidRDefault="00335F0D" w:rsidP="00104898">
            <w:pPr>
              <w:spacing w:before="60" w:line="240" w:lineRule="auto"/>
              <w:ind w:left="-110" w:right="-43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2C7B2D" w14:textId="77777777" w:rsidR="00074D0D" w:rsidRPr="009A68FC" w:rsidRDefault="00074D0D" w:rsidP="009A68FC">
      <w:pPr>
        <w:spacing w:line="240" w:lineRule="auto"/>
        <w:ind w:right="0"/>
        <w:rPr>
          <w:szCs w:val="18"/>
        </w:rPr>
      </w:pPr>
    </w:p>
    <w:sectPr w:rsidR="00074D0D" w:rsidRPr="009A68FC" w:rsidSect="00163E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2C0FB" w14:textId="77777777" w:rsidR="004714F9" w:rsidRDefault="004714F9">
      <w:r>
        <w:separator/>
      </w:r>
    </w:p>
  </w:endnote>
  <w:endnote w:type="continuationSeparator" w:id="0">
    <w:p w14:paraId="185D17A5" w14:textId="77777777" w:rsidR="004714F9" w:rsidRDefault="004714F9">
      <w:r>
        <w:continuationSeparator/>
      </w:r>
    </w:p>
  </w:endnote>
  <w:endnote w:type="continuationNotice" w:id="1">
    <w:p w14:paraId="0A379F92" w14:textId="77777777" w:rsidR="004714F9" w:rsidRDefault="004714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1B150" w14:textId="77777777" w:rsidR="00EE7807" w:rsidRDefault="00EE7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F08E" w14:textId="4D3A99E5" w:rsidR="007635DB" w:rsidRPr="002B4422" w:rsidRDefault="00457CA6" w:rsidP="002B4422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4384" behindDoc="1" locked="0" layoutInCell="1" allowOverlap="1" wp14:anchorId="1BDD9DE5" wp14:editId="7AD97908">
          <wp:simplePos x="0" y="0"/>
          <wp:positionH relativeFrom="page">
            <wp:posOffset>0</wp:posOffset>
          </wp:positionH>
          <wp:positionV relativeFrom="page">
            <wp:posOffset>9608757</wp:posOffset>
          </wp:positionV>
          <wp:extent cx="7772400" cy="45396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4422">
      <w:rPr>
        <w:rFonts w:cs="Arial"/>
        <w:i/>
        <w:sz w:val="16"/>
        <w:szCs w:val="16"/>
      </w:rPr>
      <w:t>NOP</w:t>
    </w:r>
    <w:r w:rsidR="00991FB6">
      <w:rPr>
        <w:rFonts w:cs="Arial"/>
        <w:i/>
        <w:sz w:val="16"/>
        <w:szCs w:val="16"/>
      </w:rPr>
      <w:t xml:space="preserve">B75, </w:t>
    </w:r>
    <w:r w:rsidR="003F23BC">
      <w:rPr>
        <w:rFonts w:cs="Arial"/>
        <w:i/>
        <w:sz w:val="16"/>
        <w:szCs w:val="16"/>
      </w:rPr>
      <w:t>V2, 06/28/2024</w:t>
    </w:r>
    <w:r w:rsidR="002B4422" w:rsidRPr="00E27015">
      <w:rPr>
        <w:rFonts w:cs="Arial"/>
        <w:i/>
        <w:sz w:val="16"/>
        <w:szCs w:val="16"/>
      </w:rPr>
      <w:tab/>
    </w:r>
    <w:r w:rsidR="002B4422" w:rsidRPr="00E27015">
      <w:rPr>
        <w:i/>
        <w:sz w:val="16"/>
        <w:szCs w:val="16"/>
      </w:rPr>
      <w:t xml:space="preserve">Page </w:t>
    </w:r>
    <w:r w:rsidR="00740911" w:rsidRPr="00E27015">
      <w:rPr>
        <w:b/>
        <w:i/>
        <w:sz w:val="16"/>
        <w:szCs w:val="16"/>
      </w:rPr>
      <w:fldChar w:fldCharType="begin"/>
    </w:r>
    <w:r w:rsidR="002B4422" w:rsidRPr="00E27015">
      <w:rPr>
        <w:b/>
        <w:i/>
        <w:sz w:val="16"/>
        <w:szCs w:val="16"/>
      </w:rPr>
      <w:instrText xml:space="preserve"> PAGE </w:instrText>
    </w:r>
    <w:r w:rsidR="00740911" w:rsidRPr="00E27015">
      <w:rPr>
        <w:b/>
        <w:i/>
        <w:sz w:val="16"/>
        <w:szCs w:val="16"/>
      </w:rPr>
      <w:fldChar w:fldCharType="separate"/>
    </w:r>
    <w:r w:rsidR="00043648">
      <w:rPr>
        <w:b/>
        <w:i/>
        <w:noProof/>
        <w:sz w:val="16"/>
        <w:szCs w:val="16"/>
      </w:rPr>
      <w:t>2</w:t>
    </w:r>
    <w:r w:rsidR="00740911" w:rsidRPr="00E27015">
      <w:rPr>
        <w:b/>
        <w:i/>
        <w:sz w:val="16"/>
        <w:szCs w:val="16"/>
      </w:rPr>
      <w:fldChar w:fldCharType="end"/>
    </w:r>
    <w:r w:rsidR="002B4422" w:rsidRPr="00E27015">
      <w:rPr>
        <w:i/>
        <w:sz w:val="16"/>
        <w:szCs w:val="16"/>
      </w:rPr>
      <w:t xml:space="preserve"> of </w:t>
    </w:r>
    <w:r w:rsidR="00740911" w:rsidRPr="00E27015">
      <w:rPr>
        <w:b/>
        <w:i/>
        <w:sz w:val="16"/>
        <w:szCs w:val="16"/>
      </w:rPr>
      <w:fldChar w:fldCharType="begin"/>
    </w:r>
    <w:r w:rsidR="002B4422" w:rsidRPr="00E27015">
      <w:rPr>
        <w:b/>
        <w:i/>
        <w:sz w:val="16"/>
        <w:szCs w:val="16"/>
      </w:rPr>
      <w:instrText xml:space="preserve"> NUMPAGES  </w:instrText>
    </w:r>
    <w:r w:rsidR="00740911" w:rsidRPr="00E27015">
      <w:rPr>
        <w:b/>
        <w:i/>
        <w:sz w:val="16"/>
        <w:szCs w:val="16"/>
      </w:rPr>
      <w:fldChar w:fldCharType="separate"/>
    </w:r>
    <w:r w:rsidR="00043648">
      <w:rPr>
        <w:b/>
        <w:i/>
        <w:noProof/>
        <w:sz w:val="16"/>
        <w:szCs w:val="16"/>
      </w:rPr>
      <w:t>2</w:t>
    </w:r>
    <w:r w:rsidR="00740911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D619" w14:textId="77777777" w:rsidR="00EE7807" w:rsidRDefault="00EE7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62632" w14:textId="77777777" w:rsidR="004714F9" w:rsidRDefault="004714F9">
      <w:r>
        <w:separator/>
      </w:r>
    </w:p>
  </w:footnote>
  <w:footnote w:type="continuationSeparator" w:id="0">
    <w:p w14:paraId="4A0E9223" w14:textId="77777777" w:rsidR="004714F9" w:rsidRDefault="004714F9">
      <w:r>
        <w:continuationSeparator/>
      </w:r>
    </w:p>
  </w:footnote>
  <w:footnote w:type="continuationNotice" w:id="1">
    <w:p w14:paraId="734EEC79" w14:textId="77777777" w:rsidR="004714F9" w:rsidRDefault="004714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25C37" w14:textId="77777777" w:rsidR="00EE7807" w:rsidRDefault="00EE7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24DC" w14:textId="77777777" w:rsidR="007635DB" w:rsidRPr="003F1375" w:rsidRDefault="003F1375">
    <w:pPr>
      <w:rPr>
        <w:rFonts w:cs="Arial"/>
        <w:b/>
        <w:sz w:val="22"/>
        <w:szCs w:val="22"/>
      </w:rPr>
    </w:pPr>
    <w:r>
      <w:rPr>
        <w:rFonts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4E33728F" wp14:editId="26BEB6F6">
          <wp:simplePos x="0" y="0"/>
          <wp:positionH relativeFrom="column">
            <wp:posOffset>-125011</wp:posOffset>
          </wp:positionH>
          <wp:positionV relativeFrom="paragraph">
            <wp:posOffset>101360</wp:posOffset>
          </wp:positionV>
          <wp:extent cx="593425" cy="715992"/>
          <wp:effectExtent l="19050" t="0" r="0" b="0"/>
          <wp:wrapNone/>
          <wp:docPr id="1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5" cy="715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690"/>
      <w:gridCol w:w="4351"/>
      <w:gridCol w:w="1122"/>
      <w:gridCol w:w="1007"/>
    </w:tblGrid>
    <w:tr w:rsidR="007F04A4" w:rsidRPr="000B5C85" w14:paraId="52E2062C" w14:textId="77777777" w:rsidTr="00662A6D">
      <w:trPr>
        <w:cantSplit/>
        <w:trHeight w:val="525"/>
      </w:trPr>
      <w:tc>
        <w:tcPr>
          <w:tcW w:w="3690" w:type="dxa"/>
          <w:tcBorders>
            <w:right w:val="nil"/>
          </w:tcBorders>
          <w:vAlign w:val="center"/>
        </w:tcPr>
        <w:p w14:paraId="259A047C" w14:textId="40C6098D" w:rsidR="007F04A4" w:rsidRPr="003B73EE" w:rsidRDefault="007F04A4" w:rsidP="00662A6D">
          <w:pPr>
            <w:ind w:right="0"/>
            <w:rPr>
              <w:rFonts w:cs="Arial"/>
              <w:b/>
              <w:bCs/>
            </w:rPr>
          </w:pPr>
          <w:r w:rsidRPr="0074784C">
            <w:rPr>
              <w:rFonts w:cs="Arial"/>
              <w:b/>
              <w:sz w:val="16"/>
              <w:szCs w:val="16"/>
            </w:rPr>
            <w:t>NOP §</w:t>
          </w:r>
          <w:r>
            <w:rPr>
              <w:rFonts w:cs="Arial"/>
              <w:b/>
              <w:sz w:val="16"/>
              <w:szCs w:val="16"/>
            </w:rPr>
            <w:t>205.1</w:t>
          </w:r>
          <w:r w:rsidRPr="0074784C">
            <w:rPr>
              <w:rFonts w:cs="Arial"/>
              <w:b/>
              <w:sz w:val="16"/>
              <w:szCs w:val="16"/>
            </w:rPr>
            <w:t>01,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74784C">
            <w:rPr>
              <w:rFonts w:cs="Arial"/>
              <w:b/>
              <w:sz w:val="16"/>
              <w:szCs w:val="16"/>
            </w:rPr>
            <w:t>205.201, 205.272</w:t>
          </w:r>
        </w:p>
      </w:tc>
      <w:tc>
        <w:tcPr>
          <w:tcW w:w="4351" w:type="dxa"/>
          <w:tcBorders>
            <w:left w:val="nil"/>
          </w:tcBorders>
          <w:vAlign w:val="center"/>
        </w:tcPr>
        <w:p w14:paraId="20AAC67E" w14:textId="1B6F8A0B" w:rsidR="007F04A4" w:rsidRPr="003B73EE" w:rsidRDefault="00D87FE2" w:rsidP="00662A6D">
          <w:pPr>
            <w:ind w:right="0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RETAIL ESTABLISHMENT LOCATIONS</w:t>
          </w:r>
        </w:p>
      </w:tc>
      <w:tc>
        <w:tcPr>
          <w:tcW w:w="1122" w:type="dxa"/>
          <w:shd w:val="clear" w:color="auto" w:fill="000000"/>
          <w:vAlign w:val="center"/>
        </w:tcPr>
        <w:p w14:paraId="528D8126" w14:textId="6A1DA4DE" w:rsidR="007F04A4" w:rsidRPr="000B5C85" w:rsidRDefault="007F04A4" w:rsidP="00662A6D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19A0838C" w14:textId="77777777" w:rsidR="007F04A4" w:rsidRPr="000B5C85" w:rsidRDefault="007F04A4" w:rsidP="00662A6D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3DE34530" w14:textId="58FE1D34" w:rsidR="007F04A4" w:rsidRPr="000B5C85" w:rsidRDefault="007F04A4" w:rsidP="00662A6D">
          <w:pPr>
            <w:pStyle w:val="Heading4"/>
            <w:ind w:right="0"/>
          </w:pPr>
          <w:r>
            <w:t>R</w:t>
          </w:r>
          <w:r w:rsidR="00D87FE2">
            <w:t>2.3</w:t>
          </w:r>
        </w:p>
      </w:tc>
    </w:tr>
    <w:tr w:rsidR="007F04A4" w:rsidRPr="000B5C85" w14:paraId="7043D52B" w14:textId="77777777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4413A79E" w14:textId="202D6DC3" w:rsidR="007F04A4" w:rsidRPr="001E5BA9" w:rsidRDefault="001E5BA9" w:rsidP="00662A6D">
          <w:pPr>
            <w:ind w:right="0"/>
            <w:rPr>
              <w:rFonts w:cs="Arial"/>
              <w:b/>
              <w:bCs/>
            </w:rPr>
          </w:pPr>
          <w:r w:rsidRPr="001E5BA9">
            <w:rPr>
              <w:rFonts w:cs="Arial"/>
              <w:b/>
              <w:bCs/>
              <w:szCs w:val="10"/>
            </w:rPr>
            <w:t xml:space="preserve">Find all forms at </w:t>
          </w:r>
          <w:hyperlink r:id="rId2" w:history="1">
            <w:r w:rsidR="00D87FE2">
              <w:rPr>
                <w:rStyle w:val="Hyperlink"/>
                <w:rFonts w:cs="Arial"/>
                <w:b/>
                <w:bCs/>
                <w:szCs w:val="10"/>
              </w:rPr>
              <w:t>www.ccof.org/resources</w:t>
            </w:r>
          </w:hyperlink>
          <w:r w:rsidRPr="001E5BA9">
            <w:rPr>
              <w:rFonts w:cs="Arial"/>
              <w:b/>
              <w:bCs/>
              <w:szCs w:val="10"/>
            </w:rPr>
            <w:t xml:space="preserve">. Send completed forms to </w:t>
          </w:r>
          <w:hyperlink r:id="rId3" w:history="1">
            <w:r w:rsidRPr="001E5BA9">
              <w:rPr>
                <w:rStyle w:val="Hyperlink"/>
                <w:rFonts w:cs="Arial"/>
                <w:b/>
                <w:bCs/>
                <w:szCs w:val="10"/>
              </w:rPr>
              <w:t>inbox@ccof.org</w:t>
            </w:r>
          </w:hyperlink>
          <w:r w:rsidRPr="001E5BA9">
            <w:rPr>
              <w:rFonts w:cs="Arial"/>
              <w:b/>
              <w:bCs/>
              <w:szCs w:val="10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11225E0" w14:textId="77777777" w:rsidR="007F04A4" w:rsidRPr="000B5C85" w:rsidRDefault="007F04A4" w:rsidP="00662A6D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740911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740911" w:rsidRPr="000B5C85">
            <w:rPr>
              <w:rFonts w:cs="Arial"/>
              <w:b/>
              <w:bCs/>
              <w:sz w:val="16"/>
            </w:rPr>
            <w:fldChar w:fldCharType="separate"/>
          </w:r>
          <w:r w:rsidR="00043648">
            <w:rPr>
              <w:rFonts w:cs="Arial"/>
              <w:b/>
              <w:bCs/>
              <w:noProof/>
              <w:sz w:val="16"/>
            </w:rPr>
            <w:t>2</w:t>
          </w:r>
          <w:r w:rsidR="00740911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740911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740911" w:rsidRPr="000B5C85">
            <w:rPr>
              <w:rFonts w:cs="Arial"/>
              <w:b/>
              <w:bCs/>
              <w:sz w:val="16"/>
            </w:rPr>
            <w:fldChar w:fldCharType="separate"/>
          </w:r>
          <w:r w:rsidR="00043648">
            <w:rPr>
              <w:rFonts w:cs="Arial"/>
              <w:b/>
              <w:bCs/>
              <w:noProof/>
              <w:sz w:val="16"/>
            </w:rPr>
            <w:t>2</w:t>
          </w:r>
          <w:r w:rsidR="00740911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555C7CE" w14:textId="77777777" w:rsidR="007F04A4" w:rsidRPr="0070526F" w:rsidRDefault="007F04A4">
    <w:pPr>
      <w:rPr>
        <w:rFonts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BC73C" w14:textId="77777777" w:rsidR="00EE7807" w:rsidRDefault="00EE7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EB1AD092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1886711"/>
    <w:multiLevelType w:val="hybridMultilevel"/>
    <w:tmpl w:val="278EE47E"/>
    <w:lvl w:ilvl="0" w:tplc="951E33D8">
      <w:start w:val="1"/>
      <w:numFmt w:val="decimal"/>
      <w:lvlText w:val="%1)"/>
      <w:lvlJc w:val="left"/>
      <w:pPr>
        <w:ind w:left="360" w:hanging="360"/>
      </w:pPr>
      <w:rPr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016F57"/>
    <w:multiLevelType w:val="hybridMultilevel"/>
    <w:tmpl w:val="75164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44425C4"/>
    <w:multiLevelType w:val="hybridMultilevel"/>
    <w:tmpl w:val="0AC6CD2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13000"/>
    <w:multiLevelType w:val="hybridMultilevel"/>
    <w:tmpl w:val="B1CED34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8345EC"/>
    <w:multiLevelType w:val="hybridMultilevel"/>
    <w:tmpl w:val="6C28BE22"/>
    <w:lvl w:ilvl="0" w:tplc="951A9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42A2D"/>
    <w:multiLevelType w:val="hybridMultilevel"/>
    <w:tmpl w:val="D1BA4A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6F0857"/>
    <w:multiLevelType w:val="hybridMultilevel"/>
    <w:tmpl w:val="76EC9774"/>
    <w:lvl w:ilvl="0" w:tplc="CD9EE59C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D2BB6"/>
    <w:multiLevelType w:val="hybridMultilevel"/>
    <w:tmpl w:val="1CDA282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A15EA"/>
    <w:multiLevelType w:val="hybridMultilevel"/>
    <w:tmpl w:val="677EC05C"/>
    <w:lvl w:ilvl="0" w:tplc="46A6DB2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17326F"/>
    <w:multiLevelType w:val="hybridMultilevel"/>
    <w:tmpl w:val="1F729C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34886">
    <w:abstractNumId w:val="9"/>
  </w:num>
  <w:num w:numId="2" w16cid:durableId="1738476142">
    <w:abstractNumId w:val="7"/>
  </w:num>
  <w:num w:numId="3" w16cid:durableId="1892418190">
    <w:abstractNumId w:val="6"/>
  </w:num>
  <w:num w:numId="4" w16cid:durableId="115419358">
    <w:abstractNumId w:val="5"/>
  </w:num>
  <w:num w:numId="5" w16cid:durableId="1288047935">
    <w:abstractNumId w:val="4"/>
  </w:num>
  <w:num w:numId="6" w16cid:durableId="329989041">
    <w:abstractNumId w:val="8"/>
  </w:num>
  <w:num w:numId="7" w16cid:durableId="2035764433">
    <w:abstractNumId w:val="3"/>
  </w:num>
  <w:num w:numId="8" w16cid:durableId="1639610654">
    <w:abstractNumId w:val="2"/>
  </w:num>
  <w:num w:numId="9" w16cid:durableId="1239823001">
    <w:abstractNumId w:val="1"/>
  </w:num>
  <w:num w:numId="10" w16cid:durableId="1881091103">
    <w:abstractNumId w:val="0"/>
  </w:num>
  <w:num w:numId="11" w16cid:durableId="1624574979">
    <w:abstractNumId w:val="13"/>
  </w:num>
  <w:num w:numId="12" w16cid:durableId="1739982440">
    <w:abstractNumId w:val="10"/>
  </w:num>
  <w:num w:numId="13" w16cid:durableId="702681121">
    <w:abstractNumId w:val="15"/>
  </w:num>
  <w:num w:numId="14" w16cid:durableId="1631209081">
    <w:abstractNumId w:val="11"/>
  </w:num>
  <w:num w:numId="15" w16cid:durableId="1327051438">
    <w:abstractNumId w:val="17"/>
  </w:num>
  <w:num w:numId="16" w16cid:durableId="564993678">
    <w:abstractNumId w:val="20"/>
  </w:num>
  <w:num w:numId="17" w16cid:durableId="1815634669">
    <w:abstractNumId w:val="16"/>
  </w:num>
  <w:num w:numId="18" w16cid:durableId="1055544337">
    <w:abstractNumId w:val="19"/>
  </w:num>
  <w:num w:numId="19" w16cid:durableId="1674451204">
    <w:abstractNumId w:val="10"/>
    <w:lvlOverride w:ilvl="0">
      <w:startOverride w:val="1"/>
    </w:lvlOverride>
    <w:lvlOverride w:ilvl="1">
      <w:startOverride w:val="3"/>
    </w:lvlOverride>
  </w:num>
  <w:num w:numId="20" w16cid:durableId="1583490250">
    <w:abstractNumId w:val="12"/>
  </w:num>
  <w:num w:numId="21" w16cid:durableId="669137295">
    <w:abstractNumId w:val="10"/>
  </w:num>
  <w:num w:numId="22" w16cid:durableId="1132482938">
    <w:abstractNumId w:val="21"/>
  </w:num>
  <w:num w:numId="23" w16cid:durableId="1648511654">
    <w:abstractNumId w:val="14"/>
  </w:num>
  <w:num w:numId="24" w16cid:durableId="80369298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ME6FZZtnmD08zbmtf5njFYMJ6C55nihve63yX8ZA23Nx9qfaKxoxubB1ApXTw8JrqI0kXFqAvRQ1VvZj3tJiQ==" w:salt="ryX9vpuKnApwyc/yEtq1l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C61"/>
    <w:rsid w:val="0000089B"/>
    <w:rsid w:val="000022A5"/>
    <w:rsid w:val="00004FCC"/>
    <w:rsid w:val="00017928"/>
    <w:rsid w:val="00021305"/>
    <w:rsid w:val="00032404"/>
    <w:rsid w:val="0003280E"/>
    <w:rsid w:val="00034A63"/>
    <w:rsid w:val="000359DA"/>
    <w:rsid w:val="00043648"/>
    <w:rsid w:val="00044B2F"/>
    <w:rsid w:val="000507F6"/>
    <w:rsid w:val="00052B38"/>
    <w:rsid w:val="00053190"/>
    <w:rsid w:val="0005331E"/>
    <w:rsid w:val="00057BF0"/>
    <w:rsid w:val="00057F1E"/>
    <w:rsid w:val="000638CD"/>
    <w:rsid w:val="0006584E"/>
    <w:rsid w:val="0006641F"/>
    <w:rsid w:val="00067106"/>
    <w:rsid w:val="00072753"/>
    <w:rsid w:val="000732AA"/>
    <w:rsid w:val="00074B08"/>
    <w:rsid w:val="00074D0D"/>
    <w:rsid w:val="00076CE3"/>
    <w:rsid w:val="000825D8"/>
    <w:rsid w:val="00090DC9"/>
    <w:rsid w:val="00091B06"/>
    <w:rsid w:val="000923B8"/>
    <w:rsid w:val="0009320E"/>
    <w:rsid w:val="00093A4B"/>
    <w:rsid w:val="0009769B"/>
    <w:rsid w:val="000A5B3C"/>
    <w:rsid w:val="000A79EE"/>
    <w:rsid w:val="000B06CA"/>
    <w:rsid w:val="000B2929"/>
    <w:rsid w:val="000B348A"/>
    <w:rsid w:val="000B4782"/>
    <w:rsid w:val="000C1E53"/>
    <w:rsid w:val="000C5145"/>
    <w:rsid w:val="000C6AA5"/>
    <w:rsid w:val="000D0201"/>
    <w:rsid w:val="000D0739"/>
    <w:rsid w:val="000D15C8"/>
    <w:rsid w:val="000D3342"/>
    <w:rsid w:val="000D6117"/>
    <w:rsid w:val="000E1398"/>
    <w:rsid w:val="000E1BDA"/>
    <w:rsid w:val="000E2825"/>
    <w:rsid w:val="000E4CF8"/>
    <w:rsid w:val="000E624E"/>
    <w:rsid w:val="000F19C5"/>
    <w:rsid w:val="000F3451"/>
    <w:rsid w:val="000F3CDC"/>
    <w:rsid w:val="001020AE"/>
    <w:rsid w:val="00104898"/>
    <w:rsid w:val="0010700F"/>
    <w:rsid w:val="00112988"/>
    <w:rsid w:val="00120A89"/>
    <w:rsid w:val="00121BC2"/>
    <w:rsid w:val="00125042"/>
    <w:rsid w:val="001265CF"/>
    <w:rsid w:val="00130663"/>
    <w:rsid w:val="00131481"/>
    <w:rsid w:val="001342B5"/>
    <w:rsid w:val="00134F85"/>
    <w:rsid w:val="00143102"/>
    <w:rsid w:val="00156644"/>
    <w:rsid w:val="001566D9"/>
    <w:rsid w:val="00163627"/>
    <w:rsid w:val="00163E77"/>
    <w:rsid w:val="00171289"/>
    <w:rsid w:val="00172FC8"/>
    <w:rsid w:val="0017689C"/>
    <w:rsid w:val="001816B5"/>
    <w:rsid w:val="0018172B"/>
    <w:rsid w:val="001818F9"/>
    <w:rsid w:val="00182905"/>
    <w:rsid w:val="001860A3"/>
    <w:rsid w:val="00190316"/>
    <w:rsid w:val="00192C24"/>
    <w:rsid w:val="001972FE"/>
    <w:rsid w:val="001A183E"/>
    <w:rsid w:val="001B1448"/>
    <w:rsid w:val="001B1C69"/>
    <w:rsid w:val="001B31E8"/>
    <w:rsid w:val="001C3DC7"/>
    <w:rsid w:val="001C4689"/>
    <w:rsid w:val="001C499D"/>
    <w:rsid w:val="001C677C"/>
    <w:rsid w:val="001C6F90"/>
    <w:rsid w:val="001D36B8"/>
    <w:rsid w:val="001E2E9A"/>
    <w:rsid w:val="001E5BA9"/>
    <w:rsid w:val="001E5E65"/>
    <w:rsid w:val="001E619C"/>
    <w:rsid w:val="001E61B1"/>
    <w:rsid w:val="001E708D"/>
    <w:rsid w:val="001F0FF7"/>
    <w:rsid w:val="001F5610"/>
    <w:rsid w:val="0020107C"/>
    <w:rsid w:val="002032B1"/>
    <w:rsid w:val="002047DF"/>
    <w:rsid w:val="002106F5"/>
    <w:rsid w:val="002130DA"/>
    <w:rsid w:val="002131F6"/>
    <w:rsid w:val="00220317"/>
    <w:rsid w:val="00233F2C"/>
    <w:rsid w:val="00235AEE"/>
    <w:rsid w:val="002438DB"/>
    <w:rsid w:val="00244D7C"/>
    <w:rsid w:val="00251AA1"/>
    <w:rsid w:val="0026145B"/>
    <w:rsid w:val="00261D23"/>
    <w:rsid w:val="00262319"/>
    <w:rsid w:val="002710E8"/>
    <w:rsid w:val="00271327"/>
    <w:rsid w:val="00274C08"/>
    <w:rsid w:val="00275EAC"/>
    <w:rsid w:val="00275EED"/>
    <w:rsid w:val="0027612F"/>
    <w:rsid w:val="002847BB"/>
    <w:rsid w:val="002860C2"/>
    <w:rsid w:val="00286473"/>
    <w:rsid w:val="002866BB"/>
    <w:rsid w:val="002874FA"/>
    <w:rsid w:val="00292BEB"/>
    <w:rsid w:val="00294E11"/>
    <w:rsid w:val="0029655F"/>
    <w:rsid w:val="002A0FD1"/>
    <w:rsid w:val="002A1E7F"/>
    <w:rsid w:val="002A459C"/>
    <w:rsid w:val="002A4ED7"/>
    <w:rsid w:val="002B09CE"/>
    <w:rsid w:val="002B4422"/>
    <w:rsid w:val="002B510E"/>
    <w:rsid w:val="002B76BF"/>
    <w:rsid w:val="002C4F0F"/>
    <w:rsid w:val="002C62D7"/>
    <w:rsid w:val="002D1D35"/>
    <w:rsid w:val="002D2027"/>
    <w:rsid w:val="002D7F2D"/>
    <w:rsid w:val="002E078C"/>
    <w:rsid w:val="003002B1"/>
    <w:rsid w:val="00302150"/>
    <w:rsid w:val="003030AF"/>
    <w:rsid w:val="003109AD"/>
    <w:rsid w:val="003141B3"/>
    <w:rsid w:val="0031486F"/>
    <w:rsid w:val="00315761"/>
    <w:rsid w:val="003220FC"/>
    <w:rsid w:val="00323149"/>
    <w:rsid w:val="00325BD1"/>
    <w:rsid w:val="003274BE"/>
    <w:rsid w:val="0033418C"/>
    <w:rsid w:val="003359D3"/>
    <w:rsid w:val="00335F0D"/>
    <w:rsid w:val="003372DD"/>
    <w:rsid w:val="0034361F"/>
    <w:rsid w:val="00343899"/>
    <w:rsid w:val="003468F4"/>
    <w:rsid w:val="00350077"/>
    <w:rsid w:val="003534EE"/>
    <w:rsid w:val="003537E0"/>
    <w:rsid w:val="0035600D"/>
    <w:rsid w:val="00360898"/>
    <w:rsid w:val="003616BD"/>
    <w:rsid w:val="003733F6"/>
    <w:rsid w:val="00374228"/>
    <w:rsid w:val="00374852"/>
    <w:rsid w:val="00375588"/>
    <w:rsid w:val="00376D9B"/>
    <w:rsid w:val="0038001B"/>
    <w:rsid w:val="00381F6F"/>
    <w:rsid w:val="003821A2"/>
    <w:rsid w:val="00384C90"/>
    <w:rsid w:val="00385C09"/>
    <w:rsid w:val="0038600B"/>
    <w:rsid w:val="0038625A"/>
    <w:rsid w:val="0039530E"/>
    <w:rsid w:val="00395871"/>
    <w:rsid w:val="00395F1C"/>
    <w:rsid w:val="0039684D"/>
    <w:rsid w:val="00396AE2"/>
    <w:rsid w:val="00396DE6"/>
    <w:rsid w:val="003A01DE"/>
    <w:rsid w:val="003A478F"/>
    <w:rsid w:val="003A62F4"/>
    <w:rsid w:val="003B0FD6"/>
    <w:rsid w:val="003B12FE"/>
    <w:rsid w:val="003B2663"/>
    <w:rsid w:val="003B3A9B"/>
    <w:rsid w:val="003B5CA4"/>
    <w:rsid w:val="003C1FA9"/>
    <w:rsid w:val="003C2D5C"/>
    <w:rsid w:val="003C6336"/>
    <w:rsid w:val="003D09CE"/>
    <w:rsid w:val="003D2C91"/>
    <w:rsid w:val="003D68A8"/>
    <w:rsid w:val="003D7ED1"/>
    <w:rsid w:val="003E09B4"/>
    <w:rsid w:val="003E1908"/>
    <w:rsid w:val="003E2BBF"/>
    <w:rsid w:val="003E377D"/>
    <w:rsid w:val="003E4A90"/>
    <w:rsid w:val="003E72E5"/>
    <w:rsid w:val="003F1375"/>
    <w:rsid w:val="003F23BC"/>
    <w:rsid w:val="003F54A7"/>
    <w:rsid w:val="003F6337"/>
    <w:rsid w:val="00400511"/>
    <w:rsid w:val="00401D59"/>
    <w:rsid w:val="00402351"/>
    <w:rsid w:val="00402743"/>
    <w:rsid w:val="0041068C"/>
    <w:rsid w:val="004112EC"/>
    <w:rsid w:val="00412DE0"/>
    <w:rsid w:val="0041439C"/>
    <w:rsid w:val="00414D03"/>
    <w:rsid w:val="00416A02"/>
    <w:rsid w:val="004170C0"/>
    <w:rsid w:val="00417F5E"/>
    <w:rsid w:val="0042369E"/>
    <w:rsid w:val="00424B67"/>
    <w:rsid w:val="0042535B"/>
    <w:rsid w:val="004259AD"/>
    <w:rsid w:val="00425D2D"/>
    <w:rsid w:val="0042701D"/>
    <w:rsid w:val="00431ADA"/>
    <w:rsid w:val="0043452D"/>
    <w:rsid w:val="00441179"/>
    <w:rsid w:val="004532C8"/>
    <w:rsid w:val="004558A3"/>
    <w:rsid w:val="00457CA6"/>
    <w:rsid w:val="004601EF"/>
    <w:rsid w:val="004662DE"/>
    <w:rsid w:val="00466544"/>
    <w:rsid w:val="0046747B"/>
    <w:rsid w:val="004679A6"/>
    <w:rsid w:val="00470E2C"/>
    <w:rsid w:val="00471400"/>
    <w:rsid w:val="004714F9"/>
    <w:rsid w:val="00477E21"/>
    <w:rsid w:val="00482A8B"/>
    <w:rsid w:val="00491877"/>
    <w:rsid w:val="004A33E4"/>
    <w:rsid w:val="004A555B"/>
    <w:rsid w:val="004B5AE8"/>
    <w:rsid w:val="004C2931"/>
    <w:rsid w:val="004D3453"/>
    <w:rsid w:val="004D6E50"/>
    <w:rsid w:val="004E1FC7"/>
    <w:rsid w:val="004F0D54"/>
    <w:rsid w:val="004F22DC"/>
    <w:rsid w:val="004F41EF"/>
    <w:rsid w:val="005012BD"/>
    <w:rsid w:val="00512493"/>
    <w:rsid w:val="00512772"/>
    <w:rsid w:val="00515369"/>
    <w:rsid w:val="00542EED"/>
    <w:rsid w:val="005436A1"/>
    <w:rsid w:val="00551B06"/>
    <w:rsid w:val="00566185"/>
    <w:rsid w:val="0056750C"/>
    <w:rsid w:val="00567934"/>
    <w:rsid w:val="00571DD3"/>
    <w:rsid w:val="00574628"/>
    <w:rsid w:val="0059293E"/>
    <w:rsid w:val="00595D1F"/>
    <w:rsid w:val="005A035E"/>
    <w:rsid w:val="005A15E8"/>
    <w:rsid w:val="005A3970"/>
    <w:rsid w:val="005A442F"/>
    <w:rsid w:val="005A50DD"/>
    <w:rsid w:val="005A539F"/>
    <w:rsid w:val="005B5125"/>
    <w:rsid w:val="005B7A9F"/>
    <w:rsid w:val="005C18D7"/>
    <w:rsid w:val="005C271E"/>
    <w:rsid w:val="005C4A10"/>
    <w:rsid w:val="005C61A8"/>
    <w:rsid w:val="005D4FB7"/>
    <w:rsid w:val="005F0429"/>
    <w:rsid w:val="005F224B"/>
    <w:rsid w:val="005F22CC"/>
    <w:rsid w:val="005F48A0"/>
    <w:rsid w:val="005F4F39"/>
    <w:rsid w:val="005F6DAB"/>
    <w:rsid w:val="005F7303"/>
    <w:rsid w:val="006015B9"/>
    <w:rsid w:val="00602540"/>
    <w:rsid w:val="00603EF9"/>
    <w:rsid w:val="006040F5"/>
    <w:rsid w:val="00605B7D"/>
    <w:rsid w:val="0061177C"/>
    <w:rsid w:val="00612B00"/>
    <w:rsid w:val="00615764"/>
    <w:rsid w:val="006215A7"/>
    <w:rsid w:val="00625839"/>
    <w:rsid w:val="00627DF5"/>
    <w:rsid w:val="00633029"/>
    <w:rsid w:val="00637869"/>
    <w:rsid w:val="00637F52"/>
    <w:rsid w:val="00641BDF"/>
    <w:rsid w:val="00647227"/>
    <w:rsid w:val="00651623"/>
    <w:rsid w:val="00651D3F"/>
    <w:rsid w:val="00651EB8"/>
    <w:rsid w:val="00651FAE"/>
    <w:rsid w:val="00652CE9"/>
    <w:rsid w:val="00653C6A"/>
    <w:rsid w:val="00662A6D"/>
    <w:rsid w:val="0066344E"/>
    <w:rsid w:val="006658B3"/>
    <w:rsid w:val="006728B0"/>
    <w:rsid w:val="0067631B"/>
    <w:rsid w:val="00680F71"/>
    <w:rsid w:val="00681F79"/>
    <w:rsid w:val="00684749"/>
    <w:rsid w:val="006858A7"/>
    <w:rsid w:val="00692818"/>
    <w:rsid w:val="006A511A"/>
    <w:rsid w:val="006A7C8B"/>
    <w:rsid w:val="006B0470"/>
    <w:rsid w:val="006B0E01"/>
    <w:rsid w:val="006B587B"/>
    <w:rsid w:val="006C3A48"/>
    <w:rsid w:val="006C485D"/>
    <w:rsid w:val="006D12FA"/>
    <w:rsid w:val="006D21E5"/>
    <w:rsid w:val="006D57F0"/>
    <w:rsid w:val="006D5E53"/>
    <w:rsid w:val="006D6DD1"/>
    <w:rsid w:val="006E1074"/>
    <w:rsid w:val="006E5330"/>
    <w:rsid w:val="006E60D3"/>
    <w:rsid w:val="006F195A"/>
    <w:rsid w:val="006F1E3A"/>
    <w:rsid w:val="006F3455"/>
    <w:rsid w:val="006F5B2A"/>
    <w:rsid w:val="006F7AB1"/>
    <w:rsid w:val="0070526F"/>
    <w:rsid w:val="00707695"/>
    <w:rsid w:val="00707B2C"/>
    <w:rsid w:val="00713432"/>
    <w:rsid w:val="00713654"/>
    <w:rsid w:val="0071444F"/>
    <w:rsid w:val="0071612C"/>
    <w:rsid w:val="0072090A"/>
    <w:rsid w:val="007216FB"/>
    <w:rsid w:val="00721C20"/>
    <w:rsid w:val="00737EBA"/>
    <w:rsid w:val="00740911"/>
    <w:rsid w:val="007416E4"/>
    <w:rsid w:val="00743553"/>
    <w:rsid w:val="007476CF"/>
    <w:rsid w:val="0074784C"/>
    <w:rsid w:val="007516A0"/>
    <w:rsid w:val="007516A3"/>
    <w:rsid w:val="007521BF"/>
    <w:rsid w:val="00753305"/>
    <w:rsid w:val="00757E0F"/>
    <w:rsid w:val="007635DB"/>
    <w:rsid w:val="00764CB6"/>
    <w:rsid w:val="007671D2"/>
    <w:rsid w:val="00770704"/>
    <w:rsid w:val="007730A8"/>
    <w:rsid w:val="00773EF3"/>
    <w:rsid w:val="00774011"/>
    <w:rsid w:val="007752CB"/>
    <w:rsid w:val="0077598D"/>
    <w:rsid w:val="00777699"/>
    <w:rsid w:val="00780B66"/>
    <w:rsid w:val="00785622"/>
    <w:rsid w:val="0078638F"/>
    <w:rsid w:val="00787246"/>
    <w:rsid w:val="00791522"/>
    <w:rsid w:val="00792C2E"/>
    <w:rsid w:val="007930C0"/>
    <w:rsid w:val="00794BAA"/>
    <w:rsid w:val="00794C92"/>
    <w:rsid w:val="00797DEE"/>
    <w:rsid w:val="007A0AFF"/>
    <w:rsid w:val="007A1716"/>
    <w:rsid w:val="007A35E5"/>
    <w:rsid w:val="007A6657"/>
    <w:rsid w:val="007A6E81"/>
    <w:rsid w:val="007B5602"/>
    <w:rsid w:val="007B7D18"/>
    <w:rsid w:val="007C4E3E"/>
    <w:rsid w:val="007C5115"/>
    <w:rsid w:val="007D074A"/>
    <w:rsid w:val="007D220B"/>
    <w:rsid w:val="007D499B"/>
    <w:rsid w:val="007D5CB2"/>
    <w:rsid w:val="007D7297"/>
    <w:rsid w:val="007E5063"/>
    <w:rsid w:val="007F04A4"/>
    <w:rsid w:val="007F1313"/>
    <w:rsid w:val="007F4AD9"/>
    <w:rsid w:val="007F5F45"/>
    <w:rsid w:val="00801A59"/>
    <w:rsid w:val="00802F4E"/>
    <w:rsid w:val="00807695"/>
    <w:rsid w:val="00810802"/>
    <w:rsid w:val="00812BF3"/>
    <w:rsid w:val="00812DF7"/>
    <w:rsid w:val="00817555"/>
    <w:rsid w:val="008177CB"/>
    <w:rsid w:val="00823B9C"/>
    <w:rsid w:val="00824568"/>
    <w:rsid w:val="00831E9D"/>
    <w:rsid w:val="00832675"/>
    <w:rsid w:val="008347F3"/>
    <w:rsid w:val="008376FD"/>
    <w:rsid w:val="00842A75"/>
    <w:rsid w:val="00851DBD"/>
    <w:rsid w:val="00856174"/>
    <w:rsid w:val="0085728C"/>
    <w:rsid w:val="00862834"/>
    <w:rsid w:val="00866859"/>
    <w:rsid w:val="00867D41"/>
    <w:rsid w:val="0087210D"/>
    <w:rsid w:val="00872B38"/>
    <w:rsid w:val="008815FC"/>
    <w:rsid w:val="00885CE0"/>
    <w:rsid w:val="00886B24"/>
    <w:rsid w:val="00892539"/>
    <w:rsid w:val="008936D4"/>
    <w:rsid w:val="00897380"/>
    <w:rsid w:val="008A1F8B"/>
    <w:rsid w:val="008A699E"/>
    <w:rsid w:val="008B05BE"/>
    <w:rsid w:val="008B0A16"/>
    <w:rsid w:val="008B3B40"/>
    <w:rsid w:val="008B43B0"/>
    <w:rsid w:val="008B60AE"/>
    <w:rsid w:val="008B7284"/>
    <w:rsid w:val="008C0093"/>
    <w:rsid w:val="008C043E"/>
    <w:rsid w:val="008C25ED"/>
    <w:rsid w:val="008D463F"/>
    <w:rsid w:val="008D6BE5"/>
    <w:rsid w:val="008E0F9C"/>
    <w:rsid w:val="008E6CB1"/>
    <w:rsid w:val="008F1DD3"/>
    <w:rsid w:val="008F4874"/>
    <w:rsid w:val="00901D45"/>
    <w:rsid w:val="00903DE2"/>
    <w:rsid w:val="009063E7"/>
    <w:rsid w:val="009113A3"/>
    <w:rsid w:val="00920B4F"/>
    <w:rsid w:val="0092385C"/>
    <w:rsid w:val="0092553C"/>
    <w:rsid w:val="009266DB"/>
    <w:rsid w:val="0093211A"/>
    <w:rsid w:val="00932805"/>
    <w:rsid w:val="00934366"/>
    <w:rsid w:val="00934918"/>
    <w:rsid w:val="00937ED5"/>
    <w:rsid w:val="00953EC0"/>
    <w:rsid w:val="0095474A"/>
    <w:rsid w:val="00974A91"/>
    <w:rsid w:val="00975463"/>
    <w:rsid w:val="00976A4E"/>
    <w:rsid w:val="00977F91"/>
    <w:rsid w:val="00982883"/>
    <w:rsid w:val="00983E10"/>
    <w:rsid w:val="00986199"/>
    <w:rsid w:val="00991FB6"/>
    <w:rsid w:val="00991FC7"/>
    <w:rsid w:val="009921B3"/>
    <w:rsid w:val="00992CE8"/>
    <w:rsid w:val="0099635C"/>
    <w:rsid w:val="00996B7F"/>
    <w:rsid w:val="009971C8"/>
    <w:rsid w:val="009A3637"/>
    <w:rsid w:val="009A6479"/>
    <w:rsid w:val="009A6763"/>
    <w:rsid w:val="009A68FC"/>
    <w:rsid w:val="009B3E45"/>
    <w:rsid w:val="009D1EA2"/>
    <w:rsid w:val="009D3156"/>
    <w:rsid w:val="009D4E11"/>
    <w:rsid w:val="009E133C"/>
    <w:rsid w:val="009E2559"/>
    <w:rsid w:val="009E63F4"/>
    <w:rsid w:val="009E6CEC"/>
    <w:rsid w:val="009F37D1"/>
    <w:rsid w:val="009F4376"/>
    <w:rsid w:val="009F5540"/>
    <w:rsid w:val="00A017BE"/>
    <w:rsid w:val="00A01CEC"/>
    <w:rsid w:val="00A031EF"/>
    <w:rsid w:val="00A062C7"/>
    <w:rsid w:val="00A067F7"/>
    <w:rsid w:val="00A12545"/>
    <w:rsid w:val="00A131C8"/>
    <w:rsid w:val="00A13A31"/>
    <w:rsid w:val="00A14B17"/>
    <w:rsid w:val="00A17CF3"/>
    <w:rsid w:val="00A218A6"/>
    <w:rsid w:val="00A22C52"/>
    <w:rsid w:val="00A2342C"/>
    <w:rsid w:val="00A249A2"/>
    <w:rsid w:val="00A2581C"/>
    <w:rsid w:val="00A25AD7"/>
    <w:rsid w:val="00A25D16"/>
    <w:rsid w:val="00A2607D"/>
    <w:rsid w:val="00A27C37"/>
    <w:rsid w:val="00A33BC6"/>
    <w:rsid w:val="00A34A80"/>
    <w:rsid w:val="00A3517C"/>
    <w:rsid w:val="00A4245A"/>
    <w:rsid w:val="00A441F7"/>
    <w:rsid w:val="00A4549B"/>
    <w:rsid w:val="00A458E9"/>
    <w:rsid w:val="00A46137"/>
    <w:rsid w:val="00A46343"/>
    <w:rsid w:val="00A5181B"/>
    <w:rsid w:val="00A54061"/>
    <w:rsid w:val="00A574BF"/>
    <w:rsid w:val="00A60463"/>
    <w:rsid w:val="00A6159E"/>
    <w:rsid w:val="00A76E1E"/>
    <w:rsid w:val="00A8015A"/>
    <w:rsid w:val="00A8461D"/>
    <w:rsid w:val="00A859A3"/>
    <w:rsid w:val="00A87E22"/>
    <w:rsid w:val="00A94353"/>
    <w:rsid w:val="00AA029F"/>
    <w:rsid w:val="00AA13C7"/>
    <w:rsid w:val="00AA40F2"/>
    <w:rsid w:val="00AA5170"/>
    <w:rsid w:val="00AA5764"/>
    <w:rsid w:val="00AC1BA0"/>
    <w:rsid w:val="00AC3255"/>
    <w:rsid w:val="00AC32AE"/>
    <w:rsid w:val="00AC4DEC"/>
    <w:rsid w:val="00AC5CA6"/>
    <w:rsid w:val="00AC7214"/>
    <w:rsid w:val="00AD023C"/>
    <w:rsid w:val="00AD0F63"/>
    <w:rsid w:val="00AD1A0C"/>
    <w:rsid w:val="00AD2F5F"/>
    <w:rsid w:val="00AE2588"/>
    <w:rsid w:val="00AE2A82"/>
    <w:rsid w:val="00AE3759"/>
    <w:rsid w:val="00AE4298"/>
    <w:rsid w:val="00AE570C"/>
    <w:rsid w:val="00AF04EE"/>
    <w:rsid w:val="00AF1ECA"/>
    <w:rsid w:val="00AF294C"/>
    <w:rsid w:val="00AF6A8C"/>
    <w:rsid w:val="00B00143"/>
    <w:rsid w:val="00B048ED"/>
    <w:rsid w:val="00B10C6E"/>
    <w:rsid w:val="00B159A4"/>
    <w:rsid w:val="00B222D9"/>
    <w:rsid w:val="00B247F4"/>
    <w:rsid w:val="00B26175"/>
    <w:rsid w:val="00B31485"/>
    <w:rsid w:val="00B331A5"/>
    <w:rsid w:val="00B35770"/>
    <w:rsid w:val="00B35BC7"/>
    <w:rsid w:val="00B363B8"/>
    <w:rsid w:val="00B37021"/>
    <w:rsid w:val="00B3732A"/>
    <w:rsid w:val="00B420B6"/>
    <w:rsid w:val="00B43061"/>
    <w:rsid w:val="00B51043"/>
    <w:rsid w:val="00B51499"/>
    <w:rsid w:val="00B51B27"/>
    <w:rsid w:val="00B52418"/>
    <w:rsid w:val="00B53BE9"/>
    <w:rsid w:val="00B54601"/>
    <w:rsid w:val="00B55D7A"/>
    <w:rsid w:val="00B578F8"/>
    <w:rsid w:val="00B62EFF"/>
    <w:rsid w:val="00B63F4D"/>
    <w:rsid w:val="00B64CBB"/>
    <w:rsid w:val="00B668AD"/>
    <w:rsid w:val="00B71DE2"/>
    <w:rsid w:val="00B80E3E"/>
    <w:rsid w:val="00B817C0"/>
    <w:rsid w:val="00B82B25"/>
    <w:rsid w:val="00B84D55"/>
    <w:rsid w:val="00B87567"/>
    <w:rsid w:val="00B87670"/>
    <w:rsid w:val="00B913DF"/>
    <w:rsid w:val="00B948C3"/>
    <w:rsid w:val="00B94A94"/>
    <w:rsid w:val="00B9552F"/>
    <w:rsid w:val="00BA5929"/>
    <w:rsid w:val="00BA7CD6"/>
    <w:rsid w:val="00BB485B"/>
    <w:rsid w:val="00BC224D"/>
    <w:rsid w:val="00BC60F8"/>
    <w:rsid w:val="00BC76DA"/>
    <w:rsid w:val="00BD0DE6"/>
    <w:rsid w:val="00BD1D37"/>
    <w:rsid w:val="00BD3043"/>
    <w:rsid w:val="00BD4266"/>
    <w:rsid w:val="00BD48EB"/>
    <w:rsid w:val="00BD5A6B"/>
    <w:rsid w:val="00BE068F"/>
    <w:rsid w:val="00BF7A02"/>
    <w:rsid w:val="00C01125"/>
    <w:rsid w:val="00C02AD9"/>
    <w:rsid w:val="00C10D7F"/>
    <w:rsid w:val="00C14EEC"/>
    <w:rsid w:val="00C15590"/>
    <w:rsid w:val="00C1623C"/>
    <w:rsid w:val="00C1652F"/>
    <w:rsid w:val="00C202B2"/>
    <w:rsid w:val="00C206FA"/>
    <w:rsid w:val="00C23161"/>
    <w:rsid w:val="00C25458"/>
    <w:rsid w:val="00C31174"/>
    <w:rsid w:val="00C33975"/>
    <w:rsid w:val="00C33E96"/>
    <w:rsid w:val="00C371B5"/>
    <w:rsid w:val="00C41E36"/>
    <w:rsid w:val="00C47041"/>
    <w:rsid w:val="00C50188"/>
    <w:rsid w:val="00C503D5"/>
    <w:rsid w:val="00C51241"/>
    <w:rsid w:val="00C51C61"/>
    <w:rsid w:val="00C525AF"/>
    <w:rsid w:val="00C5433B"/>
    <w:rsid w:val="00C607C7"/>
    <w:rsid w:val="00C61507"/>
    <w:rsid w:val="00C6457A"/>
    <w:rsid w:val="00C650D0"/>
    <w:rsid w:val="00C659CA"/>
    <w:rsid w:val="00C66AA6"/>
    <w:rsid w:val="00C7370E"/>
    <w:rsid w:val="00C73C2D"/>
    <w:rsid w:val="00C779C2"/>
    <w:rsid w:val="00C82B6D"/>
    <w:rsid w:val="00C82C09"/>
    <w:rsid w:val="00C82E8E"/>
    <w:rsid w:val="00C851BB"/>
    <w:rsid w:val="00CA437D"/>
    <w:rsid w:val="00CB20C3"/>
    <w:rsid w:val="00CB242E"/>
    <w:rsid w:val="00CC1212"/>
    <w:rsid w:val="00CC3F21"/>
    <w:rsid w:val="00CC45ED"/>
    <w:rsid w:val="00CC69B2"/>
    <w:rsid w:val="00CC7492"/>
    <w:rsid w:val="00CD0F7E"/>
    <w:rsid w:val="00CD60BE"/>
    <w:rsid w:val="00CD7ADD"/>
    <w:rsid w:val="00CF0645"/>
    <w:rsid w:val="00CF1CFF"/>
    <w:rsid w:val="00CF25B7"/>
    <w:rsid w:val="00CF28F7"/>
    <w:rsid w:val="00CF49F7"/>
    <w:rsid w:val="00CF551F"/>
    <w:rsid w:val="00CF5DC0"/>
    <w:rsid w:val="00CF5DF3"/>
    <w:rsid w:val="00D01DDF"/>
    <w:rsid w:val="00D01FDF"/>
    <w:rsid w:val="00D026E4"/>
    <w:rsid w:val="00D05518"/>
    <w:rsid w:val="00D102E7"/>
    <w:rsid w:val="00D21D6C"/>
    <w:rsid w:val="00D230D1"/>
    <w:rsid w:val="00D23618"/>
    <w:rsid w:val="00D26DFB"/>
    <w:rsid w:val="00D27762"/>
    <w:rsid w:val="00D27E46"/>
    <w:rsid w:val="00D349C6"/>
    <w:rsid w:val="00D37638"/>
    <w:rsid w:val="00D509C8"/>
    <w:rsid w:val="00D50C42"/>
    <w:rsid w:val="00D54940"/>
    <w:rsid w:val="00D62071"/>
    <w:rsid w:val="00D766F0"/>
    <w:rsid w:val="00D76C85"/>
    <w:rsid w:val="00D776F6"/>
    <w:rsid w:val="00D779D5"/>
    <w:rsid w:val="00D80D6A"/>
    <w:rsid w:val="00D84E2C"/>
    <w:rsid w:val="00D853A9"/>
    <w:rsid w:val="00D85477"/>
    <w:rsid w:val="00D87FE2"/>
    <w:rsid w:val="00D9028F"/>
    <w:rsid w:val="00D920FE"/>
    <w:rsid w:val="00DA13F7"/>
    <w:rsid w:val="00DA301E"/>
    <w:rsid w:val="00DA5E77"/>
    <w:rsid w:val="00DB3D4E"/>
    <w:rsid w:val="00DB5FF6"/>
    <w:rsid w:val="00DC7389"/>
    <w:rsid w:val="00DD1CF5"/>
    <w:rsid w:val="00DD3BF7"/>
    <w:rsid w:val="00DD7443"/>
    <w:rsid w:val="00DE64AC"/>
    <w:rsid w:val="00DE7D5C"/>
    <w:rsid w:val="00DF034A"/>
    <w:rsid w:val="00DF1882"/>
    <w:rsid w:val="00E00708"/>
    <w:rsid w:val="00E01E92"/>
    <w:rsid w:val="00E02A91"/>
    <w:rsid w:val="00E10220"/>
    <w:rsid w:val="00E12F9D"/>
    <w:rsid w:val="00E155EC"/>
    <w:rsid w:val="00E2236F"/>
    <w:rsid w:val="00E229AF"/>
    <w:rsid w:val="00E22C48"/>
    <w:rsid w:val="00E2383C"/>
    <w:rsid w:val="00E26F26"/>
    <w:rsid w:val="00E3230F"/>
    <w:rsid w:val="00E35527"/>
    <w:rsid w:val="00E424E7"/>
    <w:rsid w:val="00E42F23"/>
    <w:rsid w:val="00E50FF8"/>
    <w:rsid w:val="00E52FCE"/>
    <w:rsid w:val="00E55261"/>
    <w:rsid w:val="00E57279"/>
    <w:rsid w:val="00E57906"/>
    <w:rsid w:val="00E627E8"/>
    <w:rsid w:val="00E62DE5"/>
    <w:rsid w:val="00E63143"/>
    <w:rsid w:val="00E6324C"/>
    <w:rsid w:val="00E634C9"/>
    <w:rsid w:val="00E64663"/>
    <w:rsid w:val="00E71816"/>
    <w:rsid w:val="00E73108"/>
    <w:rsid w:val="00E757C0"/>
    <w:rsid w:val="00E776A3"/>
    <w:rsid w:val="00E97164"/>
    <w:rsid w:val="00EA0AFA"/>
    <w:rsid w:val="00EA393F"/>
    <w:rsid w:val="00EA4170"/>
    <w:rsid w:val="00EB1AB5"/>
    <w:rsid w:val="00EB1E40"/>
    <w:rsid w:val="00EB68D7"/>
    <w:rsid w:val="00EC10AD"/>
    <w:rsid w:val="00EC22CF"/>
    <w:rsid w:val="00EC5218"/>
    <w:rsid w:val="00ED00DF"/>
    <w:rsid w:val="00EE0A29"/>
    <w:rsid w:val="00EE1C4C"/>
    <w:rsid w:val="00EE5241"/>
    <w:rsid w:val="00EE7807"/>
    <w:rsid w:val="00EE7976"/>
    <w:rsid w:val="00EF2E23"/>
    <w:rsid w:val="00EF2F65"/>
    <w:rsid w:val="00F01A91"/>
    <w:rsid w:val="00F03D55"/>
    <w:rsid w:val="00F04420"/>
    <w:rsid w:val="00F078DF"/>
    <w:rsid w:val="00F106FC"/>
    <w:rsid w:val="00F11EBF"/>
    <w:rsid w:val="00F13796"/>
    <w:rsid w:val="00F13F00"/>
    <w:rsid w:val="00F14918"/>
    <w:rsid w:val="00F21DC9"/>
    <w:rsid w:val="00F24623"/>
    <w:rsid w:val="00F31792"/>
    <w:rsid w:val="00F31FF4"/>
    <w:rsid w:val="00F32E52"/>
    <w:rsid w:val="00F353BC"/>
    <w:rsid w:val="00F377AD"/>
    <w:rsid w:val="00F37AF2"/>
    <w:rsid w:val="00F52D8B"/>
    <w:rsid w:val="00F53C90"/>
    <w:rsid w:val="00F56313"/>
    <w:rsid w:val="00F56CC7"/>
    <w:rsid w:val="00F61BF1"/>
    <w:rsid w:val="00F6559B"/>
    <w:rsid w:val="00F67BF8"/>
    <w:rsid w:val="00F73F42"/>
    <w:rsid w:val="00F75F34"/>
    <w:rsid w:val="00F81A9E"/>
    <w:rsid w:val="00F8480C"/>
    <w:rsid w:val="00F856B6"/>
    <w:rsid w:val="00F94EE5"/>
    <w:rsid w:val="00F9590C"/>
    <w:rsid w:val="00F96B04"/>
    <w:rsid w:val="00F97DA1"/>
    <w:rsid w:val="00FA2269"/>
    <w:rsid w:val="00FA2763"/>
    <w:rsid w:val="00FA3687"/>
    <w:rsid w:val="00FA61FD"/>
    <w:rsid w:val="00FA7089"/>
    <w:rsid w:val="00FA70A8"/>
    <w:rsid w:val="00FA7433"/>
    <w:rsid w:val="00FB76A1"/>
    <w:rsid w:val="00FC2416"/>
    <w:rsid w:val="00FC2EE1"/>
    <w:rsid w:val="00FD7975"/>
    <w:rsid w:val="00FF1A6F"/>
    <w:rsid w:val="00FF3815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0D0EE"/>
  <w15:docId w15:val="{278B1DE7-BE2C-4B13-8920-C64F7FD4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2545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rsid w:val="00E6324C"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link w:val="Heading2Char"/>
    <w:qFormat/>
    <w:rsid w:val="00E6324C"/>
    <w:pPr>
      <w:numPr>
        <w:numId w:val="12"/>
      </w:num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E6324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6324C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6324C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6324C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324C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6324C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6324C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32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324C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E6324C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  <w:rsid w:val="00E6324C"/>
  </w:style>
  <w:style w:type="paragraph" w:styleId="Title">
    <w:name w:val="Title"/>
    <w:basedOn w:val="Normal"/>
    <w:qFormat/>
    <w:rsid w:val="00E6324C"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rsid w:val="00E6324C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rsid w:val="00E6324C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E6324C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rsid w:val="00E6324C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E6324C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styleId="BodyTextFirstIndent">
    <w:name w:val="Body Text First Indent"/>
    <w:basedOn w:val="BodyText"/>
    <w:rsid w:val="00E6324C"/>
    <w:pPr>
      <w:ind w:firstLine="210"/>
    </w:pPr>
  </w:style>
  <w:style w:type="paragraph" w:styleId="BodyTextIndent">
    <w:name w:val="Body Text Indent"/>
    <w:basedOn w:val="Normal"/>
    <w:rsid w:val="00E6324C"/>
    <w:pPr>
      <w:spacing w:after="120"/>
      <w:ind w:left="360"/>
    </w:pPr>
  </w:style>
  <w:style w:type="paragraph" w:styleId="BodyTextFirstIndent2">
    <w:name w:val="Body Text First Indent 2"/>
    <w:basedOn w:val="BodyTextIndent"/>
    <w:rsid w:val="00E6324C"/>
    <w:pPr>
      <w:ind w:firstLine="210"/>
    </w:pPr>
  </w:style>
  <w:style w:type="paragraph" w:styleId="BodyTextIndent2">
    <w:name w:val="Body Text Indent 2"/>
    <w:basedOn w:val="Normal"/>
    <w:rsid w:val="00E6324C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6324C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rsid w:val="00E6324C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sid w:val="00E6324C"/>
    <w:rPr>
      <w:sz w:val="16"/>
      <w:szCs w:val="20"/>
    </w:rPr>
  </w:style>
  <w:style w:type="paragraph" w:styleId="HTMLAddress">
    <w:name w:val="HTML Address"/>
    <w:basedOn w:val="Normal"/>
    <w:rsid w:val="00E6324C"/>
    <w:rPr>
      <w:i/>
      <w:iCs/>
    </w:rPr>
  </w:style>
  <w:style w:type="paragraph" w:styleId="HTMLPreformatted">
    <w:name w:val="HTML Preformatted"/>
    <w:basedOn w:val="Normal"/>
    <w:rsid w:val="00E6324C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sid w:val="00E6324C"/>
    <w:rPr>
      <w:rFonts w:cs="Arial"/>
      <w:b/>
      <w:bCs/>
    </w:rPr>
  </w:style>
  <w:style w:type="paragraph" w:styleId="NormalWeb">
    <w:name w:val="Normal (Web)"/>
    <w:basedOn w:val="Normal"/>
    <w:rsid w:val="00E6324C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E6324C"/>
    <w:pPr>
      <w:ind w:left="720"/>
    </w:pPr>
  </w:style>
  <w:style w:type="paragraph" w:styleId="NoteHeading">
    <w:name w:val="Note Heading"/>
    <w:basedOn w:val="Normal"/>
    <w:next w:val="Normal"/>
    <w:rsid w:val="00E6324C"/>
  </w:style>
  <w:style w:type="paragraph" w:styleId="PlainText">
    <w:name w:val="Plain Text"/>
    <w:basedOn w:val="Normal"/>
    <w:rsid w:val="00E6324C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rsid w:val="00E6324C"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sid w:val="00E6324C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rsid w:val="00E6324C"/>
    <w:pPr>
      <w:ind w:left="4320"/>
    </w:pPr>
  </w:style>
  <w:style w:type="paragraph" w:styleId="CommentText">
    <w:name w:val="annotation text"/>
    <w:basedOn w:val="Normal"/>
    <w:link w:val="CommentTextChar"/>
    <w:rsid w:val="00E6324C"/>
    <w:rPr>
      <w:sz w:val="20"/>
      <w:szCs w:val="20"/>
    </w:rPr>
  </w:style>
  <w:style w:type="paragraph" w:styleId="Date">
    <w:name w:val="Date"/>
    <w:basedOn w:val="Normal"/>
    <w:next w:val="Normal"/>
    <w:rsid w:val="00E6324C"/>
  </w:style>
  <w:style w:type="paragraph" w:styleId="E-mailSignature">
    <w:name w:val="E-mail Signature"/>
    <w:basedOn w:val="Normal"/>
    <w:rsid w:val="00E6324C"/>
  </w:style>
  <w:style w:type="paragraph" w:styleId="EndnoteText">
    <w:name w:val="endnote text"/>
    <w:basedOn w:val="Normal"/>
    <w:semiHidden/>
    <w:rsid w:val="00E6324C"/>
    <w:rPr>
      <w:sz w:val="20"/>
      <w:szCs w:val="20"/>
    </w:rPr>
  </w:style>
  <w:style w:type="paragraph" w:styleId="EnvelopeAddress">
    <w:name w:val="envelope address"/>
    <w:basedOn w:val="Normal"/>
    <w:rsid w:val="00E6324C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E6324C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E6324C"/>
    <w:pPr>
      <w:ind w:left="190" w:hanging="190"/>
    </w:pPr>
  </w:style>
  <w:style w:type="paragraph" w:styleId="Index2">
    <w:name w:val="index 2"/>
    <w:basedOn w:val="Normal"/>
    <w:next w:val="Normal"/>
    <w:autoRedefine/>
    <w:semiHidden/>
    <w:rsid w:val="00E6324C"/>
    <w:pPr>
      <w:ind w:left="380" w:hanging="190"/>
    </w:pPr>
  </w:style>
  <w:style w:type="paragraph" w:styleId="Index3">
    <w:name w:val="index 3"/>
    <w:basedOn w:val="Normal"/>
    <w:next w:val="Normal"/>
    <w:autoRedefine/>
    <w:semiHidden/>
    <w:rsid w:val="00E6324C"/>
    <w:pPr>
      <w:ind w:left="570" w:hanging="190"/>
    </w:pPr>
  </w:style>
  <w:style w:type="paragraph" w:styleId="Index4">
    <w:name w:val="index 4"/>
    <w:basedOn w:val="Normal"/>
    <w:next w:val="Normal"/>
    <w:autoRedefine/>
    <w:semiHidden/>
    <w:rsid w:val="00E6324C"/>
    <w:pPr>
      <w:ind w:left="760" w:hanging="190"/>
    </w:pPr>
  </w:style>
  <w:style w:type="paragraph" w:styleId="Index5">
    <w:name w:val="index 5"/>
    <w:basedOn w:val="Normal"/>
    <w:next w:val="Normal"/>
    <w:autoRedefine/>
    <w:semiHidden/>
    <w:rsid w:val="00E6324C"/>
    <w:pPr>
      <w:ind w:left="950" w:hanging="190"/>
    </w:pPr>
  </w:style>
  <w:style w:type="paragraph" w:styleId="Index6">
    <w:name w:val="index 6"/>
    <w:basedOn w:val="Normal"/>
    <w:next w:val="Normal"/>
    <w:autoRedefine/>
    <w:semiHidden/>
    <w:rsid w:val="00E6324C"/>
    <w:pPr>
      <w:ind w:left="1140" w:hanging="190"/>
    </w:pPr>
  </w:style>
  <w:style w:type="paragraph" w:styleId="Index7">
    <w:name w:val="index 7"/>
    <w:basedOn w:val="Normal"/>
    <w:next w:val="Normal"/>
    <w:autoRedefine/>
    <w:semiHidden/>
    <w:rsid w:val="00E6324C"/>
    <w:pPr>
      <w:ind w:left="1330" w:hanging="190"/>
    </w:pPr>
  </w:style>
  <w:style w:type="paragraph" w:styleId="Index8">
    <w:name w:val="index 8"/>
    <w:basedOn w:val="Normal"/>
    <w:next w:val="Normal"/>
    <w:autoRedefine/>
    <w:semiHidden/>
    <w:rsid w:val="00E6324C"/>
    <w:pPr>
      <w:ind w:left="1520" w:hanging="190"/>
    </w:pPr>
  </w:style>
  <w:style w:type="paragraph" w:styleId="Index9">
    <w:name w:val="index 9"/>
    <w:basedOn w:val="Normal"/>
    <w:next w:val="Normal"/>
    <w:autoRedefine/>
    <w:semiHidden/>
    <w:rsid w:val="00E6324C"/>
    <w:pPr>
      <w:ind w:left="1710" w:hanging="190"/>
    </w:pPr>
  </w:style>
  <w:style w:type="paragraph" w:styleId="List">
    <w:name w:val="List"/>
    <w:basedOn w:val="Normal"/>
    <w:rsid w:val="00E6324C"/>
    <w:pPr>
      <w:ind w:left="360" w:hanging="360"/>
    </w:pPr>
  </w:style>
  <w:style w:type="paragraph" w:styleId="List2">
    <w:name w:val="List 2"/>
    <w:basedOn w:val="Normal"/>
    <w:rsid w:val="00E6324C"/>
    <w:pPr>
      <w:ind w:left="720" w:hanging="360"/>
    </w:pPr>
  </w:style>
  <w:style w:type="paragraph" w:styleId="List3">
    <w:name w:val="List 3"/>
    <w:basedOn w:val="Normal"/>
    <w:rsid w:val="00E6324C"/>
    <w:pPr>
      <w:ind w:left="1080" w:hanging="360"/>
    </w:pPr>
  </w:style>
  <w:style w:type="paragraph" w:styleId="List4">
    <w:name w:val="List 4"/>
    <w:basedOn w:val="Normal"/>
    <w:rsid w:val="00E6324C"/>
    <w:pPr>
      <w:ind w:left="1440" w:hanging="360"/>
    </w:pPr>
  </w:style>
  <w:style w:type="paragraph" w:styleId="List5">
    <w:name w:val="List 5"/>
    <w:basedOn w:val="Normal"/>
    <w:rsid w:val="00E6324C"/>
    <w:pPr>
      <w:ind w:left="1800" w:hanging="360"/>
    </w:pPr>
  </w:style>
  <w:style w:type="paragraph" w:styleId="ListBullet">
    <w:name w:val="List Bullet"/>
    <w:basedOn w:val="Normal"/>
    <w:autoRedefine/>
    <w:rsid w:val="00E6324C"/>
    <w:pPr>
      <w:numPr>
        <w:numId w:val="1"/>
      </w:numPr>
    </w:pPr>
  </w:style>
  <w:style w:type="paragraph" w:styleId="ListBullet2">
    <w:name w:val="List Bullet 2"/>
    <w:basedOn w:val="Normal"/>
    <w:autoRedefine/>
    <w:rsid w:val="00E6324C"/>
    <w:pPr>
      <w:numPr>
        <w:numId w:val="2"/>
      </w:numPr>
    </w:pPr>
  </w:style>
  <w:style w:type="paragraph" w:styleId="ListBullet3">
    <w:name w:val="List Bullet 3"/>
    <w:basedOn w:val="Normal"/>
    <w:autoRedefine/>
    <w:rsid w:val="00E6324C"/>
    <w:pPr>
      <w:numPr>
        <w:numId w:val="3"/>
      </w:numPr>
    </w:pPr>
  </w:style>
  <w:style w:type="paragraph" w:styleId="ListBullet4">
    <w:name w:val="List Bullet 4"/>
    <w:basedOn w:val="Normal"/>
    <w:autoRedefine/>
    <w:rsid w:val="00E6324C"/>
    <w:pPr>
      <w:numPr>
        <w:numId w:val="4"/>
      </w:numPr>
    </w:pPr>
  </w:style>
  <w:style w:type="paragraph" w:styleId="ListBullet5">
    <w:name w:val="List Bullet 5"/>
    <w:basedOn w:val="Normal"/>
    <w:autoRedefine/>
    <w:rsid w:val="00E6324C"/>
    <w:pPr>
      <w:numPr>
        <w:numId w:val="5"/>
      </w:numPr>
    </w:pPr>
  </w:style>
  <w:style w:type="paragraph" w:styleId="ListContinue">
    <w:name w:val="List Continue"/>
    <w:basedOn w:val="Normal"/>
    <w:rsid w:val="00E6324C"/>
    <w:pPr>
      <w:spacing w:after="120"/>
      <w:ind w:left="360"/>
    </w:pPr>
  </w:style>
  <w:style w:type="paragraph" w:styleId="ListContinue2">
    <w:name w:val="List Continue 2"/>
    <w:basedOn w:val="Normal"/>
    <w:rsid w:val="00E6324C"/>
    <w:pPr>
      <w:spacing w:after="120"/>
      <w:ind w:left="720"/>
    </w:pPr>
  </w:style>
  <w:style w:type="paragraph" w:styleId="ListContinue3">
    <w:name w:val="List Continue 3"/>
    <w:basedOn w:val="Normal"/>
    <w:rsid w:val="00E6324C"/>
    <w:pPr>
      <w:spacing w:after="120"/>
      <w:ind w:left="1080"/>
    </w:pPr>
  </w:style>
  <w:style w:type="paragraph" w:styleId="ListContinue4">
    <w:name w:val="List Continue 4"/>
    <w:basedOn w:val="Normal"/>
    <w:rsid w:val="00E6324C"/>
    <w:pPr>
      <w:spacing w:after="120"/>
      <w:ind w:left="1440"/>
    </w:pPr>
  </w:style>
  <w:style w:type="paragraph" w:styleId="ListContinue5">
    <w:name w:val="List Continue 5"/>
    <w:basedOn w:val="Normal"/>
    <w:rsid w:val="00E6324C"/>
    <w:pPr>
      <w:spacing w:after="120"/>
      <w:ind w:left="1800"/>
    </w:pPr>
  </w:style>
  <w:style w:type="paragraph" w:styleId="ListNumber">
    <w:name w:val="List Number"/>
    <w:basedOn w:val="Normal"/>
    <w:rsid w:val="00E6324C"/>
    <w:pPr>
      <w:numPr>
        <w:numId w:val="6"/>
      </w:numPr>
    </w:pPr>
  </w:style>
  <w:style w:type="paragraph" w:styleId="ListNumber2">
    <w:name w:val="List Number 2"/>
    <w:basedOn w:val="Normal"/>
    <w:rsid w:val="00E6324C"/>
    <w:pPr>
      <w:numPr>
        <w:numId w:val="7"/>
      </w:numPr>
    </w:pPr>
  </w:style>
  <w:style w:type="paragraph" w:styleId="ListNumber3">
    <w:name w:val="List Number 3"/>
    <w:basedOn w:val="Normal"/>
    <w:rsid w:val="00E6324C"/>
    <w:pPr>
      <w:numPr>
        <w:numId w:val="8"/>
      </w:numPr>
    </w:pPr>
  </w:style>
  <w:style w:type="paragraph" w:styleId="ListNumber4">
    <w:name w:val="List Number 4"/>
    <w:basedOn w:val="Normal"/>
    <w:rsid w:val="00E6324C"/>
    <w:pPr>
      <w:numPr>
        <w:numId w:val="9"/>
      </w:numPr>
    </w:pPr>
  </w:style>
  <w:style w:type="paragraph" w:styleId="ListNumber5">
    <w:name w:val="List Number 5"/>
    <w:basedOn w:val="Normal"/>
    <w:rsid w:val="00E6324C"/>
    <w:pPr>
      <w:numPr>
        <w:numId w:val="10"/>
      </w:numPr>
    </w:pPr>
  </w:style>
  <w:style w:type="paragraph" w:styleId="MacroText">
    <w:name w:val="macro"/>
    <w:semiHidden/>
    <w:rsid w:val="00E632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E632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  <w:rsid w:val="00E6324C"/>
  </w:style>
  <w:style w:type="paragraph" w:styleId="Signature">
    <w:name w:val="Signature"/>
    <w:basedOn w:val="Normal"/>
    <w:rsid w:val="00E6324C"/>
    <w:pPr>
      <w:ind w:left="4320"/>
    </w:pPr>
  </w:style>
  <w:style w:type="paragraph" w:styleId="Subtitle">
    <w:name w:val="Subtitle"/>
    <w:basedOn w:val="Normal"/>
    <w:qFormat/>
    <w:rsid w:val="00E6324C"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rsid w:val="00E6324C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E6324C"/>
    <w:pPr>
      <w:ind w:left="380" w:hanging="380"/>
    </w:pPr>
  </w:style>
  <w:style w:type="paragraph" w:styleId="TOAHeading">
    <w:name w:val="toa heading"/>
    <w:basedOn w:val="Normal"/>
    <w:next w:val="Normal"/>
    <w:semiHidden/>
    <w:rsid w:val="00E6324C"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E6324C"/>
  </w:style>
  <w:style w:type="paragraph" w:styleId="TOC2">
    <w:name w:val="toc 2"/>
    <w:basedOn w:val="Normal"/>
    <w:next w:val="Normal"/>
    <w:autoRedefine/>
    <w:semiHidden/>
    <w:rsid w:val="00E6324C"/>
    <w:pPr>
      <w:ind w:left="190"/>
    </w:pPr>
  </w:style>
  <w:style w:type="paragraph" w:styleId="TOC3">
    <w:name w:val="toc 3"/>
    <w:basedOn w:val="Normal"/>
    <w:next w:val="Normal"/>
    <w:autoRedefine/>
    <w:semiHidden/>
    <w:rsid w:val="00E6324C"/>
    <w:pPr>
      <w:ind w:left="380"/>
    </w:pPr>
  </w:style>
  <w:style w:type="paragraph" w:styleId="TOC4">
    <w:name w:val="toc 4"/>
    <w:basedOn w:val="Normal"/>
    <w:next w:val="Normal"/>
    <w:autoRedefine/>
    <w:semiHidden/>
    <w:rsid w:val="00E6324C"/>
    <w:pPr>
      <w:ind w:left="570"/>
    </w:pPr>
  </w:style>
  <w:style w:type="paragraph" w:styleId="TOC5">
    <w:name w:val="toc 5"/>
    <w:basedOn w:val="Normal"/>
    <w:next w:val="Normal"/>
    <w:autoRedefine/>
    <w:semiHidden/>
    <w:rsid w:val="00E6324C"/>
    <w:pPr>
      <w:ind w:left="760"/>
    </w:pPr>
  </w:style>
  <w:style w:type="paragraph" w:styleId="TOC6">
    <w:name w:val="toc 6"/>
    <w:basedOn w:val="Normal"/>
    <w:next w:val="Normal"/>
    <w:autoRedefine/>
    <w:semiHidden/>
    <w:rsid w:val="00E6324C"/>
    <w:pPr>
      <w:ind w:left="950"/>
    </w:pPr>
  </w:style>
  <w:style w:type="paragraph" w:styleId="TOC7">
    <w:name w:val="toc 7"/>
    <w:basedOn w:val="Normal"/>
    <w:next w:val="Normal"/>
    <w:autoRedefine/>
    <w:semiHidden/>
    <w:rsid w:val="00E6324C"/>
    <w:pPr>
      <w:ind w:left="1140"/>
    </w:pPr>
  </w:style>
  <w:style w:type="paragraph" w:styleId="TOC8">
    <w:name w:val="toc 8"/>
    <w:basedOn w:val="Normal"/>
    <w:next w:val="Normal"/>
    <w:autoRedefine/>
    <w:semiHidden/>
    <w:rsid w:val="00E6324C"/>
    <w:pPr>
      <w:ind w:left="1330"/>
    </w:pPr>
  </w:style>
  <w:style w:type="paragraph" w:styleId="TOC9">
    <w:name w:val="toc 9"/>
    <w:basedOn w:val="Normal"/>
    <w:next w:val="Normal"/>
    <w:autoRedefine/>
    <w:semiHidden/>
    <w:rsid w:val="00E6324C"/>
    <w:pPr>
      <w:ind w:left="1520"/>
    </w:pPr>
  </w:style>
  <w:style w:type="paragraph" w:customStyle="1" w:styleId="OFFICEBOX">
    <w:name w:val="OFFICE BOX"/>
    <w:basedOn w:val="BoldInstructions"/>
    <w:rsid w:val="00E6324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rsid w:val="00E6324C"/>
    <w:pPr>
      <w:spacing w:after="60"/>
    </w:pPr>
    <w:rPr>
      <w:b/>
      <w:i/>
    </w:rPr>
  </w:style>
  <w:style w:type="paragraph" w:customStyle="1" w:styleId="SignatureLine">
    <w:name w:val="Signature Line"/>
    <w:basedOn w:val="Normal"/>
    <w:rsid w:val="00E6324C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basedOn w:val="DefaultParagraphFont"/>
    <w:semiHidden/>
    <w:rsid w:val="00E6324C"/>
    <w:rPr>
      <w:vertAlign w:val="superscript"/>
    </w:rPr>
  </w:style>
  <w:style w:type="character" w:styleId="EndnoteReference">
    <w:name w:val="endnote reference"/>
    <w:basedOn w:val="DefaultParagraphFont"/>
    <w:semiHidden/>
    <w:rsid w:val="00E6324C"/>
    <w:rPr>
      <w:vertAlign w:val="superscript"/>
    </w:rPr>
  </w:style>
  <w:style w:type="paragraph" w:customStyle="1" w:styleId="aindenttext">
    <w:name w:val="a) indent text"/>
    <w:basedOn w:val="BodyText"/>
    <w:rsid w:val="00E6324C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basedOn w:val="DefaultParagraphFont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basedOn w:val="DefaultParagraphFont"/>
    <w:rsid w:val="003E4A9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C60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60F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0FF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F0FF7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1F0FF7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1F0FF7"/>
    <w:rPr>
      <w:rFonts w:ascii="Myriad Roman" w:hAnsi="Myriad Roman"/>
    </w:rPr>
  </w:style>
  <w:style w:type="paragraph" w:styleId="Revision">
    <w:name w:val="Revision"/>
    <w:hidden/>
    <w:uiPriority w:val="99"/>
    <w:semiHidden/>
    <w:rsid w:val="00E2383C"/>
    <w:rPr>
      <w:rFonts w:ascii="Myriad Roman" w:hAnsi="Myriad Roman"/>
      <w:sz w:val="19"/>
      <w:szCs w:val="24"/>
    </w:rPr>
  </w:style>
  <w:style w:type="paragraph" w:styleId="ListParagraph">
    <w:name w:val="List Paragraph"/>
    <w:basedOn w:val="Normal"/>
    <w:uiPriority w:val="34"/>
    <w:qFormat/>
    <w:rsid w:val="002438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859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87FE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1342B5"/>
    <w:rPr>
      <w:rFonts w:ascii="Myriad Roman" w:hAnsi="Myriad Roman" w:cs="Arial"/>
      <w:b/>
      <w:bCs/>
      <w:iCs/>
      <w:color w:val="000000"/>
      <w:kern w:val="18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cof.org/resource/ccof-certification-services-program-manual/?gad_source=1&amp;gclid=Cj0KCQjw6auyBhDzARIsALIo6v9rJ9ImtX1A_2xImZArxxuGrBnhFsP38aPHYvB-9PteAsUieaocprMaAtpqEALw_wcB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myccof.org/Login.asp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ccof-file2/Shared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resources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121E8C-28F0-4C0F-9283-0488245C0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8244D-CB08-4650-A9F4-6CCF605B36CD}">
  <ds:schemaRefs>
    <ds:schemaRef ds:uri="http://schemas.microsoft.com/office/2006/metadata/properties"/>
    <ds:schemaRef ds:uri="09ababc6-fd81-4b54-b3d2-b3b9331a54f2"/>
    <ds:schemaRef ds:uri="http://schemas.microsoft.com/office/infopath/2007/PartnerControls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EA205FF6-CE37-48E7-990A-68CB2EC77DC6}"/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1733</TotalTime>
  <Pages>2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R2.3 Retail Establishment Locations</vt:lpstr>
    </vt:vector>
  </TitlesOfParts>
  <Company>Microsoft</Company>
  <LinksUpToDate>false</LinksUpToDate>
  <CharactersWithSpaces>6166</CharactersWithSpaces>
  <SharedDoc>false</SharedDoc>
  <HLinks>
    <vt:vector size="24" baseType="variant">
      <vt:variant>
        <vt:i4>917568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https://www.ccof.org/resource/ccof-certification-services-program-manual</vt:lpwstr>
      </vt:variant>
      <vt:variant>
        <vt:lpwstr/>
      </vt:variant>
      <vt:variant>
        <vt:i4>1114121</vt:i4>
      </vt:variant>
      <vt:variant>
        <vt:i4>6</vt:i4>
      </vt:variant>
      <vt:variant>
        <vt:i4>0</vt:i4>
      </vt:variant>
      <vt:variant>
        <vt:i4>5</vt:i4>
      </vt:variant>
      <vt:variant>
        <vt:lpwstr>https://myccof.org/Login.aspx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6226009</vt:i4>
      </vt:variant>
      <vt:variant>
        <vt:i4>0</vt:i4>
      </vt:variant>
      <vt:variant>
        <vt:i4>0</vt:i4>
      </vt:variant>
      <vt:variant>
        <vt:i4>5</vt:i4>
      </vt:variant>
      <vt:variant>
        <vt:lpwstr>http://www.ccof.org/documents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R2.3 Retail Establishment Locations</dc:title>
  <dc:subject/>
  <dc:creator>Ray</dc:creator>
  <cp:keywords/>
  <cp:lastModifiedBy>Samantha Zamora [She Her Hers]</cp:lastModifiedBy>
  <cp:revision>323</cp:revision>
  <cp:lastPrinted>2017-09-08T12:36:00Z</cp:lastPrinted>
  <dcterms:created xsi:type="dcterms:W3CDTF">2013-09-18T12:42:00Z</dcterms:created>
  <dcterms:modified xsi:type="dcterms:W3CDTF">2025-03-06T20:49:00Z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29819200</vt:r8>
  </property>
  <property fmtid="{D5CDD505-2E9C-101B-9397-08002B2CF9AE}" pid="4" name="MediaServiceImageTags">
    <vt:lpwstr/>
  </property>
</Properties>
</file>