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Look w:val="01E0" w:firstRow="1" w:lastRow="1" w:firstColumn="1" w:lastColumn="1" w:noHBand="0" w:noVBand="0"/>
      </w:tblPr>
      <w:tblGrid>
        <w:gridCol w:w="1710"/>
        <w:gridCol w:w="7110"/>
        <w:gridCol w:w="738"/>
        <w:gridCol w:w="1422"/>
      </w:tblGrid>
      <w:tr w:rsidR="007115F2" w:rsidRPr="00813E40" w14:paraId="166CC071" w14:textId="77777777" w:rsidTr="00B20377">
        <w:trPr>
          <w:cantSplit/>
          <w:trHeight w:val="360"/>
        </w:trPr>
        <w:tc>
          <w:tcPr>
            <w:tcW w:w="1710" w:type="dxa"/>
            <w:vAlign w:val="center"/>
          </w:tcPr>
          <w:p w14:paraId="166CC06D" w14:textId="0BE21880" w:rsidR="007115F2" w:rsidRPr="00813E40" w:rsidRDefault="007115F2" w:rsidP="00A926D2">
            <w:pPr>
              <w:spacing w:before="60"/>
              <w:ind w:left="-108" w:right="-45"/>
              <w:jc w:val="both"/>
              <w:rPr>
                <w:rFonts w:cs="Arial"/>
              </w:rPr>
            </w:pPr>
            <w:r w:rsidRPr="00813E40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vAlign w:val="center"/>
          </w:tcPr>
          <w:p w14:paraId="166CC06E" w14:textId="4DC0558D" w:rsidR="007115F2" w:rsidRPr="00870E80" w:rsidRDefault="00DF6023" w:rsidP="00A926D2">
            <w:pPr>
              <w:spacing w:before="60"/>
              <w:ind w:left="-115" w:right="-43"/>
              <w:jc w:val="both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15F2"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38" w:type="dxa"/>
            <w:tcBorders>
              <w:left w:val="nil"/>
            </w:tcBorders>
            <w:vAlign w:val="center"/>
          </w:tcPr>
          <w:p w14:paraId="166CC06F" w14:textId="77777777" w:rsidR="007115F2" w:rsidRPr="00662426" w:rsidRDefault="007115F2" w:rsidP="00B20377">
            <w:pPr>
              <w:spacing w:before="60"/>
              <w:ind w:right="-45"/>
              <w:jc w:val="both"/>
              <w:rPr>
                <w:rFonts w:cs="Arial"/>
                <w:b/>
                <w:sz w:val="20"/>
                <w:szCs w:val="18"/>
              </w:rPr>
            </w:pPr>
            <w:r w:rsidRPr="00662426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166CC070" w14:textId="77777777" w:rsidR="007115F2" w:rsidRPr="00870E80" w:rsidRDefault="00443B62" w:rsidP="00A926D2">
            <w:pPr>
              <w:spacing w:before="60"/>
              <w:ind w:left="-114" w:right="-45"/>
              <w:jc w:val="both"/>
              <w:rPr>
                <w:rFonts w:cs="Arial"/>
                <w:color w:val="0070C0"/>
                <w:szCs w:val="18"/>
              </w:rPr>
            </w:pPr>
            <w:r w:rsidRPr="00F5518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5518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F5518C">
              <w:rPr>
                <w:rFonts w:cs="Arial"/>
                <w:b/>
                <w:color w:val="0070C0"/>
                <w:szCs w:val="18"/>
              </w:rPr>
            </w:r>
            <w:r w:rsidRPr="00F5518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72" w14:textId="05458B0D" w:rsidR="005D5234" w:rsidRPr="00E2468A" w:rsidRDefault="007115F2" w:rsidP="001B11E6">
      <w:pPr>
        <w:pStyle w:val="ListParagraph"/>
        <w:numPr>
          <w:ilvl w:val="0"/>
          <w:numId w:val="22"/>
        </w:numPr>
        <w:spacing w:before="60"/>
        <w:ind w:left="360"/>
        <w:contextualSpacing w:val="0"/>
      </w:pPr>
      <w:r w:rsidRPr="00E2468A">
        <w:t xml:space="preserve">Complete this form if you co-pack </w:t>
      </w:r>
      <w:r w:rsidR="006F6AE6">
        <w:t xml:space="preserve">organic </w:t>
      </w:r>
      <w:r w:rsidRPr="00E2468A">
        <w:t>products into another company’s private label</w:t>
      </w:r>
      <w:r w:rsidR="006E787B">
        <w:t xml:space="preserve"> brand</w:t>
      </w:r>
      <w:r w:rsidRPr="00E2468A">
        <w:t xml:space="preserve">. </w:t>
      </w:r>
      <w:r w:rsidR="006E787B">
        <w:t xml:space="preserve">You </w:t>
      </w:r>
      <w:r w:rsidR="005D5234" w:rsidRPr="00E2468A">
        <w:t xml:space="preserve">must </w:t>
      </w:r>
      <w:r w:rsidR="006E787B">
        <w:t xml:space="preserve">send CCOF </w:t>
      </w:r>
      <w:r w:rsidR="005D5234" w:rsidRPr="00E2468A">
        <w:t xml:space="preserve">all organic labels </w:t>
      </w:r>
      <w:r w:rsidR="006E787B">
        <w:t xml:space="preserve">you </w:t>
      </w:r>
      <w:r w:rsidR="005D5234" w:rsidRPr="00E2468A">
        <w:t>pack into, even if CCOF is not listed as the certifier on the label.</w:t>
      </w:r>
    </w:p>
    <w:p w14:paraId="066A09B8" w14:textId="4B105509" w:rsidR="00046E42" w:rsidRPr="00046E42" w:rsidRDefault="00C267B0" w:rsidP="001B11E6">
      <w:pPr>
        <w:pStyle w:val="ListParagraph"/>
        <w:numPr>
          <w:ilvl w:val="0"/>
          <w:numId w:val="22"/>
        </w:numPr>
        <w:spacing w:before="60"/>
        <w:ind w:left="360"/>
        <w:contextualSpacing w:val="0"/>
      </w:pPr>
      <w:r w:rsidRPr="00813E40">
        <w:t xml:space="preserve">Complete one </w:t>
      </w:r>
      <w:hyperlink r:id="rId12" w:history="1">
        <w:r w:rsidR="008D268F" w:rsidRPr="001B11E6">
          <w:rPr>
            <w:rStyle w:val="Hyperlink"/>
            <w:b/>
          </w:rPr>
          <w:t>Co-Packer Application</w:t>
        </w:r>
      </w:hyperlink>
      <w:r w:rsidR="008D268F" w:rsidRPr="00813E40">
        <w:t xml:space="preserve"> </w:t>
      </w:r>
      <w:r w:rsidRPr="00813E40">
        <w:t xml:space="preserve">for each private label </w:t>
      </w:r>
      <w:r w:rsidR="00E47C8C">
        <w:t xml:space="preserve">brand </w:t>
      </w:r>
      <w:r w:rsidRPr="00813E40">
        <w:t xml:space="preserve">owner. </w:t>
      </w:r>
    </w:p>
    <w:p w14:paraId="085D1911" w14:textId="772547E6" w:rsidR="00046E42" w:rsidRDefault="00665B06" w:rsidP="001B11E6">
      <w:pPr>
        <w:pStyle w:val="ListParagraph"/>
        <w:numPr>
          <w:ilvl w:val="0"/>
          <w:numId w:val="22"/>
        </w:numPr>
        <w:spacing w:before="60"/>
        <w:ind w:left="360"/>
        <w:contextualSpacing w:val="0"/>
      </w:pPr>
      <w:r>
        <w:t>List</w:t>
      </w:r>
      <w:r w:rsidR="000717EB">
        <w:t xml:space="preserve"> the</w:t>
      </w:r>
      <w:r>
        <w:t xml:space="preserve"> </w:t>
      </w:r>
      <w:r w:rsidR="00B235EC">
        <w:t xml:space="preserve">specific </w:t>
      </w:r>
      <w:r>
        <w:t xml:space="preserve">private label products </w:t>
      </w:r>
      <w:r w:rsidR="00B235EC">
        <w:t xml:space="preserve">you co-pack </w:t>
      </w:r>
      <w:r>
        <w:t xml:space="preserve">on </w:t>
      </w:r>
      <w:hyperlink r:id="rId13" w:history="1">
        <w:r w:rsidRPr="001B11E6">
          <w:rPr>
            <w:rStyle w:val="Hyperlink"/>
            <w:b/>
          </w:rPr>
          <w:t>Product Application</w:t>
        </w:r>
      </w:hyperlink>
      <w:r w:rsidR="000324D8">
        <w:t xml:space="preserve"> (or </w:t>
      </w:r>
      <w:hyperlink r:id="rId14" w:history="1">
        <w:r w:rsidR="00720C34" w:rsidRPr="001B11E6">
          <w:rPr>
            <w:rStyle w:val="Hyperlink"/>
            <w:b/>
          </w:rPr>
          <w:t>V2.1 Wine &amp; Label Approval</w:t>
        </w:r>
      </w:hyperlink>
      <w:r w:rsidR="000324D8">
        <w:t>, for wines).</w:t>
      </w:r>
      <w:r w:rsidR="009B59B7" w:rsidRPr="00813E40">
        <w:t xml:space="preserve"> </w:t>
      </w:r>
    </w:p>
    <w:p w14:paraId="166CC074" w14:textId="3381F08A" w:rsidR="001B073E" w:rsidRPr="001B073E" w:rsidRDefault="004369AC" w:rsidP="001B11E6">
      <w:pPr>
        <w:pStyle w:val="ListParagraph"/>
        <w:numPr>
          <w:ilvl w:val="0"/>
          <w:numId w:val="22"/>
        </w:numPr>
        <w:spacing w:before="60"/>
        <w:ind w:left="360"/>
        <w:contextualSpacing w:val="0"/>
      </w:pPr>
      <w:bookmarkStart w:id="0" w:name="_Hlk64539920"/>
      <w:r>
        <w:t xml:space="preserve">Ensure all suppliers are listed on </w:t>
      </w:r>
      <w:hyperlink r:id="rId15" w:history="1">
        <w:r w:rsidR="00720C34" w:rsidRPr="001B11E6">
          <w:rPr>
            <w:rStyle w:val="Hyperlink"/>
            <w:b/>
          </w:rPr>
          <w:t>H2.0A Ingredient Suppliers</w:t>
        </w:r>
      </w:hyperlink>
      <w:r w:rsidR="00877233">
        <w:t xml:space="preserve">. Submit </w:t>
      </w:r>
      <w:hyperlink r:id="rId16" w:history="1">
        <w:r w:rsidR="00720C34" w:rsidRPr="001B11E6">
          <w:rPr>
            <w:rStyle w:val="Hyperlink"/>
            <w:b/>
          </w:rPr>
          <w:t>H2.0B Product Formulation</w:t>
        </w:r>
      </w:hyperlink>
      <w:r w:rsidR="00877233">
        <w:t xml:space="preserve"> for any new multi-ingredient product.</w:t>
      </w:r>
      <w:bookmarkEnd w:id="0"/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90"/>
        <w:gridCol w:w="5490"/>
      </w:tblGrid>
      <w:tr w:rsidR="00DC1CE9" w:rsidRPr="00813E40" w14:paraId="166CC078" w14:textId="77777777" w:rsidTr="00DC7C57">
        <w:trPr>
          <w:cantSplit/>
          <w:trHeight w:val="360"/>
        </w:trPr>
        <w:tc>
          <w:tcPr>
            <w:tcW w:w="5490" w:type="dxa"/>
          </w:tcPr>
          <w:p w14:paraId="166CC076" w14:textId="00E1F6A0" w:rsidR="00DC1CE9" w:rsidRPr="00DC1CE9" w:rsidRDefault="00DC1CE9" w:rsidP="00A926D2">
            <w:pPr>
              <w:pStyle w:val="ListParagraph"/>
              <w:numPr>
                <w:ilvl w:val="0"/>
                <w:numId w:val="16"/>
              </w:numPr>
              <w:spacing w:before="120"/>
              <w:ind w:right="-43"/>
              <w:contextualSpacing w:val="0"/>
              <w:rPr>
                <w:rFonts w:cs="Arial"/>
                <w:szCs w:val="22"/>
              </w:rPr>
            </w:pPr>
            <w:r w:rsidRPr="00DC1CE9">
              <w:rPr>
                <w:rFonts w:cs="Arial"/>
                <w:b/>
                <w:sz w:val="22"/>
                <w:szCs w:val="22"/>
              </w:rPr>
              <w:t>Owner of Private Label Brand (Company Name):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vAlign w:val="center"/>
          </w:tcPr>
          <w:p w14:paraId="166CC077" w14:textId="77777777" w:rsidR="00DC1CE9" w:rsidRPr="0029567A" w:rsidRDefault="00DC1CE9" w:rsidP="00A926D2">
            <w:pPr>
              <w:spacing w:before="120"/>
              <w:ind w:left="-115" w:right="-43"/>
              <w:rPr>
                <w:rFonts w:cs="Arial"/>
                <w:b/>
                <w:color w:val="0070C0"/>
                <w:szCs w:val="22"/>
              </w:rPr>
            </w:pPr>
            <w:r w:rsidRPr="00F5518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5518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F5518C">
              <w:rPr>
                <w:rFonts w:cs="Arial"/>
                <w:b/>
                <w:color w:val="0070C0"/>
                <w:szCs w:val="18"/>
              </w:rPr>
            </w:r>
            <w:r w:rsidRPr="00F5518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4B88367" w14:textId="5C075633" w:rsidR="00224090" w:rsidRPr="0086336A" w:rsidRDefault="007859F1" w:rsidP="00A926D2">
      <w:pPr>
        <w:keepNext/>
        <w:spacing w:before="60"/>
        <w:ind w:left="360" w:right="-43"/>
        <w:rPr>
          <w:rFonts w:cs="Arial"/>
          <w:i/>
          <w:iCs/>
          <w:szCs w:val="18"/>
        </w:rPr>
      </w:pPr>
      <w:r w:rsidRPr="00224090">
        <w:rPr>
          <w:rFonts w:cs="Arial"/>
          <w:i/>
          <w:iCs/>
          <w:szCs w:val="18"/>
        </w:rPr>
        <w:t xml:space="preserve">The brand owner is the legal entity that owns the commercial brand. Name the owner of the brand here, </w:t>
      </w:r>
      <w:r>
        <w:rPr>
          <w:rFonts w:cs="Arial"/>
          <w:i/>
          <w:iCs/>
          <w:szCs w:val="18"/>
        </w:rPr>
        <w:t>e</w:t>
      </w:r>
      <w:r w:rsidRPr="00224090">
        <w:rPr>
          <w:rFonts w:cs="Arial"/>
          <w:i/>
          <w:iCs/>
          <w:szCs w:val="18"/>
        </w:rPr>
        <w:t>ven if you are subcontracted by a different entity.</w:t>
      </w:r>
      <w:r w:rsidR="00A22825">
        <w:rPr>
          <w:rFonts w:cs="Arial"/>
          <w:i/>
          <w:iCs/>
          <w:szCs w:val="18"/>
        </w:rPr>
        <w:t xml:space="preserve"> 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780"/>
        <w:gridCol w:w="7200"/>
      </w:tblGrid>
      <w:tr w:rsidR="00224090" w:rsidRPr="00813E40" w14:paraId="3B794CEB" w14:textId="77777777" w:rsidTr="0086336A">
        <w:trPr>
          <w:cantSplit/>
          <w:trHeight w:val="360"/>
        </w:trPr>
        <w:tc>
          <w:tcPr>
            <w:tcW w:w="3780" w:type="dxa"/>
            <w:vAlign w:val="center"/>
          </w:tcPr>
          <w:p w14:paraId="3595A7E9" w14:textId="468D6DE7" w:rsidR="00224090" w:rsidRPr="0086336A" w:rsidRDefault="00224090" w:rsidP="00A926D2">
            <w:pPr>
              <w:pStyle w:val="ListParagraph"/>
              <w:keepNext/>
              <w:numPr>
                <w:ilvl w:val="0"/>
                <w:numId w:val="4"/>
              </w:numPr>
              <w:spacing w:before="60"/>
              <w:ind w:left="245" w:right="-45"/>
              <w:contextualSpacing w:val="0"/>
              <w:rPr>
                <w:rFonts w:cs="Arial"/>
                <w:szCs w:val="18"/>
              </w:rPr>
            </w:pPr>
            <w:r w:rsidRPr="0086336A">
              <w:rPr>
                <w:rFonts w:cs="Arial"/>
                <w:szCs w:val="20"/>
              </w:rPr>
              <w:t>Br</w:t>
            </w:r>
            <w:r w:rsidRPr="0086336A">
              <w:rPr>
                <w:rFonts w:cs="Arial"/>
                <w:szCs w:val="18"/>
              </w:rPr>
              <w:t>and names packed for this label owner: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vAlign w:val="center"/>
          </w:tcPr>
          <w:p w14:paraId="495776E7" w14:textId="77777777" w:rsidR="00224090" w:rsidRPr="00813E40" w:rsidRDefault="00224090" w:rsidP="00A926D2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8368836" w14:textId="122CAF11" w:rsidR="004E6914" w:rsidRPr="00BE5D4D" w:rsidRDefault="008D2DF3" w:rsidP="00A926D2">
      <w:pPr>
        <w:keepNext/>
        <w:numPr>
          <w:ilvl w:val="0"/>
          <w:numId w:val="4"/>
        </w:numPr>
        <w:spacing w:before="60"/>
        <w:ind w:right="-43"/>
        <w:rPr>
          <w:rFonts w:cs="Arial"/>
          <w:b/>
          <w:sz w:val="22"/>
          <w:szCs w:val="22"/>
        </w:rPr>
      </w:pPr>
      <w:r>
        <w:rPr>
          <w:rFonts w:cs="Arial"/>
          <w:szCs w:val="20"/>
        </w:rPr>
        <w:t>Are you subcontracted by another operation to pack into these brands?</w:t>
      </w:r>
    </w:p>
    <w:p w14:paraId="4E00F303" w14:textId="51335F40" w:rsidR="00A50449" w:rsidRDefault="008D2DF3" w:rsidP="00A926D2">
      <w:pPr>
        <w:keepNext/>
        <w:spacing w:before="60"/>
        <w:ind w:left="360" w:right="-45"/>
        <w:rPr>
          <w:rFonts w:cs="Arial"/>
          <w:szCs w:val="18"/>
        </w:rPr>
      </w:pPr>
      <w:r w:rsidRPr="00813E40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813E40">
        <w:rPr>
          <w:rFonts w:cs="Arial"/>
          <w:szCs w:val="18"/>
        </w:rPr>
        <w:t xml:space="preserve"> No</w:t>
      </w:r>
      <w:r>
        <w:rPr>
          <w:rFonts w:cs="Arial"/>
          <w:szCs w:val="18"/>
        </w:rPr>
        <w:t>.</w:t>
      </w:r>
      <w:r w:rsidRPr="00813E40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Skip to section B</w:t>
      </w:r>
      <w:r w:rsidRPr="00813E40">
        <w:rPr>
          <w:rFonts w:cs="Arial"/>
          <w:szCs w:val="18"/>
        </w:rPr>
        <w:t>.</w:t>
      </w:r>
    </w:p>
    <w:p w14:paraId="40E4F6C1" w14:textId="7ADDE255" w:rsidR="008D2DF3" w:rsidRPr="007A60F0" w:rsidRDefault="008D2DF3" w:rsidP="00A926D2">
      <w:pPr>
        <w:keepNext/>
        <w:spacing w:before="60"/>
        <w:ind w:left="630" w:right="-45" w:hanging="270"/>
        <w:rPr>
          <w:rFonts w:cs="Arial"/>
          <w:szCs w:val="18"/>
        </w:rPr>
      </w:pPr>
      <w:r w:rsidRPr="00813E4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813E40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>.</w:t>
      </w:r>
      <w:r w:rsidR="00A50449">
        <w:rPr>
          <w:rFonts w:cs="Arial"/>
          <w:szCs w:val="18"/>
        </w:rPr>
        <w:t xml:space="preserve"> </w:t>
      </w:r>
      <w:r w:rsidR="00A50449" w:rsidRPr="00224090">
        <w:rPr>
          <w:rFonts w:cs="Arial"/>
          <w:i/>
          <w:iCs/>
          <w:szCs w:val="18"/>
        </w:rPr>
        <w:t>Label may not identify the certifier of the subcontractor without written approval from the certifier for this use.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680"/>
        <w:gridCol w:w="5940"/>
      </w:tblGrid>
      <w:tr w:rsidR="008D2DF3" w:rsidRPr="00813E40" w14:paraId="7A77A5B1" w14:textId="77777777" w:rsidTr="00224090">
        <w:trPr>
          <w:cantSplit/>
          <w:trHeight w:val="360"/>
        </w:trPr>
        <w:tc>
          <w:tcPr>
            <w:tcW w:w="4680" w:type="dxa"/>
            <w:vAlign w:val="center"/>
          </w:tcPr>
          <w:p w14:paraId="2ADB11F9" w14:textId="1CC60D9D" w:rsidR="008D2DF3" w:rsidRPr="00662426" w:rsidRDefault="008D2DF3" w:rsidP="00A926D2">
            <w:pPr>
              <w:keepNext/>
              <w:numPr>
                <w:ilvl w:val="0"/>
                <w:numId w:val="14"/>
              </w:numPr>
              <w:spacing w:before="60"/>
              <w:ind w:left="245" w:right="-45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If yes, n</w:t>
            </w:r>
            <w:r w:rsidRPr="00662426">
              <w:rPr>
                <w:rFonts w:cs="Arial"/>
                <w:szCs w:val="18"/>
              </w:rPr>
              <w:t xml:space="preserve">ame </w:t>
            </w:r>
            <w:r>
              <w:rPr>
                <w:rFonts w:cs="Arial"/>
                <w:szCs w:val="18"/>
              </w:rPr>
              <w:t xml:space="preserve">the </w:t>
            </w:r>
            <w:r w:rsidR="00B7074E">
              <w:rPr>
                <w:rFonts w:cs="Arial"/>
                <w:szCs w:val="18"/>
              </w:rPr>
              <w:t>operation you are subcontracted by: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14:paraId="314D385A" w14:textId="77777777" w:rsidR="008D2DF3" w:rsidRPr="00813E40" w:rsidRDefault="008D2DF3" w:rsidP="00A926D2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7A" w14:textId="113CCFC1" w:rsidR="005C557A" w:rsidRPr="00813E40" w:rsidRDefault="00826992" w:rsidP="006E75C6">
      <w:pPr>
        <w:pStyle w:val="ListParagraph"/>
        <w:numPr>
          <w:ilvl w:val="0"/>
          <w:numId w:val="16"/>
        </w:numPr>
        <w:spacing w:before="120" w:after="60"/>
        <w:ind w:left="360"/>
        <w:contextualSpacing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Private Label Products</w:t>
      </w:r>
      <w:r w:rsidR="00A9391F" w:rsidRPr="00813E40">
        <w:rPr>
          <w:rFonts w:cs="Arial"/>
          <w:b/>
          <w:sz w:val="22"/>
          <w:szCs w:val="22"/>
        </w:rPr>
        <w:t xml:space="preserve"> </w:t>
      </w:r>
    </w:p>
    <w:p w14:paraId="166CC09F" w14:textId="722E600E" w:rsidR="007A60F0" w:rsidRDefault="007A60F0" w:rsidP="006E75C6">
      <w:pPr>
        <w:keepNext/>
        <w:numPr>
          <w:ilvl w:val="0"/>
          <w:numId w:val="18"/>
        </w:numPr>
        <w:spacing w:before="60"/>
        <w:rPr>
          <w:rFonts w:cs="Arial"/>
          <w:szCs w:val="18"/>
        </w:rPr>
      </w:pPr>
      <w:r w:rsidRPr="00813E40">
        <w:rPr>
          <w:rFonts w:cs="Arial"/>
          <w:szCs w:val="18"/>
        </w:rPr>
        <w:t xml:space="preserve">Is this </w:t>
      </w:r>
      <w:r w:rsidR="00D43F46">
        <w:rPr>
          <w:rFonts w:cs="Arial"/>
          <w:szCs w:val="18"/>
        </w:rPr>
        <w:t>p</w:t>
      </w:r>
      <w:r w:rsidRPr="00813E40">
        <w:rPr>
          <w:rFonts w:cs="Arial"/>
          <w:szCs w:val="18"/>
        </w:rPr>
        <w:t xml:space="preserve">rivate </w:t>
      </w:r>
      <w:r w:rsidR="00D43F46">
        <w:rPr>
          <w:rFonts w:cs="Arial"/>
          <w:szCs w:val="18"/>
        </w:rPr>
        <w:t>l</w:t>
      </w:r>
      <w:r w:rsidRPr="00813E40">
        <w:rPr>
          <w:rFonts w:cs="Arial"/>
          <w:szCs w:val="18"/>
        </w:rPr>
        <w:t xml:space="preserve">abel </w:t>
      </w:r>
      <w:r w:rsidR="00D43F46">
        <w:rPr>
          <w:rFonts w:cs="Arial"/>
          <w:szCs w:val="18"/>
        </w:rPr>
        <w:t>b</w:t>
      </w:r>
      <w:r w:rsidR="006A1610">
        <w:rPr>
          <w:rFonts w:cs="Arial"/>
          <w:szCs w:val="18"/>
        </w:rPr>
        <w:t xml:space="preserve">rand </w:t>
      </w:r>
      <w:r w:rsidR="00D43F46">
        <w:rPr>
          <w:rFonts w:cs="Arial"/>
          <w:szCs w:val="18"/>
        </w:rPr>
        <w:t>o</w:t>
      </w:r>
      <w:r w:rsidRPr="00813E40">
        <w:rPr>
          <w:rFonts w:cs="Arial"/>
          <w:szCs w:val="18"/>
        </w:rPr>
        <w:t xml:space="preserve">wner certified organic for </w:t>
      </w:r>
      <w:r w:rsidR="00F8558D">
        <w:rPr>
          <w:rFonts w:cs="Arial"/>
          <w:szCs w:val="18"/>
        </w:rPr>
        <w:t xml:space="preserve">finished </w:t>
      </w:r>
      <w:r w:rsidRPr="00813E40">
        <w:rPr>
          <w:rFonts w:cs="Arial"/>
          <w:szCs w:val="18"/>
        </w:rPr>
        <w:t>product</w:t>
      </w:r>
      <w:r w:rsidR="00C173B4">
        <w:rPr>
          <w:rFonts w:cs="Arial"/>
          <w:szCs w:val="18"/>
        </w:rPr>
        <w:t xml:space="preserve">s </w:t>
      </w:r>
      <w:r w:rsidR="00925CB2">
        <w:rPr>
          <w:rFonts w:cs="Arial"/>
          <w:szCs w:val="18"/>
        </w:rPr>
        <w:t>you co-pack for them</w:t>
      </w:r>
      <w:r w:rsidRPr="00813E40">
        <w:rPr>
          <w:rFonts w:cs="Arial"/>
          <w:szCs w:val="18"/>
        </w:rPr>
        <w:t>?</w:t>
      </w:r>
    </w:p>
    <w:p w14:paraId="6349613D" w14:textId="2F23B032" w:rsidR="00891C62" w:rsidRDefault="007A60F0" w:rsidP="006E75C6">
      <w:pPr>
        <w:keepNext/>
        <w:spacing w:before="60"/>
        <w:ind w:left="360"/>
        <w:rPr>
          <w:rFonts w:cs="Arial"/>
          <w:szCs w:val="18"/>
        </w:rPr>
      </w:pPr>
      <w:r w:rsidRPr="00813E40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813E40">
        <w:rPr>
          <w:rFonts w:cs="Arial"/>
          <w:szCs w:val="18"/>
        </w:rPr>
        <w:t xml:space="preserve"> No</w:t>
      </w:r>
      <w:r>
        <w:rPr>
          <w:rFonts w:cs="Arial"/>
          <w:szCs w:val="18"/>
        </w:rPr>
        <w:t>.</w:t>
      </w:r>
      <w:r w:rsidRPr="00813E40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Skip to question </w:t>
      </w:r>
      <w:r w:rsidR="007E49E7" w:rsidRPr="00BB0E19">
        <w:rPr>
          <w:rFonts w:cs="Arial"/>
          <w:szCs w:val="18"/>
        </w:rPr>
        <w:t>B</w:t>
      </w:r>
      <w:r w:rsidR="00BB0E19" w:rsidRPr="00BB0E19">
        <w:rPr>
          <w:rFonts w:cs="Arial"/>
          <w:szCs w:val="18"/>
        </w:rPr>
        <w:t>2</w:t>
      </w:r>
      <w:r w:rsidRPr="00813E40">
        <w:rPr>
          <w:rFonts w:cs="Arial"/>
          <w:szCs w:val="18"/>
        </w:rPr>
        <w:t>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980"/>
        <w:gridCol w:w="8640"/>
      </w:tblGrid>
      <w:tr w:rsidR="000D0C95" w:rsidRPr="00813E40" w14:paraId="7680FAE2" w14:textId="77777777" w:rsidTr="00386707">
        <w:trPr>
          <w:cantSplit/>
          <w:trHeight w:val="360"/>
        </w:trPr>
        <w:tc>
          <w:tcPr>
            <w:tcW w:w="1980" w:type="dxa"/>
            <w:vAlign w:val="center"/>
          </w:tcPr>
          <w:p w14:paraId="62C1B144" w14:textId="2DA5E6A4" w:rsidR="000D0C95" w:rsidRPr="00662426" w:rsidRDefault="000D0C95" w:rsidP="00A926D2">
            <w:pPr>
              <w:keepNext/>
              <w:spacing w:before="60"/>
              <w:ind w:left="-116" w:right="-45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13E40">
              <w:rPr>
                <w:rFonts w:cs="Arial"/>
                <w:szCs w:val="18"/>
              </w:rPr>
              <w:instrText xml:space="preserve"> FORMCHECKBOX </w:instrText>
            </w:r>
            <w:r w:rsidRPr="00813E40">
              <w:rPr>
                <w:rFonts w:cs="Arial"/>
                <w:szCs w:val="18"/>
              </w:rPr>
            </w:r>
            <w:r w:rsidRPr="00813E40">
              <w:rPr>
                <w:rFonts w:cs="Arial"/>
                <w:szCs w:val="18"/>
              </w:rPr>
              <w:fldChar w:fldCharType="separate"/>
            </w:r>
            <w:r w:rsidRPr="00813E40">
              <w:rPr>
                <w:rFonts w:cs="Arial"/>
                <w:szCs w:val="18"/>
              </w:rPr>
              <w:fldChar w:fldCharType="end"/>
            </w:r>
            <w:r w:rsidRPr="00813E40">
              <w:rPr>
                <w:rFonts w:cs="Arial"/>
                <w:szCs w:val="18"/>
              </w:rPr>
              <w:t xml:space="preserve"> Yes</w:t>
            </w:r>
            <w:r>
              <w:rPr>
                <w:rFonts w:cs="Arial"/>
                <w:szCs w:val="18"/>
              </w:rPr>
              <w:t>. Name certifier:</w:t>
            </w:r>
          </w:p>
        </w:tc>
        <w:tc>
          <w:tcPr>
            <w:tcW w:w="8640" w:type="dxa"/>
            <w:tcBorders>
              <w:bottom w:val="single" w:sz="4" w:space="0" w:color="auto"/>
            </w:tcBorders>
            <w:vAlign w:val="center"/>
          </w:tcPr>
          <w:p w14:paraId="3BBA55F9" w14:textId="77777777" w:rsidR="000D0C95" w:rsidRPr="00813E40" w:rsidRDefault="000D0C95" w:rsidP="00A926D2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A5" w14:textId="2979E572" w:rsidR="007A60F0" w:rsidRPr="000C2635" w:rsidRDefault="007A60F0" w:rsidP="006E75C6">
      <w:pPr>
        <w:pStyle w:val="ListParagraph"/>
        <w:numPr>
          <w:ilvl w:val="0"/>
          <w:numId w:val="19"/>
        </w:numPr>
        <w:spacing w:before="60"/>
        <w:ind w:left="720"/>
        <w:contextualSpacing w:val="0"/>
        <w:rPr>
          <w:rFonts w:cs="Arial"/>
          <w:szCs w:val="18"/>
        </w:rPr>
      </w:pPr>
      <w:r w:rsidRPr="000C2635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C2635">
        <w:rPr>
          <w:rFonts w:cs="Arial"/>
          <w:szCs w:val="18"/>
        </w:rPr>
        <w:instrText xml:space="preserve"> FORMCHECKBOX </w:instrText>
      </w:r>
      <w:r w:rsidRPr="000C2635">
        <w:rPr>
          <w:rFonts w:cs="Arial"/>
          <w:szCs w:val="18"/>
        </w:rPr>
      </w:r>
      <w:r w:rsidRPr="000C2635">
        <w:rPr>
          <w:rFonts w:cs="Arial"/>
          <w:szCs w:val="18"/>
        </w:rPr>
        <w:fldChar w:fldCharType="separate"/>
      </w:r>
      <w:r w:rsidRPr="000C2635">
        <w:rPr>
          <w:rFonts w:cs="Arial"/>
          <w:szCs w:val="18"/>
        </w:rPr>
        <w:fldChar w:fldCharType="end"/>
      </w:r>
      <w:r w:rsidRPr="000C2635">
        <w:rPr>
          <w:rFonts w:cs="Arial"/>
          <w:szCs w:val="18"/>
        </w:rPr>
        <w:t xml:space="preserve"> Certificate attached.</w:t>
      </w:r>
      <w:r w:rsidR="00D80474" w:rsidRPr="000C2635">
        <w:rPr>
          <w:rFonts w:cs="Arial"/>
          <w:szCs w:val="18"/>
        </w:rPr>
        <w:t xml:space="preserve"> </w:t>
      </w:r>
      <w:r w:rsidR="00DF7D1F" w:rsidRPr="000C2635">
        <w:rPr>
          <w:rFonts w:cs="Arial"/>
          <w:szCs w:val="18"/>
        </w:rPr>
        <w:t>Skip to question B</w:t>
      </w:r>
      <w:r w:rsidR="00BB0E19" w:rsidRPr="000C2635">
        <w:rPr>
          <w:rFonts w:cs="Arial"/>
          <w:szCs w:val="18"/>
        </w:rPr>
        <w:t>4</w:t>
      </w:r>
      <w:r w:rsidR="00DF7D1F" w:rsidRPr="000C2635">
        <w:rPr>
          <w:rFonts w:cs="Arial"/>
          <w:szCs w:val="18"/>
        </w:rPr>
        <w:t xml:space="preserve">. </w:t>
      </w:r>
      <w:r w:rsidR="00D80474" w:rsidRPr="00224090">
        <w:rPr>
          <w:rFonts w:cs="Arial"/>
          <w:i/>
          <w:iCs/>
          <w:szCs w:val="18"/>
        </w:rPr>
        <w:t xml:space="preserve">Certificate must list </w:t>
      </w:r>
      <w:r w:rsidR="00350E1E" w:rsidRPr="000C2635">
        <w:rPr>
          <w:rFonts w:cs="Arial"/>
          <w:i/>
          <w:iCs/>
          <w:szCs w:val="18"/>
        </w:rPr>
        <w:t xml:space="preserve">finished </w:t>
      </w:r>
      <w:r w:rsidR="00D80474" w:rsidRPr="00224090">
        <w:rPr>
          <w:rFonts w:cs="Arial"/>
          <w:i/>
          <w:iCs/>
          <w:szCs w:val="18"/>
        </w:rPr>
        <w:t>branded products</w:t>
      </w:r>
      <w:r w:rsidR="00350E1E" w:rsidRPr="000C2635">
        <w:rPr>
          <w:rFonts w:cs="Arial"/>
          <w:i/>
          <w:iCs/>
          <w:szCs w:val="18"/>
        </w:rPr>
        <w:t xml:space="preserve"> you co-pack</w:t>
      </w:r>
      <w:r w:rsidR="00D80474" w:rsidRPr="00224090">
        <w:rPr>
          <w:rFonts w:cs="Arial"/>
          <w:i/>
          <w:iCs/>
          <w:szCs w:val="18"/>
        </w:rPr>
        <w:t>.</w:t>
      </w:r>
    </w:p>
    <w:p w14:paraId="28A5F60C" w14:textId="5CC239DB" w:rsidR="00537720" w:rsidRPr="00224090" w:rsidRDefault="00FE7FF5" w:rsidP="006E75C6">
      <w:pPr>
        <w:keepNext/>
        <w:numPr>
          <w:ilvl w:val="0"/>
          <w:numId w:val="18"/>
        </w:numPr>
        <w:spacing w:before="60"/>
        <w:rPr>
          <w:rFonts w:cs="Arial"/>
          <w:b/>
          <w:sz w:val="22"/>
          <w:szCs w:val="22"/>
        </w:rPr>
      </w:pPr>
      <w:r w:rsidRPr="2A24F8B1">
        <w:rPr>
          <w:rFonts w:cs="Arial"/>
          <w:szCs w:val="18"/>
        </w:rPr>
        <w:t xml:space="preserve">Is the organic product enclosed in a sealed, tamper-evident container </w:t>
      </w:r>
      <w:r w:rsidR="0060079A">
        <w:rPr>
          <w:rFonts w:cs="Arial"/>
          <w:szCs w:val="18"/>
        </w:rPr>
        <w:t xml:space="preserve">when you </w:t>
      </w:r>
      <w:proofErr w:type="gramStart"/>
      <w:r w:rsidR="0060079A">
        <w:rPr>
          <w:rFonts w:cs="Arial"/>
          <w:szCs w:val="18"/>
        </w:rPr>
        <w:t>are</w:t>
      </w:r>
      <w:proofErr w:type="gramEnd"/>
      <w:r w:rsidR="0060079A">
        <w:rPr>
          <w:rFonts w:cs="Arial"/>
          <w:szCs w:val="18"/>
        </w:rPr>
        <w:t xml:space="preserve"> finished co-packing it</w:t>
      </w:r>
      <w:r w:rsidRPr="2A24F8B1">
        <w:rPr>
          <w:rFonts w:cs="Arial"/>
          <w:szCs w:val="18"/>
        </w:rPr>
        <w:t>?</w:t>
      </w:r>
    </w:p>
    <w:p w14:paraId="1C436C50" w14:textId="77777777" w:rsidR="004839AA" w:rsidRPr="006E75C6" w:rsidRDefault="004839AA" w:rsidP="006E75C6">
      <w:pPr>
        <w:ind w:left="360"/>
        <w:rPr>
          <w:i/>
          <w:iCs/>
        </w:rPr>
      </w:pPr>
      <w:r w:rsidRPr="006E75C6">
        <w:rPr>
          <w:i/>
          <w:iCs/>
        </w:rPr>
        <w:t>Tamper-evident packaging is packaging or a container that is sealed in a manner where an attempt to break the seal, access the contents, or reclose the package would be obvious.</w:t>
      </w:r>
    </w:p>
    <w:p w14:paraId="6EA23B94" w14:textId="52582343" w:rsidR="00DA030C" w:rsidRDefault="00A01845" w:rsidP="006E75C6">
      <w:pPr>
        <w:pStyle w:val="ListParagraph"/>
        <w:keepNext/>
        <w:spacing w:before="60" w:after="60"/>
        <w:ind w:left="630" w:hanging="270"/>
        <w:contextualSpacing w:val="0"/>
        <w:rPr>
          <w:rFonts w:cs="Arial"/>
          <w:szCs w:val="18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01845">
        <w:rPr>
          <w:rFonts w:cs="Arial"/>
          <w:szCs w:val="18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A01845">
        <w:rPr>
          <w:rFonts w:cs="Arial"/>
          <w:szCs w:val="18"/>
        </w:rPr>
        <w:t xml:space="preserve"> N</w:t>
      </w:r>
      <w:r w:rsidR="00D43F46">
        <w:rPr>
          <w:rFonts w:cs="Arial"/>
          <w:szCs w:val="18"/>
        </w:rPr>
        <w:t>o</w:t>
      </w:r>
      <w:r w:rsidR="00AC44DA">
        <w:rPr>
          <w:rFonts w:cs="Arial"/>
          <w:szCs w:val="18"/>
        </w:rPr>
        <w:t>,</w:t>
      </w:r>
      <w:r w:rsidR="00F63EEB">
        <w:rPr>
          <w:rFonts w:cs="Arial"/>
          <w:szCs w:val="18"/>
        </w:rPr>
        <w:t xml:space="preserve"> </w:t>
      </w:r>
      <w:r w:rsidR="0099475D">
        <w:rPr>
          <w:rFonts w:cs="Arial"/>
          <w:szCs w:val="18"/>
        </w:rPr>
        <w:t>a</w:t>
      </w:r>
      <w:r w:rsidR="002173C9">
        <w:rPr>
          <w:rFonts w:cs="Arial"/>
          <w:szCs w:val="18"/>
        </w:rPr>
        <w:t xml:space="preserve">ttach an </w:t>
      </w:r>
      <w:hyperlink r:id="rId17" w:history="1">
        <w:r w:rsidR="002173C9">
          <w:rPr>
            <w:rStyle w:val="Hyperlink"/>
            <w:rFonts w:cs="Arial"/>
            <w:b/>
            <w:bCs/>
            <w:szCs w:val="18"/>
          </w:rPr>
          <w:t>Exempt Handler Affidavit (EHA)</w:t>
        </w:r>
      </w:hyperlink>
      <w:r w:rsidR="002173C9">
        <w:rPr>
          <w:rFonts w:cs="Arial"/>
          <w:szCs w:val="18"/>
        </w:rPr>
        <w:t xml:space="preserve"> completed by the private label owner to</w:t>
      </w:r>
      <w:r w:rsidR="002173C9" w:rsidRPr="0094207D">
        <w:rPr>
          <w:rFonts w:cs="Arial"/>
          <w:szCs w:val="18"/>
        </w:rPr>
        <w:t xml:space="preserve"> describe </w:t>
      </w:r>
      <w:r w:rsidR="009A5226">
        <w:rPr>
          <w:rFonts w:cs="Arial"/>
          <w:szCs w:val="18"/>
        </w:rPr>
        <w:t>their</w:t>
      </w:r>
      <w:r w:rsidR="002173C9" w:rsidRPr="0094207D">
        <w:rPr>
          <w:rFonts w:cs="Arial"/>
          <w:szCs w:val="18"/>
        </w:rPr>
        <w:t xml:space="preserve"> activities.</w:t>
      </w:r>
      <w:r w:rsidR="002173C9">
        <w:rPr>
          <w:rFonts w:cs="Arial"/>
          <w:szCs w:val="18"/>
        </w:rPr>
        <w:t xml:space="preserve"> </w:t>
      </w:r>
      <w:r w:rsidR="002173C9" w:rsidRPr="00224090">
        <w:rPr>
          <w:rFonts w:cs="Arial"/>
          <w:i/>
          <w:iCs/>
          <w:szCs w:val="18"/>
        </w:rPr>
        <w:t>CCOF will determine if</w:t>
      </w:r>
      <w:r w:rsidR="00AD4179">
        <w:rPr>
          <w:rFonts w:cs="Arial"/>
          <w:i/>
          <w:iCs/>
          <w:szCs w:val="18"/>
        </w:rPr>
        <w:t xml:space="preserve"> activities require</w:t>
      </w:r>
      <w:r w:rsidR="002173C9" w:rsidRPr="00224090">
        <w:rPr>
          <w:rFonts w:cs="Arial"/>
          <w:i/>
          <w:iCs/>
          <w:szCs w:val="18"/>
        </w:rPr>
        <w:t xml:space="preserve"> certification.</w:t>
      </w:r>
      <w:r w:rsidRPr="00A01845">
        <w:rPr>
          <w:rFonts w:cs="Arial"/>
          <w:szCs w:val="18"/>
        </w:rPr>
        <w:t xml:space="preserve">    </w:t>
      </w:r>
    </w:p>
    <w:p w14:paraId="09C6E2C8" w14:textId="1485DDFF" w:rsidR="00A01845" w:rsidRDefault="00A01845" w:rsidP="006E75C6">
      <w:pPr>
        <w:pStyle w:val="ListParagraph"/>
        <w:keepNext/>
        <w:spacing w:before="60" w:after="60"/>
        <w:ind w:left="360"/>
        <w:contextualSpacing w:val="0"/>
        <w:rPr>
          <w:rFonts w:cs="Arial"/>
          <w:szCs w:val="18"/>
        </w:rPr>
      </w:pPr>
      <w:r w:rsidRPr="00A0184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1845">
        <w:rPr>
          <w:rFonts w:cs="Arial"/>
          <w:szCs w:val="18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A01845">
        <w:rPr>
          <w:rFonts w:cs="Arial"/>
          <w:szCs w:val="18"/>
        </w:rPr>
        <w:t xml:space="preserve"> Yes. Complete this section.</w:t>
      </w:r>
    </w:p>
    <w:p w14:paraId="4B4D4F40" w14:textId="16FD17D3" w:rsidR="00224090" w:rsidRPr="00A01845" w:rsidRDefault="00224090" w:rsidP="00A926D2">
      <w:pPr>
        <w:pStyle w:val="ListParagraph"/>
        <w:keepNext/>
        <w:numPr>
          <w:ilvl w:val="0"/>
          <w:numId w:val="21"/>
        </w:numPr>
        <w:spacing w:before="60"/>
        <w:ind w:right="-45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t xml:space="preserve">If yes, </w:t>
      </w:r>
      <w:r>
        <w:rPr>
          <w:rFonts w:cs="Arial"/>
          <w:bCs/>
          <w:szCs w:val="18"/>
        </w:rPr>
        <w:t>describe how packaging is sealed and tamper-evident or attach a photo of finished product</w:t>
      </w:r>
      <w:r w:rsidRPr="00662426">
        <w:rPr>
          <w:rFonts w:cs="Arial"/>
          <w:szCs w:val="18"/>
        </w:rPr>
        <w:t>:</w:t>
      </w:r>
    </w:p>
    <w:tbl>
      <w:tblPr>
        <w:tblW w:w="10256" w:type="dxa"/>
        <w:tblInd w:w="724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56"/>
      </w:tblGrid>
      <w:tr w:rsidR="0086336A" w:rsidRPr="00813E40" w14:paraId="53CB2477" w14:textId="77777777" w:rsidTr="0086336A">
        <w:trPr>
          <w:cantSplit/>
          <w:trHeight w:val="518"/>
        </w:trPr>
        <w:tc>
          <w:tcPr>
            <w:tcW w:w="10256" w:type="dxa"/>
            <w:tcBorders>
              <w:bottom w:val="single" w:sz="4" w:space="0" w:color="auto"/>
            </w:tcBorders>
            <w:vAlign w:val="center"/>
          </w:tcPr>
          <w:p w14:paraId="148F2D57" w14:textId="77777777" w:rsidR="0086336A" w:rsidRPr="00813E40" w:rsidRDefault="0086336A" w:rsidP="00A926D2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42DC79" w14:textId="1FF6CA44" w:rsidR="00684DC3" w:rsidRPr="00B65721" w:rsidRDefault="00684DC3" w:rsidP="006E75C6">
      <w:pPr>
        <w:spacing w:before="60"/>
        <w:ind w:left="720"/>
        <w:rPr>
          <w:rFonts w:cs="Arial"/>
          <w:szCs w:val="18"/>
        </w:rPr>
      </w:pPr>
      <w:r w:rsidRPr="00B65721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65721">
        <w:rPr>
          <w:rFonts w:cs="Arial"/>
          <w:szCs w:val="18"/>
        </w:rPr>
        <w:instrText xml:space="preserve"> FORMCHECKBOX </w:instrText>
      </w:r>
      <w:r w:rsidRPr="00B65721">
        <w:rPr>
          <w:rFonts w:cs="Arial"/>
          <w:szCs w:val="18"/>
        </w:rPr>
      </w:r>
      <w:r w:rsidRPr="00B65721">
        <w:rPr>
          <w:rFonts w:cs="Arial"/>
          <w:szCs w:val="18"/>
        </w:rPr>
        <w:fldChar w:fldCharType="separate"/>
      </w:r>
      <w:r w:rsidRPr="00B65721">
        <w:rPr>
          <w:rFonts w:cs="Arial"/>
          <w:szCs w:val="18"/>
        </w:rPr>
        <w:fldChar w:fldCharType="end"/>
      </w:r>
      <w:r w:rsidRPr="00B65721">
        <w:rPr>
          <w:rFonts w:cs="Arial"/>
          <w:szCs w:val="18"/>
        </w:rPr>
        <w:t xml:space="preserve"> </w:t>
      </w:r>
      <w:r w:rsidR="005D06CE" w:rsidRPr="00B65721">
        <w:rPr>
          <w:rFonts w:cs="Arial"/>
          <w:szCs w:val="18"/>
        </w:rPr>
        <w:t>Photo</w:t>
      </w:r>
      <w:r w:rsidRPr="00B65721">
        <w:rPr>
          <w:rFonts w:cs="Arial"/>
          <w:szCs w:val="18"/>
        </w:rPr>
        <w:t xml:space="preserve"> attached.</w:t>
      </w:r>
    </w:p>
    <w:p w14:paraId="200F4A5D" w14:textId="70B7A446" w:rsidR="00080DED" w:rsidRPr="00224090" w:rsidRDefault="00E47C8C" w:rsidP="006E75C6">
      <w:pPr>
        <w:keepNext/>
        <w:numPr>
          <w:ilvl w:val="0"/>
          <w:numId w:val="18"/>
        </w:numPr>
        <w:spacing w:before="60"/>
        <w:rPr>
          <w:rFonts w:cs="Arial"/>
          <w:b/>
          <w:sz w:val="22"/>
          <w:szCs w:val="22"/>
        </w:rPr>
      </w:pPr>
      <w:r w:rsidRPr="00B65721">
        <w:rPr>
          <w:rFonts w:cs="Arial"/>
          <w:szCs w:val="20"/>
        </w:rPr>
        <w:t xml:space="preserve">Is the organic product in final retail labeling when </w:t>
      </w:r>
      <w:r w:rsidR="0060079A" w:rsidRPr="00B65721">
        <w:rPr>
          <w:rFonts w:cs="Arial"/>
          <w:szCs w:val="20"/>
        </w:rPr>
        <w:t>you are finished co-packing it?</w:t>
      </w:r>
    </w:p>
    <w:p w14:paraId="7DCEF442" w14:textId="0C42EA47" w:rsidR="005D06CE" w:rsidRPr="00224090" w:rsidRDefault="00080DED" w:rsidP="006E75C6">
      <w:pPr>
        <w:keepNext/>
        <w:spacing w:before="60"/>
        <w:ind w:left="360"/>
        <w:rPr>
          <w:rFonts w:cs="Arial"/>
          <w:b/>
          <w:i/>
          <w:iCs/>
          <w:sz w:val="22"/>
          <w:szCs w:val="22"/>
        </w:rPr>
      </w:pPr>
      <w:r w:rsidRPr="00224090">
        <w:rPr>
          <w:rFonts w:cs="Arial"/>
          <w:i/>
          <w:iCs/>
          <w:szCs w:val="20"/>
        </w:rPr>
        <w:t>Retail</w:t>
      </w:r>
      <w:r w:rsidR="00835083" w:rsidRPr="00224090">
        <w:rPr>
          <w:rFonts w:cs="Arial"/>
          <w:i/>
          <w:iCs/>
          <w:szCs w:val="20"/>
        </w:rPr>
        <w:t xml:space="preserve"> </w:t>
      </w:r>
      <w:r w:rsidR="00A351EE" w:rsidRPr="00224090">
        <w:rPr>
          <w:rFonts w:cs="Arial"/>
          <w:i/>
          <w:iCs/>
          <w:szCs w:val="20"/>
        </w:rPr>
        <w:t xml:space="preserve">label = Labels affixed to containers intended to be purchased and </w:t>
      </w:r>
      <w:r w:rsidR="00297D3B" w:rsidRPr="00224090">
        <w:rPr>
          <w:rFonts w:cs="Arial"/>
          <w:i/>
          <w:iCs/>
          <w:szCs w:val="20"/>
        </w:rPr>
        <w:t>carried</w:t>
      </w:r>
      <w:r w:rsidR="00A351EE" w:rsidRPr="00224090">
        <w:rPr>
          <w:rFonts w:cs="Arial"/>
          <w:i/>
          <w:iCs/>
          <w:szCs w:val="20"/>
        </w:rPr>
        <w:t xml:space="preserve"> home by a consumer (retail purchaser).</w:t>
      </w:r>
    </w:p>
    <w:p w14:paraId="29D38202" w14:textId="77777777" w:rsidR="00A52AA5" w:rsidRDefault="00A52AA5" w:rsidP="006E75C6">
      <w:pPr>
        <w:pStyle w:val="ListParagraph"/>
        <w:keepNext/>
        <w:spacing w:before="60"/>
        <w:ind w:left="360"/>
        <w:contextualSpacing w:val="0"/>
        <w:rPr>
          <w:rFonts w:cs="Arial"/>
          <w:szCs w:val="18"/>
        </w:rPr>
      </w:pPr>
      <w:r w:rsidRPr="00B65721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65721">
        <w:rPr>
          <w:rFonts w:cs="Arial"/>
          <w:szCs w:val="18"/>
        </w:rPr>
        <w:instrText xml:space="preserve"> FORMCHECKBOX </w:instrText>
      </w:r>
      <w:r w:rsidRPr="00B65721">
        <w:rPr>
          <w:rFonts w:cs="Arial"/>
          <w:szCs w:val="18"/>
        </w:rPr>
      </w:r>
      <w:r w:rsidRPr="00B65721">
        <w:rPr>
          <w:rFonts w:cs="Arial"/>
          <w:szCs w:val="18"/>
        </w:rPr>
        <w:fldChar w:fldCharType="separate"/>
      </w:r>
      <w:r w:rsidRPr="00B65721">
        <w:rPr>
          <w:rFonts w:cs="Arial"/>
          <w:szCs w:val="18"/>
        </w:rPr>
        <w:fldChar w:fldCharType="end"/>
      </w:r>
      <w:r w:rsidRPr="00B65721">
        <w:rPr>
          <w:rFonts w:cs="Arial"/>
          <w:szCs w:val="18"/>
        </w:rPr>
        <w:t xml:space="preserve"> Yes </w:t>
      </w:r>
    </w:p>
    <w:p w14:paraId="1D4F1B6C" w14:textId="0F5F6158" w:rsidR="00232B74" w:rsidRPr="0001231B" w:rsidRDefault="00232B74" w:rsidP="006E75C6">
      <w:pPr>
        <w:pStyle w:val="ListParagraph"/>
        <w:keepNext/>
        <w:spacing w:before="60"/>
        <w:ind w:left="630" w:hanging="270"/>
        <w:contextualSpacing w:val="0"/>
        <w:rPr>
          <w:rFonts w:cs="Arial"/>
          <w:szCs w:val="18"/>
        </w:rPr>
      </w:pPr>
      <w:r w:rsidRPr="00B65721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65721">
        <w:rPr>
          <w:rFonts w:cs="Arial"/>
          <w:szCs w:val="18"/>
        </w:rPr>
        <w:instrText xml:space="preserve"> FORMCHECKBOX </w:instrText>
      </w:r>
      <w:r w:rsidRPr="00B65721">
        <w:rPr>
          <w:rFonts w:cs="Arial"/>
          <w:szCs w:val="18"/>
        </w:rPr>
      </w:r>
      <w:r w:rsidRPr="00B65721">
        <w:rPr>
          <w:rFonts w:cs="Arial"/>
          <w:szCs w:val="18"/>
        </w:rPr>
        <w:fldChar w:fldCharType="separate"/>
      </w:r>
      <w:r w:rsidRPr="00B65721">
        <w:rPr>
          <w:rFonts w:cs="Arial"/>
          <w:szCs w:val="18"/>
        </w:rPr>
        <w:fldChar w:fldCharType="end"/>
      </w:r>
      <w:r w:rsidRPr="00B65721">
        <w:rPr>
          <w:rFonts w:cs="Arial"/>
          <w:szCs w:val="18"/>
        </w:rPr>
        <w:t xml:space="preserve"> No</w:t>
      </w:r>
      <w:r w:rsidR="0099475D">
        <w:rPr>
          <w:rFonts w:cs="Arial"/>
          <w:szCs w:val="18"/>
        </w:rPr>
        <w:t>,</w:t>
      </w:r>
      <w:r w:rsidRPr="00B65721">
        <w:rPr>
          <w:rFonts w:cs="Arial"/>
          <w:szCs w:val="18"/>
        </w:rPr>
        <w:t xml:space="preserve"> </w:t>
      </w:r>
      <w:r w:rsidR="0099475D">
        <w:rPr>
          <w:rFonts w:cs="Arial"/>
          <w:szCs w:val="18"/>
        </w:rPr>
        <w:t>a</w:t>
      </w:r>
      <w:r w:rsidR="009A5226">
        <w:rPr>
          <w:rFonts w:cs="Arial"/>
          <w:szCs w:val="18"/>
        </w:rPr>
        <w:t xml:space="preserve">ttach an </w:t>
      </w:r>
      <w:hyperlink r:id="rId18" w:history="1">
        <w:r w:rsidR="00212F4D">
          <w:rPr>
            <w:rStyle w:val="Hyperlink"/>
            <w:rFonts w:cs="Arial"/>
            <w:b/>
            <w:bCs/>
            <w:szCs w:val="18"/>
          </w:rPr>
          <w:t>Exempt Handler Affidavit (EHA)</w:t>
        </w:r>
      </w:hyperlink>
      <w:r w:rsidR="009A5226">
        <w:rPr>
          <w:rFonts w:cs="Arial"/>
          <w:szCs w:val="18"/>
        </w:rPr>
        <w:t xml:space="preserve"> completed by the private label owner to</w:t>
      </w:r>
      <w:r w:rsidR="009A5226" w:rsidRPr="0094207D">
        <w:rPr>
          <w:rFonts w:cs="Arial"/>
          <w:szCs w:val="18"/>
        </w:rPr>
        <w:t xml:space="preserve"> describe </w:t>
      </w:r>
      <w:r w:rsidR="009A5226">
        <w:rPr>
          <w:rFonts w:cs="Arial"/>
          <w:szCs w:val="18"/>
        </w:rPr>
        <w:t>their</w:t>
      </w:r>
      <w:r w:rsidR="009A5226" w:rsidRPr="0094207D">
        <w:rPr>
          <w:rFonts w:cs="Arial"/>
          <w:szCs w:val="18"/>
        </w:rPr>
        <w:t xml:space="preserve"> activities.</w:t>
      </w:r>
      <w:r w:rsidR="009A5226">
        <w:rPr>
          <w:rFonts w:cs="Arial"/>
          <w:szCs w:val="18"/>
        </w:rPr>
        <w:t xml:space="preserve"> </w:t>
      </w:r>
      <w:r w:rsidR="00D618AD">
        <w:rPr>
          <w:rFonts w:cs="Arial"/>
          <w:szCs w:val="18"/>
        </w:rPr>
        <w:br/>
      </w:r>
      <w:r w:rsidR="009A5226" w:rsidRPr="00224090">
        <w:rPr>
          <w:rFonts w:cs="Arial"/>
          <w:i/>
          <w:iCs/>
          <w:szCs w:val="18"/>
        </w:rPr>
        <w:t xml:space="preserve">CCOF will determine if </w:t>
      </w:r>
      <w:r w:rsidR="00AD4179">
        <w:rPr>
          <w:rFonts w:cs="Arial"/>
          <w:i/>
          <w:iCs/>
          <w:szCs w:val="18"/>
        </w:rPr>
        <w:t xml:space="preserve">activities require </w:t>
      </w:r>
      <w:r w:rsidR="009A5226" w:rsidRPr="00224090">
        <w:rPr>
          <w:rFonts w:cs="Arial"/>
          <w:i/>
          <w:iCs/>
          <w:szCs w:val="18"/>
        </w:rPr>
        <w:t>certification</w:t>
      </w:r>
      <w:r w:rsidR="00A52AA5">
        <w:rPr>
          <w:rFonts w:cs="Arial"/>
          <w:i/>
          <w:iCs/>
          <w:szCs w:val="18"/>
        </w:rPr>
        <w:t>.</w:t>
      </w:r>
    </w:p>
    <w:p w14:paraId="002B6A64" w14:textId="0A2CF8AE" w:rsidR="00524D99" w:rsidRPr="00524D99" w:rsidRDefault="00BB0E19" w:rsidP="006E75C6">
      <w:pPr>
        <w:keepNext/>
        <w:numPr>
          <w:ilvl w:val="0"/>
          <w:numId w:val="18"/>
        </w:numPr>
        <w:spacing w:before="60"/>
        <w:rPr>
          <w:rFonts w:cs="Arial"/>
          <w:i/>
          <w:iCs/>
          <w:szCs w:val="18"/>
        </w:rPr>
      </w:pPr>
      <w:r w:rsidRPr="00B65721">
        <w:rPr>
          <w:rFonts w:cs="Arial"/>
        </w:rPr>
        <w:t>Does the private label brand owner purchase</w:t>
      </w:r>
      <w:r w:rsidRPr="00524D99">
        <w:rPr>
          <w:rFonts w:cs="Arial"/>
        </w:rPr>
        <w:t xml:space="preserve"> ingredients </w:t>
      </w:r>
      <w:r w:rsidR="002C59DA" w:rsidRPr="00524D99">
        <w:rPr>
          <w:rFonts w:cs="Arial"/>
        </w:rPr>
        <w:t>you receive</w:t>
      </w:r>
      <w:r w:rsidRPr="00524D99">
        <w:rPr>
          <w:rFonts w:cs="Arial"/>
        </w:rPr>
        <w:t>?</w:t>
      </w:r>
      <w:r w:rsidR="002C59DA" w:rsidRPr="00524D99">
        <w:rPr>
          <w:rFonts w:cs="Arial"/>
        </w:rPr>
        <w:t xml:space="preserve"> </w:t>
      </w:r>
    </w:p>
    <w:p w14:paraId="6DDC70F1" w14:textId="77777777" w:rsidR="002E364B" w:rsidRDefault="00BB0E19" w:rsidP="006E75C6">
      <w:pPr>
        <w:keepNext/>
        <w:spacing w:before="60"/>
        <w:ind w:left="360"/>
        <w:rPr>
          <w:rFonts w:cs="Arial"/>
          <w:szCs w:val="18"/>
        </w:rPr>
      </w:pPr>
      <w:r w:rsidRPr="00524D9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24D99">
        <w:rPr>
          <w:rFonts w:cs="Arial"/>
          <w:szCs w:val="18"/>
        </w:rPr>
        <w:instrText xml:space="preserve"> FORMCHECKBOX </w:instrText>
      </w:r>
      <w:r w:rsidRPr="00524D99">
        <w:rPr>
          <w:rFonts w:cs="Arial"/>
          <w:szCs w:val="18"/>
        </w:rPr>
      </w:r>
      <w:r w:rsidRPr="00524D99">
        <w:rPr>
          <w:rFonts w:cs="Arial"/>
          <w:szCs w:val="18"/>
        </w:rPr>
        <w:fldChar w:fldCharType="separate"/>
      </w:r>
      <w:r w:rsidRPr="00524D99">
        <w:rPr>
          <w:rFonts w:cs="Arial"/>
          <w:szCs w:val="18"/>
        </w:rPr>
        <w:fldChar w:fldCharType="end"/>
      </w:r>
      <w:r w:rsidRPr="00524D99">
        <w:rPr>
          <w:rFonts w:cs="Arial"/>
          <w:szCs w:val="18"/>
        </w:rPr>
        <w:t xml:space="preserve"> No   </w:t>
      </w:r>
    </w:p>
    <w:p w14:paraId="2D0E31EE" w14:textId="34312DFB" w:rsidR="00BB0E19" w:rsidRPr="00524D99" w:rsidRDefault="00BB0E19" w:rsidP="006E75C6">
      <w:pPr>
        <w:keepNext/>
        <w:spacing w:before="60"/>
        <w:ind w:left="630" w:hanging="270"/>
        <w:rPr>
          <w:rFonts w:cs="Arial"/>
          <w:i/>
          <w:iCs/>
          <w:szCs w:val="18"/>
        </w:rPr>
      </w:pPr>
      <w:r w:rsidRPr="00524D9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4D99">
        <w:rPr>
          <w:rFonts w:cs="Arial"/>
          <w:szCs w:val="18"/>
        </w:rPr>
        <w:instrText xml:space="preserve"> FORMCHECKBOX </w:instrText>
      </w:r>
      <w:r w:rsidRPr="00524D99">
        <w:rPr>
          <w:rFonts w:cs="Arial"/>
          <w:szCs w:val="18"/>
        </w:rPr>
      </w:r>
      <w:r w:rsidRPr="00524D99">
        <w:rPr>
          <w:rFonts w:cs="Arial"/>
          <w:szCs w:val="18"/>
        </w:rPr>
        <w:fldChar w:fldCharType="separate"/>
      </w:r>
      <w:r w:rsidRPr="00524D99">
        <w:rPr>
          <w:rFonts w:cs="Arial"/>
          <w:szCs w:val="18"/>
        </w:rPr>
        <w:fldChar w:fldCharType="end"/>
      </w:r>
      <w:r w:rsidRPr="00524D99">
        <w:rPr>
          <w:rFonts w:cs="Arial"/>
          <w:szCs w:val="18"/>
        </w:rPr>
        <w:t xml:space="preserve"> Yes. </w:t>
      </w:r>
      <w:bookmarkStart w:id="1" w:name="_Hlk134532759"/>
      <w:r w:rsidRPr="00524D99">
        <w:rPr>
          <w:rFonts w:cs="Arial"/>
          <w:szCs w:val="18"/>
        </w:rPr>
        <w:t xml:space="preserve">Private label brand owner </w:t>
      </w:r>
      <w:bookmarkEnd w:id="1"/>
      <w:r w:rsidRPr="00524D99">
        <w:rPr>
          <w:rFonts w:cs="Arial"/>
          <w:szCs w:val="18"/>
        </w:rPr>
        <w:t>is required to be certified</w:t>
      </w:r>
      <w:r w:rsidR="00AE010D">
        <w:rPr>
          <w:rFonts w:cs="Arial"/>
          <w:szCs w:val="18"/>
        </w:rPr>
        <w:t xml:space="preserve">, unless </w:t>
      </w:r>
      <w:r w:rsidR="007A29E5">
        <w:rPr>
          <w:rFonts w:cs="Arial"/>
          <w:szCs w:val="18"/>
        </w:rPr>
        <w:t xml:space="preserve">purchased </w:t>
      </w:r>
      <w:r w:rsidR="00AE010D">
        <w:rPr>
          <w:rFonts w:cs="Arial"/>
          <w:szCs w:val="18"/>
        </w:rPr>
        <w:t xml:space="preserve">ingredients are </w:t>
      </w:r>
      <w:r w:rsidR="00214793">
        <w:rPr>
          <w:rFonts w:cs="Arial"/>
          <w:szCs w:val="18"/>
        </w:rPr>
        <w:t xml:space="preserve">in </w:t>
      </w:r>
      <w:r w:rsidR="002E364B">
        <w:rPr>
          <w:rFonts w:cs="Arial"/>
          <w:szCs w:val="18"/>
        </w:rPr>
        <w:t xml:space="preserve">sealed, tamper-evident, </w:t>
      </w:r>
      <w:r w:rsidR="00AE010D">
        <w:rPr>
          <w:rFonts w:cs="Arial"/>
          <w:szCs w:val="18"/>
        </w:rPr>
        <w:t>retail labeled</w:t>
      </w:r>
      <w:r w:rsidR="007A29E5">
        <w:rPr>
          <w:rFonts w:cs="Arial"/>
          <w:szCs w:val="18"/>
        </w:rPr>
        <w:t xml:space="preserve"> packaging</w:t>
      </w:r>
      <w:r w:rsidRPr="00524D99">
        <w:rPr>
          <w:rFonts w:cs="Arial"/>
          <w:szCs w:val="18"/>
        </w:rPr>
        <w:t xml:space="preserve">. </w:t>
      </w:r>
      <w:r w:rsidRPr="00524D99">
        <w:rPr>
          <w:rFonts w:cs="Arial"/>
          <w:i/>
          <w:iCs/>
          <w:szCs w:val="18"/>
        </w:rPr>
        <w:t>Certificate must list ingredients provided to you.</w:t>
      </w:r>
    </w:p>
    <w:p w14:paraId="34A2D47C" w14:textId="6B535C7B" w:rsidR="00524D99" w:rsidRPr="00FB668F" w:rsidRDefault="00524D99" w:rsidP="006E75C6">
      <w:pPr>
        <w:keepNext/>
        <w:spacing w:before="60"/>
        <w:ind w:left="360"/>
        <w:rPr>
          <w:rFonts w:cs="Arial"/>
          <w:b/>
          <w:sz w:val="22"/>
          <w:szCs w:val="22"/>
        </w:rPr>
      </w:pPr>
      <w:r w:rsidRPr="00232B7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B74">
        <w:rPr>
          <w:rFonts w:cs="Arial"/>
          <w:szCs w:val="18"/>
        </w:rPr>
        <w:instrText xml:space="preserve"> FORMCHECKBOX </w:instrText>
      </w:r>
      <w:r w:rsidRPr="00232B74">
        <w:rPr>
          <w:rFonts w:cs="Arial"/>
          <w:szCs w:val="18"/>
        </w:rPr>
      </w:r>
      <w:r w:rsidRPr="00232B74">
        <w:rPr>
          <w:rFonts w:cs="Arial"/>
          <w:szCs w:val="18"/>
        </w:rPr>
        <w:fldChar w:fldCharType="separate"/>
      </w:r>
      <w:r w:rsidRPr="00232B74">
        <w:rPr>
          <w:rFonts w:cs="Arial"/>
          <w:szCs w:val="18"/>
        </w:rPr>
        <w:fldChar w:fldCharType="end"/>
      </w:r>
      <w:r w:rsidRPr="00232B74">
        <w:rPr>
          <w:rFonts w:cs="Arial"/>
          <w:szCs w:val="18"/>
        </w:rPr>
        <w:t xml:space="preserve"> N</w:t>
      </w:r>
      <w:r>
        <w:rPr>
          <w:rFonts w:cs="Arial"/>
          <w:szCs w:val="18"/>
        </w:rPr>
        <w:t>ot applicable, I am a grower who co-packs my own crops for the private label brand owner.</w:t>
      </w:r>
    </w:p>
    <w:p w14:paraId="11978B01" w14:textId="7D5F448B" w:rsidR="005C595C" w:rsidRPr="00524D99" w:rsidRDefault="005C595C" w:rsidP="006E75C6">
      <w:pPr>
        <w:keepNext/>
        <w:numPr>
          <w:ilvl w:val="0"/>
          <w:numId w:val="18"/>
        </w:numPr>
        <w:spacing w:before="60"/>
        <w:rPr>
          <w:rFonts w:cs="Arial"/>
          <w:i/>
          <w:iCs/>
          <w:szCs w:val="18"/>
        </w:rPr>
      </w:pPr>
      <w:r w:rsidRPr="00524D99">
        <w:rPr>
          <w:rFonts w:cs="Arial"/>
        </w:rPr>
        <w:t xml:space="preserve">Does the private label brand owner </w:t>
      </w:r>
      <w:r w:rsidR="002026CD">
        <w:rPr>
          <w:rFonts w:cs="Arial"/>
        </w:rPr>
        <w:t xml:space="preserve">ever </w:t>
      </w:r>
      <w:r w:rsidRPr="00524D99">
        <w:rPr>
          <w:rFonts w:cs="Arial"/>
        </w:rPr>
        <w:t>take physical possession</w:t>
      </w:r>
      <w:r>
        <w:rPr>
          <w:rFonts w:cs="Arial"/>
        </w:rPr>
        <w:t xml:space="preserve"> of ingredients</w:t>
      </w:r>
      <w:r w:rsidRPr="00524D99">
        <w:rPr>
          <w:rFonts w:cs="Arial"/>
        </w:rPr>
        <w:t xml:space="preserve"> </w:t>
      </w:r>
      <w:r w:rsidR="006869E9">
        <w:rPr>
          <w:rFonts w:cs="Arial"/>
        </w:rPr>
        <w:t>used in</w:t>
      </w:r>
      <w:r w:rsidRPr="00524D99">
        <w:rPr>
          <w:rFonts w:cs="Arial"/>
        </w:rPr>
        <w:t xml:space="preserve"> the products you co-pack for them? </w:t>
      </w:r>
    </w:p>
    <w:p w14:paraId="3807D361" w14:textId="019B688B" w:rsidR="00095329" w:rsidRDefault="005C595C" w:rsidP="006E75C6">
      <w:pPr>
        <w:keepNext/>
        <w:spacing w:before="60"/>
        <w:ind w:left="360"/>
        <w:rPr>
          <w:rFonts w:cs="Arial"/>
          <w:szCs w:val="18"/>
        </w:rPr>
      </w:pPr>
      <w:r w:rsidRPr="00524D9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24D99">
        <w:rPr>
          <w:rFonts w:cs="Arial"/>
          <w:szCs w:val="18"/>
        </w:rPr>
        <w:instrText xml:space="preserve"> FORMCHECKBOX </w:instrText>
      </w:r>
      <w:r w:rsidRPr="00524D99">
        <w:rPr>
          <w:rFonts w:cs="Arial"/>
          <w:szCs w:val="18"/>
        </w:rPr>
      </w:r>
      <w:r w:rsidRPr="00524D99">
        <w:rPr>
          <w:rFonts w:cs="Arial"/>
          <w:szCs w:val="18"/>
        </w:rPr>
        <w:fldChar w:fldCharType="separate"/>
      </w:r>
      <w:r w:rsidRPr="00524D99">
        <w:rPr>
          <w:rFonts w:cs="Arial"/>
          <w:szCs w:val="18"/>
        </w:rPr>
        <w:fldChar w:fldCharType="end"/>
      </w:r>
      <w:r w:rsidRPr="00524D99">
        <w:rPr>
          <w:rFonts w:cs="Arial"/>
          <w:szCs w:val="18"/>
        </w:rPr>
        <w:t xml:space="preserve"> No</w:t>
      </w:r>
    </w:p>
    <w:p w14:paraId="7DBC4CEC" w14:textId="14897D52" w:rsidR="005C595C" w:rsidRPr="00524D99" w:rsidRDefault="005C595C" w:rsidP="006E75C6">
      <w:pPr>
        <w:keepNext/>
        <w:spacing w:before="60"/>
        <w:ind w:left="360"/>
        <w:rPr>
          <w:rFonts w:cs="Arial"/>
          <w:i/>
          <w:iCs/>
          <w:szCs w:val="18"/>
        </w:rPr>
      </w:pPr>
      <w:r w:rsidRPr="00524D9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4D99">
        <w:rPr>
          <w:rFonts w:cs="Arial"/>
          <w:szCs w:val="18"/>
        </w:rPr>
        <w:instrText xml:space="preserve"> FORMCHECKBOX </w:instrText>
      </w:r>
      <w:r w:rsidRPr="00524D99">
        <w:rPr>
          <w:rFonts w:cs="Arial"/>
          <w:szCs w:val="18"/>
        </w:rPr>
      </w:r>
      <w:r w:rsidRPr="00524D99">
        <w:rPr>
          <w:rFonts w:cs="Arial"/>
          <w:szCs w:val="18"/>
        </w:rPr>
        <w:fldChar w:fldCharType="separate"/>
      </w:r>
      <w:r w:rsidRPr="00524D99">
        <w:rPr>
          <w:rFonts w:cs="Arial"/>
          <w:szCs w:val="18"/>
        </w:rPr>
        <w:fldChar w:fldCharType="end"/>
      </w:r>
      <w:r w:rsidRPr="00524D99">
        <w:rPr>
          <w:rFonts w:cs="Arial"/>
          <w:szCs w:val="18"/>
        </w:rPr>
        <w:t xml:space="preserve"> Yes</w:t>
      </w:r>
      <w:r w:rsidR="00CA3146">
        <w:rPr>
          <w:rFonts w:cs="Arial"/>
          <w:szCs w:val="18"/>
        </w:rPr>
        <w:t>, private label brand owner stores ingredients</w:t>
      </w:r>
      <w:r w:rsidRPr="00524D99">
        <w:rPr>
          <w:rFonts w:cs="Arial"/>
          <w:szCs w:val="18"/>
        </w:rPr>
        <w:t>.</w:t>
      </w:r>
    </w:p>
    <w:p w14:paraId="3BDFF657" w14:textId="0F26DCFC" w:rsidR="005C595C" w:rsidRDefault="005C595C" w:rsidP="006E75C6">
      <w:pPr>
        <w:keepNext/>
        <w:spacing w:before="60"/>
        <w:ind w:left="360"/>
        <w:rPr>
          <w:rFonts w:cs="Arial"/>
        </w:rPr>
      </w:pPr>
      <w:r w:rsidRPr="728AA500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728AA500">
        <w:rPr>
          <w:rFonts w:cs="Arial"/>
        </w:rPr>
        <w:instrText xml:space="preserve"> FORMCHECKBOX </w:instrText>
      </w:r>
      <w:r w:rsidRPr="728AA500">
        <w:rPr>
          <w:rFonts w:cs="Arial"/>
        </w:rPr>
      </w:r>
      <w:r w:rsidRPr="728AA500">
        <w:rPr>
          <w:rFonts w:cs="Arial"/>
        </w:rPr>
        <w:fldChar w:fldCharType="separate"/>
      </w:r>
      <w:r w:rsidRPr="728AA500">
        <w:rPr>
          <w:rFonts w:cs="Arial"/>
        </w:rPr>
        <w:fldChar w:fldCharType="end"/>
      </w:r>
      <w:r w:rsidRPr="728AA500">
        <w:rPr>
          <w:rFonts w:cs="Arial"/>
        </w:rPr>
        <w:t xml:space="preserve"> Not applicable, I am a grower who co-packs my own crops for the private label brand owner.</w:t>
      </w:r>
    </w:p>
    <w:p w14:paraId="7022E25D" w14:textId="74E80603" w:rsidR="00D63AEE" w:rsidRDefault="00D63AEE" w:rsidP="006E75C6">
      <w:pPr>
        <w:pStyle w:val="ListParagraph"/>
        <w:numPr>
          <w:ilvl w:val="0"/>
          <w:numId w:val="20"/>
        </w:numPr>
        <w:spacing w:before="60"/>
        <w:ind w:left="720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t>If</w:t>
      </w:r>
      <w:r w:rsidR="00146B8B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 xml:space="preserve">, are ingredients </w:t>
      </w:r>
      <w:r w:rsidR="00146B8B">
        <w:rPr>
          <w:rFonts w:cs="Arial"/>
          <w:szCs w:val="18"/>
        </w:rPr>
        <w:t xml:space="preserve">received/stored by brand owner </w:t>
      </w:r>
      <w:r>
        <w:rPr>
          <w:rFonts w:cs="Arial"/>
          <w:szCs w:val="18"/>
        </w:rPr>
        <w:t xml:space="preserve">in sealed </w:t>
      </w:r>
      <w:r w:rsidR="007457BB">
        <w:rPr>
          <w:rFonts w:cs="Arial"/>
          <w:szCs w:val="18"/>
        </w:rPr>
        <w:t>and tamper-evident packaging?</w:t>
      </w:r>
      <w:r>
        <w:rPr>
          <w:rFonts w:cs="Arial"/>
          <w:szCs w:val="18"/>
        </w:rPr>
        <w:t xml:space="preserve"> </w:t>
      </w:r>
    </w:p>
    <w:p w14:paraId="5618F050" w14:textId="71313DF2" w:rsidR="00520B48" w:rsidRDefault="00D63AEE" w:rsidP="006E75C6">
      <w:pPr>
        <w:pStyle w:val="ListParagraph"/>
        <w:spacing w:before="60"/>
        <w:ind w:left="990" w:hanging="270"/>
        <w:contextualSpacing w:val="0"/>
        <w:rPr>
          <w:rFonts w:cs="Arial"/>
          <w:szCs w:val="18"/>
        </w:rPr>
      </w:pPr>
      <w:r w:rsidRPr="000C2635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C2635">
        <w:rPr>
          <w:rFonts w:cs="Arial"/>
          <w:szCs w:val="18"/>
        </w:rPr>
        <w:instrText xml:space="preserve"> FORMCHECKBOX </w:instrText>
      </w:r>
      <w:r w:rsidRPr="000C2635">
        <w:rPr>
          <w:rFonts w:cs="Arial"/>
          <w:szCs w:val="18"/>
        </w:rPr>
      </w:r>
      <w:r w:rsidRPr="000C2635">
        <w:rPr>
          <w:rFonts w:cs="Arial"/>
          <w:szCs w:val="18"/>
        </w:rPr>
        <w:fldChar w:fldCharType="separate"/>
      </w:r>
      <w:r w:rsidRPr="000C2635">
        <w:rPr>
          <w:rFonts w:cs="Arial"/>
          <w:szCs w:val="18"/>
        </w:rPr>
        <w:fldChar w:fldCharType="end"/>
      </w:r>
      <w:r w:rsidR="00520B48">
        <w:rPr>
          <w:rFonts w:cs="Arial"/>
          <w:szCs w:val="18"/>
        </w:rPr>
        <w:t xml:space="preserve"> Yes</w:t>
      </w:r>
      <w:r w:rsidR="0094207D">
        <w:rPr>
          <w:rFonts w:cs="Arial"/>
          <w:szCs w:val="18"/>
        </w:rPr>
        <w:t xml:space="preserve">, </w:t>
      </w:r>
      <w:r w:rsidR="00F40ADB">
        <w:rPr>
          <w:rFonts w:cs="Arial"/>
          <w:szCs w:val="18"/>
        </w:rPr>
        <w:t>a</w:t>
      </w:r>
      <w:r w:rsidR="0094207D">
        <w:rPr>
          <w:rFonts w:cs="Arial"/>
          <w:szCs w:val="18"/>
        </w:rPr>
        <w:t xml:space="preserve">ttach an </w:t>
      </w:r>
      <w:hyperlink r:id="rId19" w:history="1">
        <w:r w:rsidR="00212F4D">
          <w:rPr>
            <w:rStyle w:val="Hyperlink"/>
            <w:rFonts w:cs="Arial"/>
            <w:b/>
            <w:bCs/>
            <w:szCs w:val="18"/>
          </w:rPr>
          <w:t>Exempt Handler Affidavit (EHA)</w:t>
        </w:r>
      </w:hyperlink>
      <w:r w:rsidR="0094207D">
        <w:rPr>
          <w:rFonts w:cs="Arial"/>
          <w:szCs w:val="18"/>
        </w:rPr>
        <w:t xml:space="preserve"> </w:t>
      </w:r>
      <w:r w:rsidR="002026CD">
        <w:rPr>
          <w:rFonts w:cs="Arial"/>
          <w:szCs w:val="18"/>
        </w:rPr>
        <w:t xml:space="preserve">completed by the private label owner </w:t>
      </w:r>
      <w:r w:rsidR="0094207D">
        <w:rPr>
          <w:rFonts w:cs="Arial"/>
          <w:szCs w:val="18"/>
        </w:rPr>
        <w:t>to</w:t>
      </w:r>
      <w:r w:rsidR="0094207D" w:rsidRPr="0094207D">
        <w:rPr>
          <w:rFonts w:cs="Arial"/>
          <w:szCs w:val="18"/>
        </w:rPr>
        <w:t xml:space="preserve"> describe the private label brand owner’s storage activities.</w:t>
      </w:r>
      <w:r w:rsidR="002026CD">
        <w:rPr>
          <w:rFonts w:cs="Arial"/>
          <w:szCs w:val="18"/>
        </w:rPr>
        <w:t xml:space="preserve"> </w:t>
      </w:r>
      <w:r w:rsidR="002026CD" w:rsidRPr="00224090">
        <w:rPr>
          <w:rFonts w:cs="Arial"/>
          <w:i/>
          <w:iCs/>
          <w:szCs w:val="18"/>
        </w:rPr>
        <w:t>CCOF will determine if certification is required.</w:t>
      </w:r>
    </w:p>
    <w:p w14:paraId="0D76EF22" w14:textId="3B5BA480" w:rsidR="0094207D" w:rsidRPr="0094207D" w:rsidRDefault="0094207D" w:rsidP="006E75C6">
      <w:pPr>
        <w:pStyle w:val="ListParagraph"/>
        <w:spacing w:before="60"/>
        <w:contextualSpacing w:val="0"/>
        <w:rPr>
          <w:rFonts w:cs="Arial"/>
          <w:szCs w:val="18"/>
        </w:rPr>
      </w:pPr>
      <w:r w:rsidRPr="000C2635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0C2635">
        <w:rPr>
          <w:rFonts w:cs="Arial"/>
          <w:szCs w:val="18"/>
        </w:rPr>
        <w:instrText xml:space="preserve"> FORMCHECKBOX </w:instrText>
      </w:r>
      <w:r w:rsidRPr="000C2635">
        <w:rPr>
          <w:rFonts w:cs="Arial"/>
          <w:szCs w:val="18"/>
        </w:rPr>
      </w:r>
      <w:r w:rsidRPr="000C2635">
        <w:rPr>
          <w:rFonts w:cs="Arial"/>
          <w:szCs w:val="18"/>
        </w:rPr>
        <w:fldChar w:fldCharType="separate"/>
      </w:r>
      <w:r w:rsidRPr="000C2635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No. </w:t>
      </w:r>
      <w:r w:rsidRPr="00524D99">
        <w:rPr>
          <w:rFonts w:cs="Arial"/>
          <w:szCs w:val="18"/>
        </w:rPr>
        <w:t>Private label brand owner is required to be certified</w:t>
      </w:r>
      <w:r w:rsidR="006F752E">
        <w:rPr>
          <w:rFonts w:cs="Arial"/>
          <w:szCs w:val="18"/>
        </w:rPr>
        <w:t xml:space="preserve"> as storage facility</w:t>
      </w:r>
      <w:r w:rsidRPr="00524D99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66CC0A6" w14:textId="4463FE89" w:rsidR="007A60F0" w:rsidRDefault="007A60F0" w:rsidP="006E75C6">
      <w:pPr>
        <w:keepNext/>
        <w:numPr>
          <w:ilvl w:val="0"/>
          <w:numId w:val="18"/>
        </w:numPr>
        <w:spacing w:before="60"/>
        <w:rPr>
          <w:rFonts w:cs="Arial"/>
          <w:b/>
          <w:sz w:val="22"/>
          <w:szCs w:val="22"/>
        </w:rPr>
      </w:pPr>
      <w:r w:rsidRPr="00813E40">
        <w:rPr>
          <w:rFonts w:cs="Arial"/>
          <w:szCs w:val="18"/>
        </w:rPr>
        <w:lastRenderedPageBreak/>
        <w:t xml:space="preserve">Is </w:t>
      </w:r>
      <w:r>
        <w:rPr>
          <w:rFonts w:cs="Arial"/>
          <w:szCs w:val="18"/>
        </w:rPr>
        <w:t>CCOF</w:t>
      </w:r>
      <w:r w:rsidRPr="00813E40">
        <w:rPr>
          <w:rFonts w:cs="Arial"/>
          <w:szCs w:val="18"/>
        </w:rPr>
        <w:t xml:space="preserve">’s name or seal used on the label in association with the </w:t>
      </w:r>
      <w:r w:rsidR="00D43F46">
        <w:rPr>
          <w:rFonts w:cs="Arial"/>
          <w:szCs w:val="18"/>
        </w:rPr>
        <w:t>private label brand owner</w:t>
      </w:r>
      <w:r w:rsidRPr="00813E40">
        <w:rPr>
          <w:rFonts w:cs="Arial"/>
          <w:szCs w:val="18"/>
        </w:rPr>
        <w:t>?</w:t>
      </w:r>
    </w:p>
    <w:p w14:paraId="27AE7FE1" w14:textId="2CDD127B" w:rsidR="00311D15" w:rsidRDefault="007A60F0" w:rsidP="006E75C6">
      <w:pPr>
        <w:keepNext/>
        <w:spacing w:before="60"/>
        <w:ind w:left="630" w:hanging="270"/>
        <w:rPr>
          <w:rFonts w:cs="Arial"/>
        </w:rPr>
      </w:pPr>
      <w:r w:rsidRPr="0B04A657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B04A657">
        <w:rPr>
          <w:rFonts w:cs="Arial"/>
        </w:rPr>
        <w:instrText xml:space="preserve"> FORMCHECKBOX </w:instrText>
      </w:r>
      <w:r w:rsidRPr="0B04A657">
        <w:rPr>
          <w:rFonts w:cs="Arial"/>
        </w:rPr>
      </w:r>
      <w:r w:rsidRPr="0B04A657">
        <w:rPr>
          <w:rFonts w:cs="Arial"/>
        </w:rPr>
        <w:fldChar w:fldCharType="separate"/>
      </w:r>
      <w:r w:rsidRPr="0B04A657">
        <w:rPr>
          <w:rFonts w:cs="Arial"/>
        </w:rPr>
        <w:fldChar w:fldCharType="end"/>
      </w:r>
      <w:r w:rsidRPr="0B04A657">
        <w:rPr>
          <w:rFonts w:cs="Arial"/>
        </w:rPr>
        <w:t xml:space="preserve"> No. This form is complete.</w:t>
      </w:r>
      <w:r w:rsidR="00481A65" w:rsidRPr="0B04A657">
        <w:rPr>
          <w:rFonts w:cs="Arial"/>
        </w:rPr>
        <w:t xml:space="preserve"> </w:t>
      </w:r>
      <w:r w:rsidR="00481A65" w:rsidRPr="00224090">
        <w:rPr>
          <w:rFonts w:cs="Arial"/>
          <w:i/>
        </w:rPr>
        <w:t xml:space="preserve">Certification of the </w:t>
      </w:r>
      <w:r w:rsidR="00D43F46">
        <w:rPr>
          <w:rFonts w:cs="Arial"/>
          <w:i/>
        </w:rPr>
        <w:t>p</w:t>
      </w:r>
      <w:r w:rsidR="00D43F46" w:rsidRPr="00D43F46">
        <w:rPr>
          <w:rFonts w:cs="Arial"/>
          <w:i/>
        </w:rPr>
        <w:t xml:space="preserve">rivate label brand owner </w:t>
      </w:r>
      <w:r w:rsidR="00311D15" w:rsidRPr="00224090">
        <w:rPr>
          <w:rFonts w:cs="Arial"/>
          <w:i/>
        </w:rPr>
        <w:t>may be required, even if your operation name appears on the label.</w:t>
      </w:r>
      <w:r w:rsidRPr="0B04A657">
        <w:rPr>
          <w:rFonts w:cs="Arial"/>
        </w:rPr>
        <w:t xml:space="preserve">   </w:t>
      </w:r>
    </w:p>
    <w:p w14:paraId="166CC0A7" w14:textId="4B28A97B" w:rsidR="007A60F0" w:rsidRPr="007A60F0" w:rsidRDefault="007A60F0" w:rsidP="006E75C6">
      <w:pPr>
        <w:keepNext/>
        <w:spacing w:before="60"/>
        <w:ind w:left="360"/>
        <w:rPr>
          <w:rFonts w:cs="Arial"/>
          <w:b/>
          <w:sz w:val="22"/>
          <w:szCs w:val="22"/>
        </w:rPr>
      </w:pPr>
      <w:r w:rsidRPr="00813E4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Yes. Complete this section.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2430"/>
        <w:gridCol w:w="90"/>
        <w:gridCol w:w="540"/>
        <w:gridCol w:w="90"/>
        <w:gridCol w:w="7110"/>
      </w:tblGrid>
      <w:tr w:rsidR="00F57451" w:rsidRPr="00813E40" w14:paraId="166CC0AB" w14:textId="77777777" w:rsidTr="004E2E2C">
        <w:trPr>
          <w:cantSplit/>
          <w:trHeight w:val="360"/>
        </w:trPr>
        <w:tc>
          <w:tcPr>
            <w:tcW w:w="2880" w:type="dxa"/>
            <w:gridSpan w:val="3"/>
            <w:vAlign w:val="center"/>
          </w:tcPr>
          <w:p w14:paraId="166CC0A9" w14:textId="77777777" w:rsidR="00F57451" w:rsidRPr="00813E40" w:rsidRDefault="00F57451" w:rsidP="00A926D2">
            <w:pPr>
              <w:keepNext/>
              <w:numPr>
                <w:ilvl w:val="0"/>
                <w:numId w:val="15"/>
              </w:numPr>
              <w:spacing w:before="60"/>
              <w:ind w:right="-43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Owner Address:</w:t>
            </w:r>
          </w:p>
        </w:tc>
        <w:tc>
          <w:tcPr>
            <w:tcW w:w="7740" w:type="dxa"/>
            <w:gridSpan w:val="3"/>
            <w:tcBorders>
              <w:bottom w:val="single" w:sz="4" w:space="0" w:color="auto"/>
            </w:tcBorders>
            <w:vAlign w:val="center"/>
          </w:tcPr>
          <w:p w14:paraId="166CC0AA" w14:textId="77777777" w:rsidR="00F57451" w:rsidRPr="00813E40" w:rsidRDefault="00F57451" w:rsidP="00A926D2">
            <w:pPr>
              <w:keepNext/>
              <w:tabs>
                <w:tab w:val="left" w:pos="1235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60F0" w:rsidRPr="00813E40" w14:paraId="166CC0AF" w14:textId="77777777" w:rsidTr="004E2E2C">
        <w:trPr>
          <w:cantSplit/>
          <w:trHeight w:val="360"/>
        </w:trPr>
        <w:tc>
          <w:tcPr>
            <w:tcW w:w="360" w:type="dxa"/>
            <w:vAlign w:val="center"/>
          </w:tcPr>
          <w:p w14:paraId="166CC0AC" w14:textId="77777777" w:rsidR="007A60F0" w:rsidRPr="00813E40" w:rsidRDefault="007A60F0" w:rsidP="00A926D2">
            <w:pPr>
              <w:keepNext/>
              <w:spacing w:before="60"/>
              <w:ind w:left="605" w:right="-43"/>
              <w:rPr>
                <w:rFonts w:cs="Arial"/>
                <w:szCs w:val="18"/>
              </w:rPr>
            </w:pPr>
          </w:p>
        </w:tc>
        <w:tc>
          <w:tcPr>
            <w:tcW w:w="3060" w:type="dxa"/>
            <w:gridSpan w:val="3"/>
            <w:vAlign w:val="center"/>
          </w:tcPr>
          <w:p w14:paraId="166CC0AD" w14:textId="77777777" w:rsidR="007A60F0" w:rsidRPr="00813E40" w:rsidRDefault="007A60F0" w:rsidP="00A926D2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Owner City, State, Zip: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CC0AE" w14:textId="77777777" w:rsidR="007A60F0" w:rsidRPr="00870E80" w:rsidRDefault="007A60F0" w:rsidP="00A926D2">
            <w:pPr>
              <w:keepNext/>
              <w:spacing w:before="60"/>
              <w:ind w:left="-115" w:right="-43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60F0" w:rsidRPr="00813E40" w14:paraId="166CC0B3" w14:textId="77777777" w:rsidTr="004E2E2C">
        <w:trPr>
          <w:cantSplit/>
          <w:trHeight w:val="360"/>
        </w:trPr>
        <w:tc>
          <w:tcPr>
            <w:tcW w:w="360" w:type="dxa"/>
            <w:vAlign w:val="center"/>
          </w:tcPr>
          <w:p w14:paraId="166CC0B0" w14:textId="77777777" w:rsidR="007A60F0" w:rsidRPr="00813E40" w:rsidRDefault="007A60F0" w:rsidP="00A926D2">
            <w:pPr>
              <w:keepNext/>
              <w:spacing w:before="60"/>
              <w:ind w:left="605" w:right="-43"/>
              <w:rPr>
                <w:rFonts w:cs="Arial"/>
                <w:szCs w:val="18"/>
              </w:rPr>
            </w:pPr>
          </w:p>
        </w:tc>
        <w:tc>
          <w:tcPr>
            <w:tcW w:w="3150" w:type="dxa"/>
            <w:gridSpan w:val="4"/>
            <w:vAlign w:val="center"/>
          </w:tcPr>
          <w:p w14:paraId="166CC0B1" w14:textId="2756E258" w:rsidR="007A60F0" w:rsidRPr="00813E40" w:rsidRDefault="007A60F0" w:rsidP="00A926D2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Contact Name and Title: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vAlign w:val="center"/>
          </w:tcPr>
          <w:p w14:paraId="166CC0B2" w14:textId="77777777" w:rsidR="007A60F0" w:rsidRPr="00870E80" w:rsidRDefault="007A60F0" w:rsidP="00A926D2">
            <w:pPr>
              <w:keepNext/>
              <w:spacing w:before="60"/>
              <w:ind w:left="-115" w:right="-45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86336A" w:rsidRPr="00813E40" w14:paraId="4248FA0E" w14:textId="77777777" w:rsidTr="008015CC">
        <w:trPr>
          <w:cantSplit/>
          <w:trHeight w:val="360"/>
        </w:trPr>
        <w:tc>
          <w:tcPr>
            <w:tcW w:w="360" w:type="dxa"/>
            <w:vAlign w:val="center"/>
          </w:tcPr>
          <w:p w14:paraId="0F8F25F4" w14:textId="77777777" w:rsidR="0086336A" w:rsidRPr="00813E40" w:rsidRDefault="0086336A" w:rsidP="00A926D2">
            <w:pPr>
              <w:spacing w:before="60"/>
              <w:ind w:left="605" w:right="-45"/>
              <w:rPr>
                <w:rFonts w:cs="Arial"/>
                <w:szCs w:val="18"/>
              </w:rPr>
            </w:pPr>
          </w:p>
        </w:tc>
        <w:tc>
          <w:tcPr>
            <w:tcW w:w="2430" w:type="dxa"/>
            <w:vAlign w:val="center"/>
          </w:tcPr>
          <w:p w14:paraId="01AFB352" w14:textId="0E4B02A7" w:rsidR="0086336A" w:rsidRPr="00813E40" w:rsidRDefault="0086336A" w:rsidP="00A926D2">
            <w:pPr>
              <w:keepNext/>
              <w:spacing w:before="60"/>
              <w:ind w:left="-115" w:right="-45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Contact Email:</w:t>
            </w:r>
          </w:p>
        </w:tc>
        <w:tc>
          <w:tcPr>
            <w:tcW w:w="7830" w:type="dxa"/>
            <w:gridSpan w:val="4"/>
            <w:tcBorders>
              <w:bottom w:val="single" w:sz="4" w:space="0" w:color="auto"/>
            </w:tcBorders>
            <w:vAlign w:val="center"/>
          </w:tcPr>
          <w:p w14:paraId="4C7F14AC" w14:textId="05AABC30" w:rsidR="0086336A" w:rsidRPr="00870E80" w:rsidRDefault="0086336A" w:rsidP="00A926D2">
            <w:pPr>
              <w:keepNext/>
              <w:spacing w:before="60"/>
              <w:ind w:left="-115" w:right="-45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60F0" w:rsidRPr="00813E40" w14:paraId="166CC0B7" w14:textId="77777777" w:rsidTr="006D78F4">
        <w:trPr>
          <w:cantSplit/>
          <w:trHeight w:val="360"/>
        </w:trPr>
        <w:tc>
          <w:tcPr>
            <w:tcW w:w="360" w:type="dxa"/>
            <w:vAlign w:val="center"/>
          </w:tcPr>
          <w:p w14:paraId="166CC0B4" w14:textId="77777777" w:rsidR="007A60F0" w:rsidRPr="00813E40" w:rsidRDefault="007A60F0" w:rsidP="00A926D2">
            <w:pPr>
              <w:spacing w:before="60"/>
              <w:ind w:left="605" w:right="-45"/>
              <w:rPr>
                <w:rFonts w:cs="Arial"/>
                <w:szCs w:val="18"/>
              </w:rPr>
            </w:pPr>
          </w:p>
        </w:tc>
        <w:tc>
          <w:tcPr>
            <w:tcW w:w="2430" w:type="dxa"/>
            <w:vAlign w:val="center"/>
          </w:tcPr>
          <w:p w14:paraId="166CC0B5" w14:textId="472ED054" w:rsidR="007A60F0" w:rsidRPr="00813E40" w:rsidRDefault="007A60F0" w:rsidP="00A926D2">
            <w:pPr>
              <w:keepNext/>
              <w:spacing w:before="60"/>
              <w:ind w:left="-115" w:right="-45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Contact Phone: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CC0B6" w14:textId="77777777" w:rsidR="007A60F0" w:rsidRPr="00870E80" w:rsidRDefault="007A60F0" w:rsidP="00A926D2">
            <w:pPr>
              <w:keepNext/>
              <w:spacing w:before="60"/>
              <w:ind w:left="-115" w:right="-45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B8" w14:textId="2A97287F" w:rsidR="007A60F0" w:rsidRDefault="00D61CDF" w:rsidP="006E75C6">
      <w:pPr>
        <w:spacing w:before="60"/>
        <w:rPr>
          <w:rFonts w:cs="Arial"/>
          <w:b/>
          <w:sz w:val="22"/>
          <w:szCs w:val="22"/>
        </w:rPr>
      </w:pPr>
      <w:r>
        <w:rPr>
          <w:rFonts w:cs="Arial"/>
          <w:szCs w:val="18"/>
        </w:rPr>
        <w:t xml:space="preserve">If approved, </w:t>
      </w:r>
      <w:r w:rsidR="007A60F0">
        <w:rPr>
          <w:rFonts w:cs="Arial"/>
          <w:szCs w:val="18"/>
        </w:rPr>
        <w:t xml:space="preserve">CCOF will send Notification to the </w:t>
      </w:r>
      <w:r w:rsidR="00D43F46">
        <w:rPr>
          <w:rFonts w:cs="Arial"/>
          <w:szCs w:val="18"/>
        </w:rPr>
        <w:t xml:space="preserve">private label brand owner </w:t>
      </w:r>
      <w:r w:rsidR="007A60F0" w:rsidRPr="00813E40">
        <w:rPr>
          <w:rFonts w:cs="Arial"/>
          <w:szCs w:val="18"/>
        </w:rPr>
        <w:t xml:space="preserve">that the </w:t>
      </w:r>
      <w:r w:rsidR="007A60F0">
        <w:rPr>
          <w:rFonts w:cs="Arial"/>
          <w:szCs w:val="18"/>
        </w:rPr>
        <w:t>CCOF</w:t>
      </w:r>
      <w:r w:rsidR="007A60F0" w:rsidRPr="00813E40">
        <w:rPr>
          <w:rFonts w:cs="Arial"/>
          <w:szCs w:val="18"/>
        </w:rPr>
        <w:t xml:space="preserve"> name and/or seal may only be used on the products </w:t>
      </w:r>
      <w:r w:rsidR="007A60F0">
        <w:rPr>
          <w:rFonts w:cs="Arial"/>
          <w:szCs w:val="18"/>
        </w:rPr>
        <w:t xml:space="preserve">listed on your </w:t>
      </w:r>
      <w:r w:rsidR="00FA1788">
        <w:rPr>
          <w:rFonts w:cs="Arial"/>
          <w:szCs w:val="18"/>
        </w:rPr>
        <w:t xml:space="preserve">CCOF </w:t>
      </w:r>
      <w:r w:rsidR="007420D3">
        <w:rPr>
          <w:rFonts w:cs="Arial"/>
          <w:szCs w:val="18"/>
        </w:rPr>
        <w:t>Client Profile</w:t>
      </w:r>
      <w:r w:rsidR="008332A4">
        <w:rPr>
          <w:rFonts w:cs="Arial"/>
          <w:szCs w:val="18"/>
        </w:rPr>
        <w:t xml:space="preserve">, </w:t>
      </w:r>
      <w:r w:rsidR="008332A4" w:rsidRPr="00EA3876">
        <w:rPr>
          <w:rFonts w:cs="Arial"/>
          <w:szCs w:val="18"/>
        </w:rPr>
        <w:t xml:space="preserve">available on </w:t>
      </w:r>
      <w:hyperlink r:id="rId20" w:history="1">
        <w:r w:rsidR="00B048C8" w:rsidRPr="00EA3876">
          <w:rPr>
            <w:rStyle w:val="Hyperlink"/>
          </w:rPr>
          <w:t>www.MyCCOF.org</w:t>
        </w:r>
      </w:hyperlink>
      <w:r w:rsidR="007A60F0" w:rsidRPr="00EA3876">
        <w:rPr>
          <w:rFonts w:cs="Arial"/>
          <w:szCs w:val="18"/>
        </w:rPr>
        <w:t>.</w:t>
      </w:r>
    </w:p>
    <w:p w14:paraId="630D19A9" w14:textId="33AA4757" w:rsidR="00B20D0C" w:rsidRPr="001B11E6" w:rsidRDefault="00826992" w:rsidP="006E75C6">
      <w:pPr>
        <w:spacing w:before="120"/>
        <w:rPr>
          <w:rFonts w:cs="Arial"/>
          <w:i/>
          <w:iCs/>
          <w:szCs w:val="16"/>
        </w:rPr>
      </w:pPr>
      <w:r w:rsidRPr="001B11E6">
        <w:rPr>
          <w:rFonts w:cs="Arial"/>
          <w:b/>
          <w:i/>
          <w:iCs/>
          <w:sz w:val="22"/>
          <w:szCs w:val="22"/>
        </w:rPr>
        <w:t xml:space="preserve">Use of </w:t>
      </w:r>
      <w:r w:rsidR="003B6D6C" w:rsidRPr="001B11E6">
        <w:rPr>
          <w:rFonts w:cs="Arial"/>
          <w:b/>
          <w:i/>
          <w:iCs/>
          <w:sz w:val="22"/>
          <w:szCs w:val="22"/>
        </w:rPr>
        <w:t>CCOF</w:t>
      </w:r>
      <w:r w:rsidR="007115F2" w:rsidRPr="001B11E6">
        <w:rPr>
          <w:rFonts w:cs="Arial"/>
          <w:b/>
          <w:i/>
          <w:iCs/>
          <w:sz w:val="22"/>
          <w:szCs w:val="22"/>
        </w:rPr>
        <w:t xml:space="preserve"> </w:t>
      </w:r>
      <w:r w:rsidRPr="001B11E6">
        <w:rPr>
          <w:rFonts w:cs="Arial"/>
          <w:b/>
          <w:i/>
          <w:iCs/>
          <w:sz w:val="22"/>
          <w:szCs w:val="22"/>
        </w:rPr>
        <w:t>Name and Seal</w:t>
      </w:r>
      <w:r w:rsidR="00BE6116" w:rsidRPr="001B11E6">
        <w:rPr>
          <w:rFonts w:cs="Arial"/>
          <w:b/>
          <w:i/>
          <w:iCs/>
          <w:sz w:val="22"/>
          <w:szCs w:val="22"/>
        </w:rPr>
        <w:t xml:space="preserve">: </w:t>
      </w:r>
      <w:r w:rsidR="007115F2" w:rsidRPr="001B11E6">
        <w:rPr>
          <w:rFonts w:cs="Arial"/>
          <w:i/>
          <w:iCs/>
          <w:szCs w:val="16"/>
        </w:rPr>
        <w:t xml:space="preserve">The 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 name and/or seal may be used on labels of non-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 certified </w:t>
      </w:r>
      <w:r w:rsidR="00D43F46" w:rsidRPr="001B11E6">
        <w:rPr>
          <w:rFonts w:cs="Arial"/>
          <w:i/>
          <w:iCs/>
          <w:szCs w:val="16"/>
        </w:rPr>
        <w:t>p</w:t>
      </w:r>
      <w:r w:rsidR="008540E9" w:rsidRPr="001B11E6">
        <w:rPr>
          <w:rFonts w:cs="Arial"/>
          <w:i/>
          <w:iCs/>
          <w:szCs w:val="16"/>
        </w:rPr>
        <w:t xml:space="preserve">rivate </w:t>
      </w:r>
      <w:r w:rsidR="00D43F46" w:rsidRPr="001B11E6">
        <w:rPr>
          <w:rFonts w:cs="Arial"/>
          <w:i/>
          <w:iCs/>
          <w:szCs w:val="16"/>
        </w:rPr>
        <w:t>l</w:t>
      </w:r>
      <w:r w:rsidR="008540E9" w:rsidRPr="001B11E6">
        <w:rPr>
          <w:rFonts w:cs="Arial"/>
          <w:i/>
          <w:iCs/>
          <w:szCs w:val="16"/>
        </w:rPr>
        <w:t xml:space="preserve">abel </w:t>
      </w:r>
      <w:r w:rsidR="00D43F46" w:rsidRPr="001B11E6">
        <w:rPr>
          <w:rFonts w:cs="Arial"/>
          <w:i/>
          <w:iCs/>
          <w:szCs w:val="16"/>
        </w:rPr>
        <w:t>o</w:t>
      </w:r>
      <w:r w:rsidR="008540E9" w:rsidRPr="001B11E6">
        <w:rPr>
          <w:rFonts w:cs="Arial"/>
          <w:i/>
          <w:iCs/>
          <w:szCs w:val="16"/>
        </w:rPr>
        <w:t>wner</w:t>
      </w:r>
      <w:r w:rsidR="006510DD" w:rsidRPr="001B11E6">
        <w:rPr>
          <w:rFonts w:cs="Arial"/>
          <w:i/>
          <w:iCs/>
          <w:szCs w:val="16"/>
        </w:rPr>
        <w:t>s</w:t>
      </w:r>
      <w:r w:rsidR="008540E9" w:rsidRPr="001B11E6">
        <w:rPr>
          <w:rFonts w:cs="Arial"/>
          <w:i/>
          <w:iCs/>
          <w:szCs w:val="16"/>
        </w:rPr>
        <w:t>/</w:t>
      </w:r>
      <w:r w:rsidR="00D43F46" w:rsidRPr="001B11E6">
        <w:rPr>
          <w:rFonts w:cs="Arial"/>
          <w:i/>
          <w:iCs/>
          <w:szCs w:val="16"/>
        </w:rPr>
        <w:t>m</w:t>
      </w:r>
      <w:r w:rsidR="008540E9" w:rsidRPr="001B11E6">
        <w:rPr>
          <w:rFonts w:cs="Arial"/>
          <w:i/>
          <w:iCs/>
          <w:szCs w:val="16"/>
        </w:rPr>
        <w:t>arketer</w:t>
      </w:r>
      <w:r w:rsidR="006510DD" w:rsidRPr="001B11E6">
        <w:rPr>
          <w:rFonts w:cs="Arial"/>
          <w:i/>
          <w:iCs/>
          <w:szCs w:val="16"/>
        </w:rPr>
        <w:t>s</w:t>
      </w:r>
      <w:r w:rsidR="007115F2" w:rsidRPr="001B11E6">
        <w:rPr>
          <w:rFonts w:cs="Arial"/>
          <w:i/>
          <w:iCs/>
          <w:szCs w:val="16"/>
        </w:rPr>
        <w:t xml:space="preserve"> provided that the product was grown or processed by 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 certified operations. 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 approval of the private label </w:t>
      </w:r>
      <w:r w:rsidR="00E533E3" w:rsidRPr="001B11E6">
        <w:rPr>
          <w:rFonts w:cs="Arial"/>
          <w:i/>
          <w:iCs/>
          <w:szCs w:val="16"/>
        </w:rPr>
        <w:t xml:space="preserve">brand </w:t>
      </w:r>
      <w:r w:rsidR="007115F2" w:rsidRPr="001B11E6">
        <w:rPr>
          <w:rFonts w:cs="Arial"/>
          <w:i/>
          <w:iCs/>
          <w:szCs w:val="16"/>
        </w:rPr>
        <w:t xml:space="preserve">products does not constitute certification of the </w:t>
      </w:r>
      <w:r w:rsidR="00D43F46" w:rsidRPr="001B11E6">
        <w:rPr>
          <w:rFonts w:cs="Arial"/>
          <w:i/>
          <w:iCs/>
          <w:szCs w:val="16"/>
        </w:rPr>
        <w:t>private label owner/marketer</w:t>
      </w:r>
      <w:r w:rsidR="007115F2" w:rsidRPr="001B11E6">
        <w:rPr>
          <w:rFonts w:cs="Arial"/>
          <w:i/>
          <w:iCs/>
          <w:szCs w:val="16"/>
        </w:rPr>
        <w:t xml:space="preserve">. 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 Certified Operations must notify 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 in advance of packing any </w:t>
      </w:r>
      <w:r w:rsidR="00971796" w:rsidRPr="001B11E6">
        <w:rPr>
          <w:rFonts w:cs="Arial"/>
          <w:i/>
          <w:iCs/>
          <w:szCs w:val="16"/>
        </w:rPr>
        <w:t xml:space="preserve">new </w:t>
      </w:r>
      <w:r w:rsidR="007115F2" w:rsidRPr="001B11E6">
        <w:rPr>
          <w:rFonts w:cs="Arial"/>
          <w:i/>
          <w:iCs/>
          <w:szCs w:val="16"/>
        </w:rPr>
        <w:t xml:space="preserve">private label </w:t>
      </w:r>
      <w:r w:rsidR="00E533E3" w:rsidRPr="001B11E6">
        <w:rPr>
          <w:rFonts w:cs="Arial"/>
          <w:i/>
          <w:iCs/>
          <w:szCs w:val="16"/>
        </w:rPr>
        <w:t xml:space="preserve">brand </w:t>
      </w:r>
      <w:r w:rsidR="007115F2" w:rsidRPr="001B11E6">
        <w:rPr>
          <w:rFonts w:cs="Arial"/>
          <w:i/>
          <w:iCs/>
          <w:szCs w:val="16"/>
        </w:rPr>
        <w:t xml:space="preserve">product. 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 Certified Operations will be billed for the use of </w:t>
      </w:r>
      <w:r w:rsidR="003B6D6C" w:rsidRPr="001B11E6">
        <w:rPr>
          <w:rFonts w:cs="Arial"/>
          <w:i/>
          <w:iCs/>
          <w:szCs w:val="16"/>
        </w:rPr>
        <w:t>CCOF</w:t>
      </w:r>
      <w:r w:rsidR="007115F2" w:rsidRPr="001B11E6">
        <w:rPr>
          <w:rFonts w:cs="Arial"/>
          <w:i/>
          <w:iCs/>
          <w:szCs w:val="16"/>
        </w:rPr>
        <w:t xml:space="preserve">’s name and/or seal on a </w:t>
      </w:r>
      <w:r w:rsidR="00D43F46" w:rsidRPr="001B11E6">
        <w:rPr>
          <w:rFonts w:cs="Arial"/>
          <w:i/>
          <w:iCs/>
          <w:szCs w:val="16"/>
        </w:rPr>
        <w:t>p</w:t>
      </w:r>
      <w:r w:rsidR="007115F2" w:rsidRPr="001B11E6">
        <w:rPr>
          <w:rFonts w:cs="Arial"/>
          <w:i/>
          <w:iCs/>
          <w:szCs w:val="16"/>
        </w:rPr>
        <w:t xml:space="preserve">rivate </w:t>
      </w:r>
      <w:r w:rsidR="00D43F46" w:rsidRPr="001B11E6">
        <w:rPr>
          <w:rFonts w:cs="Arial"/>
          <w:i/>
          <w:iCs/>
          <w:szCs w:val="16"/>
        </w:rPr>
        <w:t>l</w:t>
      </w:r>
      <w:r w:rsidR="007115F2" w:rsidRPr="001B11E6">
        <w:rPr>
          <w:rFonts w:cs="Arial"/>
          <w:i/>
          <w:iCs/>
          <w:szCs w:val="16"/>
        </w:rPr>
        <w:t xml:space="preserve">abel </w:t>
      </w:r>
      <w:r w:rsidR="00F53615" w:rsidRPr="001B11E6">
        <w:rPr>
          <w:rFonts w:cs="Arial"/>
          <w:i/>
          <w:iCs/>
          <w:szCs w:val="16"/>
        </w:rPr>
        <w:t xml:space="preserve">product </w:t>
      </w:r>
      <w:r w:rsidR="007115F2" w:rsidRPr="001B11E6">
        <w:rPr>
          <w:rFonts w:cs="Arial"/>
          <w:i/>
          <w:iCs/>
          <w:szCs w:val="16"/>
        </w:rPr>
        <w:t xml:space="preserve">per </w:t>
      </w:r>
      <w:r w:rsidR="00420893" w:rsidRPr="001B11E6">
        <w:rPr>
          <w:rFonts w:cs="Arial"/>
          <w:i/>
          <w:iCs/>
          <w:szCs w:val="16"/>
        </w:rPr>
        <w:t xml:space="preserve">the </w:t>
      </w:r>
      <w:hyperlink r:id="rId21" w:history="1">
        <w:r w:rsidR="003B6D6C" w:rsidRPr="001B11E6">
          <w:rPr>
            <w:rStyle w:val="Hyperlink"/>
            <w:rFonts w:cs="Arial"/>
            <w:b/>
            <w:bCs/>
            <w:i/>
            <w:iCs/>
            <w:szCs w:val="16"/>
          </w:rPr>
          <w:t>CCOF</w:t>
        </w:r>
        <w:r w:rsidR="00420893" w:rsidRPr="001B11E6">
          <w:rPr>
            <w:rStyle w:val="Hyperlink"/>
            <w:rFonts w:cs="Arial"/>
            <w:b/>
            <w:bCs/>
            <w:i/>
            <w:iCs/>
            <w:szCs w:val="16"/>
          </w:rPr>
          <w:t xml:space="preserve"> Certification </w:t>
        </w:r>
        <w:r w:rsidR="00813E40" w:rsidRPr="001B11E6">
          <w:rPr>
            <w:rStyle w:val="Hyperlink"/>
            <w:rFonts w:cs="Arial"/>
            <w:b/>
            <w:bCs/>
            <w:i/>
            <w:iCs/>
            <w:szCs w:val="16"/>
          </w:rPr>
          <w:t>Services Program</w:t>
        </w:r>
        <w:r w:rsidR="00420893" w:rsidRPr="001B11E6">
          <w:rPr>
            <w:rStyle w:val="Hyperlink"/>
            <w:rFonts w:cs="Arial"/>
            <w:b/>
            <w:bCs/>
            <w:i/>
            <w:iCs/>
            <w:szCs w:val="16"/>
          </w:rPr>
          <w:t xml:space="preserve"> Manual</w:t>
        </w:r>
      </w:hyperlink>
      <w:r w:rsidR="007115F2" w:rsidRPr="001B11E6">
        <w:rPr>
          <w:rFonts w:cs="Arial"/>
          <w:i/>
          <w:iCs/>
          <w:szCs w:val="16"/>
        </w:rPr>
        <w:t xml:space="preserve">.  </w:t>
      </w:r>
    </w:p>
    <w:sectPr w:rsidR="00B20D0C" w:rsidRPr="001B11E6" w:rsidSect="00443B62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C8863" w14:textId="77777777" w:rsidR="00BA2A61" w:rsidRDefault="00BA2A61" w:rsidP="00CC5688">
      <w:r>
        <w:separator/>
      </w:r>
    </w:p>
  </w:endnote>
  <w:endnote w:type="continuationSeparator" w:id="0">
    <w:p w14:paraId="3E62BAA4" w14:textId="77777777" w:rsidR="00BA2A61" w:rsidRDefault="00BA2A61" w:rsidP="00CC5688">
      <w:r>
        <w:continuationSeparator/>
      </w:r>
    </w:p>
  </w:endnote>
  <w:endnote w:type="continuationNotice" w:id="1">
    <w:p w14:paraId="282CFAE7" w14:textId="77777777" w:rsidR="00BA2A61" w:rsidRDefault="00BA2A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Myriad Roman">
    <w:altName w:val="Courier New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CondensedL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EBEB2" w14:textId="77777777" w:rsidR="00477CFF" w:rsidRDefault="00477C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CC0C6" w14:textId="70F2A456" w:rsidR="00C267B0" w:rsidRPr="00695928" w:rsidRDefault="0082206A" w:rsidP="005866B6">
    <w:pPr>
      <w:tabs>
        <w:tab w:val="left" w:pos="9360"/>
      </w:tabs>
      <w:autoSpaceDE w:val="0"/>
      <w:autoSpaceDN w:val="0"/>
      <w:adjustRightInd w:val="0"/>
      <w:ind w:right="-36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3" behindDoc="1" locked="0" layoutInCell="1" allowOverlap="1" wp14:anchorId="166CC0CD" wp14:editId="60D0CB85">
          <wp:simplePos x="0" y="0"/>
          <wp:positionH relativeFrom="page">
            <wp:posOffset>0</wp:posOffset>
          </wp:positionH>
          <wp:positionV relativeFrom="page">
            <wp:posOffset>9605041</wp:posOffset>
          </wp:positionV>
          <wp:extent cx="7772400" cy="453962"/>
          <wp:effectExtent l="0" t="0" r="0" b="381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5D74">
      <w:rPr>
        <w:rFonts w:cs="Arial"/>
        <w:i/>
        <w:sz w:val="16"/>
        <w:szCs w:val="16"/>
      </w:rPr>
      <w:t>NOPB26</w:t>
    </w:r>
    <w:r w:rsidR="00DD6264">
      <w:rPr>
        <w:rFonts w:cs="Arial"/>
        <w:i/>
        <w:sz w:val="16"/>
        <w:szCs w:val="16"/>
      </w:rPr>
      <w:t xml:space="preserve">, </w:t>
    </w:r>
    <w:r w:rsidR="00EE1B30">
      <w:rPr>
        <w:rFonts w:cs="Arial"/>
        <w:i/>
        <w:sz w:val="16"/>
        <w:szCs w:val="16"/>
      </w:rPr>
      <w:t xml:space="preserve">V2, </w:t>
    </w:r>
    <w:r w:rsidR="00EC7B45">
      <w:rPr>
        <w:rFonts w:cs="Arial"/>
        <w:i/>
        <w:sz w:val="16"/>
        <w:szCs w:val="16"/>
      </w:rPr>
      <w:t xml:space="preserve">R1, </w:t>
    </w:r>
    <w:r w:rsidR="00CB7026">
      <w:rPr>
        <w:rFonts w:cs="Arial"/>
        <w:i/>
        <w:sz w:val="16"/>
        <w:szCs w:val="16"/>
      </w:rPr>
      <w:t>6/17/2024</w:t>
    </w:r>
    <w:r w:rsidR="00695928" w:rsidRPr="00695928">
      <w:rPr>
        <w:rFonts w:cs="Arial"/>
        <w:i/>
        <w:sz w:val="16"/>
        <w:szCs w:val="16"/>
      </w:rPr>
      <w:tab/>
    </w:r>
    <w:r w:rsidR="00695928" w:rsidRPr="00695928">
      <w:rPr>
        <w:i/>
        <w:sz w:val="16"/>
        <w:szCs w:val="16"/>
      </w:rPr>
      <w:t xml:space="preserve">Page </w:t>
    </w:r>
    <w:r w:rsidR="00DF6023" w:rsidRPr="00695928">
      <w:rPr>
        <w:b/>
        <w:i/>
        <w:sz w:val="16"/>
        <w:szCs w:val="16"/>
      </w:rPr>
      <w:fldChar w:fldCharType="begin"/>
    </w:r>
    <w:r w:rsidR="00695928" w:rsidRPr="00695928">
      <w:rPr>
        <w:b/>
        <w:i/>
        <w:sz w:val="16"/>
        <w:szCs w:val="16"/>
      </w:rPr>
      <w:instrText xml:space="preserve"> PAGE </w:instrText>
    </w:r>
    <w:r w:rsidR="00DF6023" w:rsidRPr="00695928">
      <w:rPr>
        <w:b/>
        <w:i/>
        <w:sz w:val="16"/>
        <w:szCs w:val="16"/>
      </w:rPr>
      <w:fldChar w:fldCharType="separate"/>
    </w:r>
    <w:r w:rsidR="00F55DD1">
      <w:rPr>
        <w:b/>
        <w:i/>
        <w:noProof/>
        <w:sz w:val="16"/>
        <w:szCs w:val="16"/>
      </w:rPr>
      <w:t>1</w:t>
    </w:r>
    <w:r w:rsidR="00DF6023" w:rsidRPr="00695928">
      <w:rPr>
        <w:b/>
        <w:i/>
        <w:sz w:val="16"/>
        <w:szCs w:val="16"/>
      </w:rPr>
      <w:fldChar w:fldCharType="end"/>
    </w:r>
    <w:r w:rsidR="00695928" w:rsidRPr="00695928">
      <w:rPr>
        <w:i/>
        <w:sz w:val="16"/>
        <w:szCs w:val="16"/>
      </w:rPr>
      <w:t xml:space="preserve"> of </w:t>
    </w:r>
    <w:r w:rsidR="00DF6023" w:rsidRPr="00695928">
      <w:rPr>
        <w:b/>
        <w:i/>
        <w:sz w:val="16"/>
        <w:szCs w:val="16"/>
      </w:rPr>
      <w:fldChar w:fldCharType="begin"/>
    </w:r>
    <w:r w:rsidR="00695928" w:rsidRPr="00695928">
      <w:rPr>
        <w:b/>
        <w:i/>
        <w:sz w:val="16"/>
        <w:szCs w:val="16"/>
      </w:rPr>
      <w:instrText xml:space="preserve"> NUMPAGES  </w:instrText>
    </w:r>
    <w:r w:rsidR="00DF6023" w:rsidRPr="00695928">
      <w:rPr>
        <w:b/>
        <w:i/>
        <w:sz w:val="16"/>
        <w:szCs w:val="16"/>
      </w:rPr>
      <w:fldChar w:fldCharType="separate"/>
    </w:r>
    <w:r w:rsidR="00F55DD1">
      <w:rPr>
        <w:b/>
        <w:i/>
        <w:noProof/>
        <w:sz w:val="16"/>
        <w:szCs w:val="16"/>
      </w:rPr>
      <w:t>1</w:t>
    </w:r>
    <w:r w:rsidR="00DF6023" w:rsidRPr="00695928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CC0C8" w14:textId="77777777" w:rsidR="00C267B0" w:rsidRPr="00672357" w:rsidRDefault="00C267B0" w:rsidP="00C267B0">
    <w:pPr>
      <w:pStyle w:val="OFFICEBOX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ind w:left="0"/>
      <w:rPr>
        <w:rFonts w:ascii="Arial" w:hAnsi="Arial" w:cs="Arial"/>
        <w:b w:val="0"/>
        <w:bCs/>
        <w:sz w:val="2"/>
      </w:rPr>
    </w:pPr>
  </w:p>
  <w:p w14:paraId="166CC0C9" w14:textId="77777777" w:rsidR="00C267B0" w:rsidRDefault="00C267B0" w:rsidP="00C267B0">
    <w:pPr>
      <w:pStyle w:val="OFFICEBOX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ind w:left="0"/>
      <w:rPr>
        <w:rFonts w:ascii="Arial" w:hAnsi="Arial" w:cs="Arial"/>
      </w:rPr>
    </w:pPr>
    <w:r>
      <w:rPr>
        <w:rFonts w:ascii="Arial" w:hAnsi="Arial" w:cs="Arial"/>
        <w:b w:val="0"/>
        <w:bCs/>
      </w:rPr>
      <w:t>FOR OFFICE USE ONLY</w:t>
    </w:r>
    <w:r>
      <w:rPr>
        <w:rFonts w:ascii="Arial" w:hAnsi="Arial" w:cs="Arial"/>
      </w:rPr>
      <w:t xml:space="preserve">:        </w:t>
    </w:r>
    <w:proofErr w:type="gramStart"/>
    <w:r>
      <w:rPr>
        <w:rFonts w:ascii="Arial" w:hAnsi="Arial" w:cs="Arial"/>
      </w:rPr>
      <w:t>Code:_</w:t>
    </w:r>
    <w:proofErr w:type="gramEnd"/>
    <w:r>
      <w:rPr>
        <w:rFonts w:ascii="Arial" w:hAnsi="Arial" w:cs="Arial"/>
      </w:rPr>
      <w:t xml:space="preserve">_________     Retired: __________     Received: __________    Invoiced: __________     </w:t>
    </w:r>
  </w:p>
  <w:p w14:paraId="166CC0CA" w14:textId="77777777" w:rsidR="00C267B0" w:rsidRPr="008979DE" w:rsidRDefault="00C267B0" w:rsidP="00C267B0">
    <w:pPr>
      <w:autoSpaceDE w:val="0"/>
      <w:autoSpaceDN w:val="0"/>
      <w:adjustRightInd w:val="0"/>
      <w:rPr>
        <w:rFonts w:cs="Arial"/>
        <w:sz w:val="16"/>
        <w:szCs w:val="16"/>
      </w:rPr>
    </w:pPr>
    <w:r w:rsidRPr="008979DE">
      <w:rPr>
        <w:rFonts w:cs="Arial"/>
        <w:sz w:val="16"/>
        <w:szCs w:val="16"/>
      </w:rPr>
      <w:t>H2.6 205.201 Private Label</w:t>
    </w:r>
    <w:r w:rsidRPr="008979DE">
      <w:rPr>
        <w:rFonts w:cs="Arial"/>
        <w:sz w:val="16"/>
        <w:szCs w:val="16"/>
      </w:rPr>
      <w:tab/>
      <w:t>A-OSP-H26, V2, 7/28/05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2D82C" w14:textId="77777777" w:rsidR="00BA2A61" w:rsidRDefault="00BA2A61" w:rsidP="00CC5688">
      <w:r>
        <w:separator/>
      </w:r>
    </w:p>
  </w:footnote>
  <w:footnote w:type="continuationSeparator" w:id="0">
    <w:p w14:paraId="4F19E9B3" w14:textId="77777777" w:rsidR="00BA2A61" w:rsidRDefault="00BA2A61" w:rsidP="00CC5688">
      <w:r>
        <w:continuationSeparator/>
      </w:r>
    </w:p>
  </w:footnote>
  <w:footnote w:type="continuationNotice" w:id="1">
    <w:p w14:paraId="7253C299" w14:textId="77777777" w:rsidR="00BA2A61" w:rsidRDefault="00BA2A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BC48E" w14:textId="77777777" w:rsidR="00477CFF" w:rsidRDefault="00477C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CC0BE" w14:textId="77777777" w:rsidR="00813E40" w:rsidRDefault="0082206A" w:rsidP="005866B6">
    <w:pPr>
      <w:pStyle w:val="Header"/>
      <w:tabs>
        <w:tab w:val="clear" w:pos="4320"/>
        <w:tab w:val="clear" w:pos="8640"/>
      </w:tabs>
      <w:ind w:right="-36"/>
    </w:pPr>
    <w:r>
      <w:rPr>
        <w:noProof/>
      </w:rPr>
      <w:drawing>
        <wp:anchor distT="0" distB="0" distL="114300" distR="114300" simplePos="0" relativeHeight="251658242" behindDoc="0" locked="0" layoutInCell="1" allowOverlap="1" wp14:anchorId="166CC0CB" wp14:editId="166CC0CC">
          <wp:simplePos x="0" y="0"/>
          <wp:positionH relativeFrom="column">
            <wp:posOffset>-135255</wp:posOffset>
          </wp:positionH>
          <wp:positionV relativeFrom="paragraph">
            <wp:posOffset>100330</wp:posOffset>
          </wp:positionV>
          <wp:extent cx="590550" cy="714375"/>
          <wp:effectExtent l="0" t="0" r="0" b="0"/>
          <wp:wrapNone/>
          <wp:docPr id="11" name="Picture 11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907"/>
      <w:gridCol w:w="1134"/>
      <w:gridCol w:w="2016"/>
    </w:tblGrid>
    <w:tr w:rsidR="002264DF" w:rsidRPr="000B5C85" w14:paraId="166CC0C1" w14:textId="77777777" w:rsidTr="00C91782">
      <w:trPr>
        <w:cantSplit/>
        <w:trHeight w:val="525"/>
      </w:trPr>
      <w:tc>
        <w:tcPr>
          <w:tcW w:w="6907" w:type="dxa"/>
          <w:tcBorders>
            <w:right w:val="nil"/>
          </w:tcBorders>
          <w:vAlign w:val="center"/>
        </w:tcPr>
        <w:p w14:paraId="166CC0BF" w14:textId="5B5BC3B1" w:rsidR="002264DF" w:rsidRPr="00813E40" w:rsidRDefault="002264DF" w:rsidP="003B6D6C">
          <w:pPr>
            <w:ind w:right="-115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NOP §205.</w:t>
          </w:r>
          <w:r w:rsidR="00296746">
            <w:rPr>
              <w:rFonts w:cs="Arial"/>
              <w:b/>
              <w:sz w:val="16"/>
              <w:szCs w:val="16"/>
            </w:rPr>
            <w:t xml:space="preserve">101, </w:t>
          </w:r>
          <w:r>
            <w:rPr>
              <w:rFonts w:cs="Arial"/>
              <w:b/>
              <w:sz w:val="16"/>
              <w:szCs w:val="16"/>
            </w:rPr>
            <w:t>205.201</w:t>
          </w:r>
        </w:p>
      </w:tc>
      <w:tc>
        <w:tcPr>
          <w:tcW w:w="3150" w:type="dxa"/>
          <w:gridSpan w:val="2"/>
          <w:tcBorders>
            <w:left w:val="nil"/>
          </w:tcBorders>
          <w:vAlign w:val="center"/>
        </w:tcPr>
        <w:p w14:paraId="166CC0C0" w14:textId="77777777" w:rsidR="002264DF" w:rsidRPr="002264DF" w:rsidRDefault="002264DF" w:rsidP="00CC790A">
          <w:pPr>
            <w:pStyle w:val="Heading4"/>
            <w:spacing w:before="0" w:after="0"/>
            <w:ind w:right="-108"/>
          </w:pPr>
          <w:r w:rsidRPr="002264DF">
            <w:rPr>
              <w:rFonts w:cs="Arial"/>
              <w:sz w:val="22"/>
              <w:szCs w:val="22"/>
            </w:rPr>
            <w:t>CO-PACKER</w:t>
          </w:r>
          <w:r w:rsidR="00826992">
            <w:rPr>
              <w:rFonts w:cs="Arial"/>
              <w:sz w:val="22"/>
              <w:szCs w:val="22"/>
            </w:rPr>
            <w:t xml:space="preserve"> APPLICATION</w:t>
          </w:r>
        </w:p>
      </w:tc>
    </w:tr>
    <w:tr w:rsidR="00813E40" w:rsidRPr="000B5C85" w14:paraId="166CC0C4" w14:textId="77777777" w:rsidTr="00030C05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166CC0C2" w14:textId="76A64C5F" w:rsidR="00813E40" w:rsidRPr="00DD6ABD" w:rsidRDefault="00443B62" w:rsidP="00332E9C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 w:rsidR="005E048C">
              <w:rPr>
                <w:rStyle w:val="Hyperlink"/>
                <w:b/>
              </w:rPr>
              <w:t>www.ccof.org/resources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166CC0C3" w14:textId="77777777" w:rsidR="00813E40" w:rsidRPr="000B5C85" w:rsidRDefault="00813E40" w:rsidP="00332E9C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="00DF6023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="00DF6023" w:rsidRPr="000B5C85">
            <w:rPr>
              <w:rFonts w:cs="Arial"/>
              <w:b/>
              <w:bCs/>
              <w:sz w:val="16"/>
            </w:rPr>
            <w:fldChar w:fldCharType="separate"/>
          </w:r>
          <w:r w:rsidR="00F55DD1">
            <w:rPr>
              <w:rFonts w:cs="Arial"/>
              <w:b/>
              <w:bCs/>
              <w:noProof/>
              <w:sz w:val="16"/>
            </w:rPr>
            <w:t>1</w:t>
          </w:r>
          <w:r w:rsidR="00DF6023"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="00DF6023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="00DF6023" w:rsidRPr="000B5C85">
            <w:rPr>
              <w:rFonts w:cs="Arial"/>
              <w:b/>
              <w:bCs/>
              <w:sz w:val="16"/>
            </w:rPr>
            <w:fldChar w:fldCharType="separate"/>
          </w:r>
          <w:r w:rsidR="00F55DD1">
            <w:rPr>
              <w:rFonts w:cs="Arial"/>
              <w:b/>
              <w:bCs/>
              <w:noProof/>
              <w:sz w:val="16"/>
            </w:rPr>
            <w:t>1</w:t>
          </w:r>
          <w:r w:rsidR="00DF6023"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166CC0C5" w14:textId="77777777" w:rsidR="00813E40" w:rsidRDefault="00813E40" w:rsidP="00813E40">
    <w:pPr>
      <w:pStyle w:val="Header"/>
      <w:tabs>
        <w:tab w:val="clear" w:pos="4320"/>
        <w:tab w:val="clear" w:pos="8640"/>
      </w:tabs>
      <w:ind w:right="7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CC0C7" w14:textId="77777777" w:rsidR="00C267B0" w:rsidRPr="00E13FED" w:rsidRDefault="0082206A">
    <w:pPr>
      <w:pStyle w:val="Header"/>
      <w:rPr>
        <w:rFonts w:ascii="GaramondCondensedL" w:hAnsi="GaramondCondensedL"/>
        <w:sz w:val="22"/>
        <w:szCs w:val="22"/>
      </w:rPr>
    </w:pPr>
    <w:r>
      <w:rPr>
        <w:rFonts w:ascii="GaramondCondensedL" w:hAnsi="GaramondCondensed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6CC0CF" wp14:editId="166CC0D0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6530975" cy="685800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0206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000" w:firstRow="0" w:lastRow="0" w:firstColumn="0" w:lastColumn="0" w:noHBand="0" w:noVBand="0"/>
                          </w:tblPr>
                          <w:tblGrid>
                            <w:gridCol w:w="7862"/>
                            <w:gridCol w:w="332"/>
                            <w:gridCol w:w="1077"/>
                            <w:gridCol w:w="935"/>
                          </w:tblGrid>
                          <w:tr w:rsidR="00C267B0" w14:paraId="166CC0D7" w14:textId="77777777">
                            <w:trPr>
                              <w:cantSplit/>
                              <w:trHeight w:val="525"/>
                            </w:trPr>
                            <w:tc>
                              <w:tcPr>
                                <w:tcW w:w="8208" w:type="dxa"/>
                                <w:gridSpan w:val="2"/>
                                <w:vAlign w:val="center"/>
                              </w:tcPr>
                              <w:p w14:paraId="166CC0D3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  <w:t>NOP §205.201</w:t>
                                </w: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                                         </w:t>
                                </w:r>
                                <w:r w:rsidRPr="006A6E68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PRIVATE LABEL CO-PACKER PROFILE </w:t>
                                </w:r>
                                <w:r w:rsidRPr="006A6E68">
                                  <w:rPr>
                                    <w:rFonts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                    </w:t>
                                </w:r>
                              </w:p>
                            </w:tc>
                            <w:tc>
                              <w:tcPr>
                                <w:tcW w:w="1063" w:type="dxa"/>
                                <w:shd w:val="clear" w:color="auto" w:fill="000000"/>
                                <w:vAlign w:val="center"/>
                              </w:tcPr>
                              <w:p w14:paraId="166CC0D4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  <w:t xml:space="preserve">    OSP</w:t>
                                </w:r>
                              </w:p>
                              <w:p w14:paraId="166CC0D5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  <w:t>SECTION:</w:t>
                                </w:r>
                              </w:p>
                            </w:tc>
                            <w:tc>
                              <w:tcPr>
                                <w:tcW w:w="935" w:type="dxa"/>
                                <w:shd w:val="clear" w:color="auto" w:fill="000000"/>
                                <w:vAlign w:val="center"/>
                              </w:tcPr>
                              <w:p w14:paraId="166CC0D6" w14:textId="77777777" w:rsidR="00C267B0" w:rsidRPr="00FF48F3" w:rsidRDefault="00C267B0" w:rsidP="00C267B0">
                                <w:pPr>
                                  <w:pStyle w:val="Heading4"/>
                                  <w:ind w:right="-1112"/>
                                  <w:rPr>
                                    <w:rFonts w:cs="Arial"/>
                                  </w:rPr>
                                </w:pPr>
                                <w:r w:rsidRPr="00FF48F3">
                                  <w:rPr>
                                    <w:rFonts w:cs="Arial"/>
                                  </w:rPr>
                                  <w:t>H</w:t>
                                </w:r>
                                <w:r>
                                  <w:rPr>
                                    <w:rFonts w:cs="Arial"/>
                                  </w:rPr>
                                  <w:t>2.6</w:t>
                                </w:r>
                              </w:p>
                            </w:tc>
                          </w:tr>
                          <w:tr w:rsidR="00C267B0" w14:paraId="166CC0DA" w14:textId="77777777">
                            <w:trPr>
                              <w:cantSplit/>
                              <w:trHeight w:val="360"/>
                              <w:tblHeader/>
                            </w:trPr>
                            <w:tc>
                              <w:tcPr>
                                <w:tcW w:w="7875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14:paraId="166CC0D8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>Operation Name</w:t>
                                </w:r>
                                <w:r w:rsidRPr="0029567A">
                                  <w:rPr>
                                    <w:rFonts w:cs="Arial"/>
                                    <w:sz w:val="16"/>
                                    <w:szCs w:val="22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2331" w:type="dxa"/>
                                <w:gridSpan w:val="3"/>
                                <w:tcBorders>
                                  <w:top w:val="nil"/>
                                  <w:left w:val="nil"/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166CC0D9" w14:textId="77777777" w:rsidR="00C267B0" w:rsidRPr="0029567A" w:rsidRDefault="00C267B0" w:rsidP="00C267B0">
                                <w:pPr>
                                  <w:ind w:right="-1112"/>
                                  <w:jc w:val="center"/>
                                  <w:rPr>
                                    <w:rFonts w:cs="Arial"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 xml:space="preserve">   Page 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begin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instrText xml:space="preserve"> PAGE </w:instrTex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separate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noProof/>
                                    <w:sz w:val="16"/>
                                    <w:szCs w:val="22"/>
                                  </w:rPr>
                                  <w:t>1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end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 xml:space="preserve"> of 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begin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instrText xml:space="preserve"> NUMPAGES </w:instrTex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separate"/>
                                </w:r>
                                <w:r w:rsidR="008679A4">
                                  <w:rPr>
                                    <w:rFonts w:cs="Arial"/>
                                    <w:b/>
                                    <w:bCs/>
                                    <w:noProof/>
                                    <w:sz w:val="16"/>
                                    <w:szCs w:val="22"/>
                                  </w:rPr>
                                  <w:t>1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166CC0DB" w14:textId="77777777" w:rsidR="00C267B0" w:rsidRDefault="00C267B0" w:rsidP="00C267B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6CC0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18pt;width:514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" stroked="f">
              <v:textbox>
                <w:txbxContent>
                  <w:tbl>
                    <w:tblPr>
                      <w:tblW w:w="10206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 w:firstRow="0" w:lastRow="0" w:firstColumn="0" w:lastColumn="0" w:noHBand="0" w:noVBand="0"/>
                    </w:tblPr>
                    <w:tblGrid>
                      <w:gridCol w:w="7862"/>
                      <w:gridCol w:w="332"/>
                      <w:gridCol w:w="1077"/>
                      <w:gridCol w:w="935"/>
                    </w:tblGrid>
                    <w:tr w:rsidR="00C267B0" w14:paraId="166CC0D7" w14:textId="77777777">
                      <w:trPr>
                        <w:cantSplit/>
                        <w:trHeight w:val="525"/>
                      </w:trPr>
                      <w:tc>
                        <w:tcPr>
                          <w:tcW w:w="8208" w:type="dxa"/>
                          <w:gridSpan w:val="2"/>
                          <w:vAlign w:val="center"/>
                        </w:tcPr>
                        <w:p w14:paraId="166CC0D3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>NOP §205.201</w:t>
                          </w: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                                         </w:t>
                          </w:r>
                          <w:r w:rsidRPr="006A6E68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PRIVATE LABEL CO-PACKER PROFILE </w:t>
                          </w:r>
                          <w:r w:rsidRPr="006A6E68">
                            <w:rPr>
                              <w:rFonts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                    </w:t>
                          </w:r>
                        </w:p>
                      </w:tc>
                      <w:tc>
                        <w:tcPr>
                          <w:tcW w:w="1063" w:type="dxa"/>
                          <w:shd w:val="clear" w:color="auto" w:fill="000000"/>
                          <w:vAlign w:val="center"/>
                        </w:tcPr>
                        <w:p w14:paraId="166CC0D4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  <w:t xml:space="preserve">    OSP</w:t>
                          </w:r>
                        </w:p>
                        <w:p w14:paraId="166CC0D5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  <w:t>SECTION:</w:t>
                          </w:r>
                        </w:p>
                      </w:tc>
                      <w:tc>
                        <w:tcPr>
                          <w:tcW w:w="935" w:type="dxa"/>
                          <w:shd w:val="clear" w:color="auto" w:fill="000000"/>
                          <w:vAlign w:val="center"/>
                        </w:tcPr>
                        <w:p w14:paraId="166CC0D6" w14:textId="77777777" w:rsidR="00C267B0" w:rsidRPr="00FF48F3" w:rsidRDefault="00C267B0" w:rsidP="00C267B0">
                          <w:pPr>
                            <w:pStyle w:val="Heading4"/>
                            <w:ind w:right="-1112"/>
                            <w:rPr>
                              <w:rFonts w:cs="Arial"/>
                            </w:rPr>
                          </w:pPr>
                          <w:r w:rsidRPr="00FF48F3">
                            <w:rPr>
                              <w:rFonts w:cs="Arial"/>
                            </w:rPr>
                            <w:t>H</w:t>
                          </w:r>
                          <w:r>
                            <w:rPr>
                              <w:rFonts w:cs="Arial"/>
                            </w:rPr>
                            <w:t>2.6</w:t>
                          </w:r>
                        </w:p>
                      </w:tc>
                    </w:tr>
                    <w:tr w:rsidR="00C267B0" w14:paraId="166CC0DA" w14:textId="77777777">
                      <w:trPr>
                        <w:cantSplit/>
                        <w:trHeight w:val="360"/>
                        <w:tblHeader/>
                      </w:trPr>
                      <w:tc>
                        <w:tcPr>
                          <w:tcW w:w="7875" w:type="dxa"/>
                          <w:tcBorders>
                            <w:right w:val="nil"/>
                          </w:tcBorders>
                          <w:vAlign w:val="center"/>
                        </w:tcPr>
                        <w:p w14:paraId="166CC0D8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>Operation Name</w:t>
                          </w:r>
                          <w:r w:rsidRPr="0029567A">
                            <w:rPr>
                              <w:rFonts w:cs="Arial"/>
                              <w:sz w:val="16"/>
                              <w:szCs w:val="22"/>
                            </w:rPr>
                            <w:t>:</w:t>
                          </w:r>
                        </w:p>
                      </w:tc>
                      <w:tc>
                        <w:tcPr>
                          <w:tcW w:w="2331" w:type="dxa"/>
                          <w:gridSpan w:val="3"/>
                          <w:tcBorders>
                            <w:top w:val="nil"/>
                            <w:left w:val="nil"/>
                            <w:bottom w:val="single" w:sz="4" w:space="0" w:color="auto"/>
                          </w:tcBorders>
                          <w:vAlign w:val="center"/>
                        </w:tcPr>
                        <w:p w14:paraId="166CC0D9" w14:textId="77777777" w:rsidR="00C267B0" w:rsidRPr="0029567A" w:rsidRDefault="00C267B0" w:rsidP="00C267B0">
                          <w:pPr>
                            <w:ind w:right="-1112"/>
                            <w:jc w:val="center"/>
                            <w:rPr>
                              <w:rFonts w:cs="Arial"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 xml:space="preserve">   Page 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begin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instrText xml:space="preserve"> PAGE </w:instrTex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separate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  <w:szCs w:val="22"/>
                            </w:rPr>
                            <w:t>1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end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 xml:space="preserve"> of 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begin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instrText xml:space="preserve"> NUMPAGES </w:instrTex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separate"/>
                          </w:r>
                          <w:r w:rsidR="008679A4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  <w:szCs w:val="22"/>
                            </w:rPr>
                            <w:t>1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166CC0DB" w14:textId="77777777" w:rsidR="00C267B0" w:rsidRDefault="00C267B0" w:rsidP="00C267B0"/>
                </w:txbxContent>
              </v:textbox>
            </v:shape>
          </w:pict>
        </mc:Fallback>
      </mc:AlternateContent>
    </w:r>
    <w:r>
      <w:rPr>
        <w:rFonts w:ascii="GaramondCondensedL" w:hAnsi="GaramondCondensedL"/>
        <w:noProof/>
        <w:sz w:val="22"/>
        <w:szCs w:val="22"/>
      </w:rPr>
      <w:drawing>
        <wp:anchor distT="0" distB="0" distL="114300" distR="114300" simplePos="0" relativeHeight="251658241" behindDoc="0" locked="0" layoutInCell="1" allowOverlap="1" wp14:anchorId="166CC0D1" wp14:editId="166CC0D2">
          <wp:simplePos x="0" y="0"/>
          <wp:positionH relativeFrom="column">
            <wp:posOffset>-553720</wp:posOffset>
          </wp:positionH>
          <wp:positionV relativeFrom="paragraph">
            <wp:posOffset>247650</wp:posOffset>
          </wp:positionV>
          <wp:extent cx="553720" cy="666750"/>
          <wp:effectExtent l="0" t="0" r="0" b="0"/>
          <wp:wrapThrough wrapText="bothSides">
            <wp:wrapPolygon edited="0">
              <wp:start x="0" y="0"/>
              <wp:lineTo x="0" y="20983"/>
              <wp:lineTo x="20807" y="20983"/>
              <wp:lineTo x="20807" y="0"/>
              <wp:lineTo x="0" y="0"/>
            </wp:wrapPolygon>
          </wp:wrapThrough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72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5AF5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7E781C"/>
    <w:multiLevelType w:val="hybridMultilevel"/>
    <w:tmpl w:val="E2F44C8A"/>
    <w:lvl w:ilvl="0" w:tplc="4B08D8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6D60201"/>
    <w:multiLevelType w:val="hybridMultilevel"/>
    <w:tmpl w:val="36248A44"/>
    <w:lvl w:ilvl="0" w:tplc="5950C4F4">
      <w:start w:val="1"/>
      <w:numFmt w:val="lowerLetter"/>
      <w:lvlText w:val="%1)"/>
      <w:lvlJc w:val="left"/>
      <w:pPr>
        <w:ind w:left="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4" w15:restartNumberingAfterBreak="0">
    <w:nsid w:val="0E7A03B6"/>
    <w:multiLevelType w:val="hybridMultilevel"/>
    <w:tmpl w:val="373E9342"/>
    <w:lvl w:ilvl="0" w:tplc="2EEED00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1782140D"/>
    <w:multiLevelType w:val="hybridMultilevel"/>
    <w:tmpl w:val="E2009E8C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A682A"/>
    <w:multiLevelType w:val="hybridMultilevel"/>
    <w:tmpl w:val="4F723680"/>
    <w:lvl w:ilvl="0" w:tplc="4F74A39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370F1D"/>
    <w:multiLevelType w:val="hybridMultilevel"/>
    <w:tmpl w:val="8B023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84C91"/>
    <w:multiLevelType w:val="hybridMultilevel"/>
    <w:tmpl w:val="9BB617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B5052"/>
    <w:multiLevelType w:val="hybridMultilevel"/>
    <w:tmpl w:val="C0808B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C41FCB"/>
    <w:multiLevelType w:val="hybridMultilevel"/>
    <w:tmpl w:val="17E86AD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D8756E"/>
    <w:multiLevelType w:val="hybridMultilevel"/>
    <w:tmpl w:val="B7CE01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D480A"/>
    <w:multiLevelType w:val="hybridMultilevel"/>
    <w:tmpl w:val="B17A0796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545C0727"/>
    <w:multiLevelType w:val="hybridMultilevel"/>
    <w:tmpl w:val="9466754E"/>
    <w:lvl w:ilvl="0" w:tplc="5C3E33CC">
      <w:start w:val="1"/>
      <w:numFmt w:val="decimal"/>
      <w:lvlText w:val="%1)"/>
      <w:lvlJc w:val="left"/>
      <w:pPr>
        <w:ind w:left="36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4A6978"/>
    <w:multiLevelType w:val="hybridMultilevel"/>
    <w:tmpl w:val="86F271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941202"/>
    <w:multiLevelType w:val="hybridMultilevel"/>
    <w:tmpl w:val="ECC03A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2D18C2"/>
    <w:multiLevelType w:val="hybridMultilevel"/>
    <w:tmpl w:val="4748E24A"/>
    <w:lvl w:ilvl="0" w:tplc="CC3A7E00">
      <w:start w:val="1"/>
      <w:numFmt w:val="decimal"/>
      <w:lvlText w:val="%1)"/>
      <w:lvlJc w:val="left"/>
      <w:pPr>
        <w:ind w:left="360" w:hanging="360"/>
      </w:pPr>
      <w:rPr>
        <w:b w:val="0"/>
        <w:i w:val="0"/>
        <w:iCs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8B108B"/>
    <w:multiLevelType w:val="hybridMultilevel"/>
    <w:tmpl w:val="B7CE01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BE774B"/>
    <w:multiLevelType w:val="hybridMultilevel"/>
    <w:tmpl w:val="983A5382"/>
    <w:lvl w:ilvl="0" w:tplc="FD881894">
      <w:start w:val="1"/>
      <w:numFmt w:val="upperLetter"/>
      <w:lvlText w:val="%1."/>
      <w:lvlJc w:val="left"/>
      <w:pPr>
        <w:ind w:left="245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9" w15:restartNumberingAfterBreak="0">
    <w:nsid w:val="7A991A92"/>
    <w:multiLevelType w:val="hybridMultilevel"/>
    <w:tmpl w:val="E2F44C8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C1618A7"/>
    <w:multiLevelType w:val="hybridMultilevel"/>
    <w:tmpl w:val="467ECD14"/>
    <w:lvl w:ilvl="0" w:tplc="2EEED00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FA4F79"/>
    <w:multiLevelType w:val="hybridMultilevel"/>
    <w:tmpl w:val="2CF873F2"/>
    <w:lvl w:ilvl="0" w:tplc="FF9E0B4E">
      <w:start w:val="1"/>
      <w:numFmt w:val="upperLetter"/>
      <w:lvlText w:val="%1)"/>
      <w:lvlJc w:val="left"/>
      <w:pPr>
        <w:ind w:left="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5" w:hanging="360"/>
      </w:pPr>
    </w:lvl>
    <w:lvl w:ilvl="2" w:tplc="0409001B" w:tentative="1">
      <w:start w:val="1"/>
      <w:numFmt w:val="lowerRoman"/>
      <w:lvlText w:val="%3."/>
      <w:lvlJc w:val="right"/>
      <w:pPr>
        <w:ind w:left="2045" w:hanging="180"/>
      </w:pPr>
    </w:lvl>
    <w:lvl w:ilvl="3" w:tplc="0409000F" w:tentative="1">
      <w:start w:val="1"/>
      <w:numFmt w:val="decimal"/>
      <w:lvlText w:val="%4."/>
      <w:lvlJc w:val="left"/>
      <w:pPr>
        <w:ind w:left="2765" w:hanging="360"/>
      </w:pPr>
    </w:lvl>
    <w:lvl w:ilvl="4" w:tplc="04090019" w:tentative="1">
      <w:start w:val="1"/>
      <w:numFmt w:val="lowerLetter"/>
      <w:lvlText w:val="%5."/>
      <w:lvlJc w:val="left"/>
      <w:pPr>
        <w:ind w:left="3485" w:hanging="360"/>
      </w:pPr>
    </w:lvl>
    <w:lvl w:ilvl="5" w:tplc="0409001B" w:tentative="1">
      <w:start w:val="1"/>
      <w:numFmt w:val="lowerRoman"/>
      <w:lvlText w:val="%6."/>
      <w:lvlJc w:val="right"/>
      <w:pPr>
        <w:ind w:left="4205" w:hanging="180"/>
      </w:pPr>
    </w:lvl>
    <w:lvl w:ilvl="6" w:tplc="0409000F" w:tentative="1">
      <w:start w:val="1"/>
      <w:numFmt w:val="decimal"/>
      <w:lvlText w:val="%7."/>
      <w:lvlJc w:val="left"/>
      <w:pPr>
        <w:ind w:left="4925" w:hanging="360"/>
      </w:pPr>
    </w:lvl>
    <w:lvl w:ilvl="7" w:tplc="04090019" w:tentative="1">
      <w:start w:val="1"/>
      <w:numFmt w:val="lowerLetter"/>
      <w:lvlText w:val="%8."/>
      <w:lvlJc w:val="left"/>
      <w:pPr>
        <w:ind w:left="5645" w:hanging="360"/>
      </w:pPr>
    </w:lvl>
    <w:lvl w:ilvl="8" w:tplc="0409001B" w:tentative="1">
      <w:start w:val="1"/>
      <w:numFmt w:val="lowerRoman"/>
      <w:lvlText w:val="%9."/>
      <w:lvlJc w:val="right"/>
      <w:pPr>
        <w:ind w:left="6365" w:hanging="180"/>
      </w:pPr>
    </w:lvl>
  </w:abstractNum>
  <w:num w:numId="1" w16cid:durableId="876428078">
    <w:abstractNumId w:val="0"/>
  </w:num>
  <w:num w:numId="2" w16cid:durableId="625887934">
    <w:abstractNumId w:val="6"/>
  </w:num>
  <w:num w:numId="3" w16cid:durableId="1396316964">
    <w:abstractNumId w:val="8"/>
  </w:num>
  <w:num w:numId="4" w16cid:durableId="2072801890">
    <w:abstractNumId w:val="13"/>
  </w:num>
  <w:num w:numId="5" w16cid:durableId="1797479004">
    <w:abstractNumId w:val="9"/>
  </w:num>
  <w:num w:numId="6" w16cid:durableId="309598964">
    <w:abstractNumId w:val="14"/>
  </w:num>
  <w:num w:numId="7" w16cid:durableId="745151772">
    <w:abstractNumId w:val="20"/>
  </w:num>
  <w:num w:numId="8" w16cid:durableId="1006714094">
    <w:abstractNumId w:val="4"/>
  </w:num>
  <w:num w:numId="9" w16cid:durableId="1991706953">
    <w:abstractNumId w:val="2"/>
  </w:num>
  <w:num w:numId="10" w16cid:durableId="932274546">
    <w:abstractNumId w:val="21"/>
  </w:num>
  <w:num w:numId="11" w16cid:durableId="636422117">
    <w:abstractNumId w:val="12"/>
  </w:num>
  <w:num w:numId="12" w16cid:durableId="2138991401">
    <w:abstractNumId w:val="7"/>
  </w:num>
  <w:num w:numId="13" w16cid:durableId="506407611">
    <w:abstractNumId w:val="10"/>
  </w:num>
  <w:num w:numId="14" w16cid:durableId="1120075850">
    <w:abstractNumId w:val="11"/>
  </w:num>
  <w:num w:numId="15" w16cid:durableId="1038317511">
    <w:abstractNumId w:val="3"/>
  </w:num>
  <w:num w:numId="16" w16cid:durableId="1755084421">
    <w:abstractNumId w:val="18"/>
  </w:num>
  <w:num w:numId="17" w16cid:durableId="1548835812">
    <w:abstractNumId w:val="17"/>
  </w:num>
  <w:num w:numId="18" w16cid:durableId="322926851">
    <w:abstractNumId w:val="16"/>
  </w:num>
  <w:num w:numId="19" w16cid:durableId="1389498526">
    <w:abstractNumId w:val="1"/>
  </w:num>
  <w:num w:numId="20" w16cid:durableId="2093961734">
    <w:abstractNumId w:val="19"/>
  </w:num>
  <w:num w:numId="21" w16cid:durableId="92241547">
    <w:abstractNumId w:val="15"/>
  </w:num>
  <w:num w:numId="22" w16cid:durableId="20980928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6z0iE26LBOqQ00H7m2/HqUVvDzim/IGHA+gaYyCuo4nlxXoTg2AKsPn1NYo9qfmqBiIg7jXHxW2H2tlK8nHTg==" w:salt="9r5Rg0IBuvxHLLaxnnjEkg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5F2"/>
    <w:rsid w:val="00005070"/>
    <w:rsid w:val="000079BF"/>
    <w:rsid w:val="0001093B"/>
    <w:rsid w:val="0001231B"/>
    <w:rsid w:val="00015702"/>
    <w:rsid w:val="00023E9B"/>
    <w:rsid w:val="000240E0"/>
    <w:rsid w:val="00024CDC"/>
    <w:rsid w:val="00025DF5"/>
    <w:rsid w:val="00027864"/>
    <w:rsid w:val="00030C05"/>
    <w:rsid w:val="000324D8"/>
    <w:rsid w:val="00032D20"/>
    <w:rsid w:val="0003563C"/>
    <w:rsid w:val="00044D45"/>
    <w:rsid w:val="00044D7F"/>
    <w:rsid w:val="00046E42"/>
    <w:rsid w:val="00052561"/>
    <w:rsid w:val="00053AA1"/>
    <w:rsid w:val="0005557F"/>
    <w:rsid w:val="0006075F"/>
    <w:rsid w:val="00070AAE"/>
    <w:rsid w:val="000717EB"/>
    <w:rsid w:val="00080DED"/>
    <w:rsid w:val="00083E66"/>
    <w:rsid w:val="0008511E"/>
    <w:rsid w:val="00093FD4"/>
    <w:rsid w:val="00095329"/>
    <w:rsid w:val="0009623B"/>
    <w:rsid w:val="000A648E"/>
    <w:rsid w:val="000B1436"/>
    <w:rsid w:val="000B204D"/>
    <w:rsid w:val="000C2635"/>
    <w:rsid w:val="000C2FD3"/>
    <w:rsid w:val="000C58B1"/>
    <w:rsid w:val="000D0C95"/>
    <w:rsid w:val="000D11DB"/>
    <w:rsid w:val="000D4726"/>
    <w:rsid w:val="000F1FD0"/>
    <w:rsid w:val="000F2246"/>
    <w:rsid w:val="0011063F"/>
    <w:rsid w:val="00127756"/>
    <w:rsid w:val="001319FC"/>
    <w:rsid w:val="00133208"/>
    <w:rsid w:val="00135FE7"/>
    <w:rsid w:val="0014063F"/>
    <w:rsid w:val="00140C43"/>
    <w:rsid w:val="00143E22"/>
    <w:rsid w:val="00146B8B"/>
    <w:rsid w:val="001605DF"/>
    <w:rsid w:val="00160CBC"/>
    <w:rsid w:val="00166910"/>
    <w:rsid w:val="001752B8"/>
    <w:rsid w:val="00185E70"/>
    <w:rsid w:val="00187066"/>
    <w:rsid w:val="001903FF"/>
    <w:rsid w:val="00190DB2"/>
    <w:rsid w:val="001930A5"/>
    <w:rsid w:val="001A1EE6"/>
    <w:rsid w:val="001B04C2"/>
    <w:rsid w:val="001B06DD"/>
    <w:rsid w:val="001B073E"/>
    <w:rsid w:val="001B11E6"/>
    <w:rsid w:val="001B251F"/>
    <w:rsid w:val="001C09B5"/>
    <w:rsid w:val="001D1C47"/>
    <w:rsid w:val="001D347B"/>
    <w:rsid w:val="001D4511"/>
    <w:rsid w:val="001E189E"/>
    <w:rsid w:val="001E3180"/>
    <w:rsid w:val="001F1693"/>
    <w:rsid w:val="001F4D42"/>
    <w:rsid w:val="002019B8"/>
    <w:rsid w:val="00202188"/>
    <w:rsid w:val="002026CD"/>
    <w:rsid w:val="002042AD"/>
    <w:rsid w:val="002073FA"/>
    <w:rsid w:val="00210FD2"/>
    <w:rsid w:val="00212F4D"/>
    <w:rsid w:val="00214793"/>
    <w:rsid w:val="002153F3"/>
    <w:rsid w:val="002169E8"/>
    <w:rsid w:val="002173C9"/>
    <w:rsid w:val="00217439"/>
    <w:rsid w:val="00224090"/>
    <w:rsid w:val="002264DF"/>
    <w:rsid w:val="00231260"/>
    <w:rsid w:val="00232829"/>
    <w:rsid w:val="00232B74"/>
    <w:rsid w:val="00234B87"/>
    <w:rsid w:val="00243908"/>
    <w:rsid w:val="00245A98"/>
    <w:rsid w:val="00256690"/>
    <w:rsid w:val="00261A39"/>
    <w:rsid w:val="002744E3"/>
    <w:rsid w:val="002841C8"/>
    <w:rsid w:val="002874B0"/>
    <w:rsid w:val="0029567A"/>
    <w:rsid w:val="00296746"/>
    <w:rsid w:val="00297D3B"/>
    <w:rsid w:val="002A5167"/>
    <w:rsid w:val="002B251E"/>
    <w:rsid w:val="002B4454"/>
    <w:rsid w:val="002B503C"/>
    <w:rsid w:val="002B59C7"/>
    <w:rsid w:val="002C336A"/>
    <w:rsid w:val="002C3538"/>
    <w:rsid w:val="002C3DBC"/>
    <w:rsid w:val="002C59DA"/>
    <w:rsid w:val="002C6871"/>
    <w:rsid w:val="002D640A"/>
    <w:rsid w:val="002E2E32"/>
    <w:rsid w:val="002E364B"/>
    <w:rsid w:val="002E503C"/>
    <w:rsid w:val="002E5DA6"/>
    <w:rsid w:val="002E6511"/>
    <w:rsid w:val="002F02B6"/>
    <w:rsid w:val="002F238F"/>
    <w:rsid w:val="002F5364"/>
    <w:rsid w:val="002F5CB0"/>
    <w:rsid w:val="00304783"/>
    <w:rsid w:val="00304986"/>
    <w:rsid w:val="00311D15"/>
    <w:rsid w:val="003155CB"/>
    <w:rsid w:val="00321127"/>
    <w:rsid w:val="003246CD"/>
    <w:rsid w:val="00330691"/>
    <w:rsid w:val="00332E9C"/>
    <w:rsid w:val="00337D5B"/>
    <w:rsid w:val="0034091E"/>
    <w:rsid w:val="00343C36"/>
    <w:rsid w:val="00347527"/>
    <w:rsid w:val="003501CA"/>
    <w:rsid w:val="00350E1E"/>
    <w:rsid w:val="00360905"/>
    <w:rsid w:val="00364222"/>
    <w:rsid w:val="00386707"/>
    <w:rsid w:val="003903F8"/>
    <w:rsid w:val="003949F4"/>
    <w:rsid w:val="003A3A98"/>
    <w:rsid w:val="003B00E4"/>
    <w:rsid w:val="003B1BDA"/>
    <w:rsid w:val="003B4AA1"/>
    <w:rsid w:val="003B6D6C"/>
    <w:rsid w:val="003B7020"/>
    <w:rsid w:val="003B77CA"/>
    <w:rsid w:val="003C64AA"/>
    <w:rsid w:val="003C6E3F"/>
    <w:rsid w:val="003E159B"/>
    <w:rsid w:val="003E2414"/>
    <w:rsid w:val="003F0A7D"/>
    <w:rsid w:val="003F57C9"/>
    <w:rsid w:val="003F7223"/>
    <w:rsid w:val="004067C4"/>
    <w:rsid w:val="00420024"/>
    <w:rsid w:val="00420893"/>
    <w:rsid w:val="004214D2"/>
    <w:rsid w:val="00421D1C"/>
    <w:rsid w:val="004369AC"/>
    <w:rsid w:val="00443B62"/>
    <w:rsid w:val="00444BB4"/>
    <w:rsid w:val="004550AC"/>
    <w:rsid w:val="00460C50"/>
    <w:rsid w:val="00461879"/>
    <w:rsid w:val="004651A0"/>
    <w:rsid w:val="00465BCF"/>
    <w:rsid w:val="00467CD1"/>
    <w:rsid w:val="0047147D"/>
    <w:rsid w:val="004727EC"/>
    <w:rsid w:val="00477CFF"/>
    <w:rsid w:val="00481A65"/>
    <w:rsid w:val="004839AA"/>
    <w:rsid w:val="0048439E"/>
    <w:rsid w:val="00490EAF"/>
    <w:rsid w:val="00496BAD"/>
    <w:rsid w:val="00497BCB"/>
    <w:rsid w:val="004A2F09"/>
    <w:rsid w:val="004A356C"/>
    <w:rsid w:val="004A496F"/>
    <w:rsid w:val="004A50FB"/>
    <w:rsid w:val="004A65DD"/>
    <w:rsid w:val="004A750D"/>
    <w:rsid w:val="004A7A99"/>
    <w:rsid w:val="004B55F8"/>
    <w:rsid w:val="004C0C34"/>
    <w:rsid w:val="004C2E65"/>
    <w:rsid w:val="004C68D8"/>
    <w:rsid w:val="004C6DE4"/>
    <w:rsid w:val="004D01A5"/>
    <w:rsid w:val="004D11D1"/>
    <w:rsid w:val="004E27AA"/>
    <w:rsid w:val="004E2E2C"/>
    <w:rsid w:val="004E6914"/>
    <w:rsid w:val="004F1432"/>
    <w:rsid w:val="004F1752"/>
    <w:rsid w:val="004F17E1"/>
    <w:rsid w:val="004F1F93"/>
    <w:rsid w:val="004F22E1"/>
    <w:rsid w:val="004F4509"/>
    <w:rsid w:val="00500CC3"/>
    <w:rsid w:val="00501BD1"/>
    <w:rsid w:val="00505C94"/>
    <w:rsid w:val="0051640C"/>
    <w:rsid w:val="00520B48"/>
    <w:rsid w:val="00521BE4"/>
    <w:rsid w:val="005220C5"/>
    <w:rsid w:val="00524D99"/>
    <w:rsid w:val="00531E9B"/>
    <w:rsid w:val="00531FCD"/>
    <w:rsid w:val="00534AB1"/>
    <w:rsid w:val="00536222"/>
    <w:rsid w:val="00537720"/>
    <w:rsid w:val="00542DEC"/>
    <w:rsid w:val="00551642"/>
    <w:rsid w:val="00554C4A"/>
    <w:rsid w:val="00560852"/>
    <w:rsid w:val="00565989"/>
    <w:rsid w:val="00570AF0"/>
    <w:rsid w:val="0057280D"/>
    <w:rsid w:val="00572E11"/>
    <w:rsid w:val="00576329"/>
    <w:rsid w:val="00584F61"/>
    <w:rsid w:val="005866B6"/>
    <w:rsid w:val="00593A3D"/>
    <w:rsid w:val="005B24C6"/>
    <w:rsid w:val="005B2574"/>
    <w:rsid w:val="005B2846"/>
    <w:rsid w:val="005C13A8"/>
    <w:rsid w:val="005C1822"/>
    <w:rsid w:val="005C4BCB"/>
    <w:rsid w:val="005C557A"/>
    <w:rsid w:val="005C595C"/>
    <w:rsid w:val="005D06CE"/>
    <w:rsid w:val="005D1714"/>
    <w:rsid w:val="005D5234"/>
    <w:rsid w:val="005D68EC"/>
    <w:rsid w:val="005E048C"/>
    <w:rsid w:val="005E5306"/>
    <w:rsid w:val="005F641B"/>
    <w:rsid w:val="0060079A"/>
    <w:rsid w:val="006042EB"/>
    <w:rsid w:val="0060729A"/>
    <w:rsid w:val="00612A45"/>
    <w:rsid w:val="0062699C"/>
    <w:rsid w:val="00635A84"/>
    <w:rsid w:val="006510DD"/>
    <w:rsid w:val="0065264E"/>
    <w:rsid w:val="006574A2"/>
    <w:rsid w:val="00662426"/>
    <w:rsid w:val="0066587A"/>
    <w:rsid w:val="00665B06"/>
    <w:rsid w:val="006672FD"/>
    <w:rsid w:val="00684DC3"/>
    <w:rsid w:val="006863D2"/>
    <w:rsid w:val="006869E9"/>
    <w:rsid w:val="006908C7"/>
    <w:rsid w:val="00695928"/>
    <w:rsid w:val="006A15A6"/>
    <w:rsid w:val="006A1610"/>
    <w:rsid w:val="006B15CC"/>
    <w:rsid w:val="006B5D0D"/>
    <w:rsid w:val="006B7A83"/>
    <w:rsid w:val="006C058B"/>
    <w:rsid w:val="006C05B6"/>
    <w:rsid w:val="006C6DC3"/>
    <w:rsid w:val="006C72A7"/>
    <w:rsid w:val="006D176B"/>
    <w:rsid w:val="006D2631"/>
    <w:rsid w:val="006D5A8F"/>
    <w:rsid w:val="006D78F4"/>
    <w:rsid w:val="006E47F0"/>
    <w:rsid w:val="006E75C6"/>
    <w:rsid w:val="006E787B"/>
    <w:rsid w:val="006F4634"/>
    <w:rsid w:val="006F6AE6"/>
    <w:rsid w:val="006F752E"/>
    <w:rsid w:val="007115F2"/>
    <w:rsid w:val="00713D4C"/>
    <w:rsid w:val="00716C60"/>
    <w:rsid w:val="00720C34"/>
    <w:rsid w:val="00721C27"/>
    <w:rsid w:val="007272E1"/>
    <w:rsid w:val="007316DD"/>
    <w:rsid w:val="007348D8"/>
    <w:rsid w:val="00736F01"/>
    <w:rsid w:val="007420D3"/>
    <w:rsid w:val="00742A26"/>
    <w:rsid w:val="007457BB"/>
    <w:rsid w:val="00747B55"/>
    <w:rsid w:val="00765EC7"/>
    <w:rsid w:val="00771CD0"/>
    <w:rsid w:val="00775E3D"/>
    <w:rsid w:val="00780481"/>
    <w:rsid w:val="007851A6"/>
    <w:rsid w:val="00785781"/>
    <w:rsid w:val="007859F1"/>
    <w:rsid w:val="00793B00"/>
    <w:rsid w:val="007A29E5"/>
    <w:rsid w:val="007A5159"/>
    <w:rsid w:val="007A60F0"/>
    <w:rsid w:val="007D28D1"/>
    <w:rsid w:val="007D5626"/>
    <w:rsid w:val="007E034A"/>
    <w:rsid w:val="007E31AC"/>
    <w:rsid w:val="007E49E7"/>
    <w:rsid w:val="007E67F9"/>
    <w:rsid w:val="007F6983"/>
    <w:rsid w:val="008015BF"/>
    <w:rsid w:val="008051C8"/>
    <w:rsid w:val="00805C0A"/>
    <w:rsid w:val="008134B4"/>
    <w:rsid w:val="00813E40"/>
    <w:rsid w:val="008206FF"/>
    <w:rsid w:val="00820E97"/>
    <w:rsid w:val="0082206A"/>
    <w:rsid w:val="008251EF"/>
    <w:rsid w:val="00826992"/>
    <w:rsid w:val="008278F9"/>
    <w:rsid w:val="0083285D"/>
    <w:rsid w:val="008332A4"/>
    <w:rsid w:val="00835083"/>
    <w:rsid w:val="00842D96"/>
    <w:rsid w:val="00844D66"/>
    <w:rsid w:val="00846CDB"/>
    <w:rsid w:val="00850AD7"/>
    <w:rsid w:val="008529CC"/>
    <w:rsid w:val="008540E9"/>
    <w:rsid w:val="00857F15"/>
    <w:rsid w:val="008617E0"/>
    <w:rsid w:val="008618D1"/>
    <w:rsid w:val="00862F04"/>
    <w:rsid w:val="0086336A"/>
    <w:rsid w:val="008679A4"/>
    <w:rsid w:val="00870E80"/>
    <w:rsid w:val="00872C7D"/>
    <w:rsid w:val="00877233"/>
    <w:rsid w:val="00881E68"/>
    <w:rsid w:val="00882479"/>
    <w:rsid w:val="00883736"/>
    <w:rsid w:val="00886329"/>
    <w:rsid w:val="008901CD"/>
    <w:rsid w:val="00891C62"/>
    <w:rsid w:val="00892684"/>
    <w:rsid w:val="008A269B"/>
    <w:rsid w:val="008A4860"/>
    <w:rsid w:val="008A4FAB"/>
    <w:rsid w:val="008B40AB"/>
    <w:rsid w:val="008C15D1"/>
    <w:rsid w:val="008C3336"/>
    <w:rsid w:val="008D268F"/>
    <w:rsid w:val="008D2DF3"/>
    <w:rsid w:val="008D4226"/>
    <w:rsid w:val="008D6BC4"/>
    <w:rsid w:val="008D7FDD"/>
    <w:rsid w:val="008E7794"/>
    <w:rsid w:val="008E7FA2"/>
    <w:rsid w:val="008F117A"/>
    <w:rsid w:val="008F6A85"/>
    <w:rsid w:val="008F7AD9"/>
    <w:rsid w:val="00901CFF"/>
    <w:rsid w:val="009134DD"/>
    <w:rsid w:val="009134DE"/>
    <w:rsid w:val="00914E39"/>
    <w:rsid w:val="009158AB"/>
    <w:rsid w:val="00917435"/>
    <w:rsid w:val="0091784E"/>
    <w:rsid w:val="00925CB2"/>
    <w:rsid w:val="0093014D"/>
    <w:rsid w:val="00932B29"/>
    <w:rsid w:val="00936C4F"/>
    <w:rsid w:val="0094207D"/>
    <w:rsid w:val="00954270"/>
    <w:rsid w:val="00960471"/>
    <w:rsid w:val="00971796"/>
    <w:rsid w:val="009816A2"/>
    <w:rsid w:val="00981CA4"/>
    <w:rsid w:val="00987B1A"/>
    <w:rsid w:val="009909DF"/>
    <w:rsid w:val="0099475D"/>
    <w:rsid w:val="00997015"/>
    <w:rsid w:val="00997F51"/>
    <w:rsid w:val="009A00C5"/>
    <w:rsid w:val="009A3402"/>
    <w:rsid w:val="009A4DED"/>
    <w:rsid w:val="009A5226"/>
    <w:rsid w:val="009A54B6"/>
    <w:rsid w:val="009A738F"/>
    <w:rsid w:val="009B2461"/>
    <w:rsid w:val="009B59B7"/>
    <w:rsid w:val="009B6C92"/>
    <w:rsid w:val="009C4F73"/>
    <w:rsid w:val="009D54D4"/>
    <w:rsid w:val="009D61E3"/>
    <w:rsid w:val="009D73FC"/>
    <w:rsid w:val="009E4E7E"/>
    <w:rsid w:val="009E6315"/>
    <w:rsid w:val="009E78FC"/>
    <w:rsid w:val="009F5D74"/>
    <w:rsid w:val="00A01845"/>
    <w:rsid w:val="00A15D5D"/>
    <w:rsid w:val="00A160D2"/>
    <w:rsid w:val="00A22825"/>
    <w:rsid w:val="00A339E4"/>
    <w:rsid w:val="00A351EE"/>
    <w:rsid w:val="00A50449"/>
    <w:rsid w:val="00A52AA5"/>
    <w:rsid w:val="00A60B5F"/>
    <w:rsid w:val="00A62D7D"/>
    <w:rsid w:val="00A63250"/>
    <w:rsid w:val="00A74362"/>
    <w:rsid w:val="00A8511F"/>
    <w:rsid w:val="00A8516C"/>
    <w:rsid w:val="00A85C60"/>
    <w:rsid w:val="00A926D2"/>
    <w:rsid w:val="00A9391F"/>
    <w:rsid w:val="00A958C1"/>
    <w:rsid w:val="00A9723F"/>
    <w:rsid w:val="00AA1F94"/>
    <w:rsid w:val="00AA54AA"/>
    <w:rsid w:val="00AA5DBE"/>
    <w:rsid w:val="00AA6981"/>
    <w:rsid w:val="00AB1C54"/>
    <w:rsid w:val="00AB4E52"/>
    <w:rsid w:val="00AB5AFD"/>
    <w:rsid w:val="00AC44DA"/>
    <w:rsid w:val="00AC69DC"/>
    <w:rsid w:val="00AD2389"/>
    <w:rsid w:val="00AD2ECE"/>
    <w:rsid w:val="00AD4179"/>
    <w:rsid w:val="00AD7694"/>
    <w:rsid w:val="00AE010D"/>
    <w:rsid w:val="00AE33FE"/>
    <w:rsid w:val="00AE54BE"/>
    <w:rsid w:val="00B048C8"/>
    <w:rsid w:val="00B07435"/>
    <w:rsid w:val="00B143DF"/>
    <w:rsid w:val="00B20377"/>
    <w:rsid w:val="00B20D0C"/>
    <w:rsid w:val="00B235EC"/>
    <w:rsid w:val="00B5791D"/>
    <w:rsid w:val="00B61FC6"/>
    <w:rsid w:val="00B65721"/>
    <w:rsid w:val="00B67C01"/>
    <w:rsid w:val="00B7074E"/>
    <w:rsid w:val="00B727B5"/>
    <w:rsid w:val="00B7529B"/>
    <w:rsid w:val="00B81636"/>
    <w:rsid w:val="00B83DE9"/>
    <w:rsid w:val="00B8768B"/>
    <w:rsid w:val="00B92C8C"/>
    <w:rsid w:val="00BA2A61"/>
    <w:rsid w:val="00BA6BE2"/>
    <w:rsid w:val="00BB0DC1"/>
    <w:rsid w:val="00BB0E19"/>
    <w:rsid w:val="00BB2EFC"/>
    <w:rsid w:val="00BB5FAA"/>
    <w:rsid w:val="00BC007E"/>
    <w:rsid w:val="00BC60B2"/>
    <w:rsid w:val="00BD166D"/>
    <w:rsid w:val="00BD4E0B"/>
    <w:rsid w:val="00BE5C06"/>
    <w:rsid w:val="00BE6116"/>
    <w:rsid w:val="00BF32AE"/>
    <w:rsid w:val="00BF7152"/>
    <w:rsid w:val="00C0181B"/>
    <w:rsid w:val="00C11576"/>
    <w:rsid w:val="00C13C36"/>
    <w:rsid w:val="00C13DFF"/>
    <w:rsid w:val="00C173B4"/>
    <w:rsid w:val="00C17DEC"/>
    <w:rsid w:val="00C22B07"/>
    <w:rsid w:val="00C22B5F"/>
    <w:rsid w:val="00C267B0"/>
    <w:rsid w:val="00C303C2"/>
    <w:rsid w:val="00C40240"/>
    <w:rsid w:val="00C5258A"/>
    <w:rsid w:val="00C52E03"/>
    <w:rsid w:val="00C54EE2"/>
    <w:rsid w:val="00C56769"/>
    <w:rsid w:val="00C613EA"/>
    <w:rsid w:val="00C618A8"/>
    <w:rsid w:val="00C64E31"/>
    <w:rsid w:val="00C71EC0"/>
    <w:rsid w:val="00C86641"/>
    <w:rsid w:val="00C91782"/>
    <w:rsid w:val="00C93E6A"/>
    <w:rsid w:val="00C970EE"/>
    <w:rsid w:val="00CA3146"/>
    <w:rsid w:val="00CB5165"/>
    <w:rsid w:val="00CB6955"/>
    <w:rsid w:val="00CB7026"/>
    <w:rsid w:val="00CB7278"/>
    <w:rsid w:val="00CC222F"/>
    <w:rsid w:val="00CC5688"/>
    <w:rsid w:val="00CC790A"/>
    <w:rsid w:val="00CD0E6C"/>
    <w:rsid w:val="00CF0881"/>
    <w:rsid w:val="00D00D56"/>
    <w:rsid w:val="00D0267E"/>
    <w:rsid w:val="00D13E3C"/>
    <w:rsid w:val="00D20452"/>
    <w:rsid w:val="00D23753"/>
    <w:rsid w:val="00D30297"/>
    <w:rsid w:val="00D42DC8"/>
    <w:rsid w:val="00D43F46"/>
    <w:rsid w:val="00D471ED"/>
    <w:rsid w:val="00D618AD"/>
    <w:rsid w:val="00D61CDF"/>
    <w:rsid w:val="00D63AEE"/>
    <w:rsid w:val="00D63FC6"/>
    <w:rsid w:val="00D67CAB"/>
    <w:rsid w:val="00D7240F"/>
    <w:rsid w:val="00D72755"/>
    <w:rsid w:val="00D7726D"/>
    <w:rsid w:val="00D80474"/>
    <w:rsid w:val="00D82DD4"/>
    <w:rsid w:val="00D8582A"/>
    <w:rsid w:val="00D85873"/>
    <w:rsid w:val="00D95E14"/>
    <w:rsid w:val="00DA030C"/>
    <w:rsid w:val="00DA60E2"/>
    <w:rsid w:val="00DB0C41"/>
    <w:rsid w:val="00DB58A5"/>
    <w:rsid w:val="00DB77CF"/>
    <w:rsid w:val="00DC1CE9"/>
    <w:rsid w:val="00DC759C"/>
    <w:rsid w:val="00DC7C57"/>
    <w:rsid w:val="00DD3665"/>
    <w:rsid w:val="00DD436A"/>
    <w:rsid w:val="00DD5D17"/>
    <w:rsid w:val="00DD6264"/>
    <w:rsid w:val="00DE1B83"/>
    <w:rsid w:val="00DE3C8C"/>
    <w:rsid w:val="00DE540F"/>
    <w:rsid w:val="00DF0C86"/>
    <w:rsid w:val="00DF1045"/>
    <w:rsid w:val="00DF186B"/>
    <w:rsid w:val="00DF2347"/>
    <w:rsid w:val="00DF50A6"/>
    <w:rsid w:val="00DF6023"/>
    <w:rsid w:val="00DF6CDE"/>
    <w:rsid w:val="00DF7734"/>
    <w:rsid w:val="00DF7D1F"/>
    <w:rsid w:val="00E01A91"/>
    <w:rsid w:val="00E22F44"/>
    <w:rsid w:val="00E2468A"/>
    <w:rsid w:val="00E27CD9"/>
    <w:rsid w:val="00E30391"/>
    <w:rsid w:val="00E34FE8"/>
    <w:rsid w:val="00E41F9A"/>
    <w:rsid w:val="00E444DC"/>
    <w:rsid w:val="00E44B67"/>
    <w:rsid w:val="00E47C8C"/>
    <w:rsid w:val="00E50B53"/>
    <w:rsid w:val="00E533E3"/>
    <w:rsid w:val="00E54869"/>
    <w:rsid w:val="00E60527"/>
    <w:rsid w:val="00E61F19"/>
    <w:rsid w:val="00E63DCC"/>
    <w:rsid w:val="00E64BFD"/>
    <w:rsid w:val="00E64DB7"/>
    <w:rsid w:val="00E72922"/>
    <w:rsid w:val="00E72ED1"/>
    <w:rsid w:val="00E73A9D"/>
    <w:rsid w:val="00E758A7"/>
    <w:rsid w:val="00E762C2"/>
    <w:rsid w:val="00E76CB1"/>
    <w:rsid w:val="00E858B3"/>
    <w:rsid w:val="00E86222"/>
    <w:rsid w:val="00E87D30"/>
    <w:rsid w:val="00EA0680"/>
    <w:rsid w:val="00EA3876"/>
    <w:rsid w:val="00EA559B"/>
    <w:rsid w:val="00EA6CD9"/>
    <w:rsid w:val="00EA74BC"/>
    <w:rsid w:val="00EC6B99"/>
    <w:rsid w:val="00EC7B45"/>
    <w:rsid w:val="00EE1B30"/>
    <w:rsid w:val="00EE2D3A"/>
    <w:rsid w:val="00EF3617"/>
    <w:rsid w:val="00EF6389"/>
    <w:rsid w:val="00F00EB4"/>
    <w:rsid w:val="00F114F9"/>
    <w:rsid w:val="00F11CAA"/>
    <w:rsid w:val="00F21BE4"/>
    <w:rsid w:val="00F315F8"/>
    <w:rsid w:val="00F34057"/>
    <w:rsid w:val="00F40ADB"/>
    <w:rsid w:val="00F47E10"/>
    <w:rsid w:val="00F518A0"/>
    <w:rsid w:val="00F52AC9"/>
    <w:rsid w:val="00F53615"/>
    <w:rsid w:val="00F5518C"/>
    <w:rsid w:val="00F55276"/>
    <w:rsid w:val="00F55DD1"/>
    <w:rsid w:val="00F57451"/>
    <w:rsid w:val="00F63EEB"/>
    <w:rsid w:val="00F6635F"/>
    <w:rsid w:val="00F677AF"/>
    <w:rsid w:val="00F721E2"/>
    <w:rsid w:val="00F76008"/>
    <w:rsid w:val="00F814B4"/>
    <w:rsid w:val="00F8558D"/>
    <w:rsid w:val="00F90DA5"/>
    <w:rsid w:val="00F9453D"/>
    <w:rsid w:val="00FA1788"/>
    <w:rsid w:val="00FA685C"/>
    <w:rsid w:val="00FC3102"/>
    <w:rsid w:val="00FC6BDA"/>
    <w:rsid w:val="00FD091C"/>
    <w:rsid w:val="00FD0AB4"/>
    <w:rsid w:val="00FD2A75"/>
    <w:rsid w:val="00FD4590"/>
    <w:rsid w:val="00FD768F"/>
    <w:rsid w:val="00FE4D29"/>
    <w:rsid w:val="00FE626F"/>
    <w:rsid w:val="00FE7FF5"/>
    <w:rsid w:val="00FF0AC6"/>
    <w:rsid w:val="00FF211D"/>
    <w:rsid w:val="0B04A657"/>
    <w:rsid w:val="18F608FC"/>
    <w:rsid w:val="2043E651"/>
    <w:rsid w:val="358056B2"/>
    <w:rsid w:val="728AA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6CC06D"/>
  <w15:chartTrackingRefBased/>
  <w15:docId w15:val="{50E155CC-8237-4157-A55B-279791463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5C6"/>
    <w:rPr>
      <w:rFonts w:ascii="Arial" w:eastAsia="Times New Roman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5F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Heading1"/>
    <w:next w:val="Normal"/>
    <w:link w:val="Heading2Char"/>
    <w:autoRedefine/>
    <w:qFormat/>
    <w:rsid w:val="00720C34"/>
    <w:pPr>
      <w:keepLines w:val="0"/>
      <w:spacing w:before="60"/>
      <w:ind w:left="360" w:right="-43" w:hanging="360"/>
      <w:outlineLvl w:val="1"/>
    </w:pPr>
    <w:rPr>
      <w:rFonts w:ascii="Arial" w:hAnsi="Arial" w:cs="Arial"/>
      <w:b w:val="0"/>
      <w:iCs/>
      <w:color w:val="000000"/>
      <w:kern w:val="18"/>
      <w:sz w:val="18"/>
      <w:szCs w:val="18"/>
    </w:rPr>
  </w:style>
  <w:style w:type="paragraph" w:styleId="Heading3">
    <w:name w:val="heading 3"/>
    <w:basedOn w:val="Normal"/>
    <w:next w:val="Normal"/>
    <w:link w:val="Heading3Char"/>
    <w:qFormat/>
    <w:rsid w:val="007115F2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115F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115F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115F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7115F2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115F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7115F2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0C34"/>
    <w:rPr>
      <w:rFonts w:ascii="Arial" w:eastAsia="Times New Roman" w:hAnsi="Arial" w:cs="Arial"/>
      <w:bCs/>
      <w:iCs/>
      <w:color w:val="000000"/>
      <w:kern w:val="18"/>
      <w:sz w:val="18"/>
      <w:szCs w:val="18"/>
      <w:lang w:eastAsia="en-US"/>
    </w:rPr>
  </w:style>
  <w:style w:type="character" w:customStyle="1" w:styleId="Heading3Char">
    <w:name w:val="Heading 3 Char"/>
    <w:link w:val="Heading3"/>
    <w:rsid w:val="007115F2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7115F2"/>
    <w:rPr>
      <w:rFonts w:ascii="Myriad" w:eastAsia="Times New Roman" w:hAnsi="Myriad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rsid w:val="007115F2"/>
    <w:rPr>
      <w:rFonts w:ascii="Myriad" w:eastAsia="Times New Roman" w:hAnsi="Myriad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7115F2"/>
    <w:rPr>
      <w:rFonts w:ascii="Myriad" w:eastAsia="Times New Roman" w:hAnsi="Myriad" w:cs="Times New Roman"/>
      <w:b/>
      <w:bCs/>
    </w:rPr>
  </w:style>
  <w:style w:type="character" w:customStyle="1" w:styleId="Heading7Char">
    <w:name w:val="Heading 7 Char"/>
    <w:link w:val="Heading7"/>
    <w:rsid w:val="007115F2"/>
    <w:rPr>
      <w:rFonts w:ascii="Myriad" w:eastAsia="Times New Roman" w:hAnsi="Myriad" w:cs="Times New Roman"/>
      <w:sz w:val="19"/>
      <w:szCs w:val="24"/>
    </w:rPr>
  </w:style>
  <w:style w:type="character" w:customStyle="1" w:styleId="Heading8Char">
    <w:name w:val="Heading 8 Char"/>
    <w:link w:val="Heading8"/>
    <w:rsid w:val="007115F2"/>
    <w:rPr>
      <w:rFonts w:ascii="Myriad" w:eastAsia="Times New Roman" w:hAnsi="Myriad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7115F2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rsid w:val="007115F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7115F2"/>
    <w:rPr>
      <w:rFonts w:ascii="Myriad" w:eastAsia="Times New Roman" w:hAnsi="Myriad" w:cs="Times New Roman"/>
      <w:sz w:val="19"/>
      <w:szCs w:val="24"/>
    </w:rPr>
  </w:style>
  <w:style w:type="paragraph" w:customStyle="1" w:styleId="OFFICEBOX">
    <w:name w:val="OFFICE BOX"/>
    <w:basedOn w:val="Normal"/>
    <w:rsid w:val="007115F2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character" w:styleId="Hyperlink">
    <w:name w:val="Hyperlink"/>
    <w:rsid w:val="007115F2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7115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DB58A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B58A5"/>
    <w:rPr>
      <w:rFonts w:ascii="Myriad" w:eastAsia="Times New Roman" w:hAnsi="Myriad" w:cs="Times New Roman"/>
      <w:sz w:val="19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9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986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4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258A"/>
    <w:pPr>
      <w:ind w:left="720"/>
      <w:contextualSpacing/>
    </w:pPr>
  </w:style>
  <w:style w:type="character" w:styleId="CommentReference">
    <w:name w:val="annotation reference"/>
    <w:unhideWhenUsed/>
    <w:rsid w:val="003B4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4A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B4AA1"/>
    <w:rPr>
      <w:rFonts w:ascii="Myriad" w:eastAsia="Times New Roman" w:hAnsi="Myria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A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B4AA1"/>
    <w:rPr>
      <w:rFonts w:ascii="Myriad" w:eastAsia="Times New Roman" w:hAnsi="Myriad" w:cs="Times New Roman"/>
      <w:b/>
      <w:bCs/>
      <w:sz w:val="20"/>
      <w:szCs w:val="20"/>
    </w:rPr>
  </w:style>
  <w:style w:type="paragraph" w:customStyle="1" w:styleId="Indentwithtabs">
    <w:name w:val="Indent with tabs"/>
    <w:basedOn w:val="Normal"/>
    <w:rsid w:val="00813E40"/>
    <w:pPr>
      <w:numPr>
        <w:numId w:val="9"/>
      </w:numPr>
      <w:tabs>
        <w:tab w:val="left" w:pos="360"/>
        <w:tab w:val="right" w:leader="underscore" w:pos="9720"/>
      </w:tabs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813E40"/>
    <w:pPr>
      <w:numPr>
        <w:ilvl w:val="1"/>
        <w:numId w:val="9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character" w:customStyle="1" w:styleId="UnresolvedMention1">
    <w:name w:val="Unresolved Mention1"/>
    <w:uiPriority w:val="99"/>
    <w:semiHidden/>
    <w:unhideWhenUsed/>
    <w:rsid w:val="007A60F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B59C7"/>
    <w:rPr>
      <w:rFonts w:ascii="Arial" w:eastAsia="Times New Roman" w:hAnsi="Arial"/>
      <w:sz w:val="18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23E9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DF1045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D54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product-application/" TargetMode="External"/><Relationship Id="rId18" Type="http://schemas.openxmlformats.org/officeDocument/2006/relationships/hyperlink" Target="https://www.ccof.org/resource/exempt-handler-affidavit/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documents/ccof-certification-services-program-manual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ccof.org/resource/co-packer-application/" TargetMode="External"/><Relationship Id="rId17" Type="http://schemas.openxmlformats.org/officeDocument/2006/relationships/hyperlink" Target="https://www.ccof.org/resource/exempt-handler-affidavit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h2-0b-product-formulation-sheet/" TargetMode="External"/><Relationship Id="rId20" Type="http://schemas.openxmlformats.org/officeDocument/2006/relationships/hyperlink" Target="https://myccof.org/Login.aspx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h2-0a-ingredient-suppliers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resource/exempt-handler-affidavit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v2-1-wine-and-label-approval/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../../../../01%20CCOF%20Quality%20System%202013/CERTIFICATION%20PROGRAMS/02%20NOP/B%20Application%20Packet/inbox@ccof.org" TargetMode="External"/><Relationship Id="rId2" Type="http://schemas.openxmlformats.org/officeDocument/2006/relationships/hyperlink" Target="http://www.ccof.org/resources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SharedWithUsers xmlns="85baac6e-00ee-4400-8471-a7ea50d0936d">
      <UserInfo>
        <DisplayName>Rebecca Silver</DisplayName>
        <AccountId>32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4A10483-F0A6-44CC-86E0-54BDC8F01FA3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2.xml><?xml version="1.0" encoding="utf-8"?>
<ds:datastoreItem xmlns:ds="http://schemas.openxmlformats.org/officeDocument/2006/customXml" ds:itemID="{E3F74244-8E4F-41DA-8CEB-052559853ED6}"/>
</file>

<file path=customXml/itemProps3.xml><?xml version="1.0" encoding="utf-8"?>
<ds:datastoreItem xmlns:ds="http://schemas.openxmlformats.org/officeDocument/2006/customXml" ds:itemID="{5D80CB1A-DB46-4C27-BA45-2ED7081F00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EE7B37-1F27-4B91-B9B8-257CA5D62A1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6A6A651-FF2D-480E-843F-9D77217B27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2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Co-Packer Application</vt:lpstr>
    </vt:vector>
  </TitlesOfParts>
  <Company>Microsoft</Company>
  <LinksUpToDate>false</LinksUpToDate>
  <CharactersWithSpaces>5873</CharactersWithSpaces>
  <SharedDoc>false</SharedDoc>
  <HLinks>
    <vt:vector size="78" baseType="variant">
      <vt:variant>
        <vt:i4>5242884</vt:i4>
      </vt:variant>
      <vt:variant>
        <vt:i4>126</vt:i4>
      </vt:variant>
      <vt:variant>
        <vt:i4>0</vt:i4>
      </vt:variant>
      <vt:variant>
        <vt:i4>5</vt:i4>
      </vt:variant>
      <vt:variant>
        <vt:lpwstr>https://www.ccof.org/documents/ccof-certification-services-program-manual</vt:lpwstr>
      </vt:variant>
      <vt:variant>
        <vt:lpwstr/>
      </vt:variant>
      <vt:variant>
        <vt:i4>65626</vt:i4>
      </vt:variant>
      <vt:variant>
        <vt:i4>123</vt:i4>
      </vt:variant>
      <vt:variant>
        <vt:i4>0</vt:i4>
      </vt:variant>
      <vt:variant>
        <vt:i4>5</vt:i4>
      </vt:variant>
      <vt:variant>
        <vt:lpwstr>https://www.ccof.org/page/myccof</vt:lpwstr>
      </vt:variant>
      <vt:variant>
        <vt:lpwstr/>
      </vt:variant>
      <vt:variant>
        <vt:i4>6619189</vt:i4>
      </vt:variant>
      <vt:variant>
        <vt:i4>96</vt:i4>
      </vt:variant>
      <vt:variant>
        <vt:i4>0</vt:i4>
      </vt:variant>
      <vt:variant>
        <vt:i4>5</vt:i4>
      </vt:variant>
      <vt:variant>
        <vt:lpwstr>https://www.ccof.org/resource/exempt-handler-affidavit</vt:lpwstr>
      </vt:variant>
      <vt:variant>
        <vt:lpwstr/>
      </vt:variant>
      <vt:variant>
        <vt:i4>6619189</vt:i4>
      </vt:variant>
      <vt:variant>
        <vt:i4>69</vt:i4>
      </vt:variant>
      <vt:variant>
        <vt:i4>0</vt:i4>
      </vt:variant>
      <vt:variant>
        <vt:i4>5</vt:i4>
      </vt:variant>
      <vt:variant>
        <vt:lpwstr>https://www.ccof.org/resource/exempt-handler-affidavit</vt:lpwstr>
      </vt:variant>
      <vt:variant>
        <vt:lpwstr/>
      </vt:variant>
      <vt:variant>
        <vt:i4>6619189</vt:i4>
      </vt:variant>
      <vt:variant>
        <vt:i4>51</vt:i4>
      </vt:variant>
      <vt:variant>
        <vt:i4>0</vt:i4>
      </vt:variant>
      <vt:variant>
        <vt:i4>5</vt:i4>
      </vt:variant>
      <vt:variant>
        <vt:lpwstr>https://www.ccof.org/resource/exempt-handler-affidavit</vt:lpwstr>
      </vt:variant>
      <vt:variant>
        <vt:lpwstr/>
      </vt:variant>
      <vt:variant>
        <vt:i4>5636186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https://www.ccof.org/resource/h20b-product-formulation-sheet</vt:lpwstr>
      </vt:variant>
      <vt:variant>
        <vt:lpwstr/>
      </vt:variant>
      <vt:variant>
        <vt:i4>7405620</vt:i4>
      </vt:variant>
      <vt:variant>
        <vt:i4>15</vt:i4>
      </vt:variant>
      <vt:variant>
        <vt:i4>0</vt:i4>
      </vt:variant>
      <vt:variant>
        <vt:i4>5</vt:i4>
      </vt:variant>
      <vt:variant>
        <vt:lpwstr>https://www.ccof.org/resource/h20a-ingredient-suppliers</vt:lpwstr>
      </vt:variant>
      <vt:variant>
        <vt:lpwstr/>
      </vt:variant>
      <vt:variant>
        <vt:i4>1441871</vt:i4>
      </vt:variant>
      <vt:variant>
        <vt:i4>12</vt:i4>
      </vt:variant>
      <vt:variant>
        <vt:i4>0</vt:i4>
      </vt:variant>
      <vt:variant>
        <vt:i4>5</vt:i4>
      </vt:variant>
      <vt:variant>
        <vt:lpwstr>https://www.ccof.org/resource/v21-wine-and-label-approval</vt:lpwstr>
      </vt:variant>
      <vt:variant>
        <vt:lpwstr/>
      </vt:variant>
      <vt:variant>
        <vt:i4>4259916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https://www.ccof.org/resource/product-application</vt:lpwstr>
      </vt:variant>
      <vt:variant>
        <vt:lpwstr/>
      </vt:variant>
      <vt:variant>
        <vt:i4>2949220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https://www.ccof.org/resource/co-packer-application</vt:lpwstr>
      </vt:variant>
      <vt:variant>
        <vt:lpwstr/>
      </vt:variant>
      <vt:variant>
        <vt:i4>6291548</vt:i4>
      </vt:variant>
      <vt:variant>
        <vt:i4>3</vt:i4>
      </vt:variant>
      <vt:variant>
        <vt:i4>0</vt:i4>
      </vt:variant>
      <vt:variant>
        <vt:i4>5</vt:i4>
      </vt:variant>
      <vt:variant>
        <vt:lpwstr>../../../../../01 CCOF Quality System 2013/CERTIFICATION PROGRAMS/02 NOP/B Application Packet/inbox@ccof.org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5963872</vt:i4>
      </vt:variant>
      <vt:variant>
        <vt:i4>0</vt:i4>
      </vt:variant>
      <vt:variant>
        <vt:i4>0</vt:i4>
      </vt:variant>
      <vt:variant>
        <vt:i4>5</vt:i4>
      </vt:variant>
      <vt:variant>
        <vt:lpwstr>mailto:sarah@ccof.org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Co-Packer Application</dc:title>
  <dc:subject/>
  <dc:creator>ggregory</dc:creator>
  <cp:keywords/>
  <cp:lastModifiedBy>Andy Elvin</cp:lastModifiedBy>
  <cp:revision>315</cp:revision>
  <cp:lastPrinted>2016-03-08T20:54:00Z</cp:lastPrinted>
  <dcterms:created xsi:type="dcterms:W3CDTF">2021-01-07T03:06:00Z</dcterms:created>
  <dcterms:modified xsi:type="dcterms:W3CDTF">2025-03-04T17:59:00Z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Sarah Reed</vt:lpwstr>
  </property>
  <property fmtid="{D5CDD505-2E9C-101B-9397-08002B2CF9AE}" pid="4" name="Order">
    <vt:lpwstr>29796000.0000000</vt:lpwstr>
  </property>
  <property fmtid="{D5CDD505-2E9C-101B-9397-08002B2CF9AE}" pid="5" name="display_urn:schemas-microsoft-com:office:office#Author">
    <vt:lpwstr>Gamai Gregory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_ip_UnifiedCompliancePolicyUIAction">
    <vt:lpwstr/>
  </property>
  <property fmtid="{D5CDD505-2E9C-101B-9397-08002B2CF9AE}" pid="9" name="_ip_UnifiedCompliancePolicyProperties">
    <vt:lpwstr/>
  </property>
  <property fmtid="{D5CDD505-2E9C-101B-9397-08002B2CF9AE}" pid="10" name="Sign-off status">
    <vt:lpwstr/>
  </property>
  <property fmtid="{D5CDD505-2E9C-101B-9397-08002B2CF9AE}" pid="11" name="MediaServiceImageTags">
    <vt:lpwstr/>
  </property>
</Properties>
</file>