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6570"/>
        <w:gridCol w:w="720"/>
        <w:gridCol w:w="1973"/>
      </w:tblGrid>
      <w:tr w:rsidR="00D1428B" w:rsidRPr="00414E25" w14:paraId="75A49CF6" w14:textId="77777777" w:rsidTr="00901F18">
        <w:trPr>
          <w:cantSplit/>
          <w:trHeight w:val="360"/>
        </w:trPr>
        <w:tc>
          <w:tcPr>
            <w:tcW w:w="1825" w:type="dxa"/>
            <w:vAlign w:val="center"/>
          </w:tcPr>
          <w:p w14:paraId="796009A3" w14:textId="77777777" w:rsidR="00D1428B" w:rsidRPr="00414E25" w:rsidRDefault="00D1428B" w:rsidP="00F856B0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745EA59A" w14:textId="77777777" w:rsidR="00D1428B" w:rsidRPr="00944021" w:rsidRDefault="00D1428B" w:rsidP="00F856B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6E03FAA8" w14:textId="77777777" w:rsidR="00D1428B" w:rsidRPr="00910ACD" w:rsidRDefault="00D1428B" w:rsidP="00F856B0">
            <w:pPr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14:paraId="29B3E6A9" w14:textId="77777777" w:rsidR="00D1428B" w:rsidRPr="00944021" w:rsidRDefault="00D1428B" w:rsidP="00F856B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2672B7" w14:textId="77777777" w:rsidR="00D1428B" w:rsidRPr="005A5D3D" w:rsidRDefault="00BE07D3" w:rsidP="00EB195F">
      <w:pPr>
        <w:pStyle w:val="BodyText2"/>
        <w:spacing w:before="60" w:line="240" w:lineRule="auto"/>
        <w:ind w:right="-43"/>
        <w:jc w:val="left"/>
        <w:rPr>
          <w:rFonts w:cs="Arial"/>
          <w:szCs w:val="18"/>
        </w:rPr>
      </w:pPr>
      <w:r w:rsidRPr="00BE07D3">
        <w:rPr>
          <w:rFonts w:cs="Arial"/>
          <w:i/>
          <w:szCs w:val="18"/>
        </w:rPr>
        <w:t xml:space="preserve">An “Audit Trail” or “trace-back” system documents the source, transfer of ownership, receipt, handling, production, processing, </w:t>
      </w:r>
      <w:r w:rsidR="00E63C30">
        <w:rPr>
          <w:rFonts w:cs="Arial"/>
          <w:i/>
          <w:szCs w:val="18"/>
        </w:rPr>
        <w:t xml:space="preserve">sale, </w:t>
      </w:r>
      <w:r w:rsidRPr="00BE07D3">
        <w:rPr>
          <w:rFonts w:cs="Arial"/>
          <w:i/>
          <w:szCs w:val="18"/>
        </w:rPr>
        <w:t xml:space="preserve">and transportation of organic products. Records must disclose all activities and transactions in </w:t>
      </w:r>
      <w:proofErr w:type="gramStart"/>
      <w:r w:rsidRPr="00BE07D3">
        <w:rPr>
          <w:rFonts w:cs="Arial"/>
          <w:i/>
          <w:szCs w:val="18"/>
        </w:rPr>
        <w:t>enough detail</w:t>
      </w:r>
      <w:proofErr w:type="gramEnd"/>
      <w:r w:rsidRPr="00BE07D3">
        <w:rPr>
          <w:rFonts w:cs="Arial"/>
          <w:i/>
          <w:szCs w:val="18"/>
        </w:rPr>
        <w:t xml:space="preserve"> to be readily understood and audited. </w:t>
      </w:r>
      <w:r w:rsidR="00E63C30">
        <w:rPr>
          <w:rFonts w:cs="Arial"/>
          <w:i/>
          <w:szCs w:val="18"/>
        </w:rPr>
        <w:t xml:space="preserve">Records must link back to the last certified operation in the supply chain and must identify products as organic. </w:t>
      </w:r>
      <w:r w:rsidR="00E63C30" w:rsidRPr="00BE07D3">
        <w:rPr>
          <w:rFonts w:cs="Arial"/>
          <w:i/>
          <w:szCs w:val="18"/>
        </w:rPr>
        <w:t>Records must show compliance with organic requirements and be kept for at least five (5) years</w:t>
      </w:r>
      <w:r w:rsidR="00E63C30">
        <w:rPr>
          <w:rFonts w:cs="Arial"/>
          <w:i/>
          <w:szCs w:val="18"/>
        </w:rPr>
        <w:t>.</w:t>
      </w:r>
      <w:r w:rsidR="00E63C30" w:rsidRPr="002A7802">
        <w:rPr>
          <w:rFonts w:cs="Arial"/>
          <w:i/>
          <w:szCs w:val="18"/>
        </w:rPr>
        <w:t xml:space="preserve"> </w:t>
      </w:r>
    </w:p>
    <w:p w14:paraId="290BBF4F" w14:textId="77777777" w:rsidR="00D1428B" w:rsidRPr="005A5D3D" w:rsidRDefault="00D1428B" w:rsidP="00EB195F">
      <w:pPr>
        <w:pStyle w:val="BoldInstructions"/>
        <w:tabs>
          <w:tab w:val="left" w:pos="360"/>
        </w:tabs>
        <w:spacing w:before="60" w:line="240" w:lineRule="auto"/>
        <w:ind w:left="360" w:right="-43" w:hanging="36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►</w:t>
      </w:r>
      <w:r>
        <w:rPr>
          <w:rFonts w:ascii="Arial" w:hAnsi="Arial" w:cs="Arial"/>
          <w:b w:val="0"/>
        </w:rPr>
        <w:tab/>
      </w:r>
      <w:r w:rsidRPr="005A5D3D">
        <w:rPr>
          <w:rFonts w:ascii="Arial" w:hAnsi="Arial" w:cs="Arial"/>
          <w:b w:val="0"/>
        </w:rPr>
        <w:t xml:space="preserve">Complete a separate H5.0 </w:t>
      </w:r>
      <w:r w:rsidR="00411E92">
        <w:rPr>
          <w:rFonts w:ascii="Arial" w:hAnsi="Arial" w:cs="Arial"/>
          <w:b w:val="0"/>
        </w:rPr>
        <w:t xml:space="preserve">COR </w:t>
      </w:r>
      <w:r w:rsidRPr="005A5D3D">
        <w:rPr>
          <w:rFonts w:ascii="Arial" w:hAnsi="Arial" w:cs="Arial"/>
          <w:b w:val="0"/>
        </w:rPr>
        <w:t>Record Keeping form for each process or product when different record keeping systems are used.</w:t>
      </w:r>
    </w:p>
    <w:p w14:paraId="42B6F199" w14:textId="77777777" w:rsidR="00D1428B" w:rsidRPr="005A5D3D" w:rsidRDefault="00D1428B" w:rsidP="00D1428B">
      <w:pPr>
        <w:pStyle w:val="BoldInstructions"/>
        <w:spacing w:before="60" w:line="240" w:lineRule="auto"/>
        <w:ind w:left="360" w:right="-43"/>
        <w:rPr>
          <w:rFonts w:ascii="Arial" w:hAnsi="Arial" w:cs="Arial"/>
        </w:rPr>
      </w:pPr>
      <w:r w:rsidRPr="005A5D3D">
        <w:rPr>
          <w:rFonts w:ascii="Arial" w:hAnsi="Arial" w:cs="Arial"/>
          <w:iCs/>
          <w:szCs w:val="18"/>
        </w:rPr>
        <w:t>Facility, product</w:t>
      </w:r>
      <w:r w:rsidR="00317E9C">
        <w:rPr>
          <w:rFonts w:ascii="Arial" w:hAnsi="Arial" w:cs="Arial"/>
          <w:iCs/>
          <w:szCs w:val="18"/>
        </w:rPr>
        <w:t>,</w:t>
      </w:r>
      <w:r w:rsidRPr="005A5D3D">
        <w:rPr>
          <w:rFonts w:ascii="Arial" w:hAnsi="Arial" w:cs="Arial"/>
          <w:iCs/>
          <w:szCs w:val="18"/>
        </w:rPr>
        <w:t xml:space="preserve"> and/or process covered by this plan: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D1428B" w:rsidRPr="00414E25" w14:paraId="045C65C2" w14:textId="77777777" w:rsidTr="00901F18">
        <w:trPr>
          <w:cantSplit/>
          <w:trHeight w:val="360"/>
        </w:trPr>
        <w:tc>
          <w:tcPr>
            <w:tcW w:w="10728" w:type="dxa"/>
            <w:tcBorders>
              <w:bottom w:val="single" w:sz="4" w:space="0" w:color="auto"/>
            </w:tcBorders>
            <w:vAlign w:val="center"/>
          </w:tcPr>
          <w:p w14:paraId="7F5F4163" w14:textId="77777777" w:rsidR="00D1428B" w:rsidRPr="00944021" w:rsidRDefault="00D1428B" w:rsidP="00B91214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B88171" w14:textId="77777777" w:rsidR="00D1428B" w:rsidRDefault="00BE2509" w:rsidP="00D1428B">
      <w:pPr>
        <w:pStyle w:val="Heading2"/>
        <w:numPr>
          <w:ilvl w:val="0"/>
          <w:numId w:val="16"/>
        </w:numPr>
        <w:spacing w:before="120" w:after="0"/>
        <w:ind w:right="-36"/>
        <w:rPr>
          <w:rFonts w:ascii="Arial" w:hAnsi="Arial"/>
          <w:b w:val="0"/>
        </w:rPr>
      </w:pPr>
      <w:r>
        <w:rPr>
          <w:rFonts w:ascii="Arial" w:hAnsi="Arial"/>
        </w:rPr>
        <w:t>Location of Records</w:t>
      </w:r>
    </w:p>
    <w:p w14:paraId="2C4AAE35" w14:textId="77777777" w:rsidR="00D1428B" w:rsidRPr="003915E1" w:rsidRDefault="00D1428B" w:rsidP="00D1428B">
      <w:pPr>
        <w:pStyle w:val="Heading2"/>
        <w:tabs>
          <w:tab w:val="left" w:pos="360"/>
        </w:tabs>
        <w:spacing w:before="60" w:after="0"/>
        <w:ind w:right="-36"/>
        <w:rPr>
          <w:rFonts w:ascii="Arial" w:hAnsi="Arial"/>
          <w:b w:val="0"/>
        </w:rPr>
      </w:pPr>
      <w:r>
        <w:rPr>
          <w:rFonts w:ascii="Arial" w:hAnsi="Arial"/>
          <w:b w:val="0"/>
          <w:i/>
          <w:sz w:val="18"/>
          <w:szCs w:val="18"/>
        </w:rPr>
        <w:tab/>
      </w:r>
      <w:r w:rsidRPr="003915E1">
        <w:rPr>
          <w:rFonts w:ascii="Arial" w:hAnsi="Arial"/>
          <w:b w:val="0"/>
          <w:i/>
          <w:sz w:val="18"/>
          <w:szCs w:val="18"/>
        </w:rPr>
        <w:t xml:space="preserve">Location where your </w:t>
      </w:r>
      <w:r w:rsidR="003F632D">
        <w:rPr>
          <w:rFonts w:ascii="Arial" w:hAnsi="Arial"/>
          <w:b w:val="0"/>
          <w:i/>
          <w:sz w:val="18"/>
          <w:szCs w:val="18"/>
        </w:rPr>
        <w:t xml:space="preserve">organic product </w:t>
      </w:r>
      <w:r w:rsidRPr="003915E1">
        <w:rPr>
          <w:rFonts w:ascii="Arial" w:hAnsi="Arial"/>
          <w:b w:val="0"/>
          <w:i/>
          <w:sz w:val="18"/>
          <w:szCs w:val="18"/>
        </w:rPr>
        <w:t xml:space="preserve">records </w:t>
      </w:r>
      <w:r w:rsidR="003F632D">
        <w:rPr>
          <w:rFonts w:ascii="Arial" w:hAnsi="Arial"/>
          <w:b w:val="0"/>
          <w:i/>
          <w:sz w:val="18"/>
          <w:szCs w:val="18"/>
        </w:rPr>
        <w:t>can be reviewed</w:t>
      </w:r>
      <w:r w:rsidRPr="003915E1">
        <w:rPr>
          <w:rFonts w:ascii="Arial" w:hAnsi="Arial"/>
          <w:b w:val="0"/>
          <w:i/>
          <w:sz w:val="18"/>
          <w:szCs w:val="18"/>
        </w:rPr>
        <w:t xml:space="preserve"> </w:t>
      </w:r>
      <w:r w:rsidR="003F632D">
        <w:rPr>
          <w:rFonts w:ascii="Arial" w:hAnsi="Arial"/>
          <w:b w:val="0"/>
          <w:i/>
          <w:sz w:val="18"/>
          <w:szCs w:val="18"/>
        </w:rPr>
        <w:t>during</w:t>
      </w:r>
      <w:r w:rsidR="003F632D" w:rsidRPr="003915E1">
        <w:rPr>
          <w:rFonts w:ascii="Arial" w:hAnsi="Arial"/>
          <w:b w:val="0"/>
          <w:i/>
          <w:sz w:val="18"/>
          <w:szCs w:val="18"/>
        </w:rPr>
        <w:t xml:space="preserve"> </w:t>
      </w:r>
      <w:r w:rsidRPr="003915E1">
        <w:rPr>
          <w:rFonts w:ascii="Arial" w:hAnsi="Arial"/>
          <w:b w:val="0"/>
          <w:i/>
          <w:sz w:val="18"/>
          <w:szCs w:val="18"/>
        </w:rPr>
        <w:t>inspection.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58"/>
        <w:gridCol w:w="277"/>
        <w:gridCol w:w="80"/>
        <w:gridCol w:w="903"/>
        <w:gridCol w:w="817"/>
        <w:gridCol w:w="130"/>
        <w:gridCol w:w="410"/>
        <w:gridCol w:w="1073"/>
        <w:gridCol w:w="900"/>
        <w:gridCol w:w="900"/>
        <w:gridCol w:w="636"/>
        <w:gridCol w:w="1261"/>
        <w:gridCol w:w="893"/>
        <w:gridCol w:w="1897"/>
      </w:tblGrid>
      <w:tr w:rsidR="00D1428B" w:rsidRPr="0089048B" w14:paraId="5E3F5F8F" w14:textId="77777777" w:rsidTr="00901F18">
        <w:trPr>
          <w:cantSplit/>
          <w:trHeight w:val="360"/>
        </w:trPr>
        <w:tc>
          <w:tcPr>
            <w:tcW w:w="915" w:type="dxa"/>
            <w:gridSpan w:val="3"/>
            <w:shd w:val="clear" w:color="auto" w:fill="auto"/>
            <w:vAlign w:val="center"/>
          </w:tcPr>
          <w:p w14:paraId="4809FF25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 xml:space="preserve">Address: </w:t>
            </w:r>
            <w:r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982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E0AC1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6B1F8191" w14:textId="77777777" w:rsidTr="00901F18">
        <w:trPr>
          <w:cantSplit/>
          <w:trHeight w:val="360"/>
        </w:trPr>
        <w:tc>
          <w:tcPr>
            <w:tcW w:w="558" w:type="dxa"/>
            <w:vAlign w:val="center"/>
          </w:tcPr>
          <w:p w14:paraId="4041DBCC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City:</w:t>
            </w:r>
          </w:p>
        </w:tc>
        <w:tc>
          <w:tcPr>
            <w:tcW w:w="2207" w:type="dxa"/>
            <w:gridSpan w:val="5"/>
            <w:tcBorders>
              <w:bottom w:val="single" w:sz="4" w:space="0" w:color="auto"/>
            </w:tcBorders>
            <w:vAlign w:val="center"/>
          </w:tcPr>
          <w:p w14:paraId="3999FBB3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</w:tcBorders>
            <w:vAlign w:val="center"/>
          </w:tcPr>
          <w:p w14:paraId="6359CCA7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State/Province: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D1F94" w14:textId="77777777" w:rsidR="00D1428B" w:rsidRPr="00944021" w:rsidRDefault="00D1428B" w:rsidP="00F856B0">
            <w:pPr>
              <w:spacing w:before="60" w:line="240" w:lineRule="auto"/>
              <w:ind w:left="-120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6" w:type="dxa"/>
            <w:gridSpan w:val="2"/>
            <w:vAlign w:val="center"/>
          </w:tcPr>
          <w:p w14:paraId="1D811C60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Zip/Postal Code: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A5DC5" w14:textId="77777777" w:rsidR="00D1428B" w:rsidRPr="00944021" w:rsidRDefault="00D1428B" w:rsidP="00F856B0">
            <w:pPr>
              <w:spacing w:before="60" w:line="240" w:lineRule="auto"/>
              <w:ind w:left="-114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93" w:type="dxa"/>
            <w:vAlign w:val="center"/>
          </w:tcPr>
          <w:p w14:paraId="5D5C5908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Country: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07B85" w14:textId="77777777" w:rsidR="00D1428B" w:rsidRPr="00944021" w:rsidRDefault="00D1428B" w:rsidP="00F856B0">
            <w:pPr>
              <w:spacing w:before="60" w:line="240" w:lineRule="auto"/>
              <w:ind w:left="-95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634C3B6F" w14:textId="77777777" w:rsidTr="00901F18">
        <w:trPr>
          <w:cantSplit/>
          <w:trHeight w:val="360"/>
        </w:trPr>
        <w:tc>
          <w:tcPr>
            <w:tcW w:w="1818" w:type="dxa"/>
            <w:gridSpan w:val="4"/>
            <w:vAlign w:val="center"/>
          </w:tcPr>
          <w:p w14:paraId="32BA993A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Contact</w:t>
            </w:r>
            <w:r w:rsidRPr="0089048B">
              <w:rPr>
                <w:rFonts w:cs="Arial"/>
                <w:szCs w:val="18"/>
              </w:rPr>
              <w:t>(name/title)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8917" w:type="dxa"/>
            <w:gridSpan w:val="10"/>
            <w:tcBorders>
              <w:bottom w:val="single" w:sz="4" w:space="0" w:color="auto"/>
            </w:tcBorders>
            <w:vAlign w:val="center"/>
          </w:tcPr>
          <w:p w14:paraId="3B952228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1428B" w:rsidRPr="0089048B" w14:paraId="70E60AA1" w14:textId="77777777" w:rsidTr="00901F18">
        <w:trPr>
          <w:cantSplit/>
          <w:trHeight w:val="360"/>
        </w:trPr>
        <w:tc>
          <w:tcPr>
            <w:tcW w:w="835" w:type="dxa"/>
            <w:gridSpan w:val="2"/>
            <w:vAlign w:val="center"/>
          </w:tcPr>
          <w:p w14:paraId="7E910888" w14:textId="77777777" w:rsidR="00D1428B" w:rsidRPr="0089048B" w:rsidRDefault="00D1428B" w:rsidP="00F856B0">
            <w:pPr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Phone: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14:paraId="1D01493D" w14:textId="77777777" w:rsidR="00D1428B" w:rsidRPr="00944021" w:rsidRDefault="00D1428B" w:rsidP="00F856B0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40" w:type="dxa"/>
            <w:gridSpan w:val="2"/>
            <w:vAlign w:val="center"/>
          </w:tcPr>
          <w:p w14:paraId="55635824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Fax:</w:t>
            </w:r>
          </w:p>
        </w:tc>
        <w:tc>
          <w:tcPr>
            <w:tcW w:w="1973" w:type="dxa"/>
            <w:gridSpan w:val="2"/>
            <w:tcBorders>
              <w:bottom w:val="single" w:sz="4" w:space="0" w:color="auto"/>
            </w:tcBorders>
            <w:vAlign w:val="center"/>
          </w:tcPr>
          <w:p w14:paraId="5F3932A5" w14:textId="77777777" w:rsidR="00D1428B" w:rsidRPr="00944021" w:rsidRDefault="00D1428B" w:rsidP="00F856B0">
            <w:pPr>
              <w:spacing w:before="60" w:line="240" w:lineRule="auto"/>
              <w:ind w:left="-9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058CE6A" w14:textId="77777777" w:rsidR="00D1428B" w:rsidRPr="0089048B" w:rsidRDefault="00D1428B" w:rsidP="00F856B0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9048B">
              <w:rPr>
                <w:rFonts w:cs="Arial"/>
                <w:szCs w:val="18"/>
              </w:rPr>
              <w:t>Email(s):</w:t>
            </w:r>
          </w:p>
        </w:tc>
        <w:tc>
          <w:tcPr>
            <w:tcW w:w="4687" w:type="dxa"/>
            <w:gridSpan w:val="4"/>
            <w:tcBorders>
              <w:bottom w:val="single" w:sz="4" w:space="0" w:color="auto"/>
            </w:tcBorders>
            <w:vAlign w:val="center"/>
          </w:tcPr>
          <w:p w14:paraId="59F3969E" w14:textId="77777777" w:rsidR="00D1428B" w:rsidRPr="00944021" w:rsidRDefault="00D1428B" w:rsidP="00F856B0">
            <w:pPr>
              <w:spacing w:before="60" w:line="240" w:lineRule="auto"/>
              <w:ind w:left="-98" w:right="-43"/>
              <w:rPr>
                <w:rFonts w:cs="Arial"/>
                <w:color w:val="0070C0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eastAsia="Arial Unicode MS"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432BD85" w14:textId="77777777" w:rsidR="00D1428B" w:rsidRDefault="00BE2509" w:rsidP="00F856B0">
      <w:pPr>
        <w:pStyle w:val="Heading2"/>
        <w:numPr>
          <w:ilvl w:val="0"/>
          <w:numId w:val="16"/>
        </w:numPr>
        <w:spacing w:before="120" w:after="0"/>
        <w:ind w:right="-43"/>
        <w:rPr>
          <w:rFonts w:ascii="Arial" w:hAnsi="Arial"/>
        </w:rPr>
      </w:pPr>
      <w:r>
        <w:rPr>
          <w:rFonts w:ascii="Arial" w:hAnsi="Arial"/>
        </w:rPr>
        <w:t>Tracking Organic Products</w:t>
      </w:r>
    </w:p>
    <w:p w14:paraId="699D7B0B" w14:textId="77777777" w:rsidR="003F632D" w:rsidRPr="003F632D" w:rsidRDefault="003F632D" w:rsidP="00F856B0">
      <w:pPr>
        <w:ind w:right="-43"/>
      </w:pPr>
      <w:r w:rsidRPr="001C67A0">
        <w:rPr>
          <w:i/>
          <w:iCs/>
        </w:rPr>
        <w:t>Your audit trail records and documents must identify products and ingredients as organic. Work with your suppliers to ensure that their documents also indicate organic status</w:t>
      </w:r>
      <w:r w:rsidRPr="003F632D">
        <w:t>.</w:t>
      </w:r>
    </w:p>
    <w:p w14:paraId="59864C21" w14:textId="77777777" w:rsidR="00D1428B" w:rsidRPr="003F632D" w:rsidRDefault="00354819" w:rsidP="00F856B0">
      <w:pPr>
        <w:pStyle w:val="BodyText"/>
        <w:tabs>
          <w:tab w:val="left" w:pos="5310"/>
        </w:tabs>
        <w:spacing w:before="60" w:after="0" w:line="240" w:lineRule="auto"/>
        <w:ind w:left="360" w:right="-43" w:hanging="360"/>
        <w:rPr>
          <w:rFonts w:cs="Arial"/>
        </w:rPr>
      </w:pPr>
      <w:r w:rsidRPr="001C67A0">
        <w:rPr>
          <w:rFonts w:cs="Arial"/>
          <w:b/>
          <w:bCs/>
        </w:rPr>
        <w:t>Describe Audit Trail System</w:t>
      </w:r>
      <w:r>
        <w:rPr>
          <w:rFonts w:cs="Arial"/>
        </w:rPr>
        <w:t xml:space="preserve"> - </w:t>
      </w:r>
      <w:r w:rsidR="00D1428B">
        <w:rPr>
          <w:rFonts w:cs="Arial"/>
        </w:rPr>
        <w:t>Describe or attach a diagram of how your audit trail/trace-back system tracks products from inbound receiving through production or packing to final outbound shipping or invoice.</w:t>
      </w:r>
      <w:r w:rsidR="00EF6C2D">
        <w:rPr>
          <w:rFonts w:cs="Arial"/>
        </w:rPr>
        <w:t xml:space="preserve">    </w:t>
      </w:r>
      <w:r w:rsidR="00D1428B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1428B">
        <w:rPr>
          <w:szCs w:val="18"/>
        </w:rPr>
        <w:instrText xml:space="preserve"> FORMCHECKBOX </w:instrText>
      </w:r>
      <w:r w:rsidR="00D1428B">
        <w:rPr>
          <w:szCs w:val="18"/>
        </w:rPr>
      </w:r>
      <w:r w:rsidR="00D1428B">
        <w:rPr>
          <w:szCs w:val="18"/>
        </w:rPr>
        <w:fldChar w:fldCharType="separate"/>
      </w:r>
      <w:r w:rsidR="00D1428B">
        <w:rPr>
          <w:szCs w:val="18"/>
        </w:rPr>
        <w:fldChar w:fldCharType="end"/>
      </w:r>
      <w:r w:rsidR="00D1428B" w:rsidRPr="00240C15">
        <w:rPr>
          <w:szCs w:val="18"/>
        </w:rPr>
        <w:t xml:space="preserve"> </w:t>
      </w:r>
      <w:r w:rsidR="003F632D">
        <w:rPr>
          <w:szCs w:val="18"/>
        </w:rPr>
        <w:t xml:space="preserve">Description </w:t>
      </w:r>
      <w:r>
        <w:rPr>
          <w:szCs w:val="18"/>
        </w:rPr>
        <w:t>and/</w:t>
      </w:r>
      <w:r w:rsidR="003F632D">
        <w:rPr>
          <w:szCs w:val="18"/>
        </w:rPr>
        <w:t>or d</w:t>
      </w:r>
      <w:r w:rsidR="00D1428B" w:rsidRPr="00240C15">
        <w:rPr>
          <w:szCs w:val="18"/>
        </w:rPr>
        <w:t>iagram attached</w:t>
      </w:r>
      <w:r w:rsidR="00D1428B">
        <w:rPr>
          <w:szCs w:val="18"/>
        </w:rPr>
        <w:t xml:space="preserve"> </w:t>
      </w:r>
    </w:p>
    <w:p w14:paraId="102386DA" w14:textId="77777777" w:rsidR="003F632D" w:rsidRDefault="003F632D" w:rsidP="00F856B0">
      <w:pPr>
        <w:pStyle w:val="BodyText"/>
        <w:numPr>
          <w:ilvl w:val="0"/>
          <w:numId w:val="25"/>
        </w:numPr>
        <w:tabs>
          <w:tab w:val="left" w:pos="720"/>
        </w:tabs>
        <w:spacing w:before="60" w:after="0" w:line="240" w:lineRule="auto"/>
        <w:ind w:right="-43"/>
        <w:rPr>
          <w:rFonts w:cs="Arial"/>
        </w:rPr>
      </w:pPr>
      <w:r>
        <w:rPr>
          <w:rFonts w:cs="Arial"/>
          <w:b/>
          <w:bCs/>
        </w:rPr>
        <w:t>Common audit trail documents</w:t>
      </w:r>
      <w:r>
        <w:rPr>
          <w:rFonts w:cs="Arial"/>
        </w:rPr>
        <w:t xml:space="preserve"> – Bills of Lading (BOL), purchase orders, invoices, contracts, packing slips, certificate of analyses, import records, product specification sheets, </w:t>
      </w:r>
      <w:bookmarkStart w:id="1" w:name="_Hlk504127105"/>
      <w:r>
        <w:rPr>
          <w:rFonts w:cs="Arial"/>
        </w:rPr>
        <w:t xml:space="preserve">receiving logs, </w:t>
      </w:r>
      <w:bookmarkEnd w:id="1"/>
      <w:r>
        <w:rPr>
          <w:rFonts w:cs="Arial"/>
        </w:rPr>
        <w:t xml:space="preserve">inventory logs, batch records, manifests, transaction certificates, shipping and delivery records (weigh tickets, scale tickets, receipts, tags), chain of custody, truck and trailer numbers, clean truck affidavits. </w:t>
      </w:r>
    </w:p>
    <w:p w14:paraId="3DF90C26" w14:textId="77777777" w:rsidR="003F632D" w:rsidRDefault="003F632D" w:rsidP="00F856B0">
      <w:pPr>
        <w:pStyle w:val="BodyText"/>
        <w:numPr>
          <w:ilvl w:val="0"/>
          <w:numId w:val="25"/>
        </w:numPr>
        <w:tabs>
          <w:tab w:val="left" w:pos="720"/>
        </w:tabs>
        <w:spacing w:before="60" w:after="0" w:line="240" w:lineRule="auto"/>
        <w:ind w:right="-43"/>
        <w:rPr>
          <w:rFonts w:cs="Arial"/>
        </w:rPr>
      </w:pPr>
      <w:r>
        <w:rPr>
          <w:rFonts w:cs="Arial"/>
          <w:b/>
          <w:bCs/>
        </w:rPr>
        <w:t>Uncertified suppliers</w:t>
      </w:r>
      <w:r>
        <w:rPr>
          <w:rFonts w:cs="Arial"/>
        </w:rPr>
        <w:t xml:space="preserve"> – Audit trail information is required for each </w:t>
      </w:r>
      <w:r w:rsidR="00A332C2">
        <w:rPr>
          <w:rFonts w:cs="Arial"/>
        </w:rPr>
        <w:t xml:space="preserve">incoming </w:t>
      </w:r>
      <w:r>
        <w:rPr>
          <w:rFonts w:cs="Arial"/>
        </w:rPr>
        <w:t xml:space="preserve">shipment from an uncertified handler </w:t>
      </w:r>
      <w:r>
        <w:rPr>
          <w:rFonts w:cs="Arial"/>
          <w:bCs/>
          <w:szCs w:val="18"/>
        </w:rPr>
        <w:t xml:space="preserve">(broker, trader, wholesaler, distributor, or importer). </w:t>
      </w:r>
      <w:bookmarkStart w:id="2" w:name="_Hlk504127120"/>
      <w:r>
        <w:rPr>
          <w:rFonts w:cs="Arial"/>
          <w:bCs/>
          <w:szCs w:val="18"/>
        </w:rPr>
        <w:t>Receiving procedures must include verification</w:t>
      </w:r>
      <w:r w:rsidR="00B4793A">
        <w:rPr>
          <w:rFonts w:cs="Arial"/>
          <w:bCs/>
          <w:szCs w:val="18"/>
        </w:rPr>
        <w:t>,</w:t>
      </w:r>
      <w:r>
        <w:rPr>
          <w:rFonts w:cs="Arial"/>
          <w:bCs/>
          <w:szCs w:val="18"/>
        </w:rPr>
        <w:t xml:space="preserve"> documentation</w:t>
      </w:r>
      <w:r w:rsidR="00B4793A">
        <w:rPr>
          <w:rFonts w:cs="Arial"/>
          <w:bCs/>
          <w:szCs w:val="18"/>
        </w:rPr>
        <w:t>, and traceability to</w:t>
      </w:r>
      <w:r>
        <w:rPr>
          <w:rFonts w:cs="Arial"/>
          <w:bCs/>
          <w:szCs w:val="18"/>
        </w:rPr>
        <w:t xml:space="preserve"> the last certified operation. </w:t>
      </w:r>
      <w:bookmarkEnd w:id="2"/>
      <w:r w:rsidRPr="001C67A0">
        <w:rPr>
          <w:rFonts w:cs="Arial"/>
          <w:iCs/>
          <w:szCs w:val="18"/>
        </w:rPr>
        <w:t>Sourcing from uncertified handlers may require additional audit trail verification at inspection</w:t>
      </w:r>
      <w:r>
        <w:rPr>
          <w:rFonts w:cs="Arial"/>
          <w:i/>
          <w:szCs w:val="18"/>
        </w:rPr>
        <w:t>.</w:t>
      </w:r>
    </w:p>
    <w:p w14:paraId="1653D510" w14:textId="77777777" w:rsidR="003F632D" w:rsidRPr="00F37ADE" w:rsidRDefault="00354819" w:rsidP="00F856B0">
      <w:pPr>
        <w:pStyle w:val="BodyText"/>
        <w:spacing w:before="60" w:after="0"/>
        <w:ind w:right="-43"/>
      </w:pPr>
      <w:r w:rsidRPr="001C67A0">
        <w:rPr>
          <w:b/>
          <w:bCs/>
        </w:rPr>
        <w:t>Sample Audit Trail</w:t>
      </w:r>
      <w:r>
        <w:t xml:space="preserve"> - </w:t>
      </w:r>
      <w:r w:rsidR="00F37ADE">
        <w:t xml:space="preserve">Attach sample audit trail documents to demonstrate your system. </w:t>
      </w:r>
      <w:r w:rsidR="00F37ADE">
        <w:rPr>
          <w:rFonts w:cs="Arial"/>
        </w:rPr>
        <w:t xml:space="preserve">   </w:t>
      </w:r>
      <w:r w:rsidR="00F37ADE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>
        <w:rPr>
          <w:szCs w:val="18"/>
        </w:rPr>
        <w:instrText xml:space="preserve"> FORMCHECKBOX </w:instrText>
      </w:r>
      <w:r w:rsidR="00F37ADE">
        <w:rPr>
          <w:szCs w:val="18"/>
        </w:rPr>
      </w:r>
      <w:r w:rsidR="00F37ADE">
        <w:rPr>
          <w:szCs w:val="18"/>
        </w:rPr>
        <w:fldChar w:fldCharType="separate"/>
      </w:r>
      <w:r w:rsidR="00F37ADE">
        <w:rPr>
          <w:szCs w:val="18"/>
        </w:rPr>
        <w:fldChar w:fldCharType="end"/>
      </w:r>
      <w:r w:rsidR="00F37ADE">
        <w:rPr>
          <w:szCs w:val="18"/>
        </w:rPr>
        <w:t xml:space="preserve"> Documents attached</w:t>
      </w:r>
    </w:p>
    <w:p w14:paraId="292196B0" w14:textId="77777777" w:rsidR="00F37ADE" w:rsidRDefault="00354819" w:rsidP="00F856B0">
      <w:pPr>
        <w:pStyle w:val="BodyText"/>
        <w:spacing w:before="60" w:after="0"/>
        <w:ind w:right="-43"/>
      </w:pPr>
      <w:r w:rsidRPr="001C67A0">
        <w:rPr>
          <w:b/>
          <w:bCs/>
        </w:rPr>
        <w:t>Export</w:t>
      </w:r>
      <w:r>
        <w:t xml:space="preserve"> - </w:t>
      </w:r>
      <w:r w:rsidR="00F37ADE">
        <w:t>Do you export organic products?</w:t>
      </w:r>
      <w:bookmarkStart w:id="3" w:name="_Hlk111822761"/>
      <w:r w:rsidR="00F37ADE">
        <w:t xml:space="preserve"> </w:t>
      </w:r>
      <w:r w:rsidR="00F37AD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 w:rsidRPr="00F37ADE">
        <w:rPr>
          <w:szCs w:val="18"/>
        </w:rPr>
        <w:instrText xml:space="preserve"> FORMCHECKBOX </w:instrText>
      </w:r>
      <w:r w:rsidR="00F37ADE">
        <w:fldChar w:fldCharType="separate"/>
      </w:r>
      <w:r w:rsidR="00F37ADE">
        <w:fldChar w:fldCharType="end"/>
      </w:r>
      <w:bookmarkEnd w:id="3"/>
      <w:r w:rsidR="00F37ADE" w:rsidRPr="00F37ADE">
        <w:rPr>
          <w:szCs w:val="18"/>
        </w:rPr>
        <w:t xml:space="preserve"> No    </w:t>
      </w:r>
      <w:r w:rsidR="00F37ADE" w:rsidRPr="00F37ADE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37ADE" w:rsidRPr="00F37ADE">
        <w:rPr>
          <w:szCs w:val="18"/>
        </w:rPr>
        <w:instrText xml:space="preserve"> FORMCHECKBOX </w:instrText>
      </w:r>
      <w:r w:rsidR="00F37ADE" w:rsidRPr="00F37ADE">
        <w:rPr>
          <w:szCs w:val="18"/>
        </w:rPr>
      </w:r>
      <w:r w:rsidR="00F37ADE" w:rsidRPr="00F37ADE">
        <w:rPr>
          <w:szCs w:val="18"/>
        </w:rPr>
        <w:fldChar w:fldCharType="separate"/>
      </w:r>
      <w:r w:rsidR="00F37ADE" w:rsidRPr="00F37ADE">
        <w:rPr>
          <w:szCs w:val="18"/>
        </w:rPr>
        <w:fldChar w:fldCharType="end"/>
      </w:r>
      <w:r w:rsidR="00F37ADE" w:rsidRPr="00F37ADE">
        <w:rPr>
          <w:szCs w:val="18"/>
        </w:rPr>
        <w:t xml:space="preserve"> Yes</w:t>
      </w:r>
    </w:p>
    <w:p w14:paraId="089EA98B" w14:textId="77777777" w:rsidR="00F37ADE" w:rsidRPr="001C67A0" w:rsidRDefault="00F37ADE" w:rsidP="00F856B0">
      <w:pPr>
        <w:pStyle w:val="BodyText"/>
        <w:numPr>
          <w:ilvl w:val="0"/>
          <w:numId w:val="0"/>
        </w:numPr>
        <w:spacing w:before="60" w:after="0"/>
        <w:ind w:left="360" w:right="-43"/>
        <w:rPr>
          <w:i/>
          <w:iCs/>
        </w:rPr>
      </w:pPr>
      <w:r w:rsidRPr="001C67A0">
        <w:rPr>
          <w:i/>
          <w:iCs/>
        </w:rPr>
        <w:t xml:space="preserve">Note that depending on the destination country, </w:t>
      </w:r>
      <w:r>
        <w:rPr>
          <w:i/>
          <w:iCs/>
        </w:rPr>
        <w:t xml:space="preserve">enrollment in CCOF’s GMA Program may be necessary and </w:t>
      </w:r>
      <w:r w:rsidRPr="001C67A0">
        <w:rPr>
          <w:i/>
          <w:iCs/>
        </w:rPr>
        <w:t>different export certificates may be needed.</w:t>
      </w:r>
      <w:r w:rsidR="001F304F">
        <w:rPr>
          <w:i/>
          <w:iCs/>
        </w:rPr>
        <w:t xml:space="preserve"> I</w:t>
      </w:r>
      <w:r w:rsidRPr="001C67A0">
        <w:rPr>
          <w:i/>
          <w:iCs/>
        </w:rPr>
        <w:t xml:space="preserve">f you export to the US, you must </w:t>
      </w:r>
      <w:r>
        <w:rPr>
          <w:i/>
          <w:iCs/>
        </w:rPr>
        <w:t xml:space="preserve">enroll in CCOF’s GMA Program for Canada-US Equivalency and must </w:t>
      </w:r>
      <w:r w:rsidRPr="001C67A0">
        <w:rPr>
          <w:i/>
          <w:iCs/>
        </w:rPr>
        <w:t>request NOP Import Certificate</w:t>
      </w:r>
      <w:r>
        <w:rPr>
          <w:i/>
          <w:iCs/>
        </w:rPr>
        <w:t>s</w:t>
      </w:r>
      <w:r w:rsidRPr="001C67A0">
        <w:rPr>
          <w:i/>
          <w:iCs/>
        </w:rPr>
        <w:t xml:space="preserve"> from CCOF. </w:t>
      </w:r>
      <w:r w:rsidR="00317E9C">
        <w:rPr>
          <w:i/>
          <w:iCs/>
        </w:rPr>
        <w:t xml:space="preserve">See the </w:t>
      </w:r>
      <w:hyperlink r:id="rId11" w:history="1">
        <w:r w:rsidR="00317E9C" w:rsidRPr="00317E9C">
          <w:rPr>
            <w:rStyle w:val="Hyperlink"/>
            <w:i/>
            <w:iCs/>
          </w:rPr>
          <w:t>GMA Application</w:t>
        </w:r>
      </w:hyperlink>
      <w:r w:rsidR="00317E9C">
        <w:rPr>
          <w:i/>
          <w:iCs/>
        </w:rPr>
        <w:t xml:space="preserve"> and c</w:t>
      </w:r>
      <w:r w:rsidRPr="001C67A0">
        <w:rPr>
          <w:i/>
          <w:iCs/>
        </w:rPr>
        <w:t xml:space="preserve">ontact </w:t>
      </w:r>
      <w:hyperlink r:id="rId12" w:history="1">
        <w:r w:rsidRPr="001C67A0">
          <w:rPr>
            <w:rStyle w:val="Hyperlink"/>
            <w:i/>
            <w:iCs/>
          </w:rPr>
          <w:t>export@ccof.org</w:t>
        </w:r>
      </w:hyperlink>
      <w:r w:rsidRPr="001C67A0">
        <w:rPr>
          <w:i/>
          <w:iCs/>
        </w:rPr>
        <w:t xml:space="preserve"> for more details.</w:t>
      </w:r>
    </w:p>
    <w:p w14:paraId="49DAF789" w14:textId="77777777" w:rsidR="00D1428B" w:rsidRPr="00240C15" w:rsidRDefault="006D22D5" w:rsidP="00F856B0">
      <w:pPr>
        <w:pStyle w:val="BodyText"/>
        <w:spacing w:before="60" w:after="0"/>
        <w:ind w:left="360" w:right="-43" w:hanging="360"/>
        <w:rPr>
          <w:bCs/>
        </w:rPr>
      </w:pPr>
      <w:r w:rsidRPr="001C67A0">
        <w:rPr>
          <w:b/>
          <w:bCs/>
        </w:rPr>
        <w:t>In/Out Mass Balance</w:t>
      </w:r>
      <w:r>
        <w:t xml:space="preserve"> - </w:t>
      </w:r>
      <w:r w:rsidR="00D1428B" w:rsidRPr="00240C15">
        <w:t xml:space="preserve">Describe </w:t>
      </w:r>
      <w:r w:rsidR="00D1428B">
        <w:t xml:space="preserve">the records and system you use to track inventory of ingredients and products. </w:t>
      </w:r>
      <w:r w:rsidR="00D1428B" w:rsidRPr="00240C15">
        <w:t>You may attach sample</w:t>
      </w:r>
      <w:r w:rsidR="00EF5E1E">
        <w:t xml:space="preserve"> documents</w:t>
      </w:r>
      <w:r w:rsidR="00D1428B">
        <w:t xml:space="preserve"> to illustrate (</w:t>
      </w:r>
      <w:r w:rsidR="00EF5E1E">
        <w:t>e.g</w:t>
      </w:r>
      <w:r w:rsidR="00D1428B">
        <w:t>. monthly log of beginning and ending inventory).</w:t>
      </w:r>
      <w:r>
        <w:t xml:space="preserve"> Describe any abbreviations or acronyms used in your records to indicate that products are organic.</w:t>
      </w:r>
      <w:r w:rsidR="00EF5E1E">
        <w:t xml:space="preserve"> </w:t>
      </w:r>
      <w:r w:rsidR="00B600A4" w:rsidRPr="001C67A0">
        <w:rPr>
          <w:i/>
          <w:iCs/>
        </w:rPr>
        <w:t xml:space="preserve">CCOF inspectors will verify that you received sufficient organic </w:t>
      </w:r>
      <w:r w:rsidR="00B600A4">
        <w:rPr>
          <w:i/>
          <w:iCs/>
        </w:rPr>
        <w:t>ingredients/</w:t>
      </w:r>
      <w:r w:rsidR="00B600A4" w:rsidRPr="001C67A0">
        <w:rPr>
          <w:i/>
          <w:iCs/>
        </w:rPr>
        <w:t>products to account for final productio</w:t>
      </w:r>
      <w:r w:rsidR="00B600A4">
        <w:rPr>
          <w:i/>
          <w:iCs/>
        </w:rPr>
        <w:t>n</w:t>
      </w:r>
      <w:r w:rsidR="00B600A4" w:rsidRPr="001C67A0">
        <w:rPr>
          <w:i/>
          <w:iCs/>
        </w:rPr>
        <w:t xml:space="preserve"> and sale of organic.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D1428B" w:rsidRPr="00414E25" w14:paraId="5B3BC3F6" w14:textId="77777777" w:rsidTr="00901F18">
        <w:trPr>
          <w:cantSplit/>
          <w:trHeight w:val="1008"/>
        </w:trPr>
        <w:tc>
          <w:tcPr>
            <w:tcW w:w="10728" w:type="dxa"/>
            <w:tcBorders>
              <w:top w:val="nil"/>
            </w:tcBorders>
            <w:vAlign w:val="center"/>
          </w:tcPr>
          <w:p w14:paraId="70572BE4" w14:textId="1E8CB603" w:rsidR="00D81C0A" w:rsidRPr="00D81C0A" w:rsidRDefault="00D1428B" w:rsidP="001154D8">
            <w:pPr>
              <w:spacing w:before="60" w:line="240" w:lineRule="auto"/>
              <w:ind w:right="-36" w:hanging="101"/>
              <w:rPr>
                <w:rFonts w:cs="Arial"/>
                <w:szCs w:val="18"/>
              </w:rPr>
            </w:pPr>
            <w:r w:rsidRPr="009440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40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44021">
              <w:rPr>
                <w:rFonts w:cs="Arial"/>
                <w:b/>
                <w:color w:val="0070C0"/>
                <w:szCs w:val="18"/>
              </w:rPr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440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D99135" w14:textId="77777777" w:rsidR="00EB195F" w:rsidRPr="00EB195F" w:rsidRDefault="00EB195F" w:rsidP="00EB195F">
      <w:pPr>
        <w:keepNext/>
        <w:numPr>
          <w:ilvl w:val="0"/>
          <w:numId w:val="16"/>
        </w:numPr>
        <w:spacing w:before="120" w:line="240" w:lineRule="auto"/>
        <w:ind w:right="-43"/>
        <w:outlineLvl w:val="1"/>
        <w:rPr>
          <w:rFonts w:cs="Arial"/>
          <w:b/>
          <w:bCs/>
          <w:iCs/>
          <w:color w:val="000000"/>
          <w:kern w:val="18"/>
          <w:sz w:val="22"/>
          <w:szCs w:val="28"/>
        </w:rPr>
      </w:pPr>
      <w:r w:rsidRPr="00EB195F">
        <w:rPr>
          <w:rFonts w:cs="Arial"/>
          <w:b/>
          <w:bCs/>
          <w:iCs/>
          <w:color w:val="000000"/>
          <w:kern w:val="18"/>
          <w:sz w:val="22"/>
          <w:szCs w:val="28"/>
        </w:rPr>
        <w:lastRenderedPageBreak/>
        <w:t>Lot Numbering</w:t>
      </w:r>
      <w:bookmarkStart w:id="4" w:name="Check3"/>
      <w:r w:rsidRPr="00EB195F">
        <w:rPr>
          <w:rFonts w:cs="Arial"/>
          <w:b/>
          <w:bCs/>
          <w:iCs/>
          <w:color w:val="000000"/>
          <w:kern w:val="18"/>
          <w:sz w:val="22"/>
          <w:szCs w:val="28"/>
        </w:rPr>
        <w:tab/>
      </w:r>
      <w:bookmarkEnd w:id="4"/>
    </w:p>
    <w:p w14:paraId="1BA453C1" w14:textId="77777777" w:rsidR="00EB195F" w:rsidRPr="00EB195F" w:rsidRDefault="00EB195F" w:rsidP="00EB195F">
      <w:pPr>
        <w:keepNext/>
        <w:numPr>
          <w:ilvl w:val="1"/>
          <w:numId w:val="23"/>
        </w:numPr>
        <w:spacing w:before="60" w:line="240" w:lineRule="auto"/>
        <w:ind w:right="-36"/>
        <w:rPr>
          <w:rFonts w:cs="Arial"/>
          <w:i/>
          <w:kern w:val="18"/>
          <w:sz w:val="14"/>
          <w:szCs w:val="14"/>
        </w:rPr>
      </w:pPr>
      <w:r w:rsidRPr="00EB195F">
        <w:rPr>
          <w:rFonts w:cs="Arial"/>
          <w:kern w:val="18"/>
        </w:rPr>
        <w:t xml:space="preserve">Describe your lot numbering system for finished products or attach a description. </w:t>
      </w:r>
      <w:r w:rsidR="00013A98" w:rsidRPr="00013A98">
        <w:rPr>
          <w:rFonts w:cs="Arial"/>
          <w:kern w:val="18"/>
        </w:rPr>
        <w:t>If you do not process products and use your supplier’s lot number, describe their system.</w:t>
      </w:r>
    </w:p>
    <w:p w14:paraId="0A2DE11E" w14:textId="77777777" w:rsidR="00EB195F" w:rsidRPr="00EB195F" w:rsidRDefault="00EB195F" w:rsidP="00B8459C">
      <w:pPr>
        <w:keepNext/>
        <w:spacing w:before="60" w:after="60" w:line="240" w:lineRule="auto"/>
        <w:ind w:right="-36" w:firstLine="360"/>
        <w:rPr>
          <w:rFonts w:cs="Arial"/>
          <w:i/>
          <w:kern w:val="18"/>
          <w:sz w:val="14"/>
          <w:szCs w:val="14"/>
        </w:rPr>
      </w:pPr>
      <w:r w:rsidRPr="00EB195F">
        <w:rPr>
          <w:rFonts w:cs="Arial"/>
          <w:i/>
          <w:kern w:val="18"/>
          <w:szCs w:val="14"/>
        </w:rPr>
        <w:t xml:space="preserve">EXAMPLE:   </w:t>
      </w:r>
      <w:r w:rsidRPr="00EB195F">
        <w:rPr>
          <w:rFonts w:cs="Arial"/>
          <w:b/>
          <w:i/>
          <w:kern w:val="18"/>
          <w:szCs w:val="14"/>
        </w:rPr>
        <w:t>Lot Number</w:t>
      </w:r>
      <w:proofErr w:type="gramStart"/>
      <w:r w:rsidRPr="00EB195F">
        <w:rPr>
          <w:rFonts w:cs="Arial"/>
          <w:i/>
          <w:kern w:val="18"/>
          <w:szCs w:val="14"/>
        </w:rPr>
        <w:t>:  0123A045</w:t>
      </w:r>
      <w:proofErr w:type="gramEnd"/>
    </w:p>
    <w:tbl>
      <w:tblPr>
        <w:tblW w:w="10746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110"/>
        <w:gridCol w:w="90"/>
        <w:gridCol w:w="1538"/>
        <w:gridCol w:w="75"/>
        <w:gridCol w:w="1475"/>
        <w:gridCol w:w="865"/>
        <w:gridCol w:w="685"/>
        <w:gridCol w:w="665"/>
        <w:gridCol w:w="983"/>
        <w:gridCol w:w="547"/>
        <w:gridCol w:w="1029"/>
        <w:gridCol w:w="1684"/>
      </w:tblGrid>
      <w:tr w:rsidR="00EB195F" w:rsidRPr="00EB195F" w14:paraId="16272F93" w14:textId="77777777" w:rsidTr="00901F18">
        <w:trPr>
          <w:cantSplit/>
          <w:trHeight w:val="331"/>
        </w:trPr>
        <w:tc>
          <w:tcPr>
            <w:tcW w:w="1200" w:type="dxa"/>
            <w:gridSpan w:val="2"/>
            <w:vAlign w:val="center"/>
          </w:tcPr>
          <w:p w14:paraId="1D21F2C0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/>
                <w:bCs/>
                <w:i/>
                <w:noProof/>
                <w:szCs w:val="14"/>
              </w:rPr>
              <w:t xml:space="preserve">Code </w:t>
            </w:r>
          </w:p>
        </w:tc>
        <w:tc>
          <w:tcPr>
            <w:tcW w:w="1613" w:type="dxa"/>
            <w:gridSpan w:val="2"/>
            <w:vAlign w:val="center"/>
          </w:tcPr>
          <w:p w14:paraId="3A6A61BA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0</w:t>
            </w:r>
          </w:p>
        </w:tc>
        <w:tc>
          <w:tcPr>
            <w:tcW w:w="2340" w:type="dxa"/>
            <w:gridSpan w:val="2"/>
            <w:vAlign w:val="center"/>
          </w:tcPr>
          <w:p w14:paraId="1E33FC55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123</w:t>
            </w:r>
          </w:p>
        </w:tc>
        <w:tc>
          <w:tcPr>
            <w:tcW w:w="1350" w:type="dxa"/>
            <w:gridSpan w:val="2"/>
            <w:vAlign w:val="center"/>
          </w:tcPr>
          <w:p w14:paraId="4B640199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A</w:t>
            </w:r>
          </w:p>
        </w:tc>
        <w:tc>
          <w:tcPr>
            <w:tcW w:w="1530" w:type="dxa"/>
            <w:gridSpan w:val="2"/>
            <w:vAlign w:val="center"/>
          </w:tcPr>
          <w:p w14:paraId="569E37AD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O</w:t>
            </w:r>
          </w:p>
        </w:tc>
        <w:tc>
          <w:tcPr>
            <w:tcW w:w="2713" w:type="dxa"/>
            <w:gridSpan w:val="2"/>
            <w:vAlign w:val="center"/>
          </w:tcPr>
          <w:p w14:paraId="0ECAD3AC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45</w:t>
            </w:r>
          </w:p>
        </w:tc>
      </w:tr>
      <w:tr w:rsidR="00EB195F" w:rsidRPr="00EB195F" w14:paraId="7CEB0EC5" w14:textId="77777777" w:rsidTr="00901F18">
        <w:trPr>
          <w:cantSplit/>
          <w:trHeight w:val="331"/>
        </w:trPr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14:paraId="7858D5D1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/>
                <w:bCs/>
                <w:i/>
                <w:noProof/>
                <w:szCs w:val="14"/>
              </w:rPr>
              <w:t>Signifies</w:t>
            </w:r>
          </w:p>
        </w:tc>
        <w:tc>
          <w:tcPr>
            <w:tcW w:w="1613" w:type="dxa"/>
            <w:gridSpan w:val="2"/>
            <w:tcBorders>
              <w:bottom w:val="single" w:sz="4" w:space="0" w:color="auto"/>
            </w:tcBorders>
            <w:vAlign w:val="center"/>
          </w:tcPr>
          <w:p w14:paraId="030FB4B5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Year: 2000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14:paraId="0C9427F3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Julian date :production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2ACD3E7E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Shift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14:paraId="1EE32E80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 xml:space="preserve">Organic 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  <w:vAlign w:val="center"/>
          </w:tcPr>
          <w:p w14:paraId="0C7B9AB7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Cs/>
                <w:i/>
                <w:noProof/>
                <w:szCs w:val="14"/>
              </w:rPr>
            </w:pPr>
            <w:r w:rsidRPr="00EB195F">
              <w:rPr>
                <w:rFonts w:eastAsia="Times" w:cs="Arial"/>
                <w:bCs/>
                <w:i/>
                <w:noProof/>
                <w:szCs w:val="14"/>
              </w:rPr>
              <w:t>Plant location</w:t>
            </w:r>
          </w:p>
        </w:tc>
      </w:tr>
      <w:tr w:rsidR="00EB195F" w:rsidRPr="00EB195F" w14:paraId="56C1F2EC" w14:textId="77777777" w:rsidTr="00901F18">
        <w:trPr>
          <w:cantSplit/>
          <w:trHeight w:val="80"/>
        </w:trPr>
        <w:tc>
          <w:tcPr>
            <w:tcW w:w="10746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14:paraId="60A28B2C" w14:textId="77777777" w:rsidR="00EB195F" w:rsidRPr="00EB195F" w:rsidRDefault="00EB195F" w:rsidP="00EB195F">
            <w:pPr>
              <w:keepNext/>
              <w:spacing w:line="240" w:lineRule="auto"/>
              <w:ind w:right="-36"/>
              <w:rPr>
                <w:rFonts w:eastAsia="Times" w:cs="Arial"/>
                <w:bCs/>
                <w:i/>
                <w:noProof/>
                <w:sz w:val="10"/>
                <w:szCs w:val="14"/>
              </w:rPr>
            </w:pPr>
            <w:bookmarkStart w:id="5" w:name="_Hlk21001652"/>
          </w:p>
        </w:tc>
      </w:tr>
      <w:tr w:rsidR="00EB195F" w:rsidRPr="00EB195F" w14:paraId="4A5D8D66" w14:textId="77777777" w:rsidTr="00901F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200" w:type="dxa"/>
            <w:gridSpan w:val="2"/>
            <w:vAlign w:val="center"/>
          </w:tcPr>
          <w:p w14:paraId="69911CB3" w14:textId="77777777" w:rsidR="00EB195F" w:rsidRPr="00EB195F" w:rsidRDefault="00EB195F" w:rsidP="00EB195F">
            <w:pPr>
              <w:keepNext/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EB195F">
              <w:rPr>
                <w:rFonts w:cs="Arial"/>
                <w:iCs/>
              </w:rPr>
              <w:t>Lot Number:</w:t>
            </w:r>
          </w:p>
        </w:tc>
        <w:tc>
          <w:tcPr>
            <w:tcW w:w="9546" w:type="dxa"/>
            <w:gridSpan w:val="10"/>
            <w:tcBorders>
              <w:bottom w:val="single" w:sz="4" w:space="0" w:color="auto"/>
            </w:tcBorders>
            <w:vAlign w:val="center"/>
          </w:tcPr>
          <w:p w14:paraId="7F06FE7A" w14:textId="77777777" w:rsidR="00EB195F" w:rsidRPr="00EB195F" w:rsidRDefault="00EB195F" w:rsidP="00EB195F">
            <w:pPr>
              <w:keepNext/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EB195F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color w:val="0070C0"/>
                <w:szCs w:val="18"/>
              </w:rPr>
            </w:r>
            <w:r w:rsidRPr="00EB195F">
              <w:rPr>
                <w:rFonts w:cs="Arial"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EB195F" w:rsidRPr="00EB195F" w14:paraId="495C2DB9" w14:textId="77777777" w:rsidTr="00901F18">
        <w:trPr>
          <w:cantSplit/>
          <w:trHeight w:val="70"/>
        </w:trPr>
        <w:tc>
          <w:tcPr>
            <w:tcW w:w="10746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14:paraId="02065E4C" w14:textId="77777777" w:rsidR="00EB195F" w:rsidRPr="00EB195F" w:rsidRDefault="00EB195F" w:rsidP="00EB195F">
            <w:pPr>
              <w:keepNext/>
              <w:spacing w:line="240" w:lineRule="auto"/>
              <w:ind w:right="-36"/>
              <w:rPr>
                <w:rFonts w:cs="Arial"/>
                <w:b/>
                <w:color w:val="0070C0"/>
                <w:sz w:val="10"/>
                <w:szCs w:val="18"/>
              </w:rPr>
            </w:pPr>
          </w:p>
        </w:tc>
      </w:tr>
      <w:bookmarkEnd w:id="5"/>
      <w:tr w:rsidR="00EB195F" w:rsidRPr="00EB195F" w14:paraId="2B226D1B" w14:textId="77777777" w:rsidTr="00901F18">
        <w:trPr>
          <w:cantSplit/>
          <w:trHeight w:val="360"/>
        </w:trPr>
        <w:tc>
          <w:tcPr>
            <w:tcW w:w="1110" w:type="dxa"/>
            <w:vAlign w:val="center"/>
          </w:tcPr>
          <w:p w14:paraId="7053012D" w14:textId="77777777" w:rsidR="00EB195F" w:rsidRPr="00EB195F" w:rsidRDefault="00EB195F" w:rsidP="00EB195F">
            <w:pPr>
              <w:keepNext/>
              <w:spacing w:before="60" w:line="240" w:lineRule="auto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EB195F">
              <w:rPr>
                <w:rFonts w:eastAsia="Times" w:cs="Arial"/>
                <w:b/>
                <w:bCs/>
                <w:noProof/>
                <w:szCs w:val="18"/>
              </w:rPr>
              <w:t xml:space="preserve">Code </w:t>
            </w:r>
          </w:p>
        </w:tc>
        <w:tc>
          <w:tcPr>
            <w:tcW w:w="1628" w:type="dxa"/>
            <w:gridSpan w:val="2"/>
            <w:vAlign w:val="center"/>
          </w:tcPr>
          <w:p w14:paraId="3B610C91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52BDBD6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4E9D6D51" w14:textId="77777777" w:rsidR="00EB195F" w:rsidRPr="00EB195F" w:rsidRDefault="00EB195F" w:rsidP="00EB195F">
            <w:pPr>
              <w:keepNext/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0877AEB2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72759636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4" w:type="dxa"/>
            <w:vAlign w:val="center"/>
          </w:tcPr>
          <w:p w14:paraId="2410949F" w14:textId="77777777" w:rsidR="00EB195F" w:rsidRPr="00EB195F" w:rsidRDefault="00EB195F" w:rsidP="00EB195F">
            <w:pPr>
              <w:keepNext/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B195F" w:rsidRPr="00EB195F" w14:paraId="0D552A48" w14:textId="77777777" w:rsidTr="00901F18">
        <w:trPr>
          <w:cantSplit/>
          <w:trHeight w:val="360"/>
        </w:trPr>
        <w:tc>
          <w:tcPr>
            <w:tcW w:w="1110" w:type="dxa"/>
            <w:vAlign w:val="center"/>
          </w:tcPr>
          <w:p w14:paraId="62C07A60" w14:textId="77777777" w:rsidR="00EB195F" w:rsidRPr="00EB195F" w:rsidRDefault="00EB195F" w:rsidP="00EB195F">
            <w:pPr>
              <w:spacing w:before="60" w:line="240" w:lineRule="auto"/>
              <w:ind w:right="-36"/>
              <w:rPr>
                <w:rFonts w:eastAsia="Times" w:cs="Arial"/>
                <w:szCs w:val="18"/>
              </w:rPr>
            </w:pPr>
            <w:r w:rsidRPr="00EB195F">
              <w:rPr>
                <w:rFonts w:eastAsia="Times" w:cs="Arial"/>
                <w:b/>
                <w:bCs/>
                <w:noProof/>
                <w:szCs w:val="18"/>
              </w:rPr>
              <w:t>Signifies</w:t>
            </w:r>
          </w:p>
        </w:tc>
        <w:tc>
          <w:tcPr>
            <w:tcW w:w="1628" w:type="dxa"/>
            <w:gridSpan w:val="2"/>
            <w:vAlign w:val="center"/>
          </w:tcPr>
          <w:p w14:paraId="0D239F5A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2AA4F772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50" w:type="dxa"/>
            <w:gridSpan w:val="2"/>
            <w:vAlign w:val="center"/>
          </w:tcPr>
          <w:p w14:paraId="15B5894A" w14:textId="77777777" w:rsidR="00EB195F" w:rsidRPr="00EB195F" w:rsidRDefault="00EB195F" w:rsidP="00EB195F">
            <w:pPr>
              <w:spacing w:before="60" w:line="240" w:lineRule="auto"/>
              <w:ind w:left="-19" w:right="0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48" w:type="dxa"/>
            <w:gridSpan w:val="2"/>
            <w:vAlign w:val="center"/>
          </w:tcPr>
          <w:p w14:paraId="70608A30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76" w:type="dxa"/>
            <w:gridSpan w:val="2"/>
            <w:vAlign w:val="center"/>
          </w:tcPr>
          <w:p w14:paraId="42A23704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84" w:type="dxa"/>
            <w:vAlign w:val="center"/>
          </w:tcPr>
          <w:p w14:paraId="64257DBA" w14:textId="77777777" w:rsidR="00EB195F" w:rsidRPr="00EB195F" w:rsidRDefault="00EB195F" w:rsidP="00EB195F">
            <w:pPr>
              <w:spacing w:before="60" w:line="240" w:lineRule="auto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743BA3D" w14:textId="77777777" w:rsidR="009737DF" w:rsidRPr="009737DF" w:rsidRDefault="009737DF" w:rsidP="00B8459C">
      <w:pPr>
        <w:numPr>
          <w:ilvl w:val="1"/>
          <w:numId w:val="23"/>
        </w:numPr>
        <w:spacing w:before="60"/>
        <w:ind w:right="54"/>
        <w:rPr>
          <w:rFonts w:cs="Arial"/>
          <w:szCs w:val="18"/>
        </w:rPr>
      </w:pPr>
      <w:r>
        <w:t>Where does</w:t>
      </w:r>
      <w:r w:rsidR="00237FDD">
        <w:t xml:space="preserve"> the</w:t>
      </w:r>
      <w:r>
        <w:t xml:space="preserve"> lot number appear? </w:t>
      </w:r>
      <w:r w:rsidRPr="009737DF">
        <w:rPr>
          <w:rFonts w:cs="Arial"/>
          <w:szCs w:val="18"/>
        </w:rPr>
        <w:t>Select all that apply.</w:t>
      </w:r>
    </w:p>
    <w:p w14:paraId="1C4C84D6" w14:textId="77777777" w:rsidR="009737DF" w:rsidRPr="009737DF" w:rsidRDefault="009737DF" w:rsidP="009737DF">
      <w:pPr>
        <w:keepNext/>
        <w:spacing w:before="60" w:line="240" w:lineRule="auto"/>
        <w:ind w:left="360" w:right="-36"/>
        <w:rPr>
          <w:rFonts w:cs="Arial"/>
          <w:kern w:val="18"/>
          <w:szCs w:val="18"/>
        </w:rPr>
      </w:pPr>
      <w:r w:rsidRPr="009737D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Printed on retail label    </w:t>
      </w:r>
      <w:r w:rsidRPr="009737D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Printed on nonretail </w:t>
      </w:r>
      <w:r w:rsidR="00237FDD">
        <w:rPr>
          <w:rFonts w:cs="Arial"/>
          <w:kern w:val="18"/>
          <w:szCs w:val="18"/>
        </w:rPr>
        <w:t xml:space="preserve">label, </w:t>
      </w:r>
      <w:r w:rsidRPr="009737DF">
        <w:rPr>
          <w:rFonts w:cs="Arial"/>
          <w:kern w:val="18"/>
          <w:szCs w:val="18"/>
        </w:rPr>
        <w:t>shipping container</w:t>
      </w:r>
      <w:r w:rsidR="00237FDD">
        <w:rPr>
          <w:rFonts w:cs="Arial"/>
          <w:kern w:val="18"/>
          <w:szCs w:val="18"/>
        </w:rPr>
        <w:t>,</w:t>
      </w:r>
      <w:r w:rsidRPr="009737DF">
        <w:rPr>
          <w:rFonts w:cs="Arial"/>
          <w:kern w:val="18"/>
          <w:szCs w:val="18"/>
        </w:rPr>
        <w:t xml:space="preserve"> or package   </w:t>
      </w:r>
      <w:r w:rsidR="00F856B0">
        <w:rPr>
          <w:rFonts w:cs="Arial"/>
          <w:kern w:val="18"/>
          <w:szCs w:val="18"/>
        </w:rPr>
        <w:t xml:space="preserve"> </w:t>
      </w:r>
      <w:r w:rsidRPr="009737DF">
        <w:rPr>
          <w:rFonts w:cs="Arial"/>
          <w:kern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9737DF">
        <w:rPr>
          <w:rFonts w:cs="Arial"/>
          <w:kern w:val="18"/>
          <w:szCs w:val="18"/>
        </w:rPr>
        <w:instrText xml:space="preserve"> FORMCHECKBOX </w:instrText>
      </w:r>
      <w:r w:rsidRPr="009737DF">
        <w:rPr>
          <w:rFonts w:cs="Arial"/>
          <w:kern w:val="18"/>
          <w:szCs w:val="18"/>
        </w:rPr>
      </w:r>
      <w:r w:rsidRPr="009737DF">
        <w:rPr>
          <w:rFonts w:cs="Arial"/>
          <w:kern w:val="18"/>
          <w:szCs w:val="18"/>
        </w:rPr>
        <w:fldChar w:fldCharType="separate"/>
      </w:r>
      <w:r w:rsidRPr="009737DF">
        <w:rPr>
          <w:rFonts w:cs="Arial"/>
          <w:kern w:val="18"/>
          <w:szCs w:val="18"/>
        </w:rPr>
        <w:fldChar w:fldCharType="end"/>
      </w:r>
      <w:r w:rsidRPr="009737DF">
        <w:rPr>
          <w:rFonts w:cs="Arial"/>
          <w:kern w:val="18"/>
          <w:szCs w:val="18"/>
        </w:rPr>
        <w:t xml:space="preserve"> Other (describe):</w:t>
      </w:r>
    </w:p>
    <w:tbl>
      <w:tblPr>
        <w:tblW w:w="10440" w:type="dxa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37DF" w:rsidRPr="009737DF" w14:paraId="5545FB2A" w14:textId="77777777" w:rsidTr="00F856B0">
        <w:trPr>
          <w:cantSplit/>
          <w:trHeight w:val="518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E90D4F1" w14:textId="77777777" w:rsidR="009737DF" w:rsidRPr="009737DF" w:rsidRDefault="009737DF" w:rsidP="009737DF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9737D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737D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737DF">
              <w:rPr>
                <w:rFonts w:cs="Arial"/>
                <w:b/>
                <w:color w:val="0070C0"/>
                <w:szCs w:val="18"/>
              </w:rPr>
            </w:r>
            <w:r w:rsidRPr="009737D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737D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C15D63" w14:textId="77777777" w:rsidR="00EB195F" w:rsidRPr="00EB195F" w:rsidRDefault="00EB195F" w:rsidP="00B8459C">
      <w:pPr>
        <w:pStyle w:val="BodyText"/>
        <w:numPr>
          <w:ilvl w:val="1"/>
          <w:numId w:val="23"/>
        </w:numPr>
        <w:spacing w:before="60" w:after="0"/>
      </w:pPr>
      <w:r w:rsidRPr="00EB195F">
        <w:t xml:space="preserve">How is </w:t>
      </w:r>
      <w:r w:rsidR="00317E9C">
        <w:t xml:space="preserve">the </w:t>
      </w:r>
      <w:r w:rsidRPr="00EB195F">
        <w:t xml:space="preserve">lot number </w:t>
      </w:r>
      <w:r w:rsidR="00237FDD">
        <w:t xml:space="preserve">linked to audit trail documentation </w:t>
      </w:r>
      <w:r w:rsidRPr="00EB195F">
        <w:t>associated with outgoing shipments?</w:t>
      </w:r>
      <w:r w:rsidR="00013A98">
        <w:t xml:space="preserve"> Select all that apply. </w:t>
      </w:r>
    </w:p>
    <w:p w14:paraId="2D2884B8" w14:textId="77777777" w:rsidR="00EB195F" w:rsidRPr="00EB195F" w:rsidRDefault="00EB195F" w:rsidP="00EB195F">
      <w:pPr>
        <w:keepNext/>
        <w:spacing w:before="60" w:line="240" w:lineRule="auto"/>
        <w:ind w:left="360" w:right="-36"/>
        <w:rPr>
          <w:rFonts w:cs="Arial"/>
          <w:kern w:val="18"/>
          <w:szCs w:val="18"/>
        </w:rPr>
      </w:pPr>
      <w:r w:rsidRPr="00EB195F">
        <w:rPr>
          <w:rFonts w:cs="Arial"/>
          <w:kern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r w:rsidRPr="00EB195F">
        <w:rPr>
          <w:rFonts w:cs="Arial"/>
          <w:kern w:val="18"/>
          <w:szCs w:val="18"/>
        </w:rPr>
        <w:t xml:space="preserve"> On invoice or Bill of Lading    </w:t>
      </w:r>
      <w:r w:rsidRPr="00EB195F">
        <w:rPr>
          <w:rFonts w:cs="Arial"/>
          <w:kern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r w:rsidRPr="00EB195F">
        <w:rPr>
          <w:rFonts w:cs="Arial"/>
          <w:kern w:val="18"/>
          <w:szCs w:val="18"/>
        </w:rPr>
        <w:t xml:space="preserve"> On a “pick list” or “ship </w:t>
      </w:r>
      <w:proofErr w:type="gramStart"/>
      <w:r w:rsidRPr="00EB195F">
        <w:rPr>
          <w:rFonts w:cs="Arial"/>
          <w:kern w:val="18"/>
          <w:szCs w:val="18"/>
        </w:rPr>
        <w:t>list”</w:t>
      </w:r>
      <w:bookmarkStart w:id="6" w:name="Check6"/>
      <w:r w:rsidRPr="00EB195F">
        <w:rPr>
          <w:rFonts w:cs="Arial"/>
          <w:kern w:val="18"/>
          <w:szCs w:val="18"/>
        </w:rPr>
        <w:t xml:space="preserve">   </w:t>
      </w:r>
      <w:proofErr w:type="gramEnd"/>
      <w:r w:rsidRPr="00EB195F">
        <w:rPr>
          <w:rFonts w:cs="Arial"/>
          <w:kern w:val="18"/>
          <w:szCs w:val="18"/>
        </w:rPr>
        <w:t xml:space="preserve"> </w:t>
      </w:r>
      <w:r w:rsidRPr="00EB195F">
        <w:rPr>
          <w:rFonts w:cs="Arial"/>
          <w:kern w:val="18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B195F">
        <w:rPr>
          <w:rFonts w:cs="Arial"/>
          <w:kern w:val="18"/>
          <w:szCs w:val="18"/>
        </w:rPr>
        <w:instrText xml:space="preserve"> FORMCHECKBOX </w:instrText>
      </w:r>
      <w:r w:rsidRPr="00EB195F">
        <w:rPr>
          <w:rFonts w:cs="Arial"/>
          <w:kern w:val="18"/>
          <w:szCs w:val="18"/>
        </w:rPr>
      </w:r>
      <w:r w:rsidRPr="00EB195F">
        <w:rPr>
          <w:rFonts w:cs="Arial"/>
          <w:kern w:val="18"/>
          <w:szCs w:val="18"/>
        </w:rPr>
        <w:fldChar w:fldCharType="separate"/>
      </w:r>
      <w:r w:rsidRPr="00EB195F">
        <w:rPr>
          <w:rFonts w:cs="Arial"/>
          <w:kern w:val="18"/>
          <w:szCs w:val="18"/>
        </w:rPr>
        <w:fldChar w:fldCharType="end"/>
      </w:r>
      <w:bookmarkEnd w:id="6"/>
      <w:r w:rsidRPr="00EB195F">
        <w:rPr>
          <w:rFonts w:cs="Arial"/>
          <w:kern w:val="18"/>
          <w:szCs w:val="18"/>
        </w:rPr>
        <w:t xml:space="preserve"> Other (describe):</w:t>
      </w:r>
    </w:p>
    <w:tbl>
      <w:tblPr>
        <w:tblW w:w="10440" w:type="dxa"/>
        <w:tblInd w:w="65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EB195F" w:rsidRPr="00EB195F" w14:paraId="513F00F9" w14:textId="77777777" w:rsidTr="00F856B0">
        <w:trPr>
          <w:cantSplit/>
          <w:trHeight w:val="518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06785419" w14:textId="77777777" w:rsidR="00EB195F" w:rsidRPr="00EB195F" w:rsidRDefault="00EB195F" w:rsidP="00EB195F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EB195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195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B195F">
              <w:rPr>
                <w:rFonts w:cs="Arial"/>
                <w:b/>
                <w:color w:val="0070C0"/>
                <w:szCs w:val="18"/>
              </w:rPr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B195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152BA4" w14:textId="77777777" w:rsidR="00DD62B8" w:rsidRPr="001C67A0" w:rsidRDefault="00DD62B8" w:rsidP="001C67A0"/>
    <w:sectPr w:rsidR="00DD62B8" w:rsidRPr="001C67A0" w:rsidSect="00EB19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44241" w14:textId="77777777" w:rsidR="00503379" w:rsidRDefault="00503379">
      <w:r>
        <w:separator/>
      </w:r>
    </w:p>
  </w:endnote>
  <w:endnote w:type="continuationSeparator" w:id="0">
    <w:p w14:paraId="5A497C57" w14:textId="77777777" w:rsidR="00503379" w:rsidRDefault="0050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2A51" w14:textId="77777777" w:rsidR="00D81C0A" w:rsidRDefault="00D81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4B7B" w14:textId="2562B9DE" w:rsidR="00EB195F" w:rsidRPr="00AF3E4F" w:rsidRDefault="00D81C0A" w:rsidP="00EB195F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  <w:r>
      <w:rPr>
        <w:rFonts w:cs="Arial"/>
        <w:i/>
        <w:noProof/>
        <w:szCs w:val="16"/>
      </w:rPr>
      <w:drawing>
        <wp:anchor distT="0" distB="0" distL="114300" distR="114300" simplePos="0" relativeHeight="251658240" behindDoc="1" locked="0" layoutInCell="1" allowOverlap="1" wp14:anchorId="07188F25" wp14:editId="7C8B824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A3A0A1" w14:textId="2F352895" w:rsidR="00EB195F" w:rsidRPr="00EB195F" w:rsidRDefault="00EB195F" w:rsidP="00EB195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CORB10, V1, R</w:t>
    </w:r>
    <w:r w:rsidR="00B900CC">
      <w:rPr>
        <w:rFonts w:cs="Arial"/>
        <w:i/>
        <w:sz w:val="16"/>
        <w:szCs w:val="16"/>
      </w:rPr>
      <w:t>6, 10/16/2023</w:t>
    </w:r>
    <w:r w:rsidRPr="00E22EFC">
      <w:rPr>
        <w:rFonts w:cs="Arial"/>
        <w:i/>
        <w:sz w:val="16"/>
        <w:szCs w:val="16"/>
      </w:rPr>
      <w:tab/>
    </w:r>
    <w:r w:rsidRPr="00E22EFC">
      <w:rPr>
        <w:i/>
        <w:sz w:val="16"/>
        <w:szCs w:val="16"/>
      </w:rPr>
      <w:t xml:space="preserve">Page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PAGE </w:instrText>
    </w:r>
    <w:r w:rsidRPr="00E22EFC">
      <w:rPr>
        <w:b/>
        <w:i/>
        <w:sz w:val="16"/>
        <w:szCs w:val="16"/>
      </w:rPr>
      <w:fldChar w:fldCharType="separate"/>
    </w:r>
    <w:r w:rsidR="00DD63F7">
      <w:rPr>
        <w:b/>
        <w:i/>
        <w:noProof/>
        <w:sz w:val="16"/>
        <w:szCs w:val="16"/>
      </w:rPr>
      <w:t>1</w:t>
    </w:r>
    <w:r w:rsidRPr="00E22EFC">
      <w:rPr>
        <w:b/>
        <w:i/>
        <w:sz w:val="16"/>
        <w:szCs w:val="16"/>
      </w:rPr>
      <w:fldChar w:fldCharType="end"/>
    </w:r>
    <w:r w:rsidRPr="00E22EFC">
      <w:rPr>
        <w:i/>
        <w:sz w:val="16"/>
        <w:szCs w:val="16"/>
      </w:rPr>
      <w:t xml:space="preserve"> of </w:t>
    </w:r>
    <w:r w:rsidRPr="00E22EFC">
      <w:rPr>
        <w:b/>
        <w:i/>
        <w:sz w:val="16"/>
        <w:szCs w:val="16"/>
      </w:rPr>
      <w:fldChar w:fldCharType="begin"/>
    </w:r>
    <w:r w:rsidRPr="00E22EFC">
      <w:rPr>
        <w:b/>
        <w:i/>
        <w:sz w:val="16"/>
        <w:szCs w:val="16"/>
      </w:rPr>
      <w:instrText xml:space="preserve"> NUMPAGES  </w:instrText>
    </w:r>
    <w:r w:rsidRPr="00E22EFC">
      <w:rPr>
        <w:b/>
        <w:i/>
        <w:sz w:val="16"/>
        <w:szCs w:val="16"/>
      </w:rPr>
      <w:fldChar w:fldCharType="separate"/>
    </w:r>
    <w:r w:rsidR="00DD63F7">
      <w:rPr>
        <w:b/>
        <w:i/>
        <w:noProof/>
        <w:sz w:val="16"/>
        <w:szCs w:val="16"/>
      </w:rPr>
      <w:t>1</w:t>
    </w:r>
    <w:r w:rsidRPr="00E22EF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B6CF" w14:textId="77777777" w:rsidR="005A5D3D" w:rsidRPr="00AF3E4F" w:rsidRDefault="005A5D3D" w:rsidP="00E22EFC">
    <w:pPr>
      <w:pStyle w:val="OFFICEBOX"/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spacing w:before="0" w:line="240" w:lineRule="auto"/>
      <w:ind w:left="0"/>
      <w:rPr>
        <w:rFonts w:ascii="Arial" w:hAnsi="Arial" w:cs="Arial"/>
        <w:b w:val="0"/>
        <w:bCs/>
        <w:sz w:val="2"/>
      </w:rPr>
    </w:pPr>
  </w:p>
  <w:p w14:paraId="49D3E3B6" w14:textId="4005F494" w:rsidR="005A5D3D" w:rsidRPr="00E22EFC" w:rsidRDefault="00901F18" w:rsidP="000520B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0BEB2A05" wp14:editId="0B9075D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A98">
      <w:rPr>
        <w:rFonts w:cs="Arial"/>
        <w:i/>
        <w:sz w:val="16"/>
        <w:szCs w:val="16"/>
      </w:rPr>
      <w:t>CORB10, V1, R</w:t>
    </w:r>
    <w:r w:rsidR="00E64CFC">
      <w:rPr>
        <w:rFonts w:cs="Arial"/>
        <w:i/>
        <w:sz w:val="16"/>
        <w:szCs w:val="16"/>
      </w:rPr>
      <w:t>4, 4/23/19</w:t>
    </w:r>
    <w:r w:rsidR="005A5D3D" w:rsidRPr="00E22EFC">
      <w:rPr>
        <w:rFonts w:cs="Arial"/>
        <w:i/>
        <w:sz w:val="16"/>
        <w:szCs w:val="16"/>
      </w:rPr>
      <w:tab/>
    </w:r>
    <w:r w:rsidR="005A5D3D" w:rsidRPr="00E22EFC">
      <w:rPr>
        <w:i/>
        <w:sz w:val="16"/>
        <w:szCs w:val="16"/>
      </w:rPr>
      <w:t xml:space="preserve">Page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PAGE </w:instrText>
    </w:r>
    <w:r w:rsidR="005A5D3D" w:rsidRPr="00E22EFC">
      <w:rPr>
        <w:b/>
        <w:i/>
        <w:sz w:val="16"/>
        <w:szCs w:val="16"/>
      </w:rPr>
      <w:fldChar w:fldCharType="separate"/>
    </w:r>
    <w:r w:rsidR="008011BE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  <w:r w:rsidR="005A5D3D" w:rsidRPr="00E22EFC">
      <w:rPr>
        <w:i/>
        <w:sz w:val="16"/>
        <w:szCs w:val="16"/>
      </w:rPr>
      <w:t xml:space="preserve"> of </w:t>
    </w:r>
    <w:r w:rsidR="005A5D3D" w:rsidRPr="00E22EFC">
      <w:rPr>
        <w:b/>
        <w:i/>
        <w:sz w:val="16"/>
        <w:szCs w:val="16"/>
      </w:rPr>
      <w:fldChar w:fldCharType="begin"/>
    </w:r>
    <w:r w:rsidR="005A5D3D" w:rsidRPr="00E22EFC">
      <w:rPr>
        <w:b/>
        <w:i/>
        <w:sz w:val="16"/>
        <w:szCs w:val="16"/>
      </w:rPr>
      <w:instrText xml:space="preserve"> NUMPAGES  </w:instrText>
    </w:r>
    <w:r w:rsidR="005A5D3D" w:rsidRPr="00E22EFC">
      <w:rPr>
        <w:b/>
        <w:i/>
        <w:sz w:val="16"/>
        <w:szCs w:val="16"/>
      </w:rPr>
      <w:fldChar w:fldCharType="separate"/>
    </w:r>
    <w:r w:rsidR="008011BE">
      <w:rPr>
        <w:b/>
        <w:i/>
        <w:noProof/>
        <w:sz w:val="16"/>
        <w:szCs w:val="16"/>
      </w:rPr>
      <w:t>1</w:t>
    </w:r>
    <w:r w:rsidR="005A5D3D" w:rsidRPr="00E22EF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12BB" w14:textId="77777777" w:rsidR="00503379" w:rsidRDefault="00503379">
      <w:r>
        <w:separator/>
      </w:r>
    </w:p>
  </w:footnote>
  <w:footnote w:type="continuationSeparator" w:id="0">
    <w:p w14:paraId="23DCA1AF" w14:textId="77777777" w:rsidR="00503379" w:rsidRDefault="00503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9CA76" w14:textId="77777777" w:rsidR="00D81C0A" w:rsidRDefault="00D81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50C0B" w14:textId="76F4A0F1" w:rsidR="00EB195F" w:rsidRDefault="00901F18" w:rsidP="00EB195F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7D1843" wp14:editId="6A2A61BE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49"/>
      <w:gridCol w:w="2236"/>
      <w:gridCol w:w="1077"/>
      <w:gridCol w:w="1608"/>
    </w:tblGrid>
    <w:tr w:rsidR="00EB195F" w:rsidRPr="000B5C85" w14:paraId="58844FC0" w14:textId="77777777" w:rsidTr="002F2F43">
      <w:trPr>
        <w:cantSplit/>
        <w:trHeight w:val="525"/>
      </w:trPr>
      <w:tc>
        <w:tcPr>
          <w:tcW w:w="5310" w:type="dxa"/>
          <w:tcBorders>
            <w:right w:val="nil"/>
          </w:tcBorders>
          <w:vAlign w:val="center"/>
        </w:tcPr>
        <w:p w14:paraId="605BF875" w14:textId="77777777" w:rsidR="00EB195F" w:rsidRPr="003B73EE" w:rsidRDefault="00EB195F" w:rsidP="00EB195F">
          <w:pPr>
            <w:spacing w:line="240" w:lineRule="auto"/>
            <w:ind w:right="-1109"/>
            <w:rPr>
              <w:rFonts w:cs="Arial"/>
              <w:b/>
              <w:bCs/>
            </w:rPr>
          </w:pPr>
          <w:r w:rsidRPr="00282865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250" w:type="dxa"/>
          <w:tcBorders>
            <w:left w:val="nil"/>
          </w:tcBorders>
          <w:vAlign w:val="center"/>
        </w:tcPr>
        <w:p w14:paraId="43578116" w14:textId="77777777" w:rsidR="00EB195F" w:rsidRPr="003B73EE" w:rsidRDefault="00EB195F" w:rsidP="00EB195F">
          <w:pPr>
            <w:ind w:left="-18" w:right="-105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990" w:type="dxa"/>
          <w:shd w:val="clear" w:color="auto" w:fill="000000"/>
          <w:vAlign w:val="center"/>
        </w:tcPr>
        <w:p w14:paraId="0F000801" w14:textId="77777777" w:rsidR="00EB195F" w:rsidRPr="000B5C85" w:rsidRDefault="00EB195F" w:rsidP="00EB195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0F3FCE21" w14:textId="77777777" w:rsidR="00EB195F" w:rsidRPr="000B5C85" w:rsidRDefault="00EB195F" w:rsidP="00EB195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1DD39192" w14:textId="77777777" w:rsidR="00EB195F" w:rsidRPr="003915E1" w:rsidRDefault="00EB195F" w:rsidP="00EB195F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  <w:r>
            <w:rPr>
              <w:sz w:val="32"/>
              <w:szCs w:val="32"/>
            </w:rPr>
            <w:t xml:space="preserve"> COR</w:t>
          </w:r>
        </w:p>
      </w:tc>
    </w:tr>
    <w:tr w:rsidR="00EB195F" w:rsidRPr="000B5C85" w14:paraId="066129B5" w14:textId="77777777" w:rsidTr="002F2F43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66F45E0D" w14:textId="46105904" w:rsidR="00EB195F" w:rsidRPr="00DD6ABD" w:rsidRDefault="00EB195F" w:rsidP="00EB195F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C908BE" w14:textId="77777777" w:rsidR="00EB195F" w:rsidRPr="000B5C85" w:rsidRDefault="00EB195F" w:rsidP="00EB195F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63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D63F7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889BF92" w14:textId="77777777" w:rsidR="00EB195F" w:rsidRPr="00EB195F" w:rsidRDefault="00EB195F" w:rsidP="00EB195F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7475" w14:textId="0D694224" w:rsidR="005A5D3D" w:rsidRDefault="00901F18" w:rsidP="008065E4">
    <w:pPr>
      <w:ind w:right="-36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 wp14:anchorId="543838E2" wp14:editId="66E8D611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49"/>
      <w:gridCol w:w="2236"/>
      <w:gridCol w:w="1077"/>
      <w:gridCol w:w="1608"/>
    </w:tblGrid>
    <w:tr w:rsidR="005A5D3D" w:rsidRPr="000B5C85" w14:paraId="1062C5F9" w14:textId="77777777" w:rsidTr="00EB195F">
      <w:trPr>
        <w:cantSplit/>
        <w:trHeight w:val="525"/>
      </w:trPr>
      <w:tc>
        <w:tcPr>
          <w:tcW w:w="5310" w:type="dxa"/>
          <w:tcBorders>
            <w:right w:val="nil"/>
          </w:tcBorders>
          <w:vAlign w:val="center"/>
        </w:tcPr>
        <w:p w14:paraId="0F8E8526" w14:textId="77777777" w:rsidR="005A5D3D" w:rsidRPr="003B73EE" w:rsidRDefault="00282865" w:rsidP="003915E1">
          <w:pPr>
            <w:spacing w:line="240" w:lineRule="auto"/>
            <w:ind w:right="-1109"/>
            <w:rPr>
              <w:rFonts w:cs="Arial"/>
              <w:b/>
              <w:bCs/>
            </w:rPr>
          </w:pPr>
          <w:r w:rsidRPr="00282865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250" w:type="dxa"/>
          <w:tcBorders>
            <w:left w:val="nil"/>
          </w:tcBorders>
          <w:vAlign w:val="center"/>
        </w:tcPr>
        <w:p w14:paraId="6996B1B5" w14:textId="77777777" w:rsidR="005A5D3D" w:rsidRPr="003B73EE" w:rsidRDefault="005A5D3D" w:rsidP="00950ECC">
          <w:pPr>
            <w:ind w:left="-18" w:right="-105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RECORD KEEPING</w:t>
          </w:r>
          <w:r w:rsidRPr="00240C15">
            <w:rPr>
              <w:rFonts w:cs="Arial"/>
              <w:b/>
              <w:sz w:val="22"/>
              <w:szCs w:val="22"/>
            </w:rPr>
            <w:t xml:space="preserve"> FOR HANDLERS</w:t>
          </w:r>
        </w:p>
      </w:tc>
      <w:tc>
        <w:tcPr>
          <w:tcW w:w="990" w:type="dxa"/>
          <w:shd w:val="clear" w:color="auto" w:fill="000000"/>
          <w:vAlign w:val="center"/>
        </w:tcPr>
        <w:p w14:paraId="552C61B7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2AD9814" w14:textId="77777777" w:rsidR="005A5D3D" w:rsidRPr="000B5C85" w:rsidRDefault="005A5D3D" w:rsidP="003F042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78AFEEA2" w14:textId="77777777" w:rsidR="005A5D3D" w:rsidRPr="003915E1" w:rsidRDefault="005A5D3D" w:rsidP="003F0420">
          <w:pPr>
            <w:pStyle w:val="Heading4"/>
            <w:ind w:right="-1112"/>
            <w:rPr>
              <w:sz w:val="32"/>
              <w:szCs w:val="32"/>
            </w:rPr>
          </w:pPr>
          <w:r w:rsidRPr="003915E1">
            <w:rPr>
              <w:sz w:val="32"/>
              <w:szCs w:val="32"/>
            </w:rPr>
            <w:t>H5.0</w:t>
          </w:r>
          <w:r w:rsidR="00282865">
            <w:rPr>
              <w:sz w:val="32"/>
              <w:szCs w:val="32"/>
            </w:rPr>
            <w:t xml:space="preserve"> COR</w:t>
          </w:r>
        </w:p>
      </w:tc>
    </w:tr>
    <w:tr w:rsidR="005A5D3D" w:rsidRPr="000B5C85" w14:paraId="2B5DF8C9" w14:textId="77777777" w:rsidTr="00282865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3851A485" w14:textId="7144BC12" w:rsidR="005A5D3D" w:rsidRPr="00DD6ABD" w:rsidRDefault="00EB195F" w:rsidP="003F042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F214B99" w14:textId="77777777" w:rsidR="005A5D3D" w:rsidRPr="000B5C85" w:rsidRDefault="005A5D3D" w:rsidP="003F042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011BE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011BE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F1E0671" w14:textId="77777777" w:rsidR="005A5D3D" w:rsidRPr="008E7152" w:rsidRDefault="008D34D8" w:rsidP="008D34D8">
    <w:pPr>
      <w:tabs>
        <w:tab w:val="left" w:pos="810"/>
      </w:tabs>
      <w:spacing w:after="120"/>
      <w:rPr>
        <w:rFonts w:cs="Arial"/>
        <w:szCs w:val="18"/>
      </w:rPr>
    </w:pPr>
    <w:r>
      <w:rPr>
        <w:rFonts w:cs="Arial"/>
        <w:b/>
        <w:color w:val="FF0000"/>
        <w:szCs w:val="18"/>
      </w:rPr>
      <w:tab/>
    </w:r>
    <w:r w:rsidR="008E7152">
      <w:rPr>
        <w:rFonts w:cs="Arial"/>
        <w:b/>
        <w:color w:val="FF0000"/>
        <w:szCs w:val="18"/>
      </w:rPr>
      <w:t>The CCOF Canadian Organic Regime (COR) Compliance Program is ONLY for operations located in Canada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1374D0A"/>
    <w:multiLevelType w:val="hybridMultilevel"/>
    <w:tmpl w:val="7A941ECE"/>
    <w:lvl w:ilvl="0" w:tplc="DACA38CE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8641B00"/>
    <w:multiLevelType w:val="hybridMultilevel"/>
    <w:tmpl w:val="F9E8ECC2"/>
    <w:lvl w:ilvl="0" w:tplc="AD589492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271E"/>
    <w:multiLevelType w:val="multilevel"/>
    <w:tmpl w:val="B86699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2A00E02"/>
    <w:multiLevelType w:val="hybridMultilevel"/>
    <w:tmpl w:val="5774797E"/>
    <w:lvl w:ilvl="0" w:tplc="92402DAC">
      <w:start w:val="1"/>
      <w:numFmt w:val="decimal"/>
      <w:lvlText w:val="%1)"/>
      <w:lvlJc w:val="left"/>
      <w:pPr>
        <w:ind w:left="720" w:hanging="360"/>
      </w:pPr>
      <w:rPr>
        <w:i w:val="0"/>
        <w:iCs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518F1"/>
    <w:multiLevelType w:val="hybridMultilevel"/>
    <w:tmpl w:val="F13C26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65026E"/>
    <w:multiLevelType w:val="hybridMultilevel"/>
    <w:tmpl w:val="F0A467A2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i w:val="0"/>
        <w:sz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1201F7"/>
    <w:multiLevelType w:val="multilevel"/>
    <w:tmpl w:val="9E14D1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pStyle w:val="BodyText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2">
      <w:start w:val="1"/>
      <w:numFmt w:val="lowerLetter"/>
      <w:suff w:val="nothing"/>
      <w:lvlText w:val="%3)"/>
      <w:lvlJc w:val="left"/>
      <w:pPr>
        <w:ind w:left="86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3A08DB"/>
    <w:multiLevelType w:val="hybridMultilevel"/>
    <w:tmpl w:val="4A3C3B68"/>
    <w:lvl w:ilvl="0" w:tplc="CE70213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EAFA0B6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i w:val="0"/>
        <w:sz w:val="18"/>
      </w:rPr>
    </w:lvl>
    <w:lvl w:ilvl="2" w:tplc="730AD3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7479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68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266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BAE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E8F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9CF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1251E"/>
    <w:multiLevelType w:val="hybridMultilevel"/>
    <w:tmpl w:val="3CEE0112"/>
    <w:lvl w:ilvl="0" w:tplc="AD589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B03EB"/>
    <w:multiLevelType w:val="hybridMultilevel"/>
    <w:tmpl w:val="20A00F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221FC"/>
    <w:multiLevelType w:val="multilevel"/>
    <w:tmpl w:val="B84A73AE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58474A"/>
    <w:multiLevelType w:val="hybridMultilevel"/>
    <w:tmpl w:val="356CBB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9261587">
    <w:abstractNumId w:val="9"/>
  </w:num>
  <w:num w:numId="2" w16cid:durableId="1629046352">
    <w:abstractNumId w:val="7"/>
  </w:num>
  <w:num w:numId="3" w16cid:durableId="956567529">
    <w:abstractNumId w:val="6"/>
  </w:num>
  <w:num w:numId="4" w16cid:durableId="80176265">
    <w:abstractNumId w:val="5"/>
  </w:num>
  <w:num w:numId="5" w16cid:durableId="869680687">
    <w:abstractNumId w:val="4"/>
  </w:num>
  <w:num w:numId="6" w16cid:durableId="1054236933">
    <w:abstractNumId w:val="8"/>
  </w:num>
  <w:num w:numId="7" w16cid:durableId="1446273651">
    <w:abstractNumId w:val="3"/>
  </w:num>
  <w:num w:numId="8" w16cid:durableId="544877890">
    <w:abstractNumId w:val="2"/>
  </w:num>
  <w:num w:numId="9" w16cid:durableId="1903132415">
    <w:abstractNumId w:val="1"/>
  </w:num>
  <w:num w:numId="10" w16cid:durableId="1521507231">
    <w:abstractNumId w:val="0"/>
  </w:num>
  <w:num w:numId="11" w16cid:durableId="763457693">
    <w:abstractNumId w:val="10"/>
  </w:num>
  <w:num w:numId="12" w16cid:durableId="50154813">
    <w:abstractNumId w:val="12"/>
  </w:num>
  <w:num w:numId="13" w16cid:durableId="1657415644">
    <w:abstractNumId w:val="18"/>
  </w:num>
  <w:num w:numId="14" w16cid:durableId="1641416579">
    <w:abstractNumId w:val="18"/>
  </w:num>
  <w:num w:numId="15" w16cid:durableId="14675110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0584905">
    <w:abstractNumId w:val="17"/>
  </w:num>
  <w:num w:numId="17" w16cid:durableId="10141831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243604">
    <w:abstractNumId w:val="22"/>
  </w:num>
  <w:num w:numId="19" w16cid:durableId="1568493946">
    <w:abstractNumId w:val="14"/>
  </w:num>
  <w:num w:numId="20" w16cid:durableId="244849544">
    <w:abstractNumId w:val="11"/>
  </w:num>
  <w:num w:numId="21" w16cid:durableId="1923567709">
    <w:abstractNumId w:val="23"/>
  </w:num>
  <w:num w:numId="22" w16cid:durableId="1101727287">
    <w:abstractNumId w:val="21"/>
  </w:num>
  <w:num w:numId="23" w16cid:durableId="228613355">
    <w:abstractNumId w:val="19"/>
  </w:num>
  <w:num w:numId="24" w16cid:durableId="1671133388">
    <w:abstractNumId w:val="20"/>
  </w:num>
  <w:num w:numId="25" w16cid:durableId="187723568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561215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3958592">
    <w:abstractNumId w:val="13"/>
  </w:num>
  <w:num w:numId="28" w16cid:durableId="1730378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92963766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67812597">
    <w:abstractNumId w:val="16"/>
  </w:num>
  <w:num w:numId="31" w16cid:durableId="794368445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kLp2ixdV7cEHSLF5RH5WYoNokobNQHroxMgR/ByxCAPVlSaPGdKDvUinu1kCDWNyZ33WSQ9cLNYwL1h7CwFoTw==" w:salt="oQZFRpD/a6pMAWS+5y+A3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6E"/>
    <w:rsid w:val="000112F4"/>
    <w:rsid w:val="00013A98"/>
    <w:rsid w:val="00046BD7"/>
    <w:rsid w:val="000520B1"/>
    <w:rsid w:val="0006709D"/>
    <w:rsid w:val="0007778A"/>
    <w:rsid w:val="000A2B96"/>
    <w:rsid w:val="000A53FC"/>
    <w:rsid w:val="000E767D"/>
    <w:rsid w:val="000F2D4A"/>
    <w:rsid w:val="000F7786"/>
    <w:rsid w:val="001024D9"/>
    <w:rsid w:val="001154D8"/>
    <w:rsid w:val="0016068E"/>
    <w:rsid w:val="00172B20"/>
    <w:rsid w:val="00187349"/>
    <w:rsid w:val="001A3453"/>
    <w:rsid w:val="001A7D23"/>
    <w:rsid w:val="001C17C4"/>
    <w:rsid w:val="001C5670"/>
    <w:rsid w:val="001C5CB9"/>
    <w:rsid w:val="001C67A0"/>
    <w:rsid w:val="001D1597"/>
    <w:rsid w:val="001E161D"/>
    <w:rsid w:val="001F304F"/>
    <w:rsid w:val="00205E7C"/>
    <w:rsid w:val="00237FDD"/>
    <w:rsid w:val="00240C15"/>
    <w:rsid w:val="0024308A"/>
    <w:rsid w:val="00250B02"/>
    <w:rsid w:val="00263BD8"/>
    <w:rsid w:val="00272C67"/>
    <w:rsid w:val="00282865"/>
    <w:rsid w:val="002836A8"/>
    <w:rsid w:val="00295379"/>
    <w:rsid w:val="002A5124"/>
    <w:rsid w:val="002A7802"/>
    <w:rsid w:val="002C5330"/>
    <w:rsid w:val="002C5D70"/>
    <w:rsid w:val="002D55E8"/>
    <w:rsid w:val="002E13C6"/>
    <w:rsid w:val="002E2794"/>
    <w:rsid w:val="002E2FBC"/>
    <w:rsid w:val="002E4C17"/>
    <w:rsid w:val="002F029D"/>
    <w:rsid w:val="002F2F43"/>
    <w:rsid w:val="002F47E7"/>
    <w:rsid w:val="002F6477"/>
    <w:rsid w:val="00315AA2"/>
    <w:rsid w:val="00316011"/>
    <w:rsid w:val="00317E9C"/>
    <w:rsid w:val="003314CB"/>
    <w:rsid w:val="00336F71"/>
    <w:rsid w:val="00354819"/>
    <w:rsid w:val="0035600D"/>
    <w:rsid w:val="00382A5A"/>
    <w:rsid w:val="003915E1"/>
    <w:rsid w:val="003F0420"/>
    <w:rsid w:val="003F632D"/>
    <w:rsid w:val="0040033C"/>
    <w:rsid w:val="00411E92"/>
    <w:rsid w:val="00412F32"/>
    <w:rsid w:val="00414E25"/>
    <w:rsid w:val="00435FFB"/>
    <w:rsid w:val="00441214"/>
    <w:rsid w:val="00455374"/>
    <w:rsid w:val="0047388C"/>
    <w:rsid w:val="004C0893"/>
    <w:rsid w:val="004C3AEF"/>
    <w:rsid w:val="004C5D1F"/>
    <w:rsid w:val="004D013B"/>
    <w:rsid w:val="005015F9"/>
    <w:rsid w:val="00503379"/>
    <w:rsid w:val="005145A4"/>
    <w:rsid w:val="00515A4C"/>
    <w:rsid w:val="005249C0"/>
    <w:rsid w:val="00573B90"/>
    <w:rsid w:val="005A4DA1"/>
    <w:rsid w:val="005A5D3D"/>
    <w:rsid w:val="005F581A"/>
    <w:rsid w:val="00622B92"/>
    <w:rsid w:val="006451A1"/>
    <w:rsid w:val="00685B7B"/>
    <w:rsid w:val="006D22D5"/>
    <w:rsid w:val="007208BE"/>
    <w:rsid w:val="00725C96"/>
    <w:rsid w:val="00731B51"/>
    <w:rsid w:val="007431AA"/>
    <w:rsid w:val="007460C4"/>
    <w:rsid w:val="007526A5"/>
    <w:rsid w:val="00761D9B"/>
    <w:rsid w:val="00777447"/>
    <w:rsid w:val="00781693"/>
    <w:rsid w:val="00786A88"/>
    <w:rsid w:val="0079203E"/>
    <w:rsid w:val="00794B8A"/>
    <w:rsid w:val="007C306F"/>
    <w:rsid w:val="007C49F2"/>
    <w:rsid w:val="007C7166"/>
    <w:rsid w:val="007E3728"/>
    <w:rsid w:val="007F39E5"/>
    <w:rsid w:val="008011BE"/>
    <w:rsid w:val="008065E4"/>
    <w:rsid w:val="008364A5"/>
    <w:rsid w:val="00852FEA"/>
    <w:rsid w:val="008530DB"/>
    <w:rsid w:val="0086110F"/>
    <w:rsid w:val="008716AF"/>
    <w:rsid w:val="00873D49"/>
    <w:rsid w:val="008836B0"/>
    <w:rsid w:val="008C4D6F"/>
    <w:rsid w:val="008D2086"/>
    <w:rsid w:val="008D2097"/>
    <w:rsid w:val="008D34D8"/>
    <w:rsid w:val="008E7152"/>
    <w:rsid w:val="00901F18"/>
    <w:rsid w:val="00910ACD"/>
    <w:rsid w:val="0091486A"/>
    <w:rsid w:val="00944021"/>
    <w:rsid w:val="0095091E"/>
    <w:rsid w:val="00950ECC"/>
    <w:rsid w:val="009737DF"/>
    <w:rsid w:val="00991E4B"/>
    <w:rsid w:val="009961D3"/>
    <w:rsid w:val="009A1AEC"/>
    <w:rsid w:val="009A4B72"/>
    <w:rsid w:val="009C3769"/>
    <w:rsid w:val="009C4F70"/>
    <w:rsid w:val="009E0023"/>
    <w:rsid w:val="00A0030C"/>
    <w:rsid w:val="00A155A9"/>
    <w:rsid w:val="00A332C2"/>
    <w:rsid w:val="00A45CAF"/>
    <w:rsid w:val="00A53723"/>
    <w:rsid w:val="00A64FE0"/>
    <w:rsid w:val="00A92CB7"/>
    <w:rsid w:val="00A961C2"/>
    <w:rsid w:val="00AA650E"/>
    <w:rsid w:val="00AA7677"/>
    <w:rsid w:val="00AB6E33"/>
    <w:rsid w:val="00AD59BC"/>
    <w:rsid w:val="00AD6902"/>
    <w:rsid w:val="00AE17AC"/>
    <w:rsid w:val="00AF3220"/>
    <w:rsid w:val="00AF3E4F"/>
    <w:rsid w:val="00B00A8C"/>
    <w:rsid w:val="00B252CE"/>
    <w:rsid w:val="00B37EA3"/>
    <w:rsid w:val="00B4793A"/>
    <w:rsid w:val="00B519C7"/>
    <w:rsid w:val="00B600A4"/>
    <w:rsid w:val="00B76653"/>
    <w:rsid w:val="00B80D92"/>
    <w:rsid w:val="00B8459C"/>
    <w:rsid w:val="00B8584A"/>
    <w:rsid w:val="00B900CC"/>
    <w:rsid w:val="00B907FF"/>
    <w:rsid w:val="00B90F6E"/>
    <w:rsid w:val="00B91214"/>
    <w:rsid w:val="00B930F3"/>
    <w:rsid w:val="00BB7085"/>
    <w:rsid w:val="00BC096E"/>
    <w:rsid w:val="00BD4809"/>
    <w:rsid w:val="00BE0677"/>
    <w:rsid w:val="00BE07D3"/>
    <w:rsid w:val="00BE1073"/>
    <w:rsid w:val="00BE21A4"/>
    <w:rsid w:val="00BE2509"/>
    <w:rsid w:val="00BE578E"/>
    <w:rsid w:val="00C208CC"/>
    <w:rsid w:val="00C32B38"/>
    <w:rsid w:val="00C41A98"/>
    <w:rsid w:val="00C72747"/>
    <w:rsid w:val="00C77320"/>
    <w:rsid w:val="00CD30E3"/>
    <w:rsid w:val="00D01320"/>
    <w:rsid w:val="00D1428B"/>
    <w:rsid w:val="00D16474"/>
    <w:rsid w:val="00D305C7"/>
    <w:rsid w:val="00D37401"/>
    <w:rsid w:val="00D40C44"/>
    <w:rsid w:val="00D42270"/>
    <w:rsid w:val="00D565CA"/>
    <w:rsid w:val="00D75F93"/>
    <w:rsid w:val="00D81C0A"/>
    <w:rsid w:val="00D9132A"/>
    <w:rsid w:val="00D944DA"/>
    <w:rsid w:val="00DA474E"/>
    <w:rsid w:val="00DC043A"/>
    <w:rsid w:val="00DC0766"/>
    <w:rsid w:val="00DC1066"/>
    <w:rsid w:val="00DD55ED"/>
    <w:rsid w:val="00DD62B8"/>
    <w:rsid w:val="00DD63F7"/>
    <w:rsid w:val="00DF5F8D"/>
    <w:rsid w:val="00E22EFC"/>
    <w:rsid w:val="00E347E5"/>
    <w:rsid w:val="00E5533E"/>
    <w:rsid w:val="00E57502"/>
    <w:rsid w:val="00E63C30"/>
    <w:rsid w:val="00E64CFC"/>
    <w:rsid w:val="00E70C7D"/>
    <w:rsid w:val="00E71D05"/>
    <w:rsid w:val="00E74C76"/>
    <w:rsid w:val="00E86A38"/>
    <w:rsid w:val="00E963F4"/>
    <w:rsid w:val="00EB195F"/>
    <w:rsid w:val="00EB1D98"/>
    <w:rsid w:val="00EC7120"/>
    <w:rsid w:val="00ED26A0"/>
    <w:rsid w:val="00ED5AFF"/>
    <w:rsid w:val="00EF5E1E"/>
    <w:rsid w:val="00EF6C2D"/>
    <w:rsid w:val="00F05EA8"/>
    <w:rsid w:val="00F07020"/>
    <w:rsid w:val="00F37ADE"/>
    <w:rsid w:val="00F402D1"/>
    <w:rsid w:val="00F4184B"/>
    <w:rsid w:val="00F55108"/>
    <w:rsid w:val="00F62414"/>
    <w:rsid w:val="00F67722"/>
    <w:rsid w:val="00F71DEB"/>
    <w:rsid w:val="00F822E4"/>
    <w:rsid w:val="00F856B0"/>
    <w:rsid w:val="00FA0872"/>
    <w:rsid w:val="00FA13B8"/>
    <w:rsid w:val="00FA6FA1"/>
    <w:rsid w:val="00FF599D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EB0DDC"/>
  <w15:chartTrackingRefBased/>
  <w15:docId w15:val="{1A60B1E7-DE3A-4716-BCAA-CD5B42A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0C44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numPr>
        <w:ilvl w:val="1"/>
        <w:numId w:val="14"/>
      </w:numPr>
      <w:spacing w:after="120"/>
    </w:pPr>
    <w:rPr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8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table" w:styleId="TableGrid">
    <w:name w:val="Table Grid"/>
    <w:basedOn w:val="TableNormal"/>
    <w:rsid w:val="00455374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013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61D9B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61D9B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22EFC"/>
    <w:rPr>
      <w:rFonts w:ascii="Arial" w:hAnsi="Arial"/>
      <w:sz w:val="18"/>
      <w:szCs w:val="24"/>
    </w:rPr>
  </w:style>
  <w:style w:type="character" w:styleId="CommentReference">
    <w:name w:val="annotation reference"/>
    <w:rsid w:val="00172B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72B20"/>
    <w:rPr>
      <w:b/>
      <w:bCs/>
    </w:rPr>
  </w:style>
  <w:style w:type="character" w:customStyle="1" w:styleId="CommentTextChar">
    <w:name w:val="Comment Text Char"/>
    <w:link w:val="CommentText"/>
    <w:rsid w:val="00172B20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rsid w:val="00172B20"/>
    <w:rPr>
      <w:rFonts w:ascii="Arial" w:hAnsi="Arial"/>
    </w:rPr>
  </w:style>
  <w:style w:type="paragraph" w:styleId="Revision">
    <w:name w:val="Revision"/>
    <w:hidden/>
    <w:uiPriority w:val="99"/>
    <w:semiHidden/>
    <w:rsid w:val="00BE07D3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F37A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xport@ccof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global-market-access-applicati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A62B3-9BE9-4AFC-863B-B66301E8883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8E7178F-D09D-4528-871B-DB14F0DA7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47A49-8D38-474A-ACF1-F793CBD17726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09ababc6-fd81-4b54-b3d2-b3b9331a54f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5565F886-36CB-40C0-80C3-3535CAF36F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H4.0</vt:lpstr>
    </vt:vector>
  </TitlesOfParts>
  <Company>Windows User</Company>
  <LinksUpToDate>false</LinksUpToDate>
  <CharactersWithSpaces>4693</CharactersWithSpaces>
  <SharedDoc>false</SharedDoc>
  <HLinks>
    <vt:vector size="36" baseType="variant">
      <vt:variant>
        <vt:i4>4718713</vt:i4>
      </vt:variant>
      <vt:variant>
        <vt:i4>50</vt:i4>
      </vt:variant>
      <vt:variant>
        <vt:i4>0</vt:i4>
      </vt:variant>
      <vt:variant>
        <vt:i4>5</vt:i4>
      </vt:variant>
      <vt:variant>
        <vt:lpwstr>mailto:export@ccof.org</vt:lpwstr>
      </vt:variant>
      <vt:variant>
        <vt:lpwstr/>
      </vt:variant>
      <vt:variant>
        <vt:i4>2293792</vt:i4>
      </vt:variant>
      <vt:variant>
        <vt:i4>47</vt:i4>
      </vt:variant>
      <vt:variant>
        <vt:i4>0</vt:i4>
      </vt:variant>
      <vt:variant>
        <vt:i4>5</vt:i4>
      </vt:variant>
      <vt:variant>
        <vt:lpwstr>https://www.ccof.org/resource/global-market-access-application</vt:lpwstr>
      </vt:variant>
      <vt:variant>
        <vt:lpwstr/>
      </vt:variant>
      <vt:variant>
        <vt:i4>4980771</vt:i4>
      </vt:variant>
      <vt:variant>
        <vt:i4>21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H4.0</dc:title>
  <dc:subject/>
  <dc:creator>Ray</dc:creator>
  <cp:keywords/>
  <cp:lastModifiedBy>Gamai Gregory</cp:lastModifiedBy>
  <cp:revision>4</cp:revision>
  <cp:lastPrinted>2019-04-24T03:41:00Z</cp:lastPrinted>
  <dcterms:created xsi:type="dcterms:W3CDTF">2025-02-18T22:14:00Z</dcterms:created>
  <dcterms:modified xsi:type="dcterms:W3CDTF">2025-03-11T22:39:00Z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