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  <w:gridCol w:w="6660"/>
        <w:gridCol w:w="810"/>
        <w:gridCol w:w="1343"/>
      </w:tblGrid>
      <w:tr w:rsidR="00D9555A" w:rsidRPr="00E02921" w14:paraId="513AF627" w14:textId="77777777" w:rsidTr="00614C1E">
        <w:trPr>
          <w:cantSplit/>
          <w:trHeight w:val="288"/>
        </w:trPr>
        <w:tc>
          <w:tcPr>
            <w:tcW w:w="2275" w:type="dxa"/>
          </w:tcPr>
          <w:p w14:paraId="513AF623" w14:textId="77777777" w:rsidR="00D9555A" w:rsidRPr="00E02921" w:rsidRDefault="00D9555A" w:rsidP="00A677BD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E02921">
              <w:rPr>
                <w:rFonts w:cs="Arial"/>
                <w:b/>
                <w:bCs/>
                <w:sz w:val="20"/>
                <w:szCs w:val="18"/>
                <w:lang w:val="es-ES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14:paraId="513AF624" w14:textId="77777777" w:rsidR="00D9555A" w:rsidRPr="00E02921" w:rsidRDefault="00EA6817" w:rsidP="00A677BD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E029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9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02921">
              <w:rPr>
                <w:rFonts w:cs="Arial"/>
                <w:b/>
                <w:color w:val="0070C0"/>
                <w:szCs w:val="18"/>
              </w:rPr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</w:tcPr>
          <w:p w14:paraId="513AF625" w14:textId="77777777" w:rsidR="00D9555A" w:rsidRPr="00E02921" w:rsidRDefault="00D9555A" w:rsidP="00A677BD">
            <w:pPr>
              <w:spacing w:before="60"/>
              <w:ind w:left="-43" w:right="-115"/>
              <w:rPr>
                <w:rFonts w:cs="Arial"/>
                <w:b/>
                <w:sz w:val="20"/>
                <w:szCs w:val="18"/>
              </w:rPr>
            </w:pPr>
            <w:r w:rsidRPr="00E02921">
              <w:rPr>
                <w:rFonts w:cs="Arial"/>
                <w:b/>
                <w:sz w:val="20"/>
                <w:szCs w:val="18"/>
                <w:lang w:val="es-ES"/>
              </w:rPr>
              <w:t>Fecha: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513AF626" w14:textId="77777777" w:rsidR="00D9555A" w:rsidRPr="00E02921" w:rsidRDefault="00A07C64" w:rsidP="00A677BD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 w:rsidRPr="00E029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9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02921">
              <w:rPr>
                <w:rFonts w:cs="Arial"/>
                <w:b/>
                <w:color w:val="0070C0"/>
                <w:szCs w:val="18"/>
              </w:rPr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3AF628" w14:textId="77777777" w:rsidR="003228A2" w:rsidRPr="003228A2" w:rsidRDefault="004A7FCF" w:rsidP="003228A2">
      <w:pPr>
        <w:keepNext/>
        <w:numPr>
          <w:ilvl w:val="0"/>
          <w:numId w:val="26"/>
        </w:numPr>
        <w:spacing w:before="120"/>
        <w:ind w:right="-43" w:hanging="360"/>
        <w:outlineLvl w:val="1"/>
        <w:rPr>
          <w:rFonts w:cs="Arial"/>
          <w:b/>
          <w:bCs/>
          <w:sz w:val="22"/>
          <w:szCs w:val="22"/>
        </w:rPr>
      </w:pPr>
      <w:bookmarkStart w:id="0" w:name="Check1"/>
      <w:bookmarkStart w:id="1" w:name="Check2"/>
      <w:r>
        <w:rPr>
          <w:rFonts w:cs="Arial"/>
          <w:b/>
          <w:bCs/>
          <w:sz w:val="22"/>
          <w:szCs w:val="22"/>
        </w:rPr>
        <w:t>Composta &amp; Estiércol</w:t>
      </w:r>
    </w:p>
    <w:p w14:paraId="513AF629" w14:textId="77777777" w:rsidR="004A7FCF" w:rsidRPr="004A7FCF" w:rsidRDefault="004A7FCF" w:rsidP="002A54F8">
      <w:pPr>
        <w:spacing w:before="60"/>
        <w:ind w:right="-43"/>
        <w:rPr>
          <w:rFonts w:cs="Arial"/>
          <w:i/>
          <w:szCs w:val="16"/>
          <w:lang w:val="es-MX"/>
        </w:rPr>
      </w:pPr>
      <w:r w:rsidRPr="004A7FCF">
        <w:rPr>
          <w:rFonts w:cs="Arial"/>
          <w:i/>
          <w:szCs w:val="16"/>
          <w:lang w:val="es-MX"/>
        </w:rPr>
        <w:t xml:space="preserve">La composta que contenga estiércol puede utilizarse sin un intervalo específico entre la aplicación y la cosecha si se produce </w:t>
      </w:r>
      <w:r>
        <w:rPr>
          <w:rFonts w:cs="Arial"/>
          <w:i/>
          <w:szCs w:val="16"/>
          <w:lang w:val="es-MX"/>
        </w:rPr>
        <w:t>bajo</w:t>
      </w:r>
      <w:r w:rsidRPr="004A7FCF">
        <w:rPr>
          <w:rFonts w:cs="Arial"/>
          <w:i/>
          <w:szCs w:val="16"/>
          <w:lang w:val="es-MX"/>
        </w:rPr>
        <w:t xml:space="preserve"> las condiciones especificadas, descritas a continuación. Los materiales vegetales compostados pueden aplicarse sin restricciones. El lixiviado con estiércol como materia prima puede utilizarse sin un intervalo específico entre la aplicación y la cosecha si se produce bajo las condiciones especificadas que se describen a continuación, según la Orientación 5021 del NOP. El estiércol procesado puede utilizarse sin un intervalo específico entre la aplicación y la cosecha si se trata térmicamente para reducir la contaminación patógena (150 ºF durante una hora o 165 ºF con un nivel máximo de humedad del 12% o equivalente, según la Orientación NOP 5006</w:t>
      </w:r>
      <w:r w:rsidR="009B412B">
        <w:rPr>
          <w:rFonts w:cs="Arial"/>
          <w:i/>
          <w:szCs w:val="16"/>
          <w:lang w:val="es-MX"/>
        </w:rPr>
        <w:t>)</w:t>
      </w:r>
      <w:r w:rsidRPr="004A7FCF">
        <w:rPr>
          <w:rFonts w:cs="Arial"/>
          <w:i/>
          <w:szCs w:val="16"/>
          <w:lang w:val="es-MX"/>
        </w:rPr>
        <w:t xml:space="preserve">. </w:t>
      </w:r>
    </w:p>
    <w:p w14:paraId="513AF62A" w14:textId="77777777" w:rsidR="003228A2" w:rsidRPr="004A7FCF" w:rsidRDefault="004A7FCF" w:rsidP="003228A2">
      <w:pPr>
        <w:numPr>
          <w:ilvl w:val="0"/>
          <w:numId w:val="22"/>
        </w:numPr>
        <w:spacing w:before="60"/>
        <w:ind w:left="360" w:right="-43"/>
        <w:rPr>
          <w:rFonts w:cs="Arial"/>
          <w:lang w:val="es-MX"/>
        </w:rPr>
      </w:pPr>
      <w:r w:rsidRPr="004A7FCF">
        <w:rPr>
          <w:rFonts w:cs="Arial"/>
          <w:lang w:val="es-MX"/>
        </w:rPr>
        <w:t xml:space="preserve">¿Están </w:t>
      </w:r>
      <w:r w:rsidRPr="004A7FCF">
        <w:rPr>
          <w:rFonts w:cs="Arial"/>
          <w:b/>
          <w:bCs/>
          <w:lang w:val="es-MX"/>
        </w:rPr>
        <w:t xml:space="preserve">todos </w:t>
      </w:r>
      <w:r w:rsidRPr="004A7FCF">
        <w:rPr>
          <w:rFonts w:cs="Arial"/>
          <w:lang w:val="es-MX"/>
        </w:rPr>
        <w:t>los siguientes materiales que utiliza en su producción orgánica listados en</w:t>
      </w:r>
      <w:r>
        <w:rPr>
          <w:rFonts w:cs="Arial"/>
          <w:lang w:val="es-MX"/>
        </w:rPr>
        <w:t xml:space="preserve"> su </w:t>
      </w:r>
      <w:hyperlink r:id="rId12" w:history="1">
        <w:r w:rsidR="00272E98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>
        <w:rPr>
          <w:rFonts w:cs="Arial"/>
          <w:lang w:val="es-MX"/>
        </w:rPr>
        <w:t xml:space="preserve">? </w:t>
      </w:r>
      <w:r w:rsidRPr="004A7FCF">
        <w:rPr>
          <w:rFonts w:cs="Arial"/>
          <w:lang w:val="es-MX"/>
        </w:rPr>
        <w:t xml:space="preserve">Composta, té de composta, </w:t>
      </w:r>
      <w:r>
        <w:rPr>
          <w:rFonts w:cs="Arial"/>
          <w:lang w:val="es-MX"/>
        </w:rPr>
        <w:t>lombri</w:t>
      </w:r>
      <w:r w:rsidRPr="004A7FCF">
        <w:rPr>
          <w:rFonts w:cs="Arial"/>
          <w:lang w:val="es-MX"/>
        </w:rPr>
        <w:t xml:space="preserve">composta (lixiviado), estiércol crudo (sin </w:t>
      </w:r>
      <w:r>
        <w:rPr>
          <w:rFonts w:cs="Arial"/>
          <w:lang w:val="es-MX"/>
        </w:rPr>
        <w:t xml:space="preserve">compostar). </w:t>
      </w:r>
      <w:r w:rsidRPr="004A7FCF">
        <w:rPr>
          <w:rFonts w:cs="Arial"/>
          <w:lang w:val="es-MX"/>
        </w:rPr>
        <w:t>En su Lista de Materiales OSP, incluya todos los materiales que su operació</w:t>
      </w:r>
      <w:r>
        <w:rPr>
          <w:rFonts w:cs="Arial"/>
          <w:lang w:val="es-MX"/>
        </w:rPr>
        <w:t xml:space="preserve">n </w:t>
      </w:r>
      <w:r w:rsidRPr="004A7FCF">
        <w:rPr>
          <w:rFonts w:cs="Arial"/>
          <w:b/>
          <w:bCs/>
          <w:lang w:val="es-MX"/>
        </w:rPr>
        <w:t>produce</w:t>
      </w:r>
      <w:r>
        <w:rPr>
          <w:rFonts w:cs="Arial"/>
          <w:lang w:val="es-MX"/>
        </w:rPr>
        <w:t xml:space="preserve"> y/o </w:t>
      </w:r>
      <w:r w:rsidRPr="004A7FCF">
        <w:rPr>
          <w:rFonts w:cs="Arial"/>
          <w:b/>
          <w:bCs/>
          <w:lang w:val="es-MX"/>
        </w:rPr>
        <w:t>compra</w:t>
      </w:r>
      <w:r>
        <w:rPr>
          <w:rFonts w:cs="Arial"/>
          <w:lang w:val="es-MX"/>
        </w:rPr>
        <w:t>.</w:t>
      </w:r>
      <w:r w:rsidRPr="004A7FCF">
        <w:rPr>
          <w:rFonts w:cs="Arial"/>
          <w:lang w:val="es-MX"/>
        </w:rPr>
        <w:t xml:space="preserve"> </w:t>
      </w:r>
    </w:p>
    <w:p w14:paraId="513AF62B" w14:textId="77777777" w:rsidR="003228A2" w:rsidRPr="00102365" w:rsidRDefault="003228A2" w:rsidP="003228A2">
      <w:pPr>
        <w:spacing w:before="60"/>
        <w:ind w:left="360" w:right="-43"/>
        <w:rPr>
          <w:rFonts w:cs="Arial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66E33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766E33">
        <w:rPr>
          <w:rFonts w:cs="Arial"/>
          <w:szCs w:val="18"/>
          <w:lang w:val="es-MX"/>
        </w:rPr>
        <w:t xml:space="preserve"> </w:t>
      </w:r>
      <w:r w:rsidR="004A7FCF" w:rsidRPr="00766E33">
        <w:rPr>
          <w:lang w:val="es-MX"/>
        </w:rPr>
        <w:t>Sí</w:t>
      </w:r>
      <w:r w:rsidRPr="00766E33">
        <w:rPr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66E33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766E33">
        <w:rPr>
          <w:rFonts w:cs="Arial"/>
          <w:szCs w:val="18"/>
          <w:lang w:val="es-MX"/>
        </w:rPr>
        <w:t xml:space="preserve"> </w:t>
      </w:r>
      <w:r w:rsidR="004A7FCF" w:rsidRPr="00766E33">
        <w:rPr>
          <w:lang w:val="es-MX"/>
        </w:rPr>
        <w:t>No aplica</w:t>
      </w:r>
      <w:r w:rsidRPr="00766E33">
        <w:rPr>
          <w:lang w:val="es-MX"/>
        </w:rPr>
        <w:t xml:space="preserve">, </w:t>
      </w:r>
      <w:r w:rsidR="00766E33" w:rsidRPr="00766E33">
        <w:rPr>
          <w:lang w:val="es-MX"/>
        </w:rPr>
        <w:t>no se uti</w:t>
      </w:r>
      <w:r w:rsidR="00766E33">
        <w:rPr>
          <w:lang w:val="es-MX"/>
        </w:rPr>
        <w:t>liza ninguno</w:t>
      </w:r>
      <w:r w:rsidRPr="00766E33">
        <w:rPr>
          <w:lang w:val="es-MX"/>
        </w:rPr>
        <w:t xml:space="preserve">. </w:t>
      </w:r>
      <w:r w:rsidR="00766E33" w:rsidRPr="00102365">
        <w:rPr>
          <w:lang w:val="es-MX"/>
        </w:rPr>
        <w:t>Alto</w:t>
      </w:r>
      <w:r w:rsidRPr="00102365">
        <w:rPr>
          <w:lang w:val="es-MX"/>
        </w:rPr>
        <w:t>,</w:t>
      </w:r>
      <w:r w:rsidR="00766E33" w:rsidRPr="00102365">
        <w:rPr>
          <w:lang w:val="es-MX"/>
        </w:rPr>
        <w:t xml:space="preserve"> esta forma está complet</w:t>
      </w:r>
      <w:r w:rsidR="00CA72C9" w:rsidRPr="00102365">
        <w:rPr>
          <w:lang w:val="es-MX"/>
        </w:rPr>
        <w:t>a</w:t>
      </w:r>
      <w:r w:rsidR="00766E33" w:rsidRPr="00102365">
        <w:rPr>
          <w:lang w:val="es-MX"/>
        </w:rPr>
        <w:t>.</w:t>
      </w:r>
      <w:r w:rsidRPr="00102365">
        <w:rPr>
          <w:lang w:val="es-MX"/>
        </w:rPr>
        <w:t xml:space="preserve">   </w:t>
      </w:r>
    </w:p>
    <w:p w14:paraId="513AF62C" w14:textId="77777777" w:rsidR="003228A2" w:rsidRPr="003228A2" w:rsidRDefault="00766E33" w:rsidP="003228A2">
      <w:pPr>
        <w:numPr>
          <w:ilvl w:val="0"/>
          <w:numId w:val="22"/>
        </w:numPr>
        <w:spacing w:before="60"/>
        <w:ind w:left="360" w:right="-43"/>
        <w:rPr>
          <w:rFonts w:cs="Arial"/>
        </w:rPr>
      </w:pPr>
      <w:r w:rsidRPr="00B27601">
        <w:rPr>
          <w:rFonts w:cs="Arial"/>
          <w:lang w:val="es-MX"/>
        </w:rPr>
        <w:t>Indique cuáles de los siguient</w:t>
      </w:r>
      <w:r w:rsidR="00B27601" w:rsidRPr="00B27601">
        <w:rPr>
          <w:rFonts w:cs="Arial"/>
          <w:lang w:val="es-MX"/>
        </w:rPr>
        <w:t>e</w:t>
      </w:r>
      <w:r w:rsidR="00B27601">
        <w:rPr>
          <w:rFonts w:cs="Arial"/>
          <w:lang w:val="es-MX"/>
        </w:rPr>
        <w:t>s</w:t>
      </w:r>
      <w:r w:rsidR="00B27601" w:rsidRPr="00B27601">
        <w:rPr>
          <w:rFonts w:cs="Arial"/>
          <w:lang w:val="es-MX"/>
        </w:rPr>
        <w:t xml:space="preserve"> </w:t>
      </w:r>
      <w:r w:rsidR="00B27601">
        <w:rPr>
          <w:rFonts w:cs="Arial"/>
          <w:lang w:val="es-MX"/>
        </w:rPr>
        <w:t>materiales</w:t>
      </w:r>
      <w:r w:rsidR="00B27601" w:rsidRPr="00B27601">
        <w:rPr>
          <w:rFonts w:cs="Arial"/>
          <w:lang w:val="es-MX"/>
        </w:rPr>
        <w:t xml:space="preserve"> </w:t>
      </w:r>
      <w:r w:rsidR="00B27601" w:rsidRPr="00B27601">
        <w:rPr>
          <w:rFonts w:cs="Arial"/>
          <w:b/>
          <w:bCs/>
          <w:lang w:val="es-MX"/>
        </w:rPr>
        <w:t>produce</w:t>
      </w:r>
      <w:r w:rsidR="00B27601" w:rsidRPr="00B27601">
        <w:rPr>
          <w:rFonts w:cs="Arial"/>
          <w:lang w:val="es-MX"/>
        </w:rPr>
        <w:t xml:space="preserve"> en su operación orgánica. </w:t>
      </w:r>
      <w:r w:rsidR="00B27601" w:rsidRPr="00B27601">
        <w:rPr>
          <w:rFonts w:cs="Arial"/>
        </w:rPr>
        <w:t xml:space="preserve">Marque todo lo que corresponda. </w:t>
      </w:r>
    </w:p>
    <w:p w14:paraId="513AF62D" w14:textId="77777777" w:rsidR="003228A2" w:rsidRPr="00102365" w:rsidRDefault="003228A2" w:rsidP="003228A2">
      <w:pPr>
        <w:spacing w:before="60"/>
        <w:ind w:left="36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Compost</w:t>
      </w:r>
      <w:r w:rsidR="00B27601" w:rsidRPr="005067CC">
        <w:rPr>
          <w:rFonts w:cs="Arial"/>
          <w:szCs w:val="18"/>
          <w:lang w:val="es-MX"/>
        </w:rPr>
        <w:t>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="00B27601" w:rsidRPr="005067CC">
        <w:rPr>
          <w:rFonts w:cs="Arial"/>
          <w:szCs w:val="18"/>
          <w:lang w:val="es-MX"/>
        </w:rPr>
        <w:t>Té de composta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="00B27601" w:rsidRPr="005067CC">
        <w:rPr>
          <w:rFonts w:cs="Arial"/>
          <w:szCs w:val="18"/>
          <w:lang w:val="es-MX"/>
        </w:rPr>
        <w:t>Lombricomposta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Pr="005067CC">
        <w:rPr>
          <w:rFonts w:cs="Arial"/>
          <w:lang w:val="es-MX"/>
        </w:rPr>
        <w:t xml:space="preserve"> </w:t>
      </w:r>
      <w:r w:rsidR="005067CC" w:rsidRPr="00766E33">
        <w:rPr>
          <w:lang w:val="es-MX"/>
        </w:rPr>
        <w:t>No aplica, no se uti</w:t>
      </w:r>
      <w:r w:rsidR="005067CC">
        <w:rPr>
          <w:lang w:val="es-MX"/>
        </w:rPr>
        <w:t>liza ninguno</w:t>
      </w:r>
      <w:r w:rsidRPr="005067CC">
        <w:rPr>
          <w:rFonts w:cs="Arial"/>
          <w:lang w:val="es-MX"/>
        </w:rPr>
        <w:t xml:space="preserve">. </w:t>
      </w:r>
      <w:r w:rsidR="005067CC" w:rsidRPr="00102365">
        <w:rPr>
          <w:rFonts w:cs="Arial"/>
          <w:lang w:val="es-MX"/>
        </w:rPr>
        <w:t>Pase a la sección</w:t>
      </w:r>
      <w:r w:rsidRPr="00102365">
        <w:rPr>
          <w:rFonts w:cs="Arial"/>
          <w:lang w:val="es-MX"/>
        </w:rPr>
        <w:t xml:space="preserve"> B.    </w:t>
      </w:r>
    </w:p>
    <w:p w14:paraId="513AF62E" w14:textId="77777777" w:rsidR="003228A2" w:rsidRPr="00961B97" w:rsidRDefault="00CA72C9" w:rsidP="003228A2">
      <w:pPr>
        <w:numPr>
          <w:ilvl w:val="0"/>
          <w:numId w:val="23"/>
        </w:numPr>
        <w:spacing w:before="60"/>
        <w:ind w:left="720"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Enumere</w:t>
      </w:r>
      <w:r w:rsidR="005067CC" w:rsidRPr="005067CC">
        <w:rPr>
          <w:rFonts w:cs="Arial"/>
          <w:szCs w:val="18"/>
          <w:lang w:val="es-MX"/>
        </w:rPr>
        <w:t xml:space="preserve"> todas las materias primas/ingredientes en</w:t>
      </w:r>
      <w:r w:rsidR="005067CC">
        <w:rPr>
          <w:rFonts w:cs="Arial"/>
          <w:szCs w:val="18"/>
          <w:lang w:val="es-MX"/>
        </w:rPr>
        <w:t xml:space="preserve"> la</w:t>
      </w:r>
      <w:r w:rsidR="005067CC" w:rsidRPr="005067CC">
        <w:rPr>
          <w:rFonts w:cs="Arial"/>
          <w:szCs w:val="18"/>
          <w:lang w:val="es-MX"/>
        </w:rPr>
        <w:t xml:space="preserve"> compost</w:t>
      </w:r>
      <w:r w:rsidR="005067CC">
        <w:rPr>
          <w:rFonts w:cs="Arial"/>
          <w:szCs w:val="18"/>
          <w:lang w:val="es-MX"/>
        </w:rPr>
        <w:t>a</w:t>
      </w:r>
      <w:r w:rsidR="005067CC" w:rsidRPr="005067CC">
        <w:rPr>
          <w:rFonts w:cs="Arial"/>
          <w:szCs w:val="18"/>
          <w:lang w:val="es-MX"/>
        </w:rPr>
        <w:t xml:space="preserve">, </w:t>
      </w:r>
      <w:r w:rsidR="005067CC">
        <w:rPr>
          <w:rFonts w:cs="Arial"/>
          <w:szCs w:val="18"/>
          <w:lang w:val="es-MX"/>
        </w:rPr>
        <w:t>lombricomposta</w:t>
      </w:r>
      <w:r w:rsidR="005067CC" w:rsidRPr="005067CC">
        <w:rPr>
          <w:rFonts w:cs="Arial"/>
          <w:szCs w:val="18"/>
          <w:lang w:val="es-MX"/>
        </w:rPr>
        <w:t xml:space="preserve"> y/o té de compost</w:t>
      </w:r>
      <w:r w:rsidR="005067CC">
        <w:rPr>
          <w:rFonts w:cs="Arial"/>
          <w:szCs w:val="18"/>
          <w:lang w:val="es-MX"/>
        </w:rPr>
        <w:t>a</w:t>
      </w:r>
      <w:r w:rsidR="005067CC" w:rsidRPr="005067CC">
        <w:rPr>
          <w:rFonts w:cs="Arial"/>
          <w:szCs w:val="18"/>
          <w:lang w:val="es-MX"/>
        </w:rPr>
        <w:t xml:space="preserve"> que produce. Si produce más de uno, proporcione listas de ingredientes separadas para cada uno.</w:t>
      </w:r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3228A2" w:rsidRPr="003228A2" w14:paraId="513AF630" w14:textId="77777777" w:rsidTr="00614C1E">
        <w:trPr>
          <w:cantSplit/>
          <w:trHeight w:val="1035"/>
        </w:trPr>
        <w:tc>
          <w:tcPr>
            <w:tcW w:w="10375" w:type="dxa"/>
            <w:vAlign w:val="center"/>
          </w:tcPr>
          <w:p w14:paraId="513AF62F" w14:textId="77777777" w:rsidR="003228A2" w:rsidRPr="003228A2" w:rsidRDefault="003228A2" w:rsidP="003228A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513AF631" w14:textId="77777777" w:rsidR="003228A2" w:rsidRPr="00167FFA" w:rsidRDefault="005067CC" w:rsidP="003228A2">
      <w:pPr>
        <w:numPr>
          <w:ilvl w:val="0"/>
          <w:numId w:val="23"/>
        </w:numPr>
        <w:spacing w:before="60"/>
        <w:ind w:left="720"/>
        <w:rPr>
          <w:lang w:val="es-MX"/>
        </w:rPr>
      </w:pPr>
      <w:r w:rsidRPr="00167FFA">
        <w:rPr>
          <w:rFonts w:cs="Arial"/>
          <w:szCs w:val="18"/>
          <w:lang w:val="es-MX"/>
        </w:rPr>
        <w:t xml:space="preserve">Si produce </w:t>
      </w:r>
      <w:r w:rsidRPr="00167FFA">
        <w:rPr>
          <w:rFonts w:cs="Arial"/>
          <w:b/>
          <w:bCs/>
          <w:szCs w:val="18"/>
          <w:lang w:val="es-MX"/>
        </w:rPr>
        <w:t>composta con estiércol</w:t>
      </w:r>
      <w:r w:rsidRPr="00167FFA">
        <w:rPr>
          <w:rFonts w:cs="Arial"/>
          <w:szCs w:val="18"/>
          <w:lang w:val="es-MX"/>
        </w:rPr>
        <w:t xml:space="preserve">, y/o </w:t>
      </w:r>
      <w:r w:rsidRPr="00167FFA">
        <w:rPr>
          <w:rFonts w:cs="Arial"/>
          <w:b/>
          <w:bCs/>
          <w:szCs w:val="18"/>
          <w:lang w:val="es-MX"/>
        </w:rPr>
        <w:t>té de composta</w:t>
      </w:r>
      <w:r w:rsidRPr="00167FFA">
        <w:rPr>
          <w:rFonts w:cs="Arial"/>
          <w:szCs w:val="18"/>
          <w:lang w:val="es-MX"/>
        </w:rPr>
        <w:t xml:space="preserve"> elaborado a partir de esta composta, indique cuál de los siguientes métodos de </w:t>
      </w:r>
      <w:r w:rsidR="00523C77">
        <w:rPr>
          <w:rFonts w:cs="Arial"/>
          <w:szCs w:val="18"/>
          <w:lang w:val="es-MX"/>
        </w:rPr>
        <w:t>elaboración</w:t>
      </w:r>
      <w:r w:rsidRPr="00167FFA">
        <w:rPr>
          <w:rFonts w:cs="Arial"/>
          <w:szCs w:val="18"/>
          <w:lang w:val="es-MX"/>
        </w:rPr>
        <w:t xml:space="preserve"> utiliza:</w:t>
      </w:r>
      <w:r w:rsidR="00470B47">
        <w:rPr>
          <w:rFonts w:cs="Arial"/>
          <w:szCs w:val="18"/>
          <w:lang w:val="es-MX"/>
        </w:rPr>
        <w:t xml:space="preserve">    </w:t>
      </w:r>
      <w:r w:rsidR="003228A2" w:rsidRPr="003228A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228A2" w:rsidRPr="00167FFA">
        <w:rPr>
          <w:rFonts w:cs="Arial"/>
          <w:szCs w:val="18"/>
          <w:lang w:val="es-MX"/>
        </w:rPr>
        <w:instrText xml:space="preserve"> FORMCHECKBOX </w:instrText>
      </w:r>
      <w:r w:rsidR="003228A2" w:rsidRPr="003228A2">
        <w:rPr>
          <w:rFonts w:cs="Arial"/>
          <w:szCs w:val="18"/>
        </w:rPr>
      </w:r>
      <w:r w:rsidR="003228A2" w:rsidRPr="003228A2">
        <w:rPr>
          <w:rFonts w:cs="Arial"/>
          <w:szCs w:val="18"/>
        </w:rPr>
        <w:fldChar w:fldCharType="separate"/>
      </w:r>
      <w:r w:rsidR="003228A2" w:rsidRPr="003228A2">
        <w:rPr>
          <w:rFonts w:cs="Arial"/>
          <w:szCs w:val="18"/>
        </w:rPr>
        <w:fldChar w:fldCharType="end"/>
      </w:r>
      <w:r w:rsidR="003228A2" w:rsidRPr="00167FFA">
        <w:rPr>
          <w:rFonts w:cs="Arial"/>
          <w:szCs w:val="18"/>
          <w:lang w:val="es-MX"/>
        </w:rPr>
        <w:t xml:space="preserve"> No</w:t>
      </w:r>
      <w:r w:rsidR="00167FFA">
        <w:rPr>
          <w:rFonts w:cs="Arial"/>
          <w:szCs w:val="18"/>
          <w:lang w:val="es-MX"/>
        </w:rPr>
        <w:t xml:space="preserve"> aplica</w:t>
      </w:r>
      <w:r w:rsidR="003228A2" w:rsidRPr="00167FFA" w:rsidDel="008C00FF">
        <w:rPr>
          <w:rFonts w:cs="Arial"/>
          <w:szCs w:val="18"/>
          <w:lang w:val="es-MX"/>
        </w:rPr>
        <w:t xml:space="preserve"> </w:t>
      </w:r>
    </w:p>
    <w:bookmarkStart w:id="2" w:name="Check4"/>
    <w:bookmarkEnd w:id="0"/>
    <w:bookmarkEnd w:id="1"/>
    <w:p w14:paraId="513AF632" w14:textId="77777777" w:rsidR="003228A2" w:rsidRPr="00167FFA" w:rsidRDefault="003228A2" w:rsidP="00470B47">
      <w:pPr>
        <w:spacing w:before="60"/>
        <w:ind w:left="99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67FF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2"/>
      <w:r w:rsidRPr="00167FFA">
        <w:rPr>
          <w:rFonts w:cs="Arial"/>
          <w:szCs w:val="18"/>
          <w:lang w:val="es-MX"/>
        </w:rPr>
        <w:t xml:space="preserve"> </w:t>
      </w:r>
      <w:r w:rsidR="00523C77">
        <w:rPr>
          <w:rFonts w:cs="Arial"/>
          <w:szCs w:val="18"/>
          <w:lang w:val="es-MX"/>
        </w:rPr>
        <w:t>Sistema de hileras</w:t>
      </w:r>
      <w:r w:rsidRPr="00167FFA">
        <w:rPr>
          <w:rFonts w:cs="Arial"/>
          <w:szCs w:val="18"/>
          <w:lang w:val="es-MX"/>
        </w:rPr>
        <w:t xml:space="preserve">: </w:t>
      </w:r>
      <w:r w:rsidR="00167FFA" w:rsidRPr="00167FFA">
        <w:rPr>
          <w:rFonts w:cs="Arial"/>
          <w:szCs w:val="18"/>
          <w:lang w:val="es-MX"/>
        </w:rPr>
        <w:t xml:space="preserve">la composta alcanza </w:t>
      </w:r>
      <w:r w:rsidR="00523C77">
        <w:rPr>
          <w:rFonts w:cs="Arial"/>
          <w:szCs w:val="18"/>
          <w:lang w:val="es-MX"/>
        </w:rPr>
        <w:t>una temperatura entre</w:t>
      </w:r>
      <w:r w:rsidR="00167FFA" w:rsidRPr="00167FFA">
        <w:rPr>
          <w:rFonts w:cs="Arial"/>
          <w:szCs w:val="18"/>
          <w:lang w:val="es-MX"/>
        </w:rPr>
        <w:t xml:space="preserve"> </w:t>
      </w:r>
      <w:r w:rsidRPr="00167FFA">
        <w:rPr>
          <w:rFonts w:cs="Arial"/>
          <w:szCs w:val="18"/>
          <w:lang w:val="es-MX"/>
        </w:rPr>
        <w:t xml:space="preserve">131-170ºF (55-77 ºC) </w:t>
      </w:r>
      <w:r w:rsidR="00167FFA" w:rsidRPr="00167FFA">
        <w:rPr>
          <w:rFonts w:cs="Arial"/>
          <w:szCs w:val="18"/>
          <w:lang w:val="es-MX"/>
        </w:rPr>
        <w:t xml:space="preserve">por </w:t>
      </w:r>
      <w:r w:rsidR="00523C77">
        <w:rPr>
          <w:rFonts w:cs="Arial"/>
          <w:szCs w:val="18"/>
          <w:lang w:val="es-MX"/>
        </w:rPr>
        <w:t>un periodo mínimo de</w:t>
      </w:r>
      <w:r w:rsidR="00167FFA" w:rsidRPr="00167FFA">
        <w:rPr>
          <w:rFonts w:cs="Arial"/>
          <w:szCs w:val="18"/>
          <w:lang w:val="es-MX"/>
        </w:rPr>
        <w:t xml:space="preserve"> 15 días, durante los cuales se </w:t>
      </w:r>
      <w:r w:rsidR="00523C77">
        <w:rPr>
          <w:rFonts w:cs="Arial"/>
          <w:szCs w:val="18"/>
          <w:lang w:val="es-MX"/>
        </w:rPr>
        <w:t xml:space="preserve">haya aplicado al menos 5 volteos. </w:t>
      </w:r>
      <w:r w:rsidR="00167FFA">
        <w:rPr>
          <w:rFonts w:cs="Arial"/>
          <w:szCs w:val="18"/>
          <w:lang w:val="es-MX"/>
        </w:rPr>
        <w:t xml:space="preserve"> </w:t>
      </w:r>
    </w:p>
    <w:bookmarkStart w:id="3" w:name="Check5"/>
    <w:p w14:paraId="513AF633" w14:textId="77777777" w:rsidR="003228A2" w:rsidRPr="00523C77" w:rsidRDefault="003228A2" w:rsidP="00470B47">
      <w:pPr>
        <w:spacing w:before="60"/>
        <w:ind w:left="99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23C77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3"/>
      <w:r w:rsidRPr="00523C77">
        <w:rPr>
          <w:rFonts w:cs="Arial"/>
          <w:szCs w:val="18"/>
          <w:lang w:val="es-MX"/>
        </w:rPr>
        <w:t xml:space="preserve"> </w:t>
      </w:r>
      <w:r w:rsidR="00523C77" w:rsidRPr="00523C77">
        <w:rPr>
          <w:rFonts w:cs="Arial"/>
          <w:szCs w:val="18"/>
          <w:lang w:val="es-MX"/>
        </w:rPr>
        <w:t>Sistema de vasijas, pilas o montones estáticos aireados: la</w:t>
      </w:r>
      <w:r w:rsidR="00523C77">
        <w:rPr>
          <w:rFonts w:cs="Arial"/>
          <w:szCs w:val="18"/>
          <w:lang w:val="es-MX"/>
        </w:rPr>
        <w:t xml:space="preserve"> composta alcanza una temperatura entre</w:t>
      </w:r>
      <w:r w:rsidRPr="00523C77">
        <w:rPr>
          <w:rFonts w:cs="Arial"/>
          <w:szCs w:val="18"/>
          <w:lang w:val="es-MX"/>
        </w:rPr>
        <w:t xml:space="preserve"> 131-170ºF (55-77 ºC)</w:t>
      </w:r>
      <w:r w:rsidR="00523C77">
        <w:rPr>
          <w:rFonts w:cs="Arial"/>
          <w:szCs w:val="18"/>
          <w:lang w:val="es-MX"/>
        </w:rPr>
        <w:t xml:space="preserve"> durante 3 días dándoles volteos.</w:t>
      </w:r>
    </w:p>
    <w:p w14:paraId="513AF634" w14:textId="77777777" w:rsidR="003228A2" w:rsidRPr="00523C77" w:rsidRDefault="00523C77" w:rsidP="003228A2">
      <w:pPr>
        <w:spacing w:before="60"/>
        <w:ind w:left="720" w:right="-43"/>
        <w:rPr>
          <w:rFonts w:cs="Arial"/>
          <w:i/>
          <w:iCs/>
          <w:szCs w:val="18"/>
          <w:lang w:val="es-MX"/>
        </w:rPr>
      </w:pPr>
      <w:r w:rsidRPr="00523C77">
        <w:rPr>
          <w:rFonts w:cs="Arial"/>
          <w:i/>
          <w:iCs/>
          <w:szCs w:val="18"/>
          <w:lang w:val="es-MX"/>
        </w:rPr>
        <w:t>Mantenga los registro</w:t>
      </w:r>
      <w:r w:rsidR="00F331F1">
        <w:rPr>
          <w:rFonts w:cs="Arial"/>
          <w:i/>
          <w:iCs/>
          <w:szCs w:val="18"/>
          <w:lang w:val="es-MX"/>
        </w:rPr>
        <w:t>s</w:t>
      </w:r>
      <w:r w:rsidRPr="00523C77">
        <w:rPr>
          <w:rFonts w:cs="Arial"/>
          <w:i/>
          <w:iCs/>
          <w:szCs w:val="18"/>
          <w:lang w:val="es-MX"/>
        </w:rPr>
        <w:t xml:space="preserve"> de elaboració</w:t>
      </w:r>
      <w:r>
        <w:rPr>
          <w:rFonts w:cs="Arial"/>
          <w:i/>
          <w:iCs/>
          <w:szCs w:val="18"/>
          <w:lang w:val="es-MX"/>
        </w:rPr>
        <w:t xml:space="preserve">n de composta. </w:t>
      </w:r>
    </w:p>
    <w:p w14:paraId="513AF635" w14:textId="77777777" w:rsidR="003228A2" w:rsidRPr="00102365" w:rsidRDefault="003228A2" w:rsidP="00470B47">
      <w:pPr>
        <w:spacing w:before="60"/>
        <w:ind w:left="990" w:right="-43" w:hanging="270"/>
        <w:rPr>
          <w:rFonts w:cs="Arial"/>
          <w:b/>
          <w:bCs/>
          <w:szCs w:val="18"/>
          <w:lang w:val="es-MX"/>
        </w:rPr>
      </w:pPr>
      <w:r w:rsidRPr="003228A2">
        <w:rPr>
          <w:rFonts w:cs="Arial"/>
          <w:b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3C77">
        <w:rPr>
          <w:rFonts w:cs="Arial"/>
          <w:b/>
          <w:bCs/>
          <w:szCs w:val="18"/>
          <w:lang w:val="es-MX"/>
        </w:rPr>
        <w:instrText xml:space="preserve"> FORMCHECKBOX </w:instrText>
      </w:r>
      <w:r w:rsidRPr="003228A2">
        <w:rPr>
          <w:rFonts w:cs="Arial"/>
          <w:b/>
          <w:bCs/>
          <w:szCs w:val="18"/>
        </w:rPr>
      </w:r>
      <w:r w:rsidRPr="003228A2">
        <w:rPr>
          <w:rFonts w:cs="Arial"/>
          <w:b/>
          <w:bCs/>
          <w:szCs w:val="18"/>
        </w:rPr>
        <w:fldChar w:fldCharType="separate"/>
      </w:r>
      <w:r w:rsidRPr="003228A2">
        <w:rPr>
          <w:rFonts w:cs="Arial"/>
          <w:b/>
          <w:bCs/>
          <w:szCs w:val="18"/>
        </w:rPr>
        <w:fldChar w:fldCharType="end"/>
      </w:r>
      <w:r w:rsidRPr="00523C77">
        <w:rPr>
          <w:rFonts w:cs="Arial"/>
          <w:b/>
          <w:bCs/>
          <w:szCs w:val="18"/>
          <w:lang w:val="es-MX"/>
        </w:rPr>
        <w:t xml:space="preserve"> </w:t>
      </w:r>
      <w:r w:rsidR="00523C77" w:rsidRPr="00523C77">
        <w:rPr>
          <w:rFonts w:cs="Arial"/>
          <w:szCs w:val="18"/>
          <w:lang w:val="es-MX"/>
        </w:rPr>
        <w:t>Mi composta no cumple con los requisitos anteriores, por lo que se</w:t>
      </w:r>
      <w:r w:rsidR="00523C77">
        <w:rPr>
          <w:rFonts w:cs="Arial"/>
          <w:szCs w:val="18"/>
          <w:lang w:val="es-MX"/>
        </w:rPr>
        <w:t xml:space="preserve"> considera “estiércol crudo”. </w:t>
      </w:r>
      <w:r w:rsidR="00523C77" w:rsidRPr="00102365">
        <w:rPr>
          <w:rFonts w:cs="Arial"/>
          <w:szCs w:val="18"/>
          <w:lang w:val="es-MX"/>
        </w:rPr>
        <w:t xml:space="preserve">Complete la sección B a continuación. </w:t>
      </w:r>
    </w:p>
    <w:p w14:paraId="513AF636" w14:textId="77777777" w:rsidR="003228A2" w:rsidRPr="003228A2" w:rsidRDefault="00523C77" w:rsidP="003228A2">
      <w:pPr>
        <w:numPr>
          <w:ilvl w:val="0"/>
          <w:numId w:val="23"/>
        </w:numPr>
        <w:spacing w:before="60"/>
        <w:ind w:left="720" w:right="-43"/>
        <w:rPr>
          <w:rFonts w:cs="Arial"/>
          <w:szCs w:val="18"/>
        </w:rPr>
      </w:pPr>
      <w:r w:rsidRPr="00523C77">
        <w:rPr>
          <w:rFonts w:cs="Arial"/>
          <w:szCs w:val="18"/>
          <w:lang w:val="es-MX"/>
        </w:rPr>
        <w:t xml:space="preserve">Si produce </w:t>
      </w:r>
      <w:r w:rsidRPr="00F331F1">
        <w:rPr>
          <w:rFonts w:cs="Arial"/>
          <w:b/>
          <w:bCs/>
          <w:szCs w:val="18"/>
          <w:lang w:val="es-MX"/>
        </w:rPr>
        <w:t>lombricomposta con estiércol</w:t>
      </w:r>
      <w:r w:rsidRPr="00523C77">
        <w:rPr>
          <w:rFonts w:cs="Arial"/>
          <w:szCs w:val="18"/>
          <w:lang w:val="es-MX"/>
        </w:rPr>
        <w:t>, ¿está en cumplimiento con las siguientes con</w:t>
      </w:r>
      <w:r>
        <w:rPr>
          <w:rFonts w:cs="Arial"/>
          <w:szCs w:val="18"/>
          <w:lang w:val="es-MX"/>
        </w:rPr>
        <w:t>diciones?</w:t>
      </w:r>
      <w:r w:rsidR="00470B47">
        <w:rPr>
          <w:rFonts w:cs="Arial"/>
          <w:szCs w:val="18"/>
          <w:lang w:val="es-MX"/>
        </w:rPr>
        <w:t xml:space="preserve">    </w:t>
      </w:r>
      <w:r w:rsidR="003228A2" w:rsidRPr="003228A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228A2" w:rsidRPr="00F331F1">
        <w:rPr>
          <w:rFonts w:cs="Arial"/>
          <w:szCs w:val="18"/>
          <w:lang w:val="es-MX"/>
        </w:rPr>
        <w:instrText xml:space="preserve"> FORMCHECKBOX </w:instrText>
      </w:r>
      <w:r w:rsidR="003228A2" w:rsidRPr="003228A2">
        <w:rPr>
          <w:rFonts w:cs="Arial"/>
          <w:szCs w:val="18"/>
        </w:rPr>
      </w:r>
      <w:r w:rsidR="003228A2" w:rsidRPr="003228A2">
        <w:rPr>
          <w:rFonts w:cs="Arial"/>
          <w:szCs w:val="18"/>
        </w:rPr>
        <w:fldChar w:fldCharType="separate"/>
      </w:r>
      <w:r w:rsidR="003228A2" w:rsidRPr="003228A2">
        <w:rPr>
          <w:rFonts w:cs="Arial"/>
          <w:szCs w:val="18"/>
        </w:rPr>
        <w:fldChar w:fldCharType="end"/>
      </w:r>
      <w:r w:rsidR="003228A2" w:rsidRPr="00F331F1">
        <w:rPr>
          <w:rFonts w:cs="Arial"/>
          <w:szCs w:val="18"/>
          <w:lang w:val="es-MX"/>
        </w:rPr>
        <w:t xml:space="preserve"> </w:t>
      </w:r>
      <w:r w:rsidR="00F331F1">
        <w:rPr>
          <w:rFonts w:cs="Arial"/>
          <w:szCs w:val="18"/>
        </w:rPr>
        <w:t>No aplica</w:t>
      </w:r>
    </w:p>
    <w:p w14:paraId="513AF637" w14:textId="77777777" w:rsidR="003228A2" w:rsidRPr="00F331F1" w:rsidRDefault="00F331F1" w:rsidP="003228A2">
      <w:pPr>
        <w:numPr>
          <w:ilvl w:val="0"/>
          <w:numId w:val="24"/>
        </w:numPr>
        <w:spacing w:before="60"/>
        <w:ind w:left="1080" w:right="-43"/>
        <w:rPr>
          <w:rFonts w:cs="Arial"/>
          <w:i/>
          <w:iCs/>
          <w:szCs w:val="18"/>
          <w:lang w:val="es-MX"/>
        </w:rPr>
      </w:pPr>
      <w:r w:rsidRPr="00F331F1">
        <w:rPr>
          <w:rFonts w:cs="Arial"/>
          <w:i/>
          <w:iCs/>
          <w:szCs w:val="18"/>
          <w:lang w:val="es-MX"/>
        </w:rPr>
        <w:t xml:space="preserve">Las condiciones aeróbicas y un nivel de humedad </w:t>
      </w:r>
      <w:r>
        <w:rPr>
          <w:rFonts w:cs="Arial"/>
          <w:i/>
          <w:iCs/>
          <w:szCs w:val="18"/>
          <w:lang w:val="es-MX"/>
        </w:rPr>
        <w:t>entre</w:t>
      </w:r>
      <w:r w:rsidRPr="00F331F1">
        <w:rPr>
          <w:rFonts w:cs="Arial"/>
          <w:i/>
          <w:iCs/>
          <w:szCs w:val="18"/>
          <w:lang w:val="es-MX"/>
        </w:rPr>
        <w:t xml:space="preserve"> 70-90% se mantienen durante la producción.</w:t>
      </w:r>
    </w:p>
    <w:p w14:paraId="513AF638" w14:textId="77777777" w:rsidR="003228A2" w:rsidRPr="00F331F1" w:rsidRDefault="00F331F1" w:rsidP="003228A2">
      <w:pPr>
        <w:numPr>
          <w:ilvl w:val="0"/>
          <w:numId w:val="24"/>
        </w:numPr>
        <w:spacing w:before="60"/>
        <w:ind w:left="1080" w:right="-43"/>
        <w:rPr>
          <w:rFonts w:cs="Arial"/>
          <w:i/>
          <w:iCs/>
          <w:szCs w:val="18"/>
          <w:lang w:val="es-MX"/>
        </w:rPr>
      </w:pPr>
      <w:r w:rsidRPr="00F331F1">
        <w:rPr>
          <w:rFonts w:cs="Arial"/>
          <w:i/>
          <w:iCs/>
          <w:szCs w:val="18"/>
          <w:lang w:val="es-MX"/>
        </w:rPr>
        <w:t>La duración del compostaje es suficiente para producir un producto terminado que no contribuya a la contaminación de los cultivos, el suelo o el agua por nutrientes vegetales, organismos patógenos, metales pesados o residuos de sustancias prohibidas.</w:t>
      </w:r>
    </w:p>
    <w:p w14:paraId="513AF639" w14:textId="77777777" w:rsidR="003228A2" w:rsidRPr="00F331F1" w:rsidRDefault="003228A2" w:rsidP="003228A2">
      <w:pPr>
        <w:spacing w:before="60"/>
        <w:ind w:left="720" w:right="-43"/>
        <w:rPr>
          <w:rFonts w:cs="Arial"/>
          <w:i/>
          <w:iCs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331F1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F331F1">
        <w:rPr>
          <w:rFonts w:cs="Arial"/>
          <w:szCs w:val="18"/>
          <w:lang w:val="es-MX"/>
        </w:rPr>
        <w:t xml:space="preserve"> </w:t>
      </w:r>
      <w:r w:rsidR="00F331F1" w:rsidRPr="00F331F1">
        <w:rPr>
          <w:rFonts w:cs="Arial"/>
          <w:szCs w:val="18"/>
          <w:lang w:val="es-MX"/>
        </w:rPr>
        <w:t>Sí</w:t>
      </w:r>
      <w:r w:rsidRPr="00F331F1">
        <w:rPr>
          <w:rFonts w:cs="Arial"/>
          <w:szCs w:val="18"/>
          <w:lang w:val="es-MX"/>
        </w:rPr>
        <w:t xml:space="preserve">. </w:t>
      </w:r>
      <w:r w:rsidR="00F331F1" w:rsidRPr="00F331F1">
        <w:rPr>
          <w:rFonts w:cs="Arial"/>
          <w:i/>
          <w:iCs/>
          <w:szCs w:val="18"/>
          <w:lang w:val="es-MX"/>
        </w:rPr>
        <w:t>Mantenga los registros de elaboración de lombri</w:t>
      </w:r>
      <w:r w:rsidR="00F331F1">
        <w:rPr>
          <w:rFonts w:cs="Arial"/>
          <w:i/>
          <w:iCs/>
          <w:szCs w:val="18"/>
          <w:lang w:val="es-MX"/>
        </w:rPr>
        <w:t xml:space="preserve">composta </w:t>
      </w:r>
      <w:r w:rsidR="00F331F1" w:rsidRPr="00F331F1">
        <w:rPr>
          <w:rFonts w:cs="Arial"/>
          <w:i/>
          <w:iCs/>
          <w:szCs w:val="18"/>
          <w:lang w:val="es-MX"/>
        </w:rPr>
        <w:t>y los resultados de las pruebas</w:t>
      </w:r>
      <w:r w:rsidRPr="00F331F1">
        <w:rPr>
          <w:rFonts w:cs="Arial"/>
          <w:i/>
          <w:iCs/>
          <w:szCs w:val="18"/>
          <w:lang w:val="es-MX"/>
        </w:rPr>
        <w:t xml:space="preserve">. </w:t>
      </w:r>
    </w:p>
    <w:p w14:paraId="513AF63A" w14:textId="77777777" w:rsidR="003228A2" w:rsidRPr="00102365" w:rsidRDefault="003228A2" w:rsidP="003228A2">
      <w:pPr>
        <w:spacing w:before="60"/>
        <w:ind w:left="72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2175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D21755">
        <w:rPr>
          <w:rFonts w:cs="Arial"/>
          <w:szCs w:val="18"/>
          <w:lang w:val="es-MX"/>
        </w:rPr>
        <w:t xml:space="preserve"> </w:t>
      </w:r>
      <w:r w:rsidR="00F331F1" w:rsidRPr="00D21755">
        <w:rPr>
          <w:rFonts w:cs="Arial"/>
          <w:szCs w:val="18"/>
          <w:lang w:val="es-MX"/>
        </w:rPr>
        <w:t xml:space="preserve">Mi lombricomposta no cumple con los requisitos, </w:t>
      </w:r>
      <w:r w:rsidR="00D21755" w:rsidRPr="00D21755">
        <w:rPr>
          <w:rFonts w:cs="Arial"/>
          <w:szCs w:val="18"/>
          <w:lang w:val="es-MX"/>
        </w:rPr>
        <w:t>po</w:t>
      </w:r>
      <w:r w:rsidR="00D21755">
        <w:rPr>
          <w:rFonts w:cs="Arial"/>
          <w:szCs w:val="18"/>
          <w:lang w:val="es-MX"/>
        </w:rPr>
        <w:t xml:space="preserve">r lo que se considera “estiércol crudo”. </w:t>
      </w:r>
      <w:r w:rsidR="00D21755" w:rsidRPr="00102365">
        <w:rPr>
          <w:rFonts w:cs="Arial"/>
          <w:szCs w:val="18"/>
          <w:lang w:val="es-MX"/>
        </w:rPr>
        <w:t xml:space="preserve">Complete la sección B a continuación. </w:t>
      </w:r>
    </w:p>
    <w:p w14:paraId="513AF63B" w14:textId="77777777" w:rsidR="003228A2" w:rsidRPr="003228A2" w:rsidRDefault="00D21755" w:rsidP="00B13294">
      <w:pPr>
        <w:keepNext/>
        <w:numPr>
          <w:ilvl w:val="0"/>
          <w:numId w:val="26"/>
        </w:numPr>
        <w:spacing w:before="120"/>
        <w:ind w:right="-43" w:hanging="360"/>
        <w:outlineLvl w:val="1"/>
        <w:rPr>
          <w:sz w:val="22"/>
          <w:szCs w:val="18"/>
        </w:rPr>
      </w:pPr>
      <w:r>
        <w:rPr>
          <w:rFonts w:cs="Arial"/>
          <w:b/>
          <w:bCs/>
          <w:sz w:val="22"/>
          <w:szCs w:val="22"/>
        </w:rPr>
        <w:t>Estiércol Crudo</w:t>
      </w:r>
    </w:p>
    <w:p w14:paraId="513AF63C" w14:textId="77777777" w:rsidR="003228A2" w:rsidRPr="00D21755" w:rsidRDefault="003228A2" w:rsidP="002A54F8">
      <w:pPr>
        <w:keepNext/>
        <w:spacing w:before="60"/>
        <w:ind w:right="-43"/>
        <w:outlineLvl w:val="1"/>
        <w:rPr>
          <w:rFonts w:cs="Arial"/>
          <w:bCs/>
          <w:sz w:val="22"/>
          <w:szCs w:val="18"/>
          <w:lang w:val="es-MX"/>
        </w:rPr>
      </w:pPr>
      <w:r w:rsidRPr="00D21755">
        <w:rPr>
          <w:rFonts w:cs="Arial"/>
          <w:bCs/>
          <w:i/>
          <w:szCs w:val="18"/>
          <w:lang w:val="es-MX"/>
        </w:rPr>
        <w:t>“</w:t>
      </w:r>
      <w:r w:rsidR="00D21755" w:rsidRPr="00D21755">
        <w:rPr>
          <w:rFonts w:cs="Arial"/>
          <w:bCs/>
          <w:i/>
          <w:szCs w:val="18"/>
          <w:lang w:val="es-MX"/>
        </w:rPr>
        <w:t>Estiércol crudo</w:t>
      </w:r>
      <w:r w:rsidRPr="00D21755">
        <w:rPr>
          <w:rFonts w:cs="Arial"/>
          <w:bCs/>
          <w:i/>
          <w:szCs w:val="18"/>
          <w:lang w:val="es-MX"/>
        </w:rPr>
        <w:t xml:space="preserve">” </w:t>
      </w:r>
      <w:r w:rsidR="00D21755" w:rsidRPr="00D21755">
        <w:rPr>
          <w:rFonts w:cs="Arial"/>
          <w:bCs/>
          <w:i/>
          <w:szCs w:val="18"/>
          <w:lang w:val="es-MX"/>
        </w:rPr>
        <w:t xml:space="preserve">se refiere al estiércol </w:t>
      </w:r>
      <w:r w:rsidR="00D21755">
        <w:rPr>
          <w:rFonts w:cs="Arial"/>
          <w:bCs/>
          <w:i/>
          <w:szCs w:val="18"/>
          <w:lang w:val="es-MX"/>
        </w:rPr>
        <w:t>de animal</w:t>
      </w:r>
      <w:r w:rsidR="00D21755" w:rsidRPr="00D21755">
        <w:rPr>
          <w:rFonts w:cs="Arial"/>
          <w:bCs/>
          <w:i/>
          <w:szCs w:val="18"/>
          <w:lang w:val="es-MX"/>
        </w:rPr>
        <w:t xml:space="preserve"> que no ha sido compostado de acuerdo con las especificaciones </w:t>
      </w:r>
      <w:r w:rsidR="00383C3F">
        <w:rPr>
          <w:rFonts w:cs="Arial"/>
          <w:bCs/>
          <w:i/>
          <w:szCs w:val="18"/>
          <w:lang w:val="es-MX"/>
        </w:rPr>
        <w:t>en</w:t>
      </w:r>
      <w:r w:rsidR="00D21755" w:rsidRPr="00D21755">
        <w:rPr>
          <w:rFonts w:cs="Arial"/>
          <w:bCs/>
          <w:i/>
          <w:szCs w:val="18"/>
          <w:lang w:val="es-MX"/>
        </w:rPr>
        <w:t xml:space="preserve"> la parte A anterior, y que no ha sido procesado (tratado térmicamente) como se describe en la parte superior de esta forma.</w:t>
      </w:r>
      <w:r w:rsidRPr="00D21755">
        <w:rPr>
          <w:rFonts w:cs="Arial"/>
          <w:bCs/>
          <w:i/>
          <w:szCs w:val="18"/>
          <w:lang w:val="es-MX"/>
        </w:rPr>
        <w:t xml:space="preserve"> </w:t>
      </w:r>
    </w:p>
    <w:p w14:paraId="513AF63D" w14:textId="77777777" w:rsidR="003228A2" w:rsidRPr="00961B97" w:rsidRDefault="00D21755" w:rsidP="00B13294">
      <w:pPr>
        <w:keepNext/>
        <w:numPr>
          <w:ilvl w:val="0"/>
          <w:numId w:val="21"/>
        </w:numPr>
        <w:spacing w:before="60"/>
        <w:ind w:right="-43"/>
        <w:rPr>
          <w:rFonts w:cs="Arial"/>
          <w:lang w:val="es-MX"/>
        </w:rPr>
      </w:pPr>
      <w:bookmarkStart w:id="4" w:name="Check15"/>
      <w:r w:rsidRPr="00D12145">
        <w:rPr>
          <w:rFonts w:cs="Arial"/>
          <w:lang w:val="es-MX"/>
        </w:rPr>
        <w:t xml:space="preserve">¿Usted aplica </w:t>
      </w:r>
      <w:r w:rsidRPr="00D12145">
        <w:rPr>
          <w:rFonts w:cs="Arial"/>
          <w:b/>
          <w:bCs/>
          <w:lang w:val="es-MX"/>
        </w:rPr>
        <w:t>estiércol crudo</w:t>
      </w:r>
      <w:r w:rsidRPr="00D12145">
        <w:rPr>
          <w:rFonts w:cs="Arial"/>
          <w:lang w:val="es-MX"/>
        </w:rPr>
        <w:t xml:space="preserve"> (incluyendo cualquier composta, té de composta o lombricomposta que contenga estiércol que no cumpla con los requisitos en la parte A), y/o </w:t>
      </w:r>
      <w:r w:rsidR="00D12145" w:rsidRPr="00D12145">
        <w:rPr>
          <w:rFonts w:cs="Arial"/>
          <w:lang w:val="es-MX"/>
        </w:rPr>
        <w:t>tien</w:t>
      </w:r>
      <w:r w:rsidR="00D12145">
        <w:rPr>
          <w:rFonts w:cs="Arial"/>
          <w:lang w:val="es-MX"/>
        </w:rPr>
        <w:t xml:space="preserve">e </w:t>
      </w:r>
      <w:r w:rsidR="00D12145" w:rsidRPr="00D12145">
        <w:rPr>
          <w:rFonts w:cs="Arial"/>
          <w:b/>
          <w:bCs/>
          <w:lang w:val="es-MX"/>
        </w:rPr>
        <w:t>planeado el pastoreo de animales</w:t>
      </w:r>
      <w:r w:rsidR="00D12145">
        <w:rPr>
          <w:rFonts w:cs="Arial"/>
          <w:lang w:val="es-MX"/>
        </w:rPr>
        <w:t xml:space="preserve"> en sus áreas de producción de cultivos orgánicos?</w:t>
      </w:r>
      <w:r w:rsidRPr="00D12145">
        <w:rPr>
          <w:rFonts w:cs="Arial"/>
          <w:lang w:val="es-MX"/>
        </w:rPr>
        <w:t xml:space="preserve"> </w:t>
      </w:r>
    </w:p>
    <w:p w14:paraId="513AF63E" w14:textId="77777777" w:rsidR="003228A2" w:rsidRPr="00961B97" w:rsidRDefault="003228A2" w:rsidP="00B13294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1214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4"/>
      <w:r w:rsidRPr="00D12145">
        <w:rPr>
          <w:rFonts w:cs="Arial"/>
          <w:szCs w:val="18"/>
          <w:lang w:val="es-MX"/>
        </w:rPr>
        <w:t xml:space="preserve"> No</w:t>
      </w:r>
      <w:bookmarkStart w:id="5" w:name="Check14"/>
      <w:r w:rsidRPr="00D12145">
        <w:rPr>
          <w:rFonts w:cs="Arial"/>
          <w:szCs w:val="18"/>
          <w:lang w:val="es-MX"/>
        </w:rPr>
        <w:t xml:space="preserve">. </w:t>
      </w:r>
      <w:r w:rsidR="00D12145" w:rsidRPr="00D12145">
        <w:rPr>
          <w:rFonts w:cs="Arial"/>
          <w:szCs w:val="18"/>
          <w:lang w:val="es-MX"/>
        </w:rPr>
        <w:t>Alto, esta forma está completa.</w:t>
      </w:r>
      <w:r w:rsidRPr="00D12145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D1214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5"/>
      <w:r w:rsidRPr="00D12145">
        <w:rPr>
          <w:rFonts w:cs="Arial"/>
          <w:szCs w:val="18"/>
          <w:lang w:val="es-MX"/>
        </w:rPr>
        <w:t xml:space="preserve"> </w:t>
      </w:r>
      <w:r w:rsidR="00D12145" w:rsidRPr="00961B97">
        <w:rPr>
          <w:rFonts w:cs="Arial"/>
          <w:szCs w:val="18"/>
          <w:lang w:val="es-MX"/>
        </w:rPr>
        <w:t>Sí</w:t>
      </w:r>
      <w:r w:rsidRPr="00961B97">
        <w:rPr>
          <w:rFonts w:cs="Arial"/>
          <w:szCs w:val="18"/>
          <w:lang w:val="es-MX"/>
        </w:rPr>
        <w:t xml:space="preserve">, </w:t>
      </w:r>
      <w:r w:rsidR="00D12145" w:rsidRPr="00961B97">
        <w:rPr>
          <w:rFonts w:cs="Arial"/>
          <w:szCs w:val="18"/>
          <w:lang w:val="es-MX"/>
        </w:rPr>
        <w:t>se aplica estiércol crudo</w:t>
      </w:r>
      <w:r w:rsidRPr="00961B97">
        <w:rPr>
          <w:rFonts w:cs="Arial"/>
          <w:szCs w:val="18"/>
          <w:lang w:val="es-MX"/>
        </w:rPr>
        <w:t xml:space="preserve">. </w:t>
      </w:r>
      <w:r w:rsidR="00D12145" w:rsidRPr="00961B97">
        <w:rPr>
          <w:rFonts w:cs="Arial"/>
          <w:szCs w:val="18"/>
          <w:lang w:val="es-MX"/>
        </w:rPr>
        <w:t>Complete esta sección.</w:t>
      </w:r>
    </w:p>
    <w:p w14:paraId="513AF63F" w14:textId="77777777" w:rsidR="003228A2" w:rsidRPr="004C1560" w:rsidRDefault="003228A2" w:rsidP="00B13294">
      <w:pPr>
        <w:spacing w:before="60"/>
        <w:ind w:left="360" w:right="-43"/>
        <w:rPr>
          <w:rFonts w:cs="Arial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72C9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CA72C9">
        <w:rPr>
          <w:rFonts w:cs="Arial"/>
          <w:szCs w:val="18"/>
          <w:lang w:val="es-MX"/>
        </w:rPr>
        <w:t xml:space="preserve"> </w:t>
      </w:r>
      <w:r w:rsidR="00CA72C9" w:rsidRPr="00CA72C9">
        <w:rPr>
          <w:rFonts w:cs="Arial"/>
          <w:szCs w:val="18"/>
          <w:lang w:val="es-MX"/>
        </w:rPr>
        <w:t>Sí</w:t>
      </w:r>
      <w:r w:rsidRPr="00CA72C9">
        <w:rPr>
          <w:rFonts w:cs="Arial"/>
          <w:szCs w:val="18"/>
          <w:lang w:val="es-MX"/>
        </w:rPr>
        <w:t xml:space="preserve">, </w:t>
      </w:r>
      <w:r w:rsidR="00CA72C9" w:rsidRPr="00CA72C9">
        <w:rPr>
          <w:rFonts w:cs="Arial"/>
          <w:szCs w:val="18"/>
          <w:lang w:val="es-MX"/>
        </w:rPr>
        <w:t>mi operación utiliza el pastoreo planificado de animal</w:t>
      </w:r>
      <w:r w:rsidR="00CA72C9">
        <w:rPr>
          <w:rFonts w:cs="Arial"/>
          <w:szCs w:val="18"/>
          <w:lang w:val="es-MX"/>
        </w:rPr>
        <w:t>e</w:t>
      </w:r>
      <w:r w:rsidR="00CA72C9" w:rsidRPr="00CA72C9">
        <w:rPr>
          <w:rFonts w:cs="Arial"/>
          <w:szCs w:val="18"/>
          <w:lang w:val="es-MX"/>
        </w:rPr>
        <w:t>s en zonas de producc</w:t>
      </w:r>
      <w:r w:rsidR="00CA72C9">
        <w:rPr>
          <w:rFonts w:cs="Arial"/>
          <w:szCs w:val="18"/>
          <w:lang w:val="es-MX"/>
        </w:rPr>
        <w:t xml:space="preserve">ión de cultivos orgánicos. </w:t>
      </w:r>
      <w:r w:rsidR="00CA72C9" w:rsidRPr="004C1560">
        <w:rPr>
          <w:rFonts w:cs="Arial"/>
          <w:szCs w:val="18"/>
          <w:lang w:val="es-MX"/>
        </w:rPr>
        <w:t>Complete esta sección</w:t>
      </w:r>
      <w:r w:rsidRPr="004C1560">
        <w:rPr>
          <w:rFonts w:cs="Arial"/>
          <w:szCs w:val="18"/>
          <w:lang w:val="es-MX"/>
        </w:rPr>
        <w:t>.</w:t>
      </w:r>
    </w:p>
    <w:p w14:paraId="513AF640" w14:textId="77777777" w:rsidR="003228A2" w:rsidRPr="003228A2" w:rsidRDefault="00D12145" w:rsidP="00614C1E">
      <w:pPr>
        <w:keepNext/>
        <w:keepLines/>
        <w:numPr>
          <w:ilvl w:val="0"/>
          <w:numId w:val="21"/>
        </w:numPr>
        <w:spacing w:before="60"/>
        <w:ind w:right="-43"/>
        <w:rPr>
          <w:rFonts w:cs="Arial"/>
          <w:szCs w:val="18"/>
        </w:rPr>
      </w:pPr>
      <w:r w:rsidRPr="00D12145">
        <w:rPr>
          <w:rFonts w:cs="Arial"/>
          <w:szCs w:val="18"/>
          <w:lang w:val="es-MX"/>
        </w:rPr>
        <w:lastRenderedPageBreak/>
        <w:t xml:space="preserve">¿Cómo cumple con la siguiente restricción sobre el uso de estiércol crudo, ya sea aplicado o del pastoreo planeado? </w:t>
      </w:r>
      <w:r w:rsidRPr="00D12145">
        <w:rPr>
          <w:rFonts w:cs="Arial"/>
          <w:szCs w:val="18"/>
        </w:rPr>
        <w:t>Marque todo lo que corresponda.</w:t>
      </w:r>
      <w:r w:rsidR="003228A2" w:rsidRPr="003228A2" w:rsidDel="00BF1561">
        <w:rPr>
          <w:rFonts w:cs="Arial"/>
          <w:szCs w:val="18"/>
        </w:rPr>
        <w:t xml:space="preserve"> </w:t>
      </w:r>
    </w:p>
    <w:p w14:paraId="513AF641" w14:textId="77777777" w:rsidR="003228A2" w:rsidRPr="00B3672A" w:rsidRDefault="00511F3A" w:rsidP="00614C1E">
      <w:pPr>
        <w:keepNext/>
        <w:keepLines/>
        <w:spacing w:before="60"/>
        <w:ind w:left="360" w:right="-43"/>
        <w:rPr>
          <w:rFonts w:cs="Arial"/>
          <w:bCs/>
          <w:szCs w:val="18"/>
          <w:lang w:val="es-MX"/>
        </w:rPr>
      </w:pPr>
      <w:r w:rsidRPr="00B3672A">
        <w:rPr>
          <w:bCs/>
          <w:i/>
          <w:szCs w:val="18"/>
          <w:lang w:val="es-MX"/>
        </w:rPr>
        <w:t>Cuando se aplique a zonas de producción orgánica para cultivos destinados para el consumo humano, el estiércol crudo debe</w:t>
      </w:r>
      <w:r w:rsidR="00B3672A" w:rsidRPr="00B3672A">
        <w:rPr>
          <w:bCs/>
          <w:i/>
          <w:szCs w:val="18"/>
          <w:lang w:val="es-MX"/>
        </w:rPr>
        <w:t xml:space="preserve"> incorporarse al suelo en un periodo no menor a 120 días antes de realizar la cosecha de un </w:t>
      </w:r>
      <w:r w:rsidR="00B3672A">
        <w:rPr>
          <w:bCs/>
          <w:i/>
          <w:szCs w:val="18"/>
          <w:lang w:val="es-MX"/>
        </w:rPr>
        <w:t xml:space="preserve">cultivo </w:t>
      </w:r>
      <w:r w:rsidR="00B3672A" w:rsidRPr="00B3672A">
        <w:rPr>
          <w:bCs/>
          <w:i/>
          <w:szCs w:val="18"/>
          <w:lang w:val="es-MX"/>
        </w:rPr>
        <w:t>cuya p</w:t>
      </w:r>
      <w:r w:rsidR="00B3672A">
        <w:rPr>
          <w:bCs/>
          <w:i/>
          <w:szCs w:val="18"/>
          <w:lang w:val="es-MX"/>
        </w:rPr>
        <w:t>or</w:t>
      </w:r>
      <w:r w:rsidR="00B3672A" w:rsidRPr="00B3672A">
        <w:rPr>
          <w:bCs/>
          <w:i/>
          <w:szCs w:val="18"/>
          <w:lang w:val="es-MX"/>
        </w:rPr>
        <w:t>ción comestible tenga contacto directo con la superficie del terreno o particular del suelo, o un periodo no menor a 90 días antes de cos</w:t>
      </w:r>
      <w:r w:rsidR="00B3672A">
        <w:rPr>
          <w:bCs/>
          <w:i/>
          <w:szCs w:val="18"/>
          <w:lang w:val="es-MX"/>
        </w:rPr>
        <w:t xml:space="preserve">echar un cultivo cuya porción comestible no tenga contacto directo con la superficie del terreno o con partículas del suelo. </w:t>
      </w:r>
      <w:r w:rsidR="00B3672A" w:rsidRPr="00B3672A">
        <w:rPr>
          <w:bCs/>
          <w:i/>
          <w:szCs w:val="18"/>
          <w:lang w:val="es-MX"/>
        </w:rPr>
        <w:t xml:space="preserve"> </w:t>
      </w:r>
      <w:r w:rsidRPr="00B3672A">
        <w:rPr>
          <w:bCs/>
          <w:i/>
          <w:szCs w:val="18"/>
          <w:lang w:val="es-MX"/>
        </w:rPr>
        <w:t xml:space="preserve"> </w:t>
      </w:r>
    </w:p>
    <w:bookmarkStart w:id="6" w:name="Check16"/>
    <w:p w14:paraId="513AF642" w14:textId="77777777" w:rsidR="003228A2" w:rsidRPr="00B3672A" w:rsidRDefault="003228A2" w:rsidP="00614C1E">
      <w:pPr>
        <w:keepNext/>
        <w:keepLines/>
        <w:spacing w:before="60"/>
        <w:ind w:left="36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3672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6"/>
      <w:r w:rsidRPr="00B3672A">
        <w:rPr>
          <w:rFonts w:cs="Arial"/>
          <w:szCs w:val="18"/>
          <w:lang w:val="es-MX"/>
        </w:rPr>
        <w:t xml:space="preserve"> </w:t>
      </w:r>
      <w:r w:rsidR="00B3672A" w:rsidRPr="00B3672A">
        <w:rPr>
          <w:rFonts w:cs="Arial"/>
          <w:szCs w:val="18"/>
          <w:lang w:val="es-MX"/>
        </w:rPr>
        <w:t>Se utiliza para cultivos no destinados para el consum</w:t>
      </w:r>
      <w:r w:rsidR="00E37C28">
        <w:rPr>
          <w:rFonts w:cs="Arial"/>
          <w:szCs w:val="18"/>
          <w:lang w:val="es-MX"/>
        </w:rPr>
        <w:t>o</w:t>
      </w:r>
      <w:r w:rsidR="00B3672A" w:rsidRPr="00B3672A">
        <w:rPr>
          <w:rFonts w:cs="Arial"/>
          <w:szCs w:val="18"/>
          <w:lang w:val="es-MX"/>
        </w:rPr>
        <w:t xml:space="preserve"> humano (p</w:t>
      </w:r>
      <w:r w:rsidR="00B3672A">
        <w:rPr>
          <w:rFonts w:cs="Arial"/>
          <w:szCs w:val="18"/>
          <w:lang w:val="es-MX"/>
        </w:rPr>
        <w:t>or ejemplo, cultivos de cobertura, alimentación de ganado)</w:t>
      </w:r>
      <w:bookmarkStart w:id="7" w:name="Check17"/>
    </w:p>
    <w:p w14:paraId="513AF643" w14:textId="77777777" w:rsidR="003228A2" w:rsidRPr="00B3672A" w:rsidRDefault="003228A2" w:rsidP="00614C1E">
      <w:pPr>
        <w:keepNext/>
        <w:keepLines/>
        <w:spacing w:before="60"/>
        <w:ind w:left="63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3672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7"/>
      <w:r w:rsidRPr="00B3672A">
        <w:rPr>
          <w:rFonts w:cs="Arial"/>
          <w:szCs w:val="18"/>
          <w:lang w:val="es-MX"/>
        </w:rPr>
        <w:t xml:space="preserve"> </w:t>
      </w:r>
      <w:r w:rsidR="00B3672A" w:rsidRPr="00B3672A">
        <w:rPr>
          <w:rFonts w:cs="Arial"/>
          <w:szCs w:val="18"/>
          <w:lang w:val="es-MX"/>
        </w:rPr>
        <w:t>Incorporado no meno</w:t>
      </w:r>
      <w:r w:rsidR="00383C3F">
        <w:rPr>
          <w:rFonts w:cs="Arial"/>
          <w:szCs w:val="18"/>
          <w:lang w:val="es-MX"/>
        </w:rPr>
        <w:t>s</w:t>
      </w:r>
      <w:r w:rsidR="00B3672A" w:rsidRPr="00B3672A">
        <w:rPr>
          <w:rFonts w:cs="Arial"/>
          <w:szCs w:val="18"/>
          <w:lang w:val="es-MX"/>
        </w:rPr>
        <w:t xml:space="preserve"> de 120 días antes de la cosecha </w:t>
      </w:r>
      <w:r w:rsidR="00B3672A" w:rsidRPr="00B3672A">
        <w:rPr>
          <w:bCs/>
          <w:szCs w:val="18"/>
          <w:lang w:val="es-MX"/>
        </w:rPr>
        <w:t>de</w:t>
      </w:r>
      <w:r w:rsidR="00383C3F">
        <w:rPr>
          <w:bCs/>
          <w:szCs w:val="18"/>
          <w:lang w:val="es-MX"/>
        </w:rPr>
        <w:t xml:space="preserve"> </w:t>
      </w:r>
      <w:r w:rsidR="00B3672A" w:rsidRPr="00B3672A">
        <w:rPr>
          <w:bCs/>
          <w:szCs w:val="18"/>
          <w:lang w:val="es-MX"/>
        </w:rPr>
        <w:t>cultivo</w:t>
      </w:r>
      <w:r w:rsidR="00383C3F">
        <w:rPr>
          <w:bCs/>
          <w:szCs w:val="18"/>
          <w:lang w:val="es-MX"/>
        </w:rPr>
        <w:t>s</w:t>
      </w:r>
      <w:r w:rsidR="00B3672A" w:rsidRPr="00B3672A">
        <w:rPr>
          <w:bCs/>
          <w:szCs w:val="18"/>
          <w:lang w:val="es-MX"/>
        </w:rPr>
        <w:t xml:space="preserve"> cuya porción comestible tenga contacto directo con la superficie del terreno o particular del suelo</w:t>
      </w:r>
      <w:r w:rsidR="00B3672A" w:rsidRPr="00B3672A">
        <w:rPr>
          <w:rFonts w:cs="Arial"/>
          <w:szCs w:val="18"/>
          <w:lang w:val="es-MX"/>
        </w:rPr>
        <w:t xml:space="preserve"> </w:t>
      </w:r>
      <w:r w:rsidR="00B3672A">
        <w:rPr>
          <w:rFonts w:cs="Arial"/>
          <w:szCs w:val="18"/>
          <w:lang w:val="es-MX"/>
        </w:rPr>
        <w:t>(por ejemplo, zanahorias, lechuga)</w:t>
      </w:r>
    </w:p>
    <w:bookmarkStart w:id="8" w:name="Check18"/>
    <w:p w14:paraId="513AF644" w14:textId="77777777" w:rsidR="003228A2" w:rsidRPr="00383C3F" w:rsidRDefault="003228A2" w:rsidP="003228A2">
      <w:pPr>
        <w:spacing w:before="60"/>
        <w:ind w:left="63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83C3F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8"/>
      <w:r w:rsidRPr="00383C3F">
        <w:rPr>
          <w:rFonts w:cs="Arial"/>
          <w:szCs w:val="18"/>
          <w:lang w:val="es-MX"/>
        </w:rPr>
        <w:t xml:space="preserve"> </w:t>
      </w:r>
      <w:r w:rsidR="00383C3F" w:rsidRPr="00383C3F">
        <w:rPr>
          <w:rFonts w:cs="Arial"/>
          <w:szCs w:val="18"/>
          <w:lang w:val="es-MX"/>
        </w:rPr>
        <w:t>Incorporado no meno</w:t>
      </w:r>
      <w:r w:rsidR="00383C3F">
        <w:rPr>
          <w:rFonts w:cs="Arial"/>
          <w:szCs w:val="18"/>
          <w:lang w:val="es-MX"/>
        </w:rPr>
        <w:t>s</w:t>
      </w:r>
      <w:r w:rsidR="00383C3F" w:rsidRPr="00383C3F">
        <w:rPr>
          <w:rFonts w:cs="Arial"/>
          <w:szCs w:val="18"/>
          <w:lang w:val="es-MX"/>
        </w:rPr>
        <w:t xml:space="preserve"> de 90 días antes de la cosecha </w:t>
      </w:r>
      <w:r w:rsidR="00383C3F">
        <w:rPr>
          <w:rFonts w:cs="Arial"/>
          <w:szCs w:val="18"/>
          <w:lang w:val="es-MX"/>
        </w:rPr>
        <w:t xml:space="preserve">de </w:t>
      </w:r>
      <w:r w:rsidR="00383C3F" w:rsidRPr="00383C3F">
        <w:rPr>
          <w:rFonts w:cs="Arial"/>
          <w:szCs w:val="18"/>
          <w:lang w:val="es-MX"/>
        </w:rPr>
        <w:t xml:space="preserve">cultivos </w:t>
      </w:r>
      <w:r w:rsidR="00383C3F" w:rsidRPr="00383C3F">
        <w:rPr>
          <w:bCs/>
          <w:szCs w:val="18"/>
          <w:lang w:val="es-MX"/>
        </w:rPr>
        <w:t>cuya porción comestible no tenga contacto directo con la superficie del terreno o con partículas del suelo</w:t>
      </w:r>
      <w:r w:rsidR="00383C3F">
        <w:rPr>
          <w:bCs/>
          <w:szCs w:val="18"/>
          <w:lang w:val="es-MX"/>
        </w:rPr>
        <w:t xml:space="preserve"> (por ejemplo, maíz, manzanas)</w:t>
      </w:r>
    </w:p>
    <w:p w14:paraId="513AF645" w14:textId="77777777" w:rsidR="003228A2" w:rsidRPr="00383C3F" w:rsidRDefault="00383C3F" w:rsidP="003228A2">
      <w:pPr>
        <w:keepNext/>
        <w:numPr>
          <w:ilvl w:val="0"/>
          <w:numId w:val="21"/>
        </w:numPr>
        <w:spacing w:before="60"/>
        <w:ind w:right="-43"/>
        <w:outlineLvl w:val="1"/>
        <w:rPr>
          <w:rFonts w:cs="Arial"/>
          <w:bCs/>
          <w:szCs w:val="18"/>
          <w:lang w:val="es-MX"/>
        </w:rPr>
      </w:pPr>
      <w:r w:rsidRPr="00383C3F">
        <w:rPr>
          <w:rFonts w:cs="Arial"/>
          <w:szCs w:val="18"/>
          <w:lang w:val="es-MX"/>
        </w:rPr>
        <w:t>¿Cómo garantiza que el estiércol no contamina pozos, ríos o arroyos, lagos o estanques?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228A2" w:rsidRPr="003228A2" w14:paraId="513AF647" w14:textId="77777777" w:rsidTr="00614C1E">
        <w:trPr>
          <w:cantSplit/>
          <w:trHeight w:val="558"/>
        </w:trPr>
        <w:tc>
          <w:tcPr>
            <w:tcW w:w="10620" w:type="dxa"/>
            <w:vAlign w:val="center"/>
          </w:tcPr>
          <w:p w14:paraId="513AF646" w14:textId="77777777" w:rsidR="003228A2" w:rsidRPr="003228A2" w:rsidRDefault="003228A2" w:rsidP="003228A2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513AF648" w14:textId="77777777" w:rsidR="00587CCE" w:rsidRPr="003228A2" w:rsidRDefault="00587CCE" w:rsidP="003228A2">
      <w:pPr>
        <w:pStyle w:val="BodyText2"/>
        <w:spacing w:before="60" w:after="0" w:line="240" w:lineRule="auto"/>
        <w:ind w:right="-43"/>
        <w:rPr>
          <w:rFonts w:cs="Arial"/>
          <w:bCs/>
          <w:sz w:val="16"/>
          <w:szCs w:val="16"/>
          <w:lang w:val="es-MX"/>
        </w:rPr>
      </w:pPr>
    </w:p>
    <w:sectPr w:rsidR="00587CCE" w:rsidRPr="003228A2" w:rsidSect="000A106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AF64B" w14:textId="77777777" w:rsidR="00CB6D81" w:rsidRDefault="00CB6D81">
      <w:r>
        <w:separator/>
      </w:r>
    </w:p>
  </w:endnote>
  <w:endnote w:type="continuationSeparator" w:id="0">
    <w:p w14:paraId="513AF64C" w14:textId="77777777" w:rsidR="00CB6D81" w:rsidRDefault="00CB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A6BB" w14:textId="77777777" w:rsidR="00084C3C" w:rsidRDefault="00084C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AF658" w14:textId="68F97D1F" w:rsidR="00D3131D" w:rsidRPr="003228A2" w:rsidRDefault="00614C1E" w:rsidP="003228A2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752" behindDoc="1" locked="0" layoutInCell="1" allowOverlap="1" wp14:anchorId="513AF65B" wp14:editId="52C0AC83">
          <wp:simplePos x="0" y="0"/>
          <wp:positionH relativeFrom="column">
            <wp:posOffset>-407478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9AC">
      <w:rPr>
        <w:rFonts w:cs="Arial"/>
        <w:i/>
        <w:sz w:val="16"/>
        <w:szCs w:val="16"/>
        <w:lang w:val="es-MX"/>
      </w:rPr>
      <w:t>N</w:t>
    </w:r>
    <w:r w:rsidR="00CD4FAC">
      <w:rPr>
        <w:rFonts w:cs="Arial"/>
        <w:i/>
        <w:sz w:val="16"/>
        <w:szCs w:val="16"/>
        <w:lang w:val="es-MX"/>
      </w:rPr>
      <w:t>OPB44, V1, R</w:t>
    </w:r>
    <w:r w:rsidR="009505D1">
      <w:rPr>
        <w:rFonts w:cs="Arial"/>
        <w:i/>
        <w:sz w:val="16"/>
        <w:szCs w:val="16"/>
        <w:lang w:val="es-MX"/>
      </w:rPr>
      <w:t>9, 9/21/2021</w:t>
    </w:r>
    <w:r w:rsidR="00D3131D" w:rsidRPr="00D9555A">
      <w:rPr>
        <w:rFonts w:cs="Arial"/>
        <w:i/>
        <w:sz w:val="16"/>
        <w:szCs w:val="16"/>
        <w:lang w:val="es-MX"/>
      </w:rPr>
      <w:tab/>
      <w:t xml:space="preserve">Página </w:t>
    </w:r>
    <w:r w:rsidR="00D3131D" w:rsidRPr="005A7F36">
      <w:rPr>
        <w:rFonts w:cs="Arial"/>
        <w:b/>
        <w:i/>
        <w:sz w:val="16"/>
        <w:szCs w:val="16"/>
      </w:rPr>
      <w:fldChar w:fldCharType="begin"/>
    </w:r>
    <w:r w:rsidR="00D3131D" w:rsidRPr="00D9555A">
      <w:rPr>
        <w:rFonts w:cs="Arial"/>
        <w:b/>
        <w:i/>
        <w:sz w:val="16"/>
        <w:szCs w:val="16"/>
        <w:lang w:val="es-MX"/>
      </w:rPr>
      <w:instrText xml:space="preserve"> PAGE </w:instrText>
    </w:r>
    <w:r w:rsidR="00D3131D" w:rsidRPr="005A7F36">
      <w:rPr>
        <w:rFonts w:cs="Arial"/>
        <w:b/>
        <w:i/>
        <w:sz w:val="16"/>
        <w:szCs w:val="16"/>
      </w:rPr>
      <w:fldChar w:fldCharType="separate"/>
    </w:r>
    <w:r w:rsidR="00CB6D81">
      <w:rPr>
        <w:rFonts w:cs="Arial"/>
        <w:b/>
        <w:i/>
        <w:noProof/>
        <w:sz w:val="16"/>
        <w:szCs w:val="16"/>
        <w:lang w:val="es-MX"/>
      </w:rPr>
      <w:t>1</w:t>
    </w:r>
    <w:r w:rsidR="00D3131D" w:rsidRPr="005A7F36">
      <w:rPr>
        <w:rFonts w:cs="Arial"/>
        <w:b/>
        <w:i/>
        <w:sz w:val="16"/>
        <w:szCs w:val="16"/>
      </w:rPr>
      <w:fldChar w:fldCharType="end"/>
    </w:r>
    <w:r w:rsidR="00D3131D" w:rsidRPr="00D9555A">
      <w:rPr>
        <w:rFonts w:cs="Arial"/>
        <w:i/>
        <w:sz w:val="16"/>
        <w:szCs w:val="16"/>
        <w:lang w:val="es-MX"/>
      </w:rPr>
      <w:t xml:space="preserve"> de </w:t>
    </w:r>
    <w:r w:rsidR="00D3131D" w:rsidRPr="005A7F36">
      <w:rPr>
        <w:rFonts w:cs="Arial"/>
        <w:b/>
        <w:i/>
        <w:sz w:val="16"/>
        <w:szCs w:val="16"/>
      </w:rPr>
      <w:fldChar w:fldCharType="begin"/>
    </w:r>
    <w:r w:rsidR="00D3131D" w:rsidRPr="00D9555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D3131D" w:rsidRPr="005A7F36">
      <w:rPr>
        <w:rFonts w:cs="Arial"/>
        <w:b/>
        <w:i/>
        <w:sz w:val="16"/>
        <w:szCs w:val="16"/>
      </w:rPr>
      <w:fldChar w:fldCharType="separate"/>
    </w:r>
    <w:r w:rsidR="00CB6D81">
      <w:rPr>
        <w:rFonts w:cs="Arial"/>
        <w:b/>
        <w:i/>
        <w:noProof/>
        <w:sz w:val="16"/>
        <w:szCs w:val="16"/>
        <w:lang w:val="es-MX"/>
      </w:rPr>
      <w:t>1</w:t>
    </w:r>
    <w:r w:rsidR="00D3131D" w:rsidRPr="005A7F3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A6E13" w14:textId="77777777" w:rsidR="00084C3C" w:rsidRDefault="00084C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AF649" w14:textId="77777777" w:rsidR="00CB6D81" w:rsidRDefault="00CB6D81">
      <w:r>
        <w:separator/>
      </w:r>
    </w:p>
  </w:footnote>
  <w:footnote w:type="continuationSeparator" w:id="0">
    <w:p w14:paraId="513AF64A" w14:textId="77777777" w:rsidR="00CB6D81" w:rsidRDefault="00CB6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F8EB3" w14:textId="77777777" w:rsidR="00084C3C" w:rsidRDefault="00084C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AF64D" w14:textId="146C070B" w:rsidR="00D3131D" w:rsidRDefault="00614C1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13AF659" wp14:editId="0237094A">
          <wp:simplePos x="0" y="0"/>
          <wp:positionH relativeFrom="column">
            <wp:posOffset>-135255</wp:posOffset>
          </wp:positionH>
          <wp:positionV relativeFrom="paragraph">
            <wp:posOffset>66675</wp:posOffset>
          </wp:positionV>
          <wp:extent cx="590550" cy="714375"/>
          <wp:effectExtent l="0" t="0" r="0" b="0"/>
          <wp:wrapNone/>
          <wp:docPr id="8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40"/>
      <w:gridCol w:w="3087"/>
      <w:gridCol w:w="680"/>
      <w:gridCol w:w="442"/>
      <w:gridCol w:w="910"/>
    </w:tblGrid>
    <w:tr w:rsidR="00D3131D" w:rsidRPr="000B5C85" w14:paraId="513AF653" w14:textId="77777777" w:rsidTr="00614C1E">
      <w:trPr>
        <w:cantSplit/>
        <w:trHeight w:val="525"/>
      </w:trPr>
      <w:tc>
        <w:tcPr>
          <w:tcW w:w="4940" w:type="dxa"/>
          <w:tcBorders>
            <w:right w:val="nil"/>
          </w:tcBorders>
          <w:vAlign w:val="center"/>
        </w:tcPr>
        <w:p w14:paraId="513AF64E" w14:textId="77777777" w:rsidR="00D3131D" w:rsidRPr="003B73EE" w:rsidRDefault="00D3131D" w:rsidP="006211AC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5E3592">
            <w:rPr>
              <w:rFonts w:cs="Arial"/>
              <w:b/>
              <w:bCs/>
              <w:sz w:val="16"/>
            </w:rPr>
            <w:t xml:space="preserve">205.105, </w:t>
          </w:r>
          <w:r>
            <w:rPr>
              <w:rFonts w:cs="Arial"/>
              <w:b/>
              <w:bCs/>
              <w:sz w:val="16"/>
            </w:rPr>
            <w:t xml:space="preserve">205.203                                                                          </w:t>
          </w:r>
          <w:r>
            <w:rPr>
              <w:rFonts w:cs="Arial"/>
              <w:b/>
              <w:bCs/>
            </w:rPr>
            <w:t xml:space="preserve"> </w:t>
          </w:r>
        </w:p>
      </w:tc>
      <w:tc>
        <w:tcPr>
          <w:tcW w:w="3087" w:type="dxa"/>
          <w:tcBorders>
            <w:left w:val="nil"/>
          </w:tcBorders>
          <w:vAlign w:val="center"/>
        </w:tcPr>
        <w:p w14:paraId="513AF64F" w14:textId="77777777" w:rsidR="00D3131D" w:rsidRPr="003B73EE" w:rsidRDefault="00D3131D" w:rsidP="00A07C64">
          <w:pPr>
            <w:ind w:left="48" w:right="-75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>COMPOSTA Y ESTIÉRCOL</w:t>
          </w:r>
          <w:r w:rsidRPr="006211AC">
            <w:rPr>
              <w:rFonts w:cs="Arial"/>
              <w:b/>
              <w:bCs/>
              <w:sz w:val="22"/>
            </w:rPr>
            <w:t xml:space="preserve">        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13AF650" w14:textId="77777777" w:rsidR="00D3131D" w:rsidRDefault="00D3131D" w:rsidP="00D9555A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513AF651" w14:textId="77777777" w:rsidR="00D3131D" w:rsidRPr="000B5C85" w:rsidRDefault="00D3131D" w:rsidP="00D9555A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513AF652" w14:textId="77777777" w:rsidR="00D3131D" w:rsidRPr="000B5C85" w:rsidRDefault="00D3131D" w:rsidP="006211AC">
          <w:pPr>
            <w:pStyle w:val="Heading4"/>
            <w:framePr w:wrap="around"/>
            <w:ind w:right="-1112"/>
            <w:jc w:val="left"/>
          </w:pPr>
          <w:r>
            <w:t>G4.1</w:t>
          </w:r>
        </w:p>
      </w:tc>
    </w:tr>
    <w:tr w:rsidR="00D3131D" w:rsidRPr="000B5C85" w14:paraId="513AF656" w14:textId="77777777" w:rsidTr="00614C1E">
      <w:trPr>
        <w:cantSplit/>
        <w:trHeight w:val="360"/>
        <w:tblHeader/>
      </w:trPr>
      <w:tc>
        <w:tcPr>
          <w:tcW w:w="8707" w:type="dxa"/>
          <w:gridSpan w:val="3"/>
          <w:tcBorders>
            <w:right w:val="nil"/>
          </w:tcBorders>
          <w:vAlign w:val="center"/>
        </w:tcPr>
        <w:p w14:paraId="513AF654" w14:textId="77777777" w:rsidR="00D3131D" w:rsidRPr="00272E98" w:rsidRDefault="000A1066" w:rsidP="006211AC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383C3F" w:rsidRPr="00272E98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r w:rsidR="00272E98">
            <w:fldChar w:fldCharType="begin"/>
          </w:r>
          <w:r w:rsidR="00272E98" w:rsidRPr="00C97355">
            <w:rPr>
              <w:lang w:val="es-ES"/>
            </w:rPr>
            <w:instrText>HYPERLINK "http://www.ccof.org/es/documentos"</w:instrText>
          </w:r>
          <w:r w:rsidR="00272E98">
            <w:fldChar w:fldCharType="separate"/>
          </w:r>
          <w:r w:rsidR="00272E98" w:rsidRPr="001F0828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www.ccof.org/es/documentos</w:t>
          </w:r>
          <w:r w:rsidR="00272E98">
            <w:fldChar w:fldCharType="end"/>
          </w: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272E9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13AF655" w14:textId="77777777" w:rsidR="00D3131D" w:rsidRPr="00272E98" w:rsidRDefault="00D3131D" w:rsidP="00D9555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 </w:t>
          </w:r>
          <w:r w:rsidRPr="00272E98">
            <w:rPr>
              <w:rFonts w:cs="Arial"/>
              <w:b/>
              <w:bCs/>
              <w:sz w:val="16"/>
              <w:szCs w:val="16"/>
            </w:rPr>
            <w:t xml:space="preserve">Página 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272E98">
            <w:rPr>
              <w:rFonts w:cs="Arial"/>
              <w:b/>
              <w:bCs/>
              <w:sz w:val="16"/>
              <w:szCs w:val="16"/>
            </w:rPr>
            <w:instrText xml:space="preserve"> PAGE </w:instrTex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CB6D81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end"/>
          </w:r>
          <w:r w:rsidRPr="00272E98">
            <w:rPr>
              <w:rFonts w:cs="Arial"/>
              <w:b/>
              <w:bCs/>
              <w:sz w:val="16"/>
              <w:szCs w:val="16"/>
            </w:rPr>
            <w:t xml:space="preserve"> de 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272E98">
            <w:rPr>
              <w:rFonts w:cs="Arial"/>
              <w:b/>
              <w:bCs/>
              <w:sz w:val="16"/>
              <w:szCs w:val="16"/>
            </w:rPr>
            <w:instrText xml:space="preserve"> NUMPAGES </w:instrTex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CB6D81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3AF657" w14:textId="751BB7AE" w:rsidR="00D3131D" w:rsidRDefault="00614C1E" w:rsidP="00003DC2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13AF65A" wp14:editId="015A026D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6530975" cy="685800"/>
              <wp:effectExtent l="0" t="4445" r="3175" b="0"/>
              <wp:wrapNone/>
              <wp:docPr id="148161078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3AF65C" w14:textId="77777777" w:rsidR="00D3131D" w:rsidRDefault="00D3131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AF65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9.35pt;width:514.25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HD8pHTcAAAACAEAAA8AAABkcnMvZG93&#10;bnJldi54bWxMj81OhEAQhO8mvsOkTbwYd5C4gMiwURON1/15gAZ6gcj0EGZ2Yd/e3pPeursq1V8V&#10;m8UO6kyT7x0beFpFoIhr1/TcGjjsPx8zUD4gNzg4JgMX8rApb28KzBs385bOu9AqCWGfo4EuhDHX&#10;2tcdWfQrNxKLdnSTxSDr1OpmwlnC7aDjKEq0xZ7lQ4cjfXRU/+xO1sDxe35Yv8zVVzik2+fkHfu0&#10;chdj7u+Wt1dQgZbwZ4YrvqBDKUyVO3Hj1WBAigS5ZimoqxrF2RpUJVOcpKDLQv8vUP4C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cPykdNwAAAAIAQAADwAAAAAAAAAAAAAAAABPBAAA&#10;ZHJzL2Rvd25yZXYueG1sUEsFBgAAAAAEAAQA8wAAAFgFAAAAAA==&#10;" stroked="f">
              <v:textbox>
                <w:txbxContent>
                  <w:p w14:paraId="513AF65C" w14:textId="77777777" w:rsidR="00D3131D" w:rsidRDefault="00D3131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3D77" w14:textId="77777777" w:rsidR="00084C3C" w:rsidRDefault="00084C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A24ED6"/>
    <w:multiLevelType w:val="hybridMultilevel"/>
    <w:tmpl w:val="47BA2F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0D2F3C"/>
    <w:multiLevelType w:val="hybridMultilevel"/>
    <w:tmpl w:val="26EC9B88"/>
    <w:lvl w:ilvl="0" w:tplc="51D48C6A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  <w:lang w:val="es-MX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A06FD"/>
    <w:multiLevelType w:val="hybridMultilevel"/>
    <w:tmpl w:val="B3D483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261EE"/>
    <w:multiLevelType w:val="hybridMultilevel"/>
    <w:tmpl w:val="40C0867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5F6"/>
    <w:multiLevelType w:val="hybridMultilevel"/>
    <w:tmpl w:val="E8F47BB4"/>
    <w:lvl w:ilvl="0" w:tplc="2E34D2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32408"/>
    <w:multiLevelType w:val="hybridMultilevel"/>
    <w:tmpl w:val="83E677C0"/>
    <w:lvl w:ilvl="0" w:tplc="A09AB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5C4A03"/>
    <w:multiLevelType w:val="hybridMultilevel"/>
    <w:tmpl w:val="4B182B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D0457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D372A"/>
    <w:multiLevelType w:val="hybridMultilevel"/>
    <w:tmpl w:val="CAC6A570"/>
    <w:lvl w:ilvl="0" w:tplc="366665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7CC98F0">
      <w:start w:val="2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353515"/>
    <w:multiLevelType w:val="hybridMultilevel"/>
    <w:tmpl w:val="51F6CB7E"/>
    <w:lvl w:ilvl="0" w:tplc="2CA621C6">
      <w:start w:val="1"/>
      <w:numFmt w:val="upperLetter"/>
      <w:lvlText w:val="%1."/>
      <w:lvlJc w:val="left"/>
      <w:pPr>
        <w:ind w:left="360" w:firstLine="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D5534"/>
    <w:multiLevelType w:val="hybridMultilevel"/>
    <w:tmpl w:val="847AC988"/>
    <w:lvl w:ilvl="0" w:tplc="81DECA4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9220716"/>
    <w:multiLevelType w:val="hybridMultilevel"/>
    <w:tmpl w:val="A4E8C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90018"/>
    <w:multiLevelType w:val="hybridMultilevel"/>
    <w:tmpl w:val="AC50FE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002E7E"/>
    <w:multiLevelType w:val="hybridMultilevel"/>
    <w:tmpl w:val="822A27EA"/>
    <w:lvl w:ilvl="0" w:tplc="B07CFEA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D6416D"/>
    <w:multiLevelType w:val="hybridMultilevel"/>
    <w:tmpl w:val="0AA0F392"/>
    <w:lvl w:ilvl="0" w:tplc="DFCE832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9D13B7"/>
    <w:multiLevelType w:val="hybridMultilevel"/>
    <w:tmpl w:val="27EABD08"/>
    <w:lvl w:ilvl="0" w:tplc="3552F284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FA4176"/>
    <w:multiLevelType w:val="hybridMultilevel"/>
    <w:tmpl w:val="570E31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863B8"/>
    <w:multiLevelType w:val="hybridMultilevel"/>
    <w:tmpl w:val="9282204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B91E80"/>
    <w:multiLevelType w:val="hybridMultilevel"/>
    <w:tmpl w:val="E88015B8"/>
    <w:lvl w:ilvl="0" w:tplc="AC90C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E35DAA"/>
    <w:multiLevelType w:val="hybridMultilevel"/>
    <w:tmpl w:val="83F017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B5DD1"/>
    <w:multiLevelType w:val="hybridMultilevel"/>
    <w:tmpl w:val="EB326A32"/>
    <w:lvl w:ilvl="0" w:tplc="9328CB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1D40EC"/>
    <w:multiLevelType w:val="hybridMultilevel"/>
    <w:tmpl w:val="B0E27490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2362453">
    <w:abstractNumId w:val="1"/>
  </w:num>
  <w:num w:numId="2" w16cid:durableId="191110939">
    <w:abstractNumId w:val="20"/>
  </w:num>
  <w:num w:numId="3" w16cid:durableId="2070298016">
    <w:abstractNumId w:val="17"/>
  </w:num>
  <w:num w:numId="4" w16cid:durableId="430007585">
    <w:abstractNumId w:val="23"/>
  </w:num>
  <w:num w:numId="5" w16cid:durableId="2082436413">
    <w:abstractNumId w:val="10"/>
  </w:num>
  <w:num w:numId="6" w16cid:durableId="1876581384">
    <w:abstractNumId w:val="21"/>
  </w:num>
  <w:num w:numId="7" w16cid:durableId="1753892652">
    <w:abstractNumId w:val="0"/>
  </w:num>
  <w:num w:numId="8" w16cid:durableId="1087195947">
    <w:abstractNumId w:val="9"/>
  </w:num>
  <w:num w:numId="9" w16cid:durableId="677343220">
    <w:abstractNumId w:val="3"/>
  </w:num>
  <w:num w:numId="10" w16cid:durableId="372195350">
    <w:abstractNumId w:val="22"/>
  </w:num>
  <w:num w:numId="11" w16cid:durableId="1050156048">
    <w:abstractNumId w:val="7"/>
  </w:num>
  <w:num w:numId="12" w16cid:durableId="412555385">
    <w:abstractNumId w:val="6"/>
  </w:num>
  <w:num w:numId="13" w16cid:durableId="625433543">
    <w:abstractNumId w:val="15"/>
  </w:num>
  <w:num w:numId="14" w16cid:durableId="2023700846">
    <w:abstractNumId w:val="4"/>
  </w:num>
  <w:num w:numId="15" w16cid:durableId="248661195">
    <w:abstractNumId w:val="5"/>
  </w:num>
  <w:num w:numId="16" w16cid:durableId="674190850">
    <w:abstractNumId w:val="8"/>
  </w:num>
  <w:num w:numId="17" w16cid:durableId="1871916463">
    <w:abstractNumId w:val="1"/>
  </w:num>
  <w:num w:numId="18" w16cid:durableId="621425175">
    <w:abstractNumId w:val="18"/>
  </w:num>
  <w:num w:numId="19" w16cid:durableId="1574928378">
    <w:abstractNumId w:val="1"/>
  </w:num>
  <w:num w:numId="20" w16cid:durableId="1549028521">
    <w:abstractNumId w:val="13"/>
  </w:num>
  <w:num w:numId="21" w16cid:durableId="1970628572">
    <w:abstractNumId w:val="16"/>
  </w:num>
  <w:num w:numId="22" w16cid:durableId="1236234471">
    <w:abstractNumId w:val="19"/>
  </w:num>
  <w:num w:numId="23" w16cid:durableId="745807916">
    <w:abstractNumId w:val="12"/>
  </w:num>
  <w:num w:numId="24" w16cid:durableId="1200431478">
    <w:abstractNumId w:val="2"/>
  </w:num>
  <w:num w:numId="25" w16cid:durableId="1871331589">
    <w:abstractNumId w:val="14"/>
  </w:num>
  <w:num w:numId="26" w16cid:durableId="17072209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pSqGbLayMBNGouHdK0gjvYvHV78AbvdUfMojTl2Bem2YmqUaIugTRMO96m1PgTHzHzAOr0P3NkIHpsSe0L2XA==" w:salt="hKwB6aiLXe99gGXMJ9WGgg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3DC2"/>
    <w:rsid w:val="00006457"/>
    <w:rsid w:val="00023DFA"/>
    <w:rsid w:val="00031432"/>
    <w:rsid w:val="000466AB"/>
    <w:rsid w:val="00065179"/>
    <w:rsid w:val="000776F0"/>
    <w:rsid w:val="000808F5"/>
    <w:rsid w:val="00084C3C"/>
    <w:rsid w:val="000866A3"/>
    <w:rsid w:val="00093559"/>
    <w:rsid w:val="000A1066"/>
    <w:rsid w:val="000B7119"/>
    <w:rsid w:val="000C638E"/>
    <w:rsid w:val="000E3257"/>
    <w:rsid w:val="000F4756"/>
    <w:rsid w:val="00102365"/>
    <w:rsid w:val="00117259"/>
    <w:rsid w:val="00150CD6"/>
    <w:rsid w:val="00167FFA"/>
    <w:rsid w:val="00170C74"/>
    <w:rsid w:val="00182F9B"/>
    <w:rsid w:val="00192D9A"/>
    <w:rsid w:val="001944F0"/>
    <w:rsid w:val="001944F9"/>
    <w:rsid w:val="001A4E10"/>
    <w:rsid w:val="001B4BB7"/>
    <w:rsid w:val="001D2887"/>
    <w:rsid w:val="00240DE3"/>
    <w:rsid w:val="0024376F"/>
    <w:rsid w:val="00260778"/>
    <w:rsid w:val="00272E98"/>
    <w:rsid w:val="00281A44"/>
    <w:rsid w:val="0028456A"/>
    <w:rsid w:val="002A54F8"/>
    <w:rsid w:val="002B4D30"/>
    <w:rsid w:val="002C2835"/>
    <w:rsid w:val="002D4AEE"/>
    <w:rsid w:val="002D50D8"/>
    <w:rsid w:val="002E411D"/>
    <w:rsid w:val="0031650C"/>
    <w:rsid w:val="003228A2"/>
    <w:rsid w:val="00333323"/>
    <w:rsid w:val="0034454A"/>
    <w:rsid w:val="0035296E"/>
    <w:rsid w:val="0036698C"/>
    <w:rsid w:val="0036742B"/>
    <w:rsid w:val="00383C3F"/>
    <w:rsid w:val="00383F0B"/>
    <w:rsid w:val="003A143D"/>
    <w:rsid w:val="003B227B"/>
    <w:rsid w:val="003B2F7E"/>
    <w:rsid w:val="003B49AC"/>
    <w:rsid w:val="003C7C63"/>
    <w:rsid w:val="003F04D3"/>
    <w:rsid w:val="00400CAC"/>
    <w:rsid w:val="00404AB9"/>
    <w:rsid w:val="00405799"/>
    <w:rsid w:val="00416A14"/>
    <w:rsid w:val="00425D08"/>
    <w:rsid w:val="00427041"/>
    <w:rsid w:val="004321AF"/>
    <w:rsid w:val="0043550C"/>
    <w:rsid w:val="00435E62"/>
    <w:rsid w:val="00442AA2"/>
    <w:rsid w:val="0046358A"/>
    <w:rsid w:val="00470B47"/>
    <w:rsid w:val="004712FC"/>
    <w:rsid w:val="0048204D"/>
    <w:rsid w:val="00482DBC"/>
    <w:rsid w:val="00486881"/>
    <w:rsid w:val="0048785E"/>
    <w:rsid w:val="00496718"/>
    <w:rsid w:val="004A7FCF"/>
    <w:rsid w:val="004C1560"/>
    <w:rsid w:val="004C4F85"/>
    <w:rsid w:val="004E7484"/>
    <w:rsid w:val="004F310C"/>
    <w:rsid w:val="00500DA6"/>
    <w:rsid w:val="005067CC"/>
    <w:rsid w:val="00511F3A"/>
    <w:rsid w:val="00523C77"/>
    <w:rsid w:val="00525DF8"/>
    <w:rsid w:val="00540407"/>
    <w:rsid w:val="00574982"/>
    <w:rsid w:val="0058642C"/>
    <w:rsid w:val="00587CCE"/>
    <w:rsid w:val="005A528A"/>
    <w:rsid w:val="005A557B"/>
    <w:rsid w:val="005A7FA1"/>
    <w:rsid w:val="005B13A8"/>
    <w:rsid w:val="005B4A50"/>
    <w:rsid w:val="005D184C"/>
    <w:rsid w:val="005D1FE6"/>
    <w:rsid w:val="005D2DBC"/>
    <w:rsid w:val="005E3592"/>
    <w:rsid w:val="005E3BA6"/>
    <w:rsid w:val="005F37AC"/>
    <w:rsid w:val="00614C1E"/>
    <w:rsid w:val="006155E0"/>
    <w:rsid w:val="006211AC"/>
    <w:rsid w:val="006267E4"/>
    <w:rsid w:val="006273A5"/>
    <w:rsid w:val="006342ED"/>
    <w:rsid w:val="00636EC6"/>
    <w:rsid w:val="00644FF8"/>
    <w:rsid w:val="00647D99"/>
    <w:rsid w:val="006620C9"/>
    <w:rsid w:val="00665391"/>
    <w:rsid w:val="006718D6"/>
    <w:rsid w:val="00693AD3"/>
    <w:rsid w:val="006978DE"/>
    <w:rsid w:val="006B05D1"/>
    <w:rsid w:val="006B0A3C"/>
    <w:rsid w:val="006B166E"/>
    <w:rsid w:val="006C2EA6"/>
    <w:rsid w:val="006D0459"/>
    <w:rsid w:val="006D6957"/>
    <w:rsid w:val="006E0EC6"/>
    <w:rsid w:val="007132E8"/>
    <w:rsid w:val="0071338F"/>
    <w:rsid w:val="0072344E"/>
    <w:rsid w:val="00737960"/>
    <w:rsid w:val="00765285"/>
    <w:rsid w:val="00766E33"/>
    <w:rsid w:val="0076769B"/>
    <w:rsid w:val="00770765"/>
    <w:rsid w:val="00785191"/>
    <w:rsid w:val="00795882"/>
    <w:rsid w:val="007A6B54"/>
    <w:rsid w:val="007B3513"/>
    <w:rsid w:val="007C08B2"/>
    <w:rsid w:val="007C4F9E"/>
    <w:rsid w:val="007D1E25"/>
    <w:rsid w:val="007D38E0"/>
    <w:rsid w:val="007D75E2"/>
    <w:rsid w:val="007E3B45"/>
    <w:rsid w:val="00800BE1"/>
    <w:rsid w:val="00804953"/>
    <w:rsid w:val="00804D0C"/>
    <w:rsid w:val="00810251"/>
    <w:rsid w:val="008206FF"/>
    <w:rsid w:val="00835CD9"/>
    <w:rsid w:val="00836FAC"/>
    <w:rsid w:val="00852885"/>
    <w:rsid w:val="00872536"/>
    <w:rsid w:val="00876FEE"/>
    <w:rsid w:val="00883EAA"/>
    <w:rsid w:val="008A1398"/>
    <w:rsid w:val="008B1264"/>
    <w:rsid w:val="008B4DE7"/>
    <w:rsid w:val="008D2245"/>
    <w:rsid w:val="008D5978"/>
    <w:rsid w:val="008D6BDA"/>
    <w:rsid w:val="008F3269"/>
    <w:rsid w:val="009240EA"/>
    <w:rsid w:val="009369DD"/>
    <w:rsid w:val="009505D1"/>
    <w:rsid w:val="00961B97"/>
    <w:rsid w:val="00973958"/>
    <w:rsid w:val="009A0324"/>
    <w:rsid w:val="009A5FD1"/>
    <w:rsid w:val="009B412B"/>
    <w:rsid w:val="009C5AC6"/>
    <w:rsid w:val="009C6B1D"/>
    <w:rsid w:val="00A06841"/>
    <w:rsid w:val="00A07C64"/>
    <w:rsid w:val="00A111D7"/>
    <w:rsid w:val="00A14F99"/>
    <w:rsid w:val="00A2255C"/>
    <w:rsid w:val="00A4279D"/>
    <w:rsid w:val="00A51B5B"/>
    <w:rsid w:val="00A60405"/>
    <w:rsid w:val="00A677BD"/>
    <w:rsid w:val="00A77D0B"/>
    <w:rsid w:val="00A85CCE"/>
    <w:rsid w:val="00A8726C"/>
    <w:rsid w:val="00A8757B"/>
    <w:rsid w:val="00AA3D5E"/>
    <w:rsid w:val="00AC0227"/>
    <w:rsid w:val="00AC5D0F"/>
    <w:rsid w:val="00AC6C4F"/>
    <w:rsid w:val="00AD1C4E"/>
    <w:rsid w:val="00AE3778"/>
    <w:rsid w:val="00AF03DA"/>
    <w:rsid w:val="00AF3C51"/>
    <w:rsid w:val="00B13294"/>
    <w:rsid w:val="00B27601"/>
    <w:rsid w:val="00B3226F"/>
    <w:rsid w:val="00B33DF4"/>
    <w:rsid w:val="00B3672A"/>
    <w:rsid w:val="00B37507"/>
    <w:rsid w:val="00B46D36"/>
    <w:rsid w:val="00B50BF9"/>
    <w:rsid w:val="00B51A59"/>
    <w:rsid w:val="00B51CCF"/>
    <w:rsid w:val="00B607E9"/>
    <w:rsid w:val="00B84E11"/>
    <w:rsid w:val="00BB2B56"/>
    <w:rsid w:val="00BB49D0"/>
    <w:rsid w:val="00BC00CF"/>
    <w:rsid w:val="00BD7C1B"/>
    <w:rsid w:val="00BE5F27"/>
    <w:rsid w:val="00BF17A3"/>
    <w:rsid w:val="00C04B14"/>
    <w:rsid w:val="00C425BB"/>
    <w:rsid w:val="00C5192E"/>
    <w:rsid w:val="00C52835"/>
    <w:rsid w:val="00C5340D"/>
    <w:rsid w:val="00C760BF"/>
    <w:rsid w:val="00C94186"/>
    <w:rsid w:val="00C97355"/>
    <w:rsid w:val="00CA34F6"/>
    <w:rsid w:val="00CA72C9"/>
    <w:rsid w:val="00CA7C1D"/>
    <w:rsid w:val="00CB6D81"/>
    <w:rsid w:val="00CC57BF"/>
    <w:rsid w:val="00CD4FAC"/>
    <w:rsid w:val="00CD6ECE"/>
    <w:rsid w:val="00CD79CD"/>
    <w:rsid w:val="00CE5C4E"/>
    <w:rsid w:val="00D12145"/>
    <w:rsid w:val="00D21755"/>
    <w:rsid w:val="00D24DE4"/>
    <w:rsid w:val="00D3131D"/>
    <w:rsid w:val="00D357D9"/>
    <w:rsid w:val="00D35AA6"/>
    <w:rsid w:val="00D41808"/>
    <w:rsid w:val="00D53AD8"/>
    <w:rsid w:val="00D55393"/>
    <w:rsid w:val="00D630E9"/>
    <w:rsid w:val="00D67122"/>
    <w:rsid w:val="00D67A85"/>
    <w:rsid w:val="00D72074"/>
    <w:rsid w:val="00D76F1B"/>
    <w:rsid w:val="00D9555A"/>
    <w:rsid w:val="00DA6D2A"/>
    <w:rsid w:val="00E02921"/>
    <w:rsid w:val="00E37C28"/>
    <w:rsid w:val="00E625A1"/>
    <w:rsid w:val="00E92DDF"/>
    <w:rsid w:val="00E963CD"/>
    <w:rsid w:val="00EA6817"/>
    <w:rsid w:val="00EF1386"/>
    <w:rsid w:val="00F04D63"/>
    <w:rsid w:val="00F1312E"/>
    <w:rsid w:val="00F1358C"/>
    <w:rsid w:val="00F331F1"/>
    <w:rsid w:val="00F43BF4"/>
    <w:rsid w:val="00F51D5C"/>
    <w:rsid w:val="00F94B8F"/>
    <w:rsid w:val="00F94CA9"/>
    <w:rsid w:val="00FA62F8"/>
    <w:rsid w:val="00FB1603"/>
    <w:rsid w:val="00FB30A7"/>
    <w:rsid w:val="00FC1FF5"/>
    <w:rsid w:val="00FE14B7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13AF623"/>
  <w15:chartTrackingRefBased/>
  <w15:docId w15:val="{D19A5193-D26F-4106-BF3D-12AC1E71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11AC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6742B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6742B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6742B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6742B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6742B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36742B"/>
    <w:pPr>
      <w:spacing w:after="120" w:line="480" w:lineRule="auto"/>
    </w:pPr>
  </w:style>
  <w:style w:type="paragraph" w:customStyle="1" w:styleId="Indentwithtabs">
    <w:name w:val="Indent with tabs"/>
    <w:basedOn w:val="Normal"/>
    <w:rsid w:val="0036742B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36742B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table" w:styleId="TableGrid">
    <w:name w:val="Table Grid"/>
    <w:basedOn w:val="TableNormal"/>
    <w:rsid w:val="00093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3559"/>
    <w:rPr>
      <w:color w:val="0000FF"/>
      <w:u w:val="single"/>
    </w:rPr>
  </w:style>
  <w:style w:type="paragraph" w:styleId="DocumentMap">
    <w:name w:val="Document Map"/>
    <w:basedOn w:val="Normal"/>
    <w:semiHidden/>
    <w:rsid w:val="007234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6211AC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6D69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6957"/>
    <w:rPr>
      <w:sz w:val="20"/>
      <w:szCs w:val="20"/>
    </w:rPr>
  </w:style>
  <w:style w:type="character" w:customStyle="1" w:styleId="CommentTextChar">
    <w:name w:val="Comment Text Char"/>
    <w:link w:val="CommentText"/>
    <w:rsid w:val="006D695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D6957"/>
    <w:rPr>
      <w:b/>
      <w:bCs/>
    </w:rPr>
  </w:style>
  <w:style w:type="character" w:customStyle="1" w:styleId="CommentSubjectChar">
    <w:name w:val="Comment Subject Char"/>
    <w:link w:val="CommentSubject"/>
    <w:rsid w:val="006D6957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6D6957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6D6957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9C5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457164E-327A-44BA-9C56-A34F763E85D0}"/>
</file>

<file path=customXml/itemProps2.xml><?xml version="1.0" encoding="utf-8"?>
<ds:datastoreItem xmlns:ds="http://schemas.openxmlformats.org/officeDocument/2006/customXml" ds:itemID="{DFF7A924-5ADC-4360-A4A9-DA19317001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1D8AE-0C0C-4061-8071-CBBC60F87A29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09ababc6-fd81-4b54-b3d2-b3b9331a54f2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5baac6e-00ee-4400-8471-a7ea50d0936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70B4D8-E055-4522-B887-CBDAD5F4822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D3321C-3671-4880-9A6D-52D48EE405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G4.1-es</vt:lpstr>
    </vt:vector>
  </TitlesOfParts>
  <Company>California Certified Organic Farmers Inc.</Company>
  <LinksUpToDate>false</LinksUpToDate>
  <CharactersWithSpaces>5580</CharactersWithSpaces>
  <SharedDoc>false</SharedDoc>
  <HLinks>
    <vt:vector size="18" baseType="variant">
      <vt:variant>
        <vt:i4>7405610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G4.1-es</dc:title>
  <dc:subject/>
  <dc:creator>Network Administrator</dc:creator>
  <cp:keywords/>
  <cp:lastModifiedBy>Chloe Tsudama</cp:lastModifiedBy>
  <cp:revision>9</cp:revision>
  <cp:lastPrinted>2018-12-04T15:54:00Z</cp:lastPrinted>
  <dcterms:created xsi:type="dcterms:W3CDTF">2021-09-23T17:26:00Z</dcterms:created>
  <dcterms:modified xsi:type="dcterms:W3CDTF">2025-04-23T22:48:00Z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