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80" w:type="dxa"/>
        <w:tblLayout w:type="fixed"/>
        <w:tblCellMar>
          <w:left w:w="115" w:type="dxa"/>
          <w:right w:w="115" w:type="dxa"/>
        </w:tblCellMar>
        <w:tblLook w:val="01E0" w:firstRow="1" w:lastRow="1" w:firstColumn="1" w:lastColumn="1" w:noHBand="0" w:noVBand="0"/>
      </w:tblPr>
      <w:tblGrid>
        <w:gridCol w:w="1710"/>
        <w:gridCol w:w="10080"/>
        <w:gridCol w:w="720"/>
        <w:gridCol w:w="2070"/>
      </w:tblGrid>
      <w:tr w:rsidR="003B68D6" w:rsidRPr="009D30AC" w14:paraId="1490F9E0" w14:textId="77777777" w:rsidTr="003C6E09">
        <w:trPr>
          <w:cantSplit/>
          <w:trHeight w:hRule="exact" w:val="360"/>
        </w:trPr>
        <w:tc>
          <w:tcPr>
            <w:tcW w:w="1710" w:type="dxa"/>
            <w:vAlign w:val="center"/>
          </w:tcPr>
          <w:p w14:paraId="75EBF08D" w14:textId="77777777" w:rsidR="003B68D6" w:rsidRPr="009D30AC" w:rsidRDefault="003B68D6" w:rsidP="009D30AC">
            <w:pPr>
              <w:spacing w:before="60"/>
              <w:ind w:left="-115" w:right="-43"/>
              <w:rPr>
                <w:rFonts w:cs="Arial"/>
                <w:sz w:val="20"/>
                <w:szCs w:val="20"/>
              </w:rPr>
            </w:pPr>
            <w:r w:rsidRPr="009D30AC">
              <w:rPr>
                <w:rFonts w:cs="Arial"/>
                <w:b/>
                <w:bCs/>
                <w:sz w:val="20"/>
                <w:szCs w:val="20"/>
              </w:rPr>
              <w:t>Operation Name:</w:t>
            </w:r>
          </w:p>
        </w:tc>
        <w:tc>
          <w:tcPr>
            <w:tcW w:w="10080" w:type="dxa"/>
            <w:tcBorders>
              <w:bottom w:val="single" w:sz="4" w:space="0" w:color="auto"/>
            </w:tcBorders>
            <w:vAlign w:val="center"/>
          </w:tcPr>
          <w:p w14:paraId="777835D9" w14:textId="77777777" w:rsidR="003B68D6" w:rsidRPr="009D30AC" w:rsidRDefault="003B68D6" w:rsidP="009D30AC">
            <w:pPr>
              <w:spacing w:before="60"/>
              <w:ind w:left="-115" w:right="-43"/>
              <w:rPr>
                <w:rFonts w:cs="Arial"/>
                <w:b/>
                <w:color w:val="0070C0"/>
                <w:sz w:val="20"/>
                <w:szCs w:val="20"/>
              </w:rPr>
            </w:pPr>
            <w:r w:rsidRPr="009D30AC">
              <w:rPr>
                <w:rFonts w:cs="Arial"/>
                <w:b/>
                <w:color w:val="0070C0"/>
                <w:spacing w:val="-10"/>
                <w:sz w:val="20"/>
                <w:szCs w:val="20"/>
              </w:rPr>
              <w:fldChar w:fldCharType="begin">
                <w:ffData>
                  <w:name w:val="Text127"/>
                  <w:enabled/>
                  <w:calcOnExit w:val="0"/>
                  <w:textInput/>
                </w:ffData>
              </w:fldChar>
            </w:r>
            <w:bookmarkStart w:id="0" w:name="Text127"/>
            <w:r w:rsidRPr="009D30AC">
              <w:rPr>
                <w:rFonts w:cs="Arial"/>
                <w:b/>
                <w:color w:val="0070C0"/>
                <w:spacing w:val="-10"/>
                <w:sz w:val="20"/>
                <w:szCs w:val="20"/>
              </w:rPr>
              <w:instrText xml:space="preserve"> FORMTEXT </w:instrText>
            </w:r>
            <w:r w:rsidRPr="009D30AC">
              <w:rPr>
                <w:rFonts w:cs="Arial"/>
                <w:b/>
                <w:color w:val="0070C0"/>
                <w:spacing w:val="-10"/>
                <w:sz w:val="20"/>
                <w:szCs w:val="20"/>
              </w:rPr>
            </w:r>
            <w:r w:rsidRPr="009D30AC">
              <w:rPr>
                <w:rFonts w:cs="Arial"/>
                <w:b/>
                <w:color w:val="0070C0"/>
                <w:spacing w:val="-10"/>
                <w:sz w:val="20"/>
                <w:szCs w:val="20"/>
              </w:rPr>
              <w:fldChar w:fldCharType="separate"/>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color w:val="0070C0"/>
                <w:spacing w:val="-10"/>
                <w:sz w:val="20"/>
                <w:szCs w:val="20"/>
              </w:rPr>
              <w:fldChar w:fldCharType="end"/>
            </w:r>
            <w:bookmarkEnd w:id="0"/>
          </w:p>
        </w:tc>
        <w:tc>
          <w:tcPr>
            <w:tcW w:w="720" w:type="dxa"/>
            <w:tcBorders>
              <w:left w:val="nil"/>
            </w:tcBorders>
            <w:vAlign w:val="center"/>
          </w:tcPr>
          <w:p w14:paraId="59B6C3EF" w14:textId="77777777" w:rsidR="003B68D6" w:rsidRPr="009D30AC" w:rsidRDefault="003B68D6" w:rsidP="003C6E09">
            <w:pPr>
              <w:spacing w:before="60"/>
              <w:ind w:right="-43"/>
              <w:rPr>
                <w:rFonts w:cs="Arial"/>
                <w:b/>
                <w:sz w:val="20"/>
                <w:szCs w:val="20"/>
              </w:rPr>
            </w:pPr>
            <w:r w:rsidRPr="009D30AC">
              <w:rPr>
                <w:rFonts w:cs="Arial"/>
                <w:b/>
                <w:sz w:val="20"/>
                <w:szCs w:val="20"/>
              </w:rPr>
              <w:t>Date:</w:t>
            </w:r>
          </w:p>
        </w:tc>
        <w:tc>
          <w:tcPr>
            <w:tcW w:w="2070" w:type="dxa"/>
            <w:tcBorders>
              <w:bottom w:val="single" w:sz="4" w:space="0" w:color="auto"/>
            </w:tcBorders>
            <w:vAlign w:val="center"/>
          </w:tcPr>
          <w:p w14:paraId="53879CA3" w14:textId="77777777" w:rsidR="003B68D6" w:rsidRPr="009D30AC" w:rsidRDefault="003B68D6" w:rsidP="009D30AC">
            <w:pPr>
              <w:spacing w:before="60"/>
              <w:ind w:left="-115" w:right="-43"/>
              <w:rPr>
                <w:rFonts w:cs="Arial"/>
                <w:b/>
                <w:color w:val="0070C0"/>
                <w:sz w:val="20"/>
                <w:szCs w:val="20"/>
              </w:rPr>
            </w:pPr>
            <w:r w:rsidRPr="009D30AC">
              <w:rPr>
                <w:rFonts w:cs="Arial"/>
                <w:b/>
                <w:color w:val="0070C0"/>
                <w:sz w:val="20"/>
                <w:szCs w:val="20"/>
              </w:rPr>
              <w:fldChar w:fldCharType="begin">
                <w:ffData>
                  <w:name w:val="Text36"/>
                  <w:enabled/>
                  <w:calcOnExit w:val="0"/>
                  <w:textInput/>
                </w:ffData>
              </w:fldChar>
            </w:r>
            <w:r w:rsidRPr="009D30AC">
              <w:rPr>
                <w:rFonts w:cs="Arial"/>
                <w:b/>
                <w:color w:val="0070C0"/>
                <w:sz w:val="20"/>
                <w:szCs w:val="20"/>
              </w:rPr>
              <w:instrText xml:space="preserve"> FORMTEXT </w:instrText>
            </w:r>
            <w:r w:rsidRPr="009D30AC">
              <w:rPr>
                <w:rFonts w:cs="Arial"/>
                <w:b/>
                <w:color w:val="0070C0"/>
                <w:sz w:val="20"/>
                <w:szCs w:val="20"/>
              </w:rPr>
            </w:r>
            <w:r w:rsidRPr="009D30AC">
              <w:rPr>
                <w:rFonts w:cs="Arial"/>
                <w:b/>
                <w:color w:val="0070C0"/>
                <w:sz w:val="20"/>
                <w:szCs w:val="20"/>
              </w:rPr>
              <w:fldChar w:fldCharType="separate"/>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color w:val="0070C0"/>
                <w:sz w:val="20"/>
                <w:szCs w:val="20"/>
              </w:rPr>
              <w:fldChar w:fldCharType="end"/>
            </w:r>
          </w:p>
        </w:tc>
      </w:tr>
    </w:tbl>
    <w:p w14:paraId="18A382D2" w14:textId="1C622B66" w:rsidR="00374385" w:rsidRPr="00374385" w:rsidRDefault="00735DE6" w:rsidP="003C7E5F">
      <w:pPr>
        <w:pStyle w:val="ListParagraph"/>
        <w:numPr>
          <w:ilvl w:val="0"/>
          <w:numId w:val="6"/>
        </w:numPr>
        <w:spacing w:before="60" w:after="0"/>
        <w:rPr>
          <w:rFonts w:cs="Arial"/>
          <w:i/>
          <w:szCs w:val="20"/>
        </w:rPr>
      </w:pPr>
      <w:r w:rsidRPr="004925F9">
        <w:rPr>
          <w:rFonts w:cs="Arial"/>
          <w:szCs w:val="20"/>
        </w:rPr>
        <w:t xml:space="preserve">List </w:t>
      </w:r>
      <w:r w:rsidRPr="00933C0E">
        <w:rPr>
          <w:rFonts w:cs="Arial"/>
          <w:szCs w:val="20"/>
        </w:rPr>
        <w:t xml:space="preserve">finished </w:t>
      </w:r>
      <w:r w:rsidR="00022B04" w:rsidRPr="00933C0E">
        <w:rPr>
          <w:rFonts w:cs="Arial"/>
          <w:szCs w:val="20"/>
        </w:rPr>
        <w:t xml:space="preserve">organic </w:t>
      </w:r>
      <w:r w:rsidRPr="00933C0E">
        <w:rPr>
          <w:rFonts w:cs="Arial"/>
          <w:szCs w:val="20"/>
        </w:rPr>
        <w:t xml:space="preserve">products </w:t>
      </w:r>
      <w:r w:rsidRPr="00B00E69">
        <w:rPr>
          <w:rFonts w:cs="Arial"/>
          <w:szCs w:val="20"/>
        </w:rPr>
        <w:t>below</w:t>
      </w:r>
      <w:r w:rsidRPr="004925F9">
        <w:rPr>
          <w:rFonts w:cs="Arial"/>
          <w:szCs w:val="20"/>
        </w:rPr>
        <w:t xml:space="preserve">, including private label </w:t>
      </w:r>
      <w:r w:rsidR="00FC26CC">
        <w:rPr>
          <w:rFonts w:cs="Arial"/>
          <w:szCs w:val="20"/>
        </w:rPr>
        <w:t xml:space="preserve">brand </w:t>
      </w:r>
      <w:r w:rsidRPr="004925F9">
        <w:rPr>
          <w:rFonts w:cs="Arial"/>
          <w:szCs w:val="20"/>
        </w:rPr>
        <w:t>products</w:t>
      </w:r>
      <w:r w:rsidR="00892C70">
        <w:rPr>
          <w:rFonts w:cs="Arial"/>
          <w:szCs w:val="20"/>
        </w:rPr>
        <w:t xml:space="preserve"> co-packed for others</w:t>
      </w:r>
      <w:r w:rsidRPr="004925F9">
        <w:rPr>
          <w:rFonts w:cs="Arial"/>
          <w:i/>
          <w:szCs w:val="20"/>
        </w:rPr>
        <w:t xml:space="preserve">. </w:t>
      </w:r>
      <w:r w:rsidR="00EE145E">
        <w:t xml:space="preserve">An </w:t>
      </w:r>
      <w:hyperlink r:id="rId11">
        <w:r w:rsidR="00EE145E" w:rsidRPr="2B201844">
          <w:rPr>
            <w:rStyle w:val="Hyperlink"/>
            <w:b/>
            <w:bCs/>
          </w:rPr>
          <w:t>Excel version</w:t>
        </w:r>
      </w:hyperlink>
      <w:r w:rsidR="00EE145E">
        <w:t xml:space="preserve"> of this document is available online or by contacting CCOF.</w:t>
      </w:r>
    </w:p>
    <w:p w14:paraId="2D1B1D87" w14:textId="5E7E6002" w:rsidR="004925F9" w:rsidRPr="006E3F60" w:rsidRDefault="00735DE6" w:rsidP="00374385">
      <w:pPr>
        <w:pStyle w:val="ListParagraph"/>
        <w:spacing w:before="60" w:after="0"/>
        <w:ind w:left="360"/>
        <w:rPr>
          <w:rFonts w:cs="Arial"/>
          <w:i/>
          <w:szCs w:val="20"/>
        </w:rPr>
      </w:pPr>
      <w:r w:rsidRPr="004925F9">
        <w:rPr>
          <w:rFonts w:cs="Arial"/>
          <w:i/>
          <w:szCs w:val="20"/>
        </w:rPr>
        <w:t xml:space="preserve">Product category, detail and brand name will appear on your </w:t>
      </w:r>
      <w:r w:rsidR="00FF1BB7">
        <w:rPr>
          <w:rFonts w:cs="Arial"/>
          <w:i/>
          <w:szCs w:val="20"/>
        </w:rPr>
        <w:t xml:space="preserve">CCOF </w:t>
      </w:r>
      <w:r w:rsidR="00886E6B">
        <w:rPr>
          <w:rFonts w:cs="Arial"/>
          <w:i/>
          <w:szCs w:val="20"/>
        </w:rPr>
        <w:t>C</w:t>
      </w:r>
      <w:r w:rsidR="00763F0B">
        <w:rPr>
          <w:rFonts w:cs="Arial"/>
          <w:i/>
          <w:szCs w:val="20"/>
        </w:rPr>
        <w:t xml:space="preserve">lient </w:t>
      </w:r>
      <w:r w:rsidR="00886E6B">
        <w:rPr>
          <w:rFonts w:cs="Arial"/>
          <w:i/>
          <w:szCs w:val="20"/>
        </w:rPr>
        <w:t>P</w:t>
      </w:r>
      <w:r w:rsidR="00763F0B">
        <w:rPr>
          <w:rFonts w:cs="Arial"/>
          <w:i/>
          <w:szCs w:val="20"/>
        </w:rPr>
        <w:t xml:space="preserve">rofile </w:t>
      </w:r>
      <w:r w:rsidR="00624D3F">
        <w:rPr>
          <w:rFonts w:cs="Arial"/>
          <w:i/>
          <w:szCs w:val="20"/>
        </w:rPr>
        <w:t>(</w:t>
      </w:r>
      <w:r w:rsidRPr="004925F9">
        <w:rPr>
          <w:rFonts w:cs="Arial"/>
          <w:i/>
          <w:szCs w:val="20"/>
        </w:rPr>
        <w:t>certificate</w:t>
      </w:r>
      <w:r w:rsidR="00763F0B">
        <w:rPr>
          <w:rFonts w:cs="Arial"/>
          <w:i/>
          <w:szCs w:val="20"/>
        </w:rPr>
        <w:t xml:space="preserve"> addendum</w:t>
      </w:r>
      <w:r w:rsidR="00624D3F">
        <w:rPr>
          <w:rFonts w:cs="Arial"/>
          <w:i/>
          <w:szCs w:val="20"/>
        </w:rPr>
        <w:t>)</w:t>
      </w:r>
      <w:r w:rsidR="001B22EF">
        <w:rPr>
          <w:rFonts w:cs="Arial"/>
          <w:i/>
          <w:szCs w:val="20"/>
        </w:rPr>
        <w:t>;</w:t>
      </w:r>
      <w:r w:rsidR="00FC26CC">
        <w:rPr>
          <w:rFonts w:cs="Arial"/>
          <w:i/>
          <w:szCs w:val="20"/>
        </w:rPr>
        <w:t xml:space="preserve"> p</w:t>
      </w:r>
      <w:r w:rsidR="00FC26CC" w:rsidRPr="004925F9">
        <w:rPr>
          <w:rFonts w:cs="Arial"/>
          <w:i/>
          <w:szCs w:val="20"/>
        </w:rPr>
        <w:t>roduct category</w:t>
      </w:r>
      <w:r w:rsidR="00B67B54">
        <w:rPr>
          <w:rFonts w:cs="Arial"/>
          <w:i/>
          <w:szCs w:val="20"/>
        </w:rPr>
        <w:t xml:space="preserve"> and detail</w:t>
      </w:r>
      <w:r w:rsidR="00FC26CC" w:rsidRPr="004925F9">
        <w:rPr>
          <w:rFonts w:cs="Arial"/>
          <w:i/>
          <w:szCs w:val="20"/>
        </w:rPr>
        <w:t xml:space="preserve"> will appear in</w:t>
      </w:r>
      <w:r w:rsidR="006A4A53">
        <w:rPr>
          <w:rFonts w:cs="Arial"/>
          <w:i/>
          <w:szCs w:val="20"/>
        </w:rPr>
        <w:t xml:space="preserve"> USDA’s</w:t>
      </w:r>
      <w:r w:rsidR="00FC26CC">
        <w:rPr>
          <w:rFonts w:cs="Arial"/>
          <w:i/>
          <w:szCs w:val="20"/>
        </w:rPr>
        <w:t xml:space="preserve"> </w:t>
      </w:r>
      <w:hyperlink r:id="rId12" w:history="1">
        <w:r w:rsidR="00CE1402">
          <w:rPr>
            <w:rStyle w:val="Hyperlink"/>
            <w:rFonts w:cs="Arial"/>
            <w:b/>
            <w:bCs/>
            <w:i/>
            <w:iCs/>
            <w:szCs w:val="18"/>
          </w:rPr>
          <w:t>Organic Integrity Database (Integrity)</w:t>
        </w:r>
      </w:hyperlink>
      <w:r w:rsidRPr="00B57C46">
        <w:rPr>
          <w:rFonts w:cs="Arial"/>
          <w:b/>
          <w:bCs/>
          <w:i/>
          <w:szCs w:val="20"/>
        </w:rPr>
        <w:t>.</w:t>
      </w:r>
      <w:r w:rsidRPr="004925F9">
        <w:rPr>
          <w:rFonts w:cs="Arial"/>
          <w:i/>
          <w:szCs w:val="20"/>
        </w:rPr>
        <w:t xml:space="preserve"> CCOF reserves the right to modify product </w:t>
      </w:r>
      <w:r w:rsidR="00EC597E">
        <w:rPr>
          <w:rFonts w:cs="Arial"/>
          <w:i/>
          <w:szCs w:val="20"/>
        </w:rPr>
        <w:t>categories</w:t>
      </w:r>
      <w:r w:rsidR="00EC597E" w:rsidRPr="004925F9">
        <w:rPr>
          <w:rFonts w:cs="Arial"/>
          <w:i/>
          <w:szCs w:val="20"/>
        </w:rPr>
        <w:t xml:space="preserve"> </w:t>
      </w:r>
      <w:r w:rsidRPr="004925F9">
        <w:rPr>
          <w:rFonts w:cs="Arial"/>
          <w:i/>
          <w:szCs w:val="20"/>
        </w:rPr>
        <w:t>to reflect naming conventions.</w:t>
      </w:r>
    </w:p>
    <w:p w14:paraId="47383D99" w14:textId="03C5D666" w:rsidR="002F62E3" w:rsidRPr="00B57C46" w:rsidRDefault="001B22EF" w:rsidP="003C7E5F">
      <w:pPr>
        <w:pStyle w:val="ListParagraph"/>
        <w:numPr>
          <w:ilvl w:val="0"/>
          <w:numId w:val="6"/>
        </w:numPr>
        <w:spacing w:before="60" w:after="0"/>
        <w:rPr>
          <w:rFonts w:cs="Arial"/>
          <w:i/>
          <w:szCs w:val="20"/>
        </w:rPr>
      </w:pPr>
      <w:r>
        <w:rPr>
          <w:rFonts w:cs="Arial"/>
          <w:szCs w:val="18"/>
        </w:rPr>
        <w:t>Once you are certified, r</w:t>
      </w:r>
      <w:r w:rsidR="00E92C4F" w:rsidRPr="004925F9">
        <w:rPr>
          <w:rFonts w:cs="Arial"/>
          <w:szCs w:val="18"/>
        </w:rPr>
        <w:t xml:space="preserve">efer to your CCOF </w:t>
      </w:r>
      <w:r w:rsidR="00886E6B">
        <w:rPr>
          <w:rFonts w:cs="Arial"/>
          <w:szCs w:val="18"/>
        </w:rPr>
        <w:t>C</w:t>
      </w:r>
      <w:r w:rsidR="00E92C4F" w:rsidRPr="004925F9">
        <w:rPr>
          <w:rFonts w:cs="Arial"/>
          <w:szCs w:val="18"/>
        </w:rPr>
        <w:t xml:space="preserve">lient </w:t>
      </w:r>
      <w:r w:rsidR="00886E6B">
        <w:rPr>
          <w:rFonts w:cs="Arial"/>
          <w:szCs w:val="18"/>
        </w:rPr>
        <w:t>P</w:t>
      </w:r>
      <w:r w:rsidR="00E92C4F" w:rsidRPr="004925F9">
        <w:rPr>
          <w:rFonts w:cs="Arial"/>
          <w:szCs w:val="18"/>
        </w:rPr>
        <w:t>rofile for a complete list of all products currently included in your certification.</w:t>
      </w:r>
    </w:p>
    <w:p w14:paraId="208A6812" w14:textId="5DAC9596" w:rsidR="00125942" w:rsidRPr="004925F9" w:rsidRDefault="003D41B5" w:rsidP="003C7E5F">
      <w:pPr>
        <w:pStyle w:val="ListParagraph"/>
        <w:numPr>
          <w:ilvl w:val="0"/>
          <w:numId w:val="6"/>
        </w:numPr>
        <w:spacing w:before="60" w:after="0"/>
        <w:rPr>
          <w:rFonts w:cs="Arial"/>
          <w:i/>
          <w:szCs w:val="20"/>
        </w:rPr>
      </w:pPr>
      <w:r>
        <w:t xml:space="preserve">Ensure all suppliers are listed on </w:t>
      </w:r>
      <w:hyperlink r:id="rId13" w:history="1">
        <w:r w:rsidR="00CF06FD">
          <w:rPr>
            <w:rStyle w:val="Hyperlink"/>
            <w:b/>
            <w:bCs/>
          </w:rPr>
          <w:t>H2.0A Ingredient Suppliers</w:t>
        </w:r>
      </w:hyperlink>
      <w:r>
        <w:t xml:space="preserve">. Submit </w:t>
      </w:r>
      <w:hyperlink r:id="rId14" w:history="1">
        <w:r w:rsidR="00CF06FD">
          <w:rPr>
            <w:rStyle w:val="Hyperlink"/>
            <w:b/>
            <w:bCs/>
          </w:rPr>
          <w:t>H2.0B Product Formulation</w:t>
        </w:r>
      </w:hyperlink>
      <w:r>
        <w:t xml:space="preserve"> for any new multi-ingredient product</w:t>
      </w:r>
      <w:r w:rsidR="00E943BE">
        <w:t>.</w:t>
      </w:r>
      <w:r w:rsidR="00125942">
        <w:rPr>
          <w:rFonts w:cs="Arial"/>
          <w:szCs w:val="18"/>
        </w:rPr>
        <w:t xml:space="preserve"> </w:t>
      </w:r>
    </w:p>
    <w:p w14:paraId="438D6962" w14:textId="7FCD2D3B" w:rsidR="00DA3BF4" w:rsidRPr="00933C0E" w:rsidRDefault="00591238" w:rsidP="00350FC4">
      <w:pPr>
        <w:pStyle w:val="ListParagraph"/>
        <w:numPr>
          <w:ilvl w:val="0"/>
          <w:numId w:val="8"/>
        </w:numPr>
        <w:tabs>
          <w:tab w:val="left" w:pos="360"/>
        </w:tabs>
        <w:spacing w:before="60" w:after="0" w:line="240" w:lineRule="auto"/>
        <w:ind w:left="360"/>
        <w:contextualSpacing w:val="0"/>
        <w:rPr>
          <w:rFonts w:cs="Arial"/>
          <w:szCs w:val="18"/>
        </w:rPr>
      </w:pPr>
      <w:r w:rsidRPr="00933C0E">
        <w:rPr>
          <w:rFonts w:cs="Arial"/>
          <w:bCs/>
          <w:color w:val="000000"/>
          <w:kern w:val="18"/>
          <w:szCs w:val="16"/>
        </w:rPr>
        <w:t>Attach</w:t>
      </w:r>
      <w:r w:rsidR="00DA3BF4" w:rsidRPr="00933C0E">
        <w:rPr>
          <w:rFonts w:cs="Arial"/>
          <w:bCs/>
          <w:color w:val="000000"/>
          <w:kern w:val="18"/>
          <w:szCs w:val="16"/>
        </w:rPr>
        <w:t xml:space="preserve"> all labels</w:t>
      </w:r>
      <w:r w:rsidR="00DA3BF4" w:rsidRPr="00B00E69">
        <w:rPr>
          <w:rFonts w:cs="Arial"/>
          <w:bCs/>
          <w:color w:val="000000"/>
          <w:kern w:val="18"/>
          <w:szCs w:val="16"/>
        </w:rPr>
        <w:t xml:space="preserve"> for</w:t>
      </w:r>
      <w:r w:rsidR="00DA3BF4" w:rsidRPr="000E7E4A">
        <w:rPr>
          <w:rFonts w:cs="Arial"/>
          <w:bCs/>
          <w:color w:val="000000"/>
          <w:kern w:val="18"/>
          <w:szCs w:val="16"/>
        </w:rPr>
        <w:t xml:space="preserve"> all </w:t>
      </w:r>
      <w:r w:rsidR="00DA3BF4">
        <w:rPr>
          <w:rFonts w:cs="Arial"/>
          <w:bCs/>
          <w:color w:val="000000"/>
          <w:kern w:val="18"/>
          <w:szCs w:val="16"/>
        </w:rPr>
        <w:t xml:space="preserve">organic </w:t>
      </w:r>
      <w:r w:rsidR="00DA3BF4" w:rsidRPr="000E7E4A">
        <w:rPr>
          <w:rFonts w:cs="Arial"/>
          <w:bCs/>
          <w:color w:val="000000"/>
          <w:kern w:val="18"/>
          <w:szCs w:val="16"/>
        </w:rPr>
        <w:t xml:space="preserve">products, including retail, </w:t>
      </w:r>
      <w:r w:rsidR="00504258">
        <w:rPr>
          <w:rFonts w:cs="Arial"/>
          <w:bCs/>
          <w:color w:val="000000"/>
          <w:kern w:val="18"/>
          <w:szCs w:val="16"/>
        </w:rPr>
        <w:t xml:space="preserve">nonretail, </w:t>
      </w:r>
      <w:r w:rsidR="0094213F">
        <w:rPr>
          <w:rFonts w:cs="Arial"/>
          <w:bCs/>
          <w:color w:val="000000"/>
          <w:kern w:val="18"/>
          <w:szCs w:val="16"/>
        </w:rPr>
        <w:t>shipping container labels</w:t>
      </w:r>
      <w:r w:rsidR="00171DC2">
        <w:rPr>
          <w:rFonts w:cs="Arial"/>
          <w:bCs/>
          <w:color w:val="000000"/>
          <w:kern w:val="18"/>
          <w:szCs w:val="16"/>
        </w:rPr>
        <w:t>, temporary signage for unpackaged products,</w:t>
      </w:r>
      <w:r w:rsidR="00DA3BF4" w:rsidRPr="000E7E4A">
        <w:rPr>
          <w:rFonts w:cs="Arial"/>
          <w:bCs/>
          <w:color w:val="000000"/>
          <w:kern w:val="18"/>
          <w:szCs w:val="16"/>
        </w:rPr>
        <w:t xml:space="preserve"> </w:t>
      </w:r>
      <w:r w:rsidR="00DA3BF4">
        <w:rPr>
          <w:rFonts w:cs="Arial"/>
          <w:bCs/>
          <w:color w:val="000000"/>
          <w:kern w:val="18"/>
          <w:szCs w:val="16"/>
        </w:rPr>
        <w:t>labels for export</w:t>
      </w:r>
      <w:r w:rsidR="002332E8">
        <w:rPr>
          <w:rFonts w:cs="Arial"/>
          <w:bCs/>
          <w:color w:val="000000"/>
          <w:kern w:val="18"/>
          <w:szCs w:val="16"/>
        </w:rPr>
        <w:t xml:space="preserve">, </w:t>
      </w:r>
      <w:r w:rsidR="00DA3BF4" w:rsidRPr="000E7E4A">
        <w:rPr>
          <w:rFonts w:cs="Arial"/>
          <w:bCs/>
          <w:color w:val="000000"/>
          <w:kern w:val="18"/>
          <w:szCs w:val="16"/>
        </w:rPr>
        <w:t>and other labels that include any reference to organic.</w:t>
      </w:r>
      <w:r w:rsidR="00DA3BF4">
        <w:rPr>
          <w:rFonts w:cs="Arial"/>
          <w:bCs/>
          <w:color w:val="000000"/>
          <w:kern w:val="18"/>
          <w:szCs w:val="16"/>
        </w:rPr>
        <w:t xml:space="preserve"> </w:t>
      </w:r>
      <w:r w:rsidR="001D2983">
        <w:rPr>
          <w:rFonts w:cs="Arial"/>
          <w:bCs/>
          <w:color w:val="000000"/>
          <w:kern w:val="18"/>
          <w:szCs w:val="16"/>
        </w:rPr>
        <w:t xml:space="preserve">   </w:t>
      </w:r>
      <w:r w:rsidR="00DA3BF4" w:rsidRPr="000B4FBD">
        <w:rPr>
          <w:rFonts w:cs="Arial"/>
          <w:szCs w:val="18"/>
        </w:rPr>
        <w:fldChar w:fldCharType="begin">
          <w:ffData>
            <w:name w:val="Check2"/>
            <w:enabled/>
            <w:calcOnExit w:val="0"/>
            <w:checkBox>
              <w:sizeAuto/>
              <w:default w:val="0"/>
            </w:checkBox>
          </w:ffData>
        </w:fldChar>
      </w:r>
      <w:r w:rsidR="00DA3BF4" w:rsidRPr="000B4FBD">
        <w:rPr>
          <w:rFonts w:cs="Arial"/>
          <w:szCs w:val="18"/>
        </w:rPr>
        <w:instrText xml:space="preserve"> FORMCHECKBOX </w:instrText>
      </w:r>
      <w:r w:rsidR="000D19E7">
        <w:rPr>
          <w:rFonts w:cs="Arial"/>
          <w:szCs w:val="18"/>
        </w:rPr>
      </w:r>
      <w:r w:rsidR="000D19E7">
        <w:rPr>
          <w:rFonts w:cs="Arial"/>
          <w:szCs w:val="18"/>
        </w:rPr>
        <w:fldChar w:fldCharType="separate"/>
      </w:r>
      <w:r w:rsidR="00DA3BF4" w:rsidRPr="000B4FBD">
        <w:rPr>
          <w:rFonts w:cs="Arial"/>
          <w:szCs w:val="18"/>
        </w:rPr>
        <w:fldChar w:fldCharType="end"/>
      </w:r>
      <w:r w:rsidR="00DA3BF4" w:rsidRPr="000B4FBD">
        <w:rPr>
          <w:rFonts w:cs="Arial"/>
          <w:szCs w:val="18"/>
        </w:rPr>
        <w:t xml:space="preserve"> </w:t>
      </w:r>
      <w:r w:rsidR="00176D21">
        <w:rPr>
          <w:rFonts w:cs="Arial"/>
          <w:szCs w:val="18"/>
        </w:rPr>
        <w:t xml:space="preserve">Labels </w:t>
      </w:r>
      <w:proofErr w:type="gramStart"/>
      <w:r w:rsidR="00176D21">
        <w:rPr>
          <w:rFonts w:cs="Arial"/>
          <w:szCs w:val="18"/>
        </w:rPr>
        <w:t>a</w:t>
      </w:r>
      <w:r w:rsidR="00DA3BF4">
        <w:rPr>
          <w:rFonts w:cs="Arial"/>
          <w:szCs w:val="18"/>
        </w:rPr>
        <w:t>ttached</w:t>
      </w:r>
      <w:proofErr w:type="gramEnd"/>
      <w:r w:rsidR="00DA3BF4">
        <w:rPr>
          <w:rFonts w:cs="Arial"/>
          <w:bCs/>
          <w:i/>
          <w:iCs/>
          <w:color w:val="000000"/>
          <w:kern w:val="18"/>
          <w:szCs w:val="16"/>
        </w:rPr>
        <w:t xml:space="preserve"> </w:t>
      </w:r>
    </w:p>
    <w:p w14:paraId="4C6BAD82" w14:textId="254860D6" w:rsidR="00DA3BF4" w:rsidRDefault="00DA3BF4" w:rsidP="00350FC4">
      <w:pPr>
        <w:pStyle w:val="ListParagraph"/>
        <w:numPr>
          <w:ilvl w:val="1"/>
          <w:numId w:val="8"/>
        </w:numPr>
        <w:tabs>
          <w:tab w:val="left" w:pos="360"/>
        </w:tabs>
        <w:spacing w:before="60" w:after="0" w:line="240" w:lineRule="auto"/>
        <w:ind w:left="720"/>
        <w:contextualSpacing w:val="0"/>
        <w:rPr>
          <w:rFonts w:cs="Arial"/>
          <w:szCs w:val="18"/>
        </w:rPr>
      </w:pPr>
      <w:r>
        <w:rPr>
          <w:rFonts w:cs="Arial"/>
          <w:bCs/>
          <w:i/>
          <w:iCs/>
          <w:color w:val="000000"/>
          <w:kern w:val="18"/>
          <w:szCs w:val="16"/>
        </w:rPr>
        <w:t xml:space="preserve">Organic labeling guidelines </w:t>
      </w:r>
      <w:r w:rsidR="00BC4653">
        <w:rPr>
          <w:rFonts w:cs="Arial"/>
          <w:bCs/>
          <w:i/>
          <w:iCs/>
          <w:color w:val="000000"/>
          <w:kern w:val="18"/>
          <w:szCs w:val="16"/>
        </w:rPr>
        <w:t xml:space="preserve">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5" w:history="1">
        <w:r w:rsidRPr="009B6780">
          <w:rPr>
            <w:rStyle w:val="Hyperlink"/>
            <w:rFonts w:cs="Arial"/>
            <w:b/>
            <w:i/>
            <w:iCs/>
            <w:kern w:val="18"/>
            <w:szCs w:val="16"/>
          </w:rPr>
          <w:t>www.ccof.org/labeling</w:t>
        </w:r>
      </w:hyperlink>
      <w:r>
        <w:rPr>
          <w:rFonts w:cs="Arial"/>
          <w:bCs/>
          <w:i/>
          <w:iCs/>
          <w:color w:val="000000"/>
          <w:kern w:val="18"/>
          <w:szCs w:val="16"/>
        </w:rPr>
        <w:t>. Submit all revisions to CCOF prior to printing</w:t>
      </w:r>
      <w:r w:rsidR="00CF06FD">
        <w:rPr>
          <w:rFonts w:cs="Arial"/>
          <w:bCs/>
          <w:i/>
          <w:iCs/>
          <w:color w:val="000000"/>
          <w:kern w:val="18"/>
          <w:szCs w:val="16"/>
        </w:rPr>
        <w:t xml:space="preserve"> or using</w:t>
      </w:r>
      <w:r w:rsidR="00E9041E">
        <w:rPr>
          <w:rFonts w:cs="Arial"/>
          <w:bCs/>
          <w:i/>
          <w:iCs/>
          <w:color w:val="000000"/>
          <w:kern w:val="18"/>
          <w:szCs w:val="16"/>
        </w:rPr>
        <w:t xml:space="preserve"> new labels</w:t>
      </w:r>
      <w:r>
        <w:rPr>
          <w:rFonts w:cs="Arial"/>
          <w:bCs/>
          <w:i/>
          <w:iCs/>
          <w:color w:val="000000"/>
          <w:kern w:val="18"/>
          <w:szCs w:val="16"/>
        </w:rPr>
        <w:t>.</w:t>
      </w:r>
    </w:p>
    <w:p w14:paraId="488D6294" w14:textId="13EB3F00" w:rsidR="000B4FBD" w:rsidRPr="002F3786" w:rsidRDefault="000B4FBD" w:rsidP="004471E3">
      <w:pPr>
        <w:pStyle w:val="ListParagraph"/>
        <w:numPr>
          <w:ilvl w:val="0"/>
          <w:numId w:val="8"/>
        </w:numPr>
        <w:tabs>
          <w:tab w:val="left" w:pos="360"/>
        </w:tabs>
        <w:spacing w:before="60" w:after="0" w:line="240" w:lineRule="auto"/>
        <w:ind w:left="360"/>
        <w:contextualSpacing w:val="0"/>
        <w:rPr>
          <w:rFonts w:cs="Arial"/>
          <w:szCs w:val="18"/>
        </w:rPr>
      </w:pPr>
      <w:r w:rsidRPr="002F3786">
        <w:rPr>
          <w:rFonts w:cs="Arial"/>
          <w:szCs w:val="18"/>
        </w:rPr>
        <w:t>Do you package any products for private label</w:t>
      </w:r>
      <w:r w:rsidR="00023720" w:rsidRPr="002F3786">
        <w:rPr>
          <w:rFonts w:cs="Arial"/>
          <w:szCs w:val="18"/>
        </w:rPr>
        <w:t xml:space="preserve"> brand</w:t>
      </w:r>
      <w:r w:rsidR="001C79E1">
        <w:rPr>
          <w:rFonts w:cs="Arial"/>
          <w:szCs w:val="18"/>
        </w:rPr>
        <w:t>s</w:t>
      </w:r>
      <w:r w:rsidR="005446A7">
        <w:rPr>
          <w:rFonts w:cs="Arial"/>
          <w:szCs w:val="18"/>
        </w:rPr>
        <w:t xml:space="preserve"> (brands you do not own)</w:t>
      </w:r>
      <w:r w:rsidRPr="002F3786">
        <w:rPr>
          <w:rFonts w:cs="Arial"/>
          <w:szCs w:val="18"/>
        </w:rPr>
        <w:t xml:space="preserve">? </w:t>
      </w:r>
      <w:r w:rsidR="001D2983" w:rsidRPr="002F3786">
        <w:rPr>
          <w:rFonts w:cs="Arial"/>
          <w:szCs w:val="18"/>
        </w:rPr>
        <w:t xml:space="preserve">   </w:t>
      </w:r>
      <w:r w:rsidRPr="002F3786">
        <w:rPr>
          <w:rFonts w:cs="Arial"/>
          <w:szCs w:val="18"/>
        </w:rPr>
        <w:fldChar w:fldCharType="begin">
          <w:ffData>
            <w:name w:val="Check2"/>
            <w:enabled/>
            <w:calcOnExit w:val="0"/>
            <w:checkBox>
              <w:sizeAuto/>
              <w:default w:val="0"/>
            </w:checkBox>
          </w:ffData>
        </w:fldChar>
      </w:r>
      <w:r w:rsidRPr="002F3786">
        <w:rPr>
          <w:rFonts w:cs="Arial"/>
          <w:szCs w:val="18"/>
        </w:rPr>
        <w:instrText xml:space="preserve"> FORMCHECKBOX </w:instrText>
      </w:r>
      <w:r w:rsidR="000D19E7">
        <w:rPr>
          <w:rFonts w:cs="Arial"/>
          <w:szCs w:val="18"/>
        </w:rPr>
      </w:r>
      <w:r w:rsidR="000D19E7">
        <w:rPr>
          <w:rFonts w:cs="Arial"/>
          <w:szCs w:val="18"/>
        </w:rPr>
        <w:fldChar w:fldCharType="separate"/>
      </w:r>
      <w:r w:rsidRPr="002F3786">
        <w:rPr>
          <w:rFonts w:cs="Arial"/>
          <w:szCs w:val="18"/>
        </w:rPr>
        <w:fldChar w:fldCharType="end"/>
      </w:r>
      <w:r w:rsidRPr="002F3786">
        <w:rPr>
          <w:rFonts w:cs="Arial"/>
          <w:szCs w:val="18"/>
        </w:rPr>
        <w:t xml:space="preserve"> </w:t>
      </w:r>
      <w:r w:rsidR="0088038F" w:rsidRPr="002F3786">
        <w:rPr>
          <w:rFonts w:cs="Arial"/>
          <w:szCs w:val="18"/>
        </w:rPr>
        <w:t>No</w:t>
      </w:r>
      <w:r w:rsidRPr="002F3786">
        <w:rPr>
          <w:rFonts w:cs="Arial"/>
          <w:szCs w:val="18"/>
        </w:rPr>
        <w:t xml:space="preserve">    </w:t>
      </w:r>
      <w:r w:rsidRPr="002F3786">
        <w:rPr>
          <w:rFonts w:cs="Arial"/>
          <w:szCs w:val="18"/>
        </w:rPr>
        <w:fldChar w:fldCharType="begin">
          <w:ffData>
            <w:name w:val="Check3"/>
            <w:enabled/>
            <w:calcOnExit w:val="0"/>
            <w:checkBox>
              <w:sizeAuto/>
              <w:default w:val="0"/>
            </w:checkBox>
          </w:ffData>
        </w:fldChar>
      </w:r>
      <w:r w:rsidRPr="002F3786">
        <w:rPr>
          <w:rFonts w:cs="Arial"/>
          <w:szCs w:val="18"/>
        </w:rPr>
        <w:instrText xml:space="preserve"> FORMCHECKBOX </w:instrText>
      </w:r>
      <w:r w:rsidR="000D19E7">
        <w:rPr>
          <w:rFonts w:cs="Arial"/>
          <w:szCs w:val="18"/>
        </w:rPr>
      </w:r>
      <w:r w:rsidR="000D19E7">
        <w:rPr>
          <w:rFonts w:cs="Arial"/>
          <w:szCs w:val="18"/>
        </w:rPr>
        <w:fldChar w:fldCharType="separate"/>
      </w:r>
      <w:r w:rsidRPr="002F3786">
        <w:rPr>
          <w:rFonts w:cs="Arial"/>
          <w:szCs w:val="18"/>
        </w:rPr>
        <w:fldChar w:fldCharType="end"/>
      </w:r>
      <w:r w:rsidR="00C41A25" w:rsidRPr="002F3786">
        <w:rPr>
          <w:rFonts w:cs="Arial"/>
          <w:szCs w:val="18"/>
        </w:rPr>
        <w:t xml:space="preserve"> </w:t>
      </w:r>
      <w:r w:rsidR="0088038F" w:rsidRPr="002F3786">
        <w:rPr>
          <w:rFonts w:cs="Arial"/>
          <w:szCs w:val="18"/>
        </w:rPr>
        <w:t xml:space="preserve">Yes, </w:t>
      </w:r>
      <w:r w:rsidR="001857DA" w:rsidRPr="002F3786">
        <w:rPr>
          <w:rFonts w:cs="Arial"/>
          <w:szCs w:val="18"/>
        </w:rPr>
        <w:t xml:space="preserve">complete the </w:t>
      </w:r>
      <w:hyperlink r:id="rId16" w:history="1">
        <w:r w:rsidR="001857DA" w:rsidRPr="002F3786">
          <w:rPr>
            <w:rStyle w:val="Hyperlink"/>
            <w:rFonts w:cs="Arial"/>
            <w:b/>
            <w:bCs/>
            <w:szCs w:val="18"/>
          </w:rPr>
          <w:t>Co-Packer Application</w:t>
        </w:r>
      </w:hyperlink>
      <w:r w:rsidR="001857DA" w:rsidRPr="002F3786">
        <w:rPr>
          <w:rStyle w:val="Hyperlink"/>
          <w:rFonts w:cs="Arial"/>
          <w:b/>
          <w:bCs/>
          <w:szCs w:val="18"/>
        </w:rPr>
        <w:t xml:space="preserve"> </w:t>
      </w:r>
      <w:r w:rsidR="0088038F" w:rsidRPr="002F3786">
        <w:rPr>
          <w:rFonts w:cs="Arial"/>
          <w:szCs w:val="18"/>
        </w:rPr>
        <w:t>for each brand</w:t>
      </w:r>
      <w:r w:rsidR="003F240A" w:rsidRPr="002F3786">
        <w:rPr>
          <w:rFonts w:cs="Arial"/>
          <w:szCs w:val="18"/>
        </w:rPr>
        <w:t>.</w:t>
      </w:r>
    </w:p>
    <w:p w14:paraId="1885F14D" w14:textId="77B86F14" w:rsidR="009D2EC5" w:rsidRPr="003C7E5F" w:rsidRDefault="009D2EC5" w:rsidP="00350FC4">
      <w:pPr>
        <w:pStyle w:val="ListParagraph"/>
        <w:numPr>
          <w:ilvl w:val="0"/>
          <w:numId w:val="8"/>
        </w:numPr>
        <w:tabs>
          <w:tab w:val="left" w:pos="360"/>
        </w:tabs>
        <w:spacing w:before="60" w:after="60" w:line="240" w:lineRule="auto"/>
        <w:ind w:left="360"/>
        <w:contextualSpacing w:val="0"/>
        <w:rPr>
          <w:rFonts w:cs="Arial"/>
          <w:szCs w:val="18"/>
        </w:rPr>
      </w:pPr>
      <w:r w:rsidRPr="009131A3">
        <w:rPr>
          <w:rFonts w:cs="Arial"/>
          <w:szCs w:val="20"/>
        </w:rPr>
        <w:t xml:space="preserve">Private label brand owners who do not process: </w:t>
      </w:r>
      <w:r w:rsidR="004C717E">
        <w:rPr>
          <w:rFonts w:cs="Arial"/>
          <w:szCs w:val="20"/>
        </w:rPr>
        <w:t>If</w:t>
      </w:r>
      <w:r w:rsidR="00D6642A">
        <w:rPr>
          <w:rFonts w:cs="Arial"/>
          <w:szCs w:val="20"/>
        </w:rPr>
        <w:t xml:space="preserve"> co-packed product is imported, list importer </w:t>
      </w:r>
      <w:r w:rsidR="00D1023E">
        <w:rPr>
          <w:rFonts w:cs="Arial"/>
          <w:szCs w:val="20"/>
        </w:rPr>
        <w:t xml:space="preserve">as well as co-packer in </w:t>
      </w:r>
      <w:r w:rsidR="00317B91">
        <w:rPr>
          <w:rFonts w:cs="Arial"/>
          <w:szCs w:val="20"/>
        </w:rPr>
        <w:t xml:space="preserve">“Name of” column below. </w:t>
      </w:r>
      <w:r w:rsidRPr="009131A3">
        <w:rPr>
          <w:rFonts w:cs="Arial"/>
          <w:szCs w:val="18"/>
        </w:rPr>
        <w:t xml:space="preserve">For each </w:t>
      </w:r>
      <w:r w:rsidRPr="009131A3">
        <w:rPr>
          <w:szCs w:val="18"/>
        </w:rPr>
        <w:t xml:space="preserve">multi-ingredient product, </w:t>
      </w:r>
      <w:r w:rsidRPr="00E97D85">
        <w:rPr>
          <w:szCs w:val="18"/>
        </w:rPr>
        <w:t>submit an ingredient statement from the manufacturer to compare to your label.</w:t>
      </w:r>
      <w:r w:rsidRPr="009131A3">
        <w:rPr>
          <w:szCs w:val="18"/>
        </w:rPr>
        <w:t xml:space="preserve"> </w:t>
      </w:r>
      <w:r w:rsidR="0034390E">
        <w:rPr>
          <w:i/>
          <w:iCs/>
          <w:szCs w:val="18"/>
        </w:rPr>
        <w:t>Ing</w:t>
      </w:r>
      <w:r w:rsidR="00AD2ED4">
        <w:rPr>
          <w:i/>
          <w:iCs/>
          <w:szCs w:val="18"/>
        </w:rPr>
        <w:t>red.</w:t>
      </w:r>
      <w:r w:rsidR="0034390E">
        <w:rPr>
          <w:i/>
          <w:iCs/>
          <w:szCs w:val="18"/>
        </w:rPr>
        <w:t xml:space="preserve"> statement n</w:t>
      </w:r>
      <w:r w:rsidR="009131A3" w:rsidRPr="00933C0E">
        <w:rPr>
          <w:i/>
          <w:iCs/>
          <w:szCs w:val="18"/>
        </w:rPr>
        <w:t>ot required if co-packer is CCOF certified.</w:t>
      </w:r>
      <w:r w:rsidR="00AD2ED4">
        <w:rPr>
          <w:i/>
          <w:iCs/>
          <w:szCs w:val="18"/>
        </w:rPr>
        <w:t xml:space="preserve">   </w:t>
      </w:r>
      <w:r w:rsidR="001D2983">
        <w:rPr>
          <w:szCs w:val="18"/>
        </w:rPr>
        <w:t xml:space="preserve"> </w:t>
      </w:r>
      <w:r w:rsidRPr="00933C0E">
        <w:rPr>
          <w:rFonts w:cs="Arial"/>
          <w:szCs w:val="18"/>
        </w:rPr>
        <w:fldChar w:fldCharType="begin">
          <w:ffData>
            <w:name w:val="Check2"/>
            <w:enabled/>
            <w:calcOnExit w:val="0"/>
            <w:checkBox>
              <w:sizeAuto/>
              <w:default w:val="0"/>
            </w:checkBox>
          </w:ffData>
        </w:fldChar>
      </w:r>
      <w:r w:rsidRPr="009131A3">
        <w:rPr>
          <w:rFonts w:cs="Arial"/>
          <w:szCs w:val="18"/>
        </w:rPr>
        <w:instrText xml:space="preserve"> FORMCHECKBOX </w:instrText>
      </w:r>
      <w:r w:rsidR="000D19E7">
        <w:rPr>
          <w:rFonts w:cs="Arial"/>
          <w:szCs w:val="18"/>
        </w:rPr>
      </w:r>
      <w:r w:rsidR="000D19E7">
        <w:rPr>
          <w:rFonts w:cs="Arial"/>
          <w:szCs w:val="18"/>
        </w:rPr>
        <w:fldChar w:fldCharType="separate"/>
      </w:r>
      <w:r w:rsidRPr="00933C0E">
        <w:rPr>
          <w:rFonts w:cs="Arial"/>
          <w:szCs w:val="18"/>
        </w:rPr>
        <w:fldChar w:fldCharType="end"/>
      </w:r>
      <w:r w:rsidRPr="00E97D85">
        <w:rPr>
          <w:rFonts w:cs="Arial"/>
          <w:szCs w:val="18"/>
        </w:rPr>
        <w:t xml:space="preserve"> </w:t>
      </w:r>
      <w:r w:rsidR="0034390E">
        <w:rPr>
          <w:rFonts w:cs="Arial"/>
          <w:szCs w:val="18"/>
        </w:rPr>
        <w:t xml:space="preserve">Ingredient statement </w:t>
      </w:r>
      <w:proofErr w:type="gramStart"/>
      <w:r w:rsidR="0034390E">
        <w:rPr>
          <w:rFonts w:cs="Arial"/>
          <w:szCs w:val="18"/>
        </w:rPr>
        <w:t>a</w:t>
      </w:r>
      <w:r w:rsidRPr="009131A3">
        <w:rPr>
          <w:rFonts w:cs="Arial"/>
          <w:szCs w:val="18"/>
        </w:rPr>
        <w:t>ttached</w:t>
      </w:r>
      <w:proofErr w:type="gramEnd"/>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8"/>
        <w:gridCol w:w="2788"/>
        <w:gridCol w:w="3238"/>
        <w:gridCol w:w="1176"/>
        <w:gridCol w:w="1440"/>
        <w:gridCol w:w="1881"/>
        <w:gridCol w:w="1269"/>
      </w:tblGrid>
      <w:tr w:rsidR="006A4A33" w:rsidRPr="00347317" w14:paraId="3AB7F13F" w14:textId="77777777" w:rsidTr="00B57C46">
        <w:trPr>
          <w:cantSplit/>
          <w:tblHeader/>
        </w:trPr>
        <w:tc>
          <w:tcPr>
            <w:tcW w:w="2788" w:type="dxa"/>
            <w:shd w:val="clear" w:color="auto" w:fill="auto"/>
            <w:vAlign w:val="center"/>
          </w:tcPr>
          <w:p w14:paraId="221C72AC" w14:textId="6D73C4B3" w:rsidR="00903734" w:rsidRPr="00637A94" w:rsidRDefault="00903734" w:rsidP="005812EB">
            <w:pPr>
              <w:spacing w:before="20"/>
              <w:ind w:left="-101" w:right="-101"/>
              <w:jc w:val="center"/>
              <w:rPr>
                <w:szCs w:val="18"/>
              </w:rPr>
            </w:pPr>
            <w:r w:rsidRPr="00637A94">
              <w:rPr>
                <w:b/>
                <w:szCs w:val="18"/>
              </w:rPr>
              <w:t>Product Category</w:t>
            </w:r>
          </w:p>
        </w:tc>
        <w:tc>
          <w:tcPr>
            <w:tcW w:w="2788" w:type="dxa"/>
            <w:shd w:val="clear" w:color="auto" w:fill="auto"/>
            <w:vAlign w:val="center"/>
          </w:tcPr>
          <w:p w14:paraId="3867E78F" w14:textId="77777777" w:rsidR="00903734" w:rsidRPr="00637A94" w:rsidRDefault="00903734" w:rsidP="004925F9">
            <w:pPr>
              <w:spacing w:before="20"/>
              <w:ind w:left="-101" w:right="-101"/>
              <w:jc w:val="center"/>
              <w:rPr>
                <w:b/>
                <w:szCs w:val="18"/>
              </w:rPr>
            </w:pPr>
            <w:r w:rsidRPr="00637A94">
              <w:rPr>
                <w:b/>
                <w:szCs w:val="18"/>
              </w:rPr>
              <w:t>Product Detail</w:t>
            </w:r>
          </w:p>
          <w:p w14:paraId="052B1FD6" w14:textId="05BA6D1F" w:rsidR="00903734" w:rsidRPr="00637A94" w:rsidRDefault="003E0422" w:rsidP="004925F9">
            <w:pPr>
              <w:spacing w:before="20"/>
              <w:ind w:left="-101" w:right="-44" w:firstLine="113"/>
              <w:jc w:val="center"/>
              <w:rPr>
                <w:szCs w:val="18"/>
              </w:rPr>
            </w:pPr>
            <w:r w:rsidRPr="00637A94">
              <w:rPr>
                <w:rFonts w:cs="Arial"/>
                <w:i/>
                <w:iCs/>
                <w:szCs w:val="18"/>
              </w:rPr>
              <w:t xml:space="preserve">As </w:t>
            </w:r>
            <w:r w:rsidR="002A7EAB" w:rsidRPr="00637A94">
              <w:rPr>
                <w:rFonts w:cs="Arial"/>
                <w:i/>
                <w:iCs/>
                <w:szCs w:val="18"/>
              </w:rPr>
              <w:t xml:space="preserve">listed </w:t>
            </w:r>
            <w:r w:rsidRPr="00637A94">
              <w:rPr>
                <w:rFonts w:cs="Arial"/>
                <w:i/>
                <w:iCs/>
                <w:szCs w:val="18"/>
              </w:rPr>
              <w:t>on label</w:t>
            </w:r>
          </w:p>
        </w:tc>
        <w:tc>
          <w:tcPr>
            <w:tcW w:w="3238" w:type="dxa"/>
            <w:shd w:val="clear" w:color="auto" w:fill="auto"/>
            <w:vAlign w:val="center"/>
          </w:tcPr>
          <w:p w14:paraId="627101C6" w14:textId="6B20456A" w:rsidR="001B22EF" w:rsidRPr="00637A94" w:rsidRDefault="00903734" w:rsidP="005812EB">
            <w:pPr>
              <w:spacing w:before="20"/>
              <w:ind w:left="-101" w:right="-101"/>
              <w:jc w:val="center"/>
              <w:rPr>
                <w:b/>
                <w:szCs w:val="18"/>
              </w:rPr>
            </w:pPr>
            <w:r w:rsidRPr="00637A94">
              <w:rPr>
                <w:b/>
                <w:szCs w:val="18"/>
              </w:rPr>
              <w:t>Brand Name</w:t>
            </w:r>
          </w:p>
        </w:tc>
        <w:tc>
          <w:tcPr>
            <w:tcW w:w="1176" w:type="dxa"/>
            <w:shd w:val="clear" w:color="auto" w:fill="auto"/>
            <w:vAlign w:val="center"/>
          </w:tcPr>
          <w:p w14:paraId="245DE924" w14:textId="77777777" w:rsidR="00903734" w:rsidRPr="00637A94" w:rsidRDefault="00903734" w:rsidP="004925F9">
            <w:pPr>
              <w:spacing w:before="20"/>
              <w:ind w:left="-101" w:right="-101"/>
              <w:jc w:val="center"/>
              <w:rPr>
                <w:b/>
              </w:rPr>
            </w:pPr>
            <w:r w:rsidRPr="14571370">
              <w:rPr>
                <w:b/>
              </w:rPr>
              <w:t xml:space="preserve">Packaging </w:t>
            </w:r>
          </w:p>
          <w:p w14:paraId="2A55DCE7" w14:textId="6B5776B5" w:rsidR="00903734" w:rsidRPr="00637A94" w:rsidRDefault="00903734" w:rsidP="00B57C46">
            <w:pPr>
              <w:spacing w:before="20"/>
              <w:ind w:left="-101" w:right="-101"/>
              <w:jc w:val="center"/>
              <w:rPr>
                <w:rFonts w:cs="Arial"/>
                <w:szCs w:val="18"/>
              </w:rPr>
            </w:pPr>
            <w:r w:rsidRPr="14571370">
              <w:rPr>
                <w:b/>
              </w:rPr>
              <w:t>Form</w:t>
            </w:r>
          </w:p>
        </w:tc>
        <w:tc>
          <w:tcPr>
            <w:tcW w:w="1440" w:type="dxa"/>
            <w:shd w:val="clear" w:color="auto" w:fill="auto"/>
            <w:vAlign w:val="center"/>
          </w:tcPr>
          <w:p w14:paraId="680BB187" w14:textId="57C3BF0E" w:rsidR="00903734" w:rsidRPr="00637A94" w:rsidRDefault="00903734" w:rsidP="00933C0E">
            <w:pPr>
              <w:spacing w:before="20"/>
              <w:ind w:left="-101" w:right="-44" w:firstLine="113"/>
              <w:jc w:val="center"/>
              <w:rPr>
                <w:i/>
                <w:szCs w:val="18"/>
              </w:rPr>
            </w:pPr>
            <w:r w:rsidRPr="00637A94">
              <w:rPr>
                <w:b/>
                <w:szCs w:val="18"/>
              </w:rPr>
              <w:t>USA product label claim</w:t>
            </w:r>
          </w:p>
        </w:tc>
        <w:tc>
          <w:tcPr>
            <w:tcW w:w="1881" w:type="dxa"/>
            <w:shd w:val="clear" w:color="auto" w:fill="auto"/>
            <w:vAlign w:val="center"/>
          </w:tcPr>
          <w:p w14:paraId="23A66BB3" w14:textId="77777777" w:rsidR="00903734" w:rsidRPr="00637A94" w:rsidRDefault="00903734" w:rsidP="004925F9">
            <w:pPr>
              <w:spacing w:before="20"/>
              <w:ind w:left="-101" w:right="-86" w:firstLine="113"/>
              <w:jc w:val="center"/>
              <w:rPr>
                <w:rFonts w:cs="Arial"/>
                <w:b/>
                <w:bCs/>
                <w:szCs w:val="18"/>
              </w:rPr>
            </w:pPr>
            <w:r w:rsidRPr="00637A94">
              <w:rPr>
                <w:rFonts w:cs="Arial"/>
                <w:b/>
                <w:bCs/>
                <w:szCs w:val="18"/>
              </w:rPr>
              <w:t>Name of:</w:t>
            </w:r>
          </w:p>
          <w:p w14:paraId="427E7BD5" w14:textId="783A817F" w:rsidR="00903734" w:rsidRPr="00637A94" w:rsidRDefault="00903734" w:rsidP="004925F9">
            <w:pPr>
              <w:spacing w:before="20"/>
              <w:ind w:left="-101" w:right="-86"/>
              <w:jc w:val="center"/>
              <w:rPr>
                <w:rFonts w:cs="Arial"/>
                <w:bCs/>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000D19E7">
              <w:rPr>
                <w:rFonts w:cs="Arial"/>
                <w:szCs w:val="18"/>
              </w:rPr>
            </w:r>
            <w:r w:rsidR="000D19E7">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 xml:space="preserve">Certified location where product is </w:t>
            </w:r>
            <w:proofErr w:type="gramStart"/>
            <w:r w:rsidRPr="00637A94">
              <w:rPr>
                <w:rFonts w:cs="Arial"/>
                <w:bCs/>
                <w:szCs w:val="18"/>
              </w:rPr>
              <w:t>processed</w:t>
            </w:r>
            <w:proofErr w:type="gramEnd"/>
          </w:p>
          <w:p w14:paraId="09617100" w14:textId="77777777" w:rsidR="00903734" w:rsidRPr="00637A94" w:rsidRDefault="00903734" w:rsidP="004925F9">
            <w:pPr>
              <w:spacing w:before="20"/>
              <w:ind w:left="-101" w:right="-86"/>
              <w:jc w:val="center"/>
              <w:rPr>
                <w:rFonts w:cs="Arial"/>
                <w:bCs/>
                <w:szCs w:val="18"/>
              </w:rPr>
            </w:pPr>
            <w:r w:rsidRPr="00637A94">
              <w:rPr>
                <w:rFonts w:cs="Arial"/>
                <w:bCs/>
                <w:i/>
                <w:szCs w:val="18"/>
              </w:rPr>
              <w:t>(may be your own facility)</w:t>
            </w:r>
          </w:p>
          <w:p w14:paraId="7A38BF93" w14:textId="77777777" w:rsidR="00903734" w:rsidRPr="00637A94" w:rsidRDefault="00903734" w:rsidP="004925F9">
            <w:pPr>
              <w:spacing w:before="20"/>
              <w:ind w:left="-101" w:right="-86"/>
              <w:jc w:val="center"/>
              <w:rPr>
                <w:rFonts w:cs="Arial"/>
                <w:bCs/>
                <w:szCs w:val="18"/>
              </w:rPr>
            </w:pPr>
            <w:r w:rsidRPr="00637A94">
              <w:rPr>
                <w:rFonts w:cs="Arial"/>
                <w:bCs/>
                <w:szCs w:val="18"/>
              </w:rPr>
              <w:t>OR</w:t>
            </w:r>
          </w:p>
          <w:p w14:paraId="44A84B5E" w14:textId="0B855807" w:rsidR="00903734" w:rsidRPr="00637A94" w:rsidRDefault="00903734" w:rsidP="004925F9">
            <w:pPr>
              <w:spacing w:before="20"/>
              <w:ind w:left="-101" w:right="-86"/>
              <w:jc w:val="center"/>
              <w:rPr>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000D19E7">
              <w:rPr>
                <w:rFonts w:cs="Arial"/>
                <w:szCs w:val="18"/>
              </w:rPr>
            </w:r>
            <w:r w:rsidR="000D19E7">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 xml:space="preserve">Certified co-packer of private label product </w:t>
            </w:r>
          </w:p>
        </w:tc>
        <w:tc>
          <w:tcPr>
            <w:tcW w:w="1269" w:type="dxa"/>
            <w:shd w:val="clear" w:color="auto" w:fill="auto"/>
            <w:vAlign w:val="center"/>
          </w:tcPr>
          <w:p w14:paraId="07602387" w14:textId="57C8354E" w:rsidR="00903734" w:rsidRPr="00637A94" w:rsidRDefault="00903734" w:rsidP="004925F9">
            <w:pPr>
              <w:spacing w:before="20"/>
              <w:ind w:left="-101" w:right="-44"/>
              <w:jc w:val="center"/>
              <w:rPr>
                <w:b/>
                <w:szCs w:val="18"/>
              </w:rPr>
            </w:pPr>
            <w:r w:rsidRPr="00637A94">
              <w:rPr>
                <w:b/>
                <w:szCs w:val="18"/>
              </w:rPr>
              <w:t>Export Market</w:t>
            </w:r>
          </w:p>
          <w:p w14:paraId="0E3FA55F" w14:textId="0598D6E9" w:rsidR="00903734" w:rsidRPr="00637A94" w:rsidRDefault="00903734" w:rsidP="00933C0E">
            <w:pPr>
              <w:spacing w:before="20"/>
              <w:ind w:right="-44"/>
              <w:jc w:val="center"/>
              <w:rPr>
                <w:i/>
                <w:szCs w:val="18"/>
              </w:rPr>
            </w:pPr>
            <w:r w:rsidRPr="00637A94">
              <w:rPr>
                <w:i/>
                <w:szCs w:val="18"/>
              </w:rPr>
              <w:t xml:space="preserve"> </w:t>
            </w:r>
            <w:r w:rsidR="008C5FD6" w:rsidRPr="00637A94">
              <w:rPr>
                <w:i/>
                <w:szCs w:val="18"/>
              </w:rPr>
              <w:t xml:space="preserve">International market you </w:t>
            </w:r>
            <w:r w:rsidR="0098493D" w:rsidRPr="00637A94">
              <w:rPr>
                <w:i/>
                <w:szCs w:val="18"/>
              </w:rPr>
              <w:t xml:space="preserve">export </w:t>
            </w:r>
            <w:r w:rsidR="008E2C98" w:rsidRPr="00637A94">
              <w:rPr>
                <w:i/>
                <w:szCs w:val="18"/>
              </w:rPr>
              <w:t xml:space="preserve">product </w:t>
            </w:r>
            <w:r w:rsidR="0098493D" w:rsidRPr="00637A94">
              <w:rPr>
                <w:i/>
                <w:szCs w:val="18"/>
              </w:rPr>
              <w:t>to</w:t>
            </w:r>
          </w:p>
        </w:tc>
      </w:tr>
      <w:tr w:rsidR="005D0B72" w:rsidRPr="00347317" w14:paraId="4AF4836D" w14:textId="77777777" w:rsidTr="00B57C46">
        <w:trPr>
          <w:cantSplit/>
          <w:tblHeader/>
        </w:trPr>
        <w:tc>
          <w:tcPr>
            <w:tcW w:w="2788" w:type="dxa"/>
            <w:shd w:val="clear" w:color="auto" w:fill="D9D9D9" w:themeFill="background1" w:themeFillShade="D9"/>
            <w:vAlign w:val="center"/>
          </w:tcPr>
          <w:p w14:paraId="52D168EE" w14:textId="33F15928" w:rsidR="005D0B72" w:rsidRPr="00592EDE" w:rsidRDefault="005D0B72" w:rsidP="00593A6F">
            <w:pPr>
              <w:spacing w:before="20"/>
              <w:rPr>
                <w:b/>
                <w:szCs w:val="18"/>
              </w:rPr>
            </w:pPr>
            <w:r>
              <w:rPr>
                <w:rFonts w:cs="Arial"/>
                <w:i/>
                <w:iCs/>
                <w:sz w:val="16"/>
                <w:szCs w:val="18"/>
              </w:rPr>
              <w:t>E</w:t>
            </w:r>
            <w:r w:rsidRPr="0001524F">
              <w:rPr>
                <w:rFonts w:cs="Arial"/>
                <w:i/>
                <w:iCs/>
                <w:sz w:val="16"/>
                <w:szCs w:val="18"/>
              </w:rPr>
              <w:t>x: Ice Cream</w:t>
            </w:r>
          </w:p>
        </w:tc>
        <w:tc>
          <w:tcPr>
            <w:tcW w:w="2788" w:type="dxa"/>
            <w:shd w:val="clear" w:color="auto" w:fill="D9D9D9" w:themeFill="background1" w:themeFillShade="D9"/>
            <w:vAlign w:val="center"/>
          </w:tcPr>
          <w:p w14:paraId="46B34841" w14:textId="7F5ECEF3" w:rsidR="005D0B72" w:rsidRPr="00933C0E" w:rsidRDefault="005D0B72" w:rsidP="00593A6F">
            <w:pPr>
              <w:spacing w:before="20"/>
              <w:rPr>
                <w:b/>
                <w:szCs w:val="18"/>
                <w:lang w:val="es-MX"/>
              </w:rPr>
            </w:pPr>
            <w:r w:rsidRPr="00933C0E">
              <w:rPr>
                <w:rFonts w:cs="Arial"/>
                <w:i/>
                <w:iCs/>
                <w:sz w:val="16"/>
                <w:szCs w:val="18"/>
                <w:lang w:val="es-MX"/>
              </w:rPr>
              <w:t xml:space="preserve">Ex: </w:t>
            </w:r>
            <w:proofErr w:type="spellStart"/>
            <w:r w:rsidRPr="00933C0E">
              <w:rPr>
                <w:rFonts w:cs="Arial"/>
                <w:i/>
                <w:iCs/>
                <w:sz w:val="16"/>
                <w:szCs w:val="18"/>
                <w:lang w:val="es-MX"/>
              </w:rPr>
              <w:t>Vegan</w:t>
            </w:r>
            <w:proofErr w:type="spellEnd"/>
            <w:r w:rsidRPr="00933C0E">
              <w:rPr>
                <w:rFonts w:cs="Arial"/>
                <w:i/>
                <w:iCs/>
                <w:sz w:val="16"/>
                <w:szCs w:val="18"/>
                <w:lang w:val="es-MX"/>
              </w:rPr>
              <w:t xml:space="preserve"> chocolate sea </w:t>
            </w:r>
            <w:proofErr w:type="spellStart"/>
            <w:r w:rsidRPr="00933C0E">
              <w:rPr>
                <w:rFonts w:cs="Arial"/>
                <w:i/>
                <w:iCs/>
                <w:sz w:val="16"/>
                <w:szCs w:val="18"/>
                <w:lang w:val="es-MX"/>
              </w:rPr>
              <w:t>salt</w:t>
            </w:r>
            <w:proofErr w:type="spellEnd"/>
            <w:r w:rsidRPr="00933C0E">
              <w:rPr>
                <w:rFonts w:cs="Arial"/>
                <w:i/>
                <w:iCs/>
                <w:sz w:val="16"/>
                <w:szCs w:val="18"/>
                <w:lang w:val="es-MX"/>
              </w:rPr>
              <w:t xml:space="preserve"> </w:t>
            </w:r>
            <w:proofErr w:type="spellStart"/>
            <w:r w:rsidRPr="00933C0E">
              <w:rPr>
                <w:rFonts w:cs="Arial"/>
                <w:i/>
                <w:iCs/>
                <w:sz w:val="16"/>
                <w:szCs w:val="18"/>
                <w:lang w:val="es-MX"/>
              </w:rPr>
              <w:t>swirl</w:t>
            </w:r>
            <w:proofErr w:type="spellEnd"/>
          </w:p>
        </w:tc>
        <w:tc>
          <w:tcPr>
            <w:tcW w:w="3238" w:type="dxa"/>
            <w:shd w:val="clear" w:color="auto" w:fill="D9D9D9" w:themeFill="background1" w:themeFillShade="D9"/>
            <w:vAlign w:val="center"/>
          </w:tcPr>
          <w:p w14:paraId="66E7BEA0" w14:textId="47B92DBA" w:rsidR="005D0B72" w:rsidRDefault="005D0B72" w:rsidP="00593A6F">
            <w:pPr>
              <w:spacing w:before="20"/>
              <w:rPr>
                <w:b/>
                <w:szCs w:val="18"/>
              </w:rPr>
            </w:pPr>
            <w:r>
              <w:rPr>
                <w:rFonts w:cs="Arial"/>
                <w:i/>
                <w:iCs/>
                <w:sz w:val="16"/>
                <w:szCs w:val="18"/>
              </w:rPr>
              <w:t xml:space="preserve">Ex: Momo’s </w:t>
            </w:r>
            <w:r w:rsidR="00AE364C">
              <w:rPr>
                <w:rFonts w:cs="Arial"/>
                <w:i/>
                <w:iCs/>
                <w:sz w:val="16"/>
                <w:szCs w:val="18"/>
              </w:rPr>
              <w:t>Munchies</w:t>
            </w:r>
          </w:p>
        </w:tc>
        <w:tc>
          <w:tcPr>
            <w:tcW w:w="1176" w:type="dxa"/>
            <w:shd w:val="clear" w:color="auto" w:fill="D9D9D9" w:themeFill="background1" w:themeFillShade="D9"/>
            <w:vAlign w:val="center"/>
          </w:tcPr>
          <w:p w14:paraId="163D7310" w14:textId="1A20B761"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1"/>
                  </w:checkBox>
                </w:ffData>
              </w:fldChar>
            </w:r>
            <w:r>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Retail</w:t>
            </w:r>
            <w:r w:rsidR="00462802">
              <w:rPr>
                <w:rFonts w:cs="Arial"/>
                <w:bCs/>
                <w:spacing w:val="-6"/>
                <w:sz w:val="16"/>
                <w:szCs w:val="16"/>
              </w:rPr>
              <w:t xml:space="preserve"> </w:t>
            </w:r>
            <w:r w:rsidR="00480338">
              <w:rPr>
                <w:rStyle w:val="FootnoteReference"/>
                <w:rFonts w:cs="Arial"/>
                <w:bCs/>
                <w:spacing w:val="-6"/>
                <w:sz w:val="16"/>
                <w:szCs w:val="16"/>
              </w:rPr>
              <w:footnoteReference w:id="2"/>
            </w:r>
          </w:p>
          <w:p w14:paraId="31B519EE" w14:textId="58A4300E"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0"/>
                  </w:checkBox>
                </w:ffData>
              </w:fldChar>
            </w:r>
            <w:r>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Nonretail</w:t>
            </w:r>
            <w:r w:rsidR="00480338">
              <w:rPr>
                <w:rStyle w:val="FootnoteReference"/>
                <w:rFonts w:cs="Arial"/>
                <w:bCs/>
                <w:spacing w:val="-6"/>
                <w:sz w:val="16"/>
                <w:szCs w:val="16"/>
              </w:rPr>
              <w:footnoteReference w:id="3"/>
            </w:r>
            <w:r w:rsidR="000B6783" w:rsidRPr="00B57C46">
              <w:rPr>
                <w:rFonts w:cs="Arial"/>
                <w:bCs/>
                <w:spacing w:val="-6"/>
                <w:sz w:val="16"/>
                <w:szCs w:val="16"/>
              </w:rPr>
              <w:t xml:space="preserve"> </w:t>
            </w:r>
          </w:p>
          <w:p w14:paraId="6388F83C" w14:textId="66C4EA20" w:rsidR="005D0B72" w:rsidRPr="00B57C46" w:rsidRDefault="000B6783" w:rsidP="00B57C46">
            <w:pPr>
              <w:ind w:left="-115" w:right="-43"/>
              <w:rPr>
                <w:rFonts w:cs="Arial"/>
                <w:bCs/>
                <w:spacing w:val="-6"/>
                <w:sz w:val="16"/>
                <w:szCs w:val="16"/>
              </w:rPr>
            </w:pPr>
            <w:r w:rsidRPr="00B57C46">
              <w:rPr>
                <w:rFonts w:cs="Arial"/>
                <w:bCs/>
                <w:spacing w:val="-6"/>
                <w:sz w:val="16"/>
                <w:szCs w:val="16"/>
              </w:rPr>
              <w:fldChar w:fldCharType="begin">
                <w:ffData>
                  <w:name w:val="Check2"/>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Unpackaged</w:t>
            </w:r>
          </w:p>
        </w:tc>
        <w:tc>
          <w:tcPr>
            <w:tcW w:w="1440" w:type="dxa"/>
            <w:shd w:val="clear" w:color="auto" w:fill="D9D9D9" w:themeFill="background1" w:themeFillShade="D9"/>
          </w:tcPr>
          <w:p w14:paraId="38AE216A" w14:textId="2F6BACDF" w:rsidR="00480338" w:rsidRDefault="005D0B72" w:rsidP="005812EB">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w:t>
            </w:r>
            <w:r w:rsidR="00DF0C8B">
              <w:rPr>
                <w:rFonts w:cs="Arial"/>
                <w:spacing w:val="-6"/>
                <w:sz w:val="16"/>
                <w:szCs w:val="16"/>
              </w:rPr>
              <w:t>c</w:t>
            </w:r>
            <w:r w:rsidR="00480338">
              <w:rPr>
                <w:rStyle w:val="FootnoteReference"/>
                <w:rFonts w:cs="Arial"/>
                <w:spacing w:val="-6"/>
                <w:sz w:val="16"/>
                <w:szCs w:val="16"/>
              </w:rPr>
              <w:footnoteReference w:id="4"/>
            </w:r>
          </w:p>
          <w:p w14:paraId="43F85104" w14:textId="06C22899" w:rsidR="005D0B72" w:rsidRPr="0001524F" w:rsidRDefault="005D0B72" w:rsidP="005812EB">
            <w:pPr>
              <w:ind w:left="-115" w:right="-43"/>
              <w:rPr>
                <w:rFonts w:cs="Arial"/>
                <w:spacing w:val="-6"/>
                <w:sz w:val="16"/>
                <w:szCs w:val="16"/>
              </w:rPr>
            </w:pPr>
            <w:r>
              <w:rPr>
                <w:rFonts w:cs="Arial"/>
                <w:b/>
                <w:spacing w:val="-6"/>
                <w:sz w:val="16"/>
                <w:szCs w:val="16"/>
              </w:rPr>
              <w:fldChar w:fldCharType="begin">
                <w:ffData>
                  <w:name w:val="Check2"/>
                  <w:enabled/>
                  <w:calcOnExit w:val="0"/>
                  <w:checkBox>
                    <w:sizeAuto/>
                    <w:default w:val="1"/>
                  </w:checkBox>
                </w:ffData>
              </w:fldChar>
            </w:r>
            <w:bookmarkStart w:id="1" w:name="Check2"/>
            <w:r>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Pr>
                <w:rFonts w:cs="Arial"/>
                <w:b/>
                <w:spacing w:val="-6"/>
                <w:sz w:val="16"/>
                <w:szCs w:val="16"/>
              </w:rPr>
              <w:fldChar w:fldCharType="end"/>
            </w:r>
            <w:bookmarkEnd w:id="1"/>
            <w:r w:rsidRPr="0001524F">
              <w:rPr>
                <w:rFonts w:cs="Arial"/>
                <w:spacing w:val="-6"/>
                <w:sz w:val="16"/>
                <w:szCs w:val="16"/>
              </w:rPr>
              <w:t>Organic</w:t>
            </w:r>
            <w:r w:rsidR="00A13434">
              <w:rPr>
                <w:rStyle w:val="FootnoteReference"/>
                <w:rFonts w:cs="Arial"/>
                <w:spacing w:val="-6"/>
                <w:sz w:val="16"/>
                <w:szCs w:val="16"/>
              </w:rPr>
              <w:footnoteReference w:id="5"/>
            </w:r>
          </w:p>
          <w:p w14:paraId="18A7F628" w14:textId="78601129" w:rsidR="005D0B72" w:rsidRPr="00933C0E" w:rsidRDefault="005D0B72" w:rsidP="005812EB">
            <w:pPr>
              <w:ind w:left="-115" w:right="-43"/>
              <w:rPr>
                <w:rFonts w:cs="Arial"/>
                <w:i/>
                <w:iCs/>
                <w:sz w:val="16"/>
                <w:szCs w:val="18"/>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A13434">
              <w:rPr>
                <w:rStyle w:val="FootnoteReference"/>
                <w:rFonts w:cs="Arial"/>
                <w:spacing w:val="-6"/>
                <w:sz w:val="16"/>
                <w:szCs w:val="16"/>
              </w:rPr>
              <w:footnoteReference w:id="6"/>
            </w:r>
          </w:p>
        </w:tc>
        <w:tc>
          <w:tcPr>
            <w:tcW w:w="1881" w:type="dxa"/>
            <w:shd w:val="clear" w:color="auto" w:fill="D9D9D9" w:themeFill="background1" w:themeFillShade="D9"/>
            <w:vAlign w:val="center"/>
          </w:tcPr>
          <w:p w14:paraId="7E9B26A2" w14:textId="7E39CFF5" w:rsidR="005D0B72" w:rsidRPr="00933C0E" w:rsidRDefault="005D0B72" w:rsidP="00593A6F">
            <w:pPr>
              <w:spacing w:before="20"/>
              <w:ind w:hanging="18"/>
              <w:rPr>
                <w:rFonts w:cs="Arial"/>
                <w:i/>
                <w:iCs/>
                <w:sz w:val="16"/>
                <w:szCs w:val="18"/>
              </w:rPr>
            </w:pPr>
            <w:r>
              <w:rPr>
                <w:rFonts w:cs="Arial"/>
                <w:i/>
                <w:iCs/>
                <w:sz w:val="16"/>
                <w:szCs w:val="18"/>
              </w:rPr>
              <w:t>Ex: Snack Shack</w:t>
            </w:r>
          </w:p>
        </w:tc>
        <w:tc>
          <w:tcPr>
            <w:tcW w:w="1269" w:type="dxa"/>
            <w:shd w:val="clear" w:color="auto" w:fill="D9D9D9" w:themeFill="background1" w:themeFillShade="D9"/>
            <w:vAlign w:val="center"/>
          </w:tcPr>
          <w:p w14:paraId="21260758" w14:textId="587A55CF" w:rsidR="005D0B72" w:rsidRPr="00933C0E" w:rsidRDefault="005D0B72" w:rsidP="00593A6F">
            <w:pPr>
              <w:spacing w:before="20"/>
              <w:rPr>
                <w:rFonts w:cs="Arial"/>
                <w:i/>
                <w:iCs/>
                <w:sz w:val="16"/>
                <w:szCs w:val="18"/>
              </w:rPr>
            </w:pPr>
            <w:r>
              <w:rPr>
                <w:rFonts w:cs="Arial"/>
                <w:i/>
                <w:iCs/>
                <w:sz w:val="16"/>
                <w:szCs w:val="18"/>
              </w:rPr>
              <w:t xml:space="preserve">Ex: </w:t>
            </w:r>
            <w:r w:rsidRPr="00933C0E">
              <w:rPr>
                <w:rFonts w:cs="Arial"/>
                <w:i/>
                <w:iCs/>
                <w:sz w:val="16"/>
                <w:szCs w:val="18"/>
              </w:rPr>
              <w:t>Canada, Mexico</w:t>
            </w:r>
          </w:p>
        </w:tc>
      </w:tr>
      <w:tr w:rsidR="00903734" w:rsidRPr="00F779C9" w14:paraId="1C0DDB1E" w14:textId="77777777" w:rsidTr="00B57C46">
        <w:trPr>
          <w:cantSplit/>
          <w:trHeight w:val="518"/>
        </w:trPr>
        <w:tc>
          <w:tcPr>
            <w:tcW w:w="2788" w:type="dxa"/>
            <w:shd w:val="clear" w:color="auto" w:fill="auto"/>
            <w:vAlign w:val="center"/>
          </w:tcPr>
          <w:p w14:paraId="3DAEDF85"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78C1BECA"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3BC1448B" w14:textId="77777777" w:rsidR="00903734" w:rsidRPr="00606AD3" w:rsidRDefault="00903734" w:rsidP="004925F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113BF6FA" w14:textId="5EB3BB02" w:rsidR="00903734"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sidR="004E2487">
              <w:rPr>
                <w:rFonts w:cs="Arial"/>
                <w:bCs/>
                <w:spacing w:val="-6"/>
                <w:sz w:val="16"/>
                <w:szCs w:val="16"/>
                <w:vertAlign w:val="superscript"/>
              </w:rPr>
              <w:t>1</w:t>
            </w:r>
          </w:p>
          <w:p w14:paraId="3644BDDB" w14:textId="301A3483" w:rsidR="009954EB"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Nonretail</w:t>
            </w:r>
            <w:r w:rsidR="004E2487">
              <w:rPr>
                <w:rFonts w:cs="Arial"/>
                <w:bCs/>
                <w:spacing w:val="-6"/>
                <w:sz w:val="16"/>
                <w:szCs w:val="16"/>
                <w:vertAlign w:val="superscript"/>
              </w:rPr>
              <w:t>2</w:t>
            </w:r>
          </w:p>
          <w:p w14:paraId="006F5766" w14:textId="4A7856B2" w:rsidR="009954EB" w:rsidRPr="00B57C46" w:rsidRDefault="009954EB" w:rsidP="00B57C46">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Unpackaged</w:t>
            </w:r>
          </w:p>
        </w:tc>
        <w:tc>
          <w:tcPr>
            <w:tcW w:w="1440" w:type="dxa"/>
            <w:shd w:val="clear" w:color="auto" w:fill="auto"/>
          </w:tcPr>
          <w:p w14:paraId="4A78A1CC" w14:textId="5FC0118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proofErr w:type="gramStart"/>
            <w:r w:rsidR="00E749B0">
              <w:rPr>
                <w:rFonts w:cs="Arial"/>
                <w:spacing w:val="-6"/>
                <w:sz w:val="16"/>
                <w:szCs w:val="16"/>
              </w:rPr>
              <w:t>o</w:t>
            </w:r>
            <w:r w:rsidRPr="0001524F">
              <w:rPr>
                <w:rFonts w:cs="Arial"/>
                <w:spacing w:val="-6"/>
                <w:sz w:val="16"/>
                <w:szCs w:val="16"/>
              </w:rPr>
              <w:t>rganic</w:t>
            </w:r>
            <w:r w:rsidR="004E2487">
              <w:rPr>
                <w:rFonts w:cs="Arial"/>
                <w:spacing w:val="-6"/>
                <w:sz w:val="16"/>
                <w:szCs w:val="16"/>
                <w:vertAlign w:val="superscript"/>
              </w:rPr>
              <w:t>3</w:t>
            </w:r>
            <w:proofErr w:type="gramEnd"/>
          </w:p>
          <w:p w14:paraId="10E3DC5D" w14:textId="666DA54F"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sidR="004E2487">
              <w:rPr>
                <w:rFonts w:cs="Arial"/>
                <w:spacing w:val="-6"/>
                <w:sz w:val="16"/>
                <w:szCs w:val="16"/>
                <w:vertAlign w:val="superscript"/>
              </w:rPr>
              <w:t>4</w:t>
            </w:r>
          </w:p>
          <w:p w14:paraId="1089A525" w14:textId="176BC12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4E2487">
              <w:rPr>
                <w:rFonts w:cs="Arial"/>
                <w:spacing w:val="-6"/>
                <w:sz w:val="16"/>
                <w:szCs w:val="16"/>
                <w:vertAlign w:val="superscript"/>
              </w:rPr>
              <w:t>5</w:t>
            </w:r>
          </w:p>
        </w:tc>
        <w:tc>
          <w:tcPr>
            <w:tcW w:w="1881" w:type="dxa"/>
            <w:shd w:val="clear" w:color="auto" w:fill="auto"/>
            <w:vAlign w:val="center"/>
          </w:tcPr>
          <w:p w14:paraId="0B912941"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5AE8478D" w14:textId="77777777" w:rsidR="00903734" w:rsidRDefault="00903734" w:rsidP="004925F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3E9C181" w14:textId="77777777" w:rsidTr="00B57C46">
        <w:trPr>
          <w:cantSplit/>
          <w:trHeight w:val="518"/>
        </w:trPr>
        <w:tc>
          <w:tcPr>
            <w:tcW w:w="2788" w:type="dxa"/>
            <w:shd w:val="clear" w:color="auto" w:fill="auto"/>
            <w:vAlign w:val="center"/>
          </w:tcPr>
          <w:p w14:paraId="6FA5B74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4375711E"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B8160A5"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22E2776F"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50CB3B7"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7D655E1F" w14:textId="33575DE1"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191985F0"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proofErr w:type="gramStart"/>
            <w:r>
              <w:rPr>
                <w:rFonts w:cs="Arial"/>
                <w:spacing w:val="-6"/>
                <w:sz w:val="16"/>
                <w:szCs w:val="16"/>
              </w:rPr>
              <w:t>o</w:t>
            </w:r>
            <w:r w:rsidRPr="0001524F">
              <w:rPr>
                <w:rFonts w:cs="Arial"/>
                <w:spacing w:val="-6"/>
                <w:sz w:val="16"/>
                <w:szCs w:val="16"/>
              </w:rPr>
              <w:t>rganic</w:t>
            </w:r>
            <w:r>
              <w:rPr>
                <w:rFonts w:cs="Arial"/>
                <w:spacing w:val="-6"/>
                <w:sz w:val="16"/>
                <w:szCs w:val="16"/>
                <w:vertAlign w:val="superscript"/>
              </w:rPr>
              <w:t>3</w:t>
            </w:r>
            <w:proofErr w:type="gramEnd"/>
          </w:p>
          <w:p w14:paraId="03341657"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205113C8" w14:textId="0049CC65"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6170953A"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3719CD67"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481723D8" w14:textId="77777777" w:rsidTr="00B57C46">
        <w:trPr>
          <w:cantSplit/>
          <w:trHeight w:val="518"/>
        </w:trPr>
        <w:tc>
          <w:tcPr>
            <w:tcW w:w="2788" w:type="dxa"/>
            <w:shd w:val="clear" w:color="auto" w:fill="auto"/>
            <w:vAlign w:val="center"/>
          </w:tcPr>
          <w:p w14:paraId="69B170F0"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5746A9C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4CEC74DC"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6FD8C423"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9E9723E"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64C0AE4" w14:textId="3BD0945B"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7A6B4AA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proofErr w:type="gramStart"/>
            <w:r>
              <w:rPr>
                <w:rFonts w:cs="Arial"/>
                <w:spacing w:val="-6"/>
                <w:sz w:val="16"/>
                <w:szCs w:val="16"/>
              </w:rPr>
              <w:t>o</w:t>
            </w:r>
            <w:r w:rsidRPr="0001524F">
              <w:rPr>
                <w:rFonts w:cs="Arial"/>
                <w:spacing w:val="-6"/>
                <w:sz w:val="16"/>
                <w:szCs w:val="16"/>
              </w:rPr>
              <w:t>rganic</w:t>
            </w:r>
            <w:r>
              <w:rPr>
                <w:rFonts w:cs="Arial"/>
                <w:spacing w:val="-6"/>
                <w:sz w:val="16"/>
                <w:szCs w:val="16"/>
                <w:vertAlign w:val="superscript"/>
              </w:rPr>
              <w:t>3</w:t>
            </w:r>
            <w:proofErr w:type="gramEnd"/>
          </w:p>
          <w:p w14:paraId="011C3DF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4372B997" w14:textId="3382F1D8"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2346A5F5"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68596225"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9938CE7" w14:textId="77777777" w:rsidTr="00B57C46">
        <w:trPr>
          <w:cantSplit/>
          <w:trHeight w:val="518"/>
        </w:trPr>
        <w:tc>
          <w:tcPr>
            <w:tcW w:w="2788" w:type="dxa"/>
            <w:shd w:val="clear" w:color="auto" w:fill="auto"/>
            <w:vAlign w:val="center"/>
          </w:tcPr>
          <w:p w14:paraId="63210F39" w14:textId="77777777" w:rsidR="00513A79" w:rsidRPr="00606AD3" w:rsidRDefault="00513A79" w:rsidP="00593A6F">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0651EC3B"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FE04F4E"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3A4C5D4A"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1EA3A8F1"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B4F1BD5" w14:textId="0794DCDA"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000D19E7">
              <w:rPr>
                <w:rFonts w:cs="Arial"/>
                <w:bCs/>
                <w:spacing w:val="-6"/>
                <w:sz w:val="16"/>
                <w:szCs w:val="16"/>
              </w:rPr>
            </w:r>
            <w:r w:rsidR="000D19E7">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6F067AB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proofErr w:type="gramStart"/>
            <w:r>
              <w:rPr>
                <w:rFonts w:cs="Arial"/>
                <w:spacing w:val="-6"/>
                <w:sz w:val="16"/>
                <w:szCs w:val="16"/>
              </w:rPr>
              <w:t>o</w:t>
            </w:r>
            <w:r w:rsidRPr="0001524F">
              <w:rPr>
                <w:rFonts w:cs="Arial"/>
                <w:spacing w:val="-6"/>
                <w:sz w:val="16"/>
                <w:szCs w:val="16"/>
              </w:rPr>
              <w:t>rganic</w:t>
            </w:r>
            <w:r>
              <w:rPr>
                <w:rFonts w:cs="Arial"/>
                <w:spacing w:val="-6"/>
                <w:sz w:val="16"/>
                <w:szCs w:val="16"/>
                <w:vertAlign w:val="superscript"/>
              </w:rPr>
              <w:t>3</w:t>
            </w:r>
            <w:proofErr w:type="gramEnd"/>
          </w:p>
          <w:p w14:paraId="669FBEC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62F42B3F" w14:textId="1967174A"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000D19E7">
              <w:rPr>
                <w:rFonts w:cs="Arial"/>
                <w:b/>
                <w:spacing w:val="-6"/>
                <w:sz w:val="16"/>
                <w:szCs w:val="16"/>
              </w:rPr>
            </w:r>
            <w:r w:rsidR="000D19E7">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4C2BFC3C"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4E78564C"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51968036" w14:textId="2D2920B6" w:rsidR="00FD5A40" w:rsidRPr="00DF0C8B" w:rsidRDefault="00FD5A40" w:rsidP="00B57C46">
      <w:pPr>
        <w:rPr>
          <w:sz w:val="2"/>
          <w:szCs w:val="2"/>
        </w:rPr>
      </w:pPr>
    </w:p>
    <w:sectPr w:rsidR="00FD5A40" w:rsidRPr="00DF0C8B" w:rsidSect="004925F9">
      <w:headerReference w:type="default" r:id="rId17"/>
      <w:footerReference w:type="default" r:id="rId18"/>
      <w:pgSz w:w="15840" w:h="12240" w:orient="landscape"/>
      <w:pgMar w:top="72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7E19" w14:textId="77777777" w:rsidR="0063302D" w:rsidRDefault="0063302D">
      <w:r>
        <w:separator/>
      </w:r>
    </w:p>
  </w:endnote>
  <w:endnote w:type="continuationSeparator" w:id="0">
    <w:p w14:paraId="0DC2BD42" w14:textId="77777777" w:rsidR="0063302D" w:rsidRDefault="0063302D">
      <w:r>
        <w:continuationSeparator/>
      </w:r>
    </w:p>
  </w:endnote>
  <w:endnote w:type="continuationNotice" w:id="1">
    <w:p w14:paraId="64C78151" w14:textId="77777777" w:rsidR="0063302D" w:rsidRDefault="00633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4FC3" w14:textId="05028C08" w:rsidR="00836AB5" w:rsidRPr="00735DE6" w:rsidRDefault="00836AB5" w:rsidP="008551D8">
    <w:pPr>
      <w:tabs>
        <w:tab w:val="left" w:pos="13680"/>
      </w:tabs>
      <w:autoSpaceDE w:val="0"/>
      <w:autoSpaceDN w:val="0"/>
      <w:adjustRightInd w:val="0"/>
      <w:rPr>
        <w:rFonts w:cs="Arial"/>
        <w:i/>
        <w:sz w:val="16"/>
        <w:szCs w:val="16"/>
      </w:rPr>
    </w:pPr>
    <w:r>
      <w:rPr>
        <w:rFonts w:cs="Arial"/>
        <w:i/>
        <w:sz w:val="16"/>
        <w:szCs w:val="16"/>
      </w:rPr>
      <w:t>N</w:t>
    </w:r>
    <w:r w:rsidR="008551D8">
      <w:rPr>
        <w:rFonts w:cs="Arial"/>
        <w:i/>
        <w:sz w:val="16"/>
        <w:szCs w:val="16"/>
      </w:rPr>
      <w:t>OPB</w:t>
    </w:r>
    <w:r w:rsidR="00E97A7E">
      <w:rPr>
        <w:rFonts w:cs="Arial"/>
        <w:i/>
        <w:sz w:val="16"/>
        <w:szCs w:val="16"/>
      </w:rPr>
      <w:t>80</w:t>
    </w:r>
    <w:r w:rsidR="008551D8">
      <w:rPr>
        <w:rFonts w:cs="Arial"/>
        <w:i/>
        <w:sz w:val="16"/>
        <w:szCs w:val="16"/>
      </w:rPr>
      <w:t xml:space="preserve">, </w:t>
    </w:r>
    <w:r w:rsidR="005A3C19">
      <w:rPr>
        <w:rFonts w:cs="Arial"/>
        <w:i/>
        <w:sz w:val="16"/>
        <w:szCs w:val="16"/>
      </w:rPr>
      <w:t>V</w:t>
    </w:r>
    <w:r w:rsidR="00643FCD">
      <w:rPr>
        <w:rFonts w:cs="Arial"/>
        <w:i/>
        <w:sz w:val="16"/>
        <w:szCs w:val="16"/>
      </w:rPr>
      <w:t>2, 12/30/2023</w:t>
    </w:r>
    <w:r w:rsidRPr="00E27015">
      <w:rPr>
        <w:rFonts w:cs="Arial"/>
        <w:i/>
        <w:sz w:val="16"/>
        <w:szCs w:val="16"/>
      </w:rPr>
      <w:tab/>
    </w:r>
    <w:r w:rsidRPr="00E27015">
      <w:rPr>
        <w:i/>
        <w:sz w:val="16"/>
        <w:szCs w:val="16"/>
      </w:rPr>
      <w:t xml:space="preserve">Page </w:t>
    </w:r>
    <w:r w:rsidRPr="00E27015">
      <w:rPr>
        <w:b/>
        <w:i/>
        <w:sz w:val="16"/>
        <w:szCs w:val="16"/>
      </w:rPr>
      <w:fldChar w:fldCharType="begin"/>
    </w:r>
    <w:r w:rsidRPr="00E27015">
      <w:rPr>
        <w:b/>
        <w:i/>
        <w:sz w:val="16"/>
        <w:szCs w:val="16"/>
      </w:rPr>
      <w:instrText xml:space="preserve"> PAGE </w:instrText>
    </w:r>
    <w:r w:rsidRPr="00E27015">
      <w:rPr>
        <w:b/>
        <w:i/>
        <w:sz w:val="16"/>
        <w:szCs w:val="16"/>
      </w:rPr>
      <w:fldChar w:fldCharType="separate"/>
    </w:r>
    <w:r w:rsidR="00A9070A">
      <w:rPr>
        <w:b/>
        <w:i/>
        <w:noProof/>
        <w:sz w:val="16"/>
        <w:szCs w:val="16"/>
      </w:rPr>
      <w:t>1</w:t>
    </w:r>
    <w:r w:rsidRPr="00E27015">
      <w:rPr>
        <w:b/>
        <w:i/>
        <w:sz w:val="16"/>
        <w:szCs w:val="16"/>
      </w:rPr>
      <w:fldChar w:fldCharType="end"/>
    </w:r>
    <w:r w:rsidRPr="00E27015">
      <w:rPr>
        <w:i/>
        <w:sz w:val="16"/>
        <w:szCs w:val="16"/>
      </w:rPr>
      <w:t xml:space="preserve"> of </w:t>
    </w:r>
    <w:r w:rsidRPr="00E27015">
      <w:rPr>
        <w:b/>
        <w:i/>
        <w:sz w:val="16"/>
        <w:szCs w:val="16"/>
      </w:rPr>
      <w:fldChar w:fldCharType="begin"/>
    </w:r>
    <w:r w:rsidRPr="00E27015">
      <w:rPr>
        <w:b/>
        <w:i/>
        <w:sz w:val="16"/>
        <w:szCs w:val="16"/>
      </w:rPr>
      <w:instrText xml:space="preserve"> NUMPAGES  </w:instrText>
    </w:r>
    <w:r w:rsidRPr="00E27015">
      <w:rPr>
        <w:b/>
        <w:i/>
        <w:sz w:val="16"/>
        <w:szCs w:val="16"/>
      </w:rPr>
      <w:fldChar w:fldCharType="separate"/>
    </w:r>
    <w:r w:rsidR="00A9070A">
      <w:rPr>
        <w:b/>
        <w:i/>
        <w:noProof/>
        <w:sz w:val="16"/>
        <w:szCs w:val="16"/>
      </w:rPr>
      <w:t>1</w:t>
    </w:r>
    <w:r w:rsidRPr="00E27015">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70D17" w14:textId="77777777" w:rsidR="0063302D" w:rsidRDefault="0063302D">
      <w:r>
        <w:separator/>
      </w:r>
    </w:p>
  </w:footnote>
  <w:footnote w:type="continuationSeparator" w:id="0">
    <w:p w14:paraId="0A9D817E" w14:textId="77777777" w:rsidR="0063302D" w:rsidRDefault="0063302D">
      <w:r>
        <w:continuationSeparator/>
      </w:r>
    </w:p>
  </w:footnote>
  <w:footnote w:type="continuationNotice" w:id="1">
    <w:p w14:paraId="00530CEC" w14:textId="77777777" w:rsidR="0063302D" w:rsidRDefault="0063302D"/>
  </w:footnote>
  <w:footnote w:id="2">
    <w:p w14:paraId="7427CD11" w14:textId="1C2CB24C" w:rsidR="00480338" w:rsidRDefault="00480338">
      <w:pPr>
        <w:pStyle w:val="FootnoteText"/>
      </w:pPr>
      <w:r>
        <w:rPr>
          <w:rStyle w:val="FootnoteReference"/>
        </w:rPr>
        <w:footnoteRef/>
      </w:r>
      <w:r>
        <w:t xml:space="preserve"> </w:t>
      </w:r>
      <w:r w:rsidRPr="0009452F">
        <w:rPr>
          <w:sz w:val="16"/>
          <w:szCs w:val="16"/>
        </w:rPr>
        <w:t>Retail = Containers intended to be purchased and carried home by a consumer (retail purchaser). Refer to NOP 205.303-311 for labeling requirements.</w:t>
      </w:r>
    </w:p>
  </w:footnote>
  <w:footnote w:id="3">
    <w:p w14:paraId="2DD476DB" w14:textId="5AA1EA79" w:rsidR="00480338" w:rsidRDefault="00480338">
      <w:pPr>
        <w:pStyle w:val="FootnoteText"/>
      </w:pPr>
      <w:r>
        <w:rPr>
          <w:rStyle w:val="FootnoteReference"/>
        </w:rPr>
        <w:footnoteRef/>
      </w:r>
      <w:r>
        <w:t xml:space="preserve"> </w:t>
      </w:r>
      <w:r w:rsidRPr="0009452F">
        <w:rPr>
          <w:sz w:val="16"/>
          <w:szCs w:val="16"/>
        </w:rPr>
        <w:t>Nonretail = Any container used to ship or store organic products, other than containers used for retail sale of the product. Must identify product as organic and display product lot number, shipping identification, or other unique information that links the container to audit trail documentation.</w:t>
      </w:r>
    </w:p>
  </w:footnote>
  <w:footnote w:id="4">
    <w:p w14:paraId="63A6D957" w14:textId="17B290B9" w:rsidR="00480338" w:rsidRDefault="00480338">
      <w:pPr>
        <w:pStyle w:val="FootnoteText"/>
      </w:pPr>
      <w:r>
        <w:rPr>
          <w:rStyle w:val="FootnoteReference"/>
        </w:rPr>
        <w:footnoteRef/>
      </w:r>
      <w:r>
        <w:t xml:space="preserve"> </w:t>
      </w:r>
      <w:r w:rsidRPr="0009452F">
        <w:rPr>
          <w:sz w:val="16"/>
          <w:szCs w:val="16"/>
        </w:rPr>
        <w:t>“Made with organic” is only allowed in USA and Mexico. Products labeled “Made with organic” must contain at least 70% organic ingredients. The remaining ingredients must either be agricultural or approved nonorganic materials from the NOP National List.</w:t>
      </w:r>
    </w:p>
  </w:footnote>
  <w:footnote w:id="5">
    <w:p w14:paraId="7905E5D7" w14:textId="3ECA02BC" w:rsidR="00A13434" w:rsidRDefault="00A13434">
      <w:pPr>
        <w:pStyle w:val="FootnoteText"/>
      </w:pPr>
      <w:r>
        <w:rPr>
          <w:rStyle w:val="FootnoteReference"/>
        </w:rPr>
        <w:footnoteRef/>
      </w:r>
      <w:r>
        <w:t xml:space="preserve"> </w:t>
      </w:r>
      <w:r w:rsidRPr="0009452F">
        <w:rPr>
          <w:sz w:val="16"/>
          <w:szCs w:val="16"/>
        </w:rPr>
        <w:t>Products labeled Organic must contain a minimum of 95% organic ingredients, remaining ingredients must be either organic or approved nonorganic materials from the NOP National List.</w:t>
      </w:r>
    </w:p>
  </w:footnote>
  <w:footnote w:id="6">
    <w:p w14:paraId="3FAEECCF" w14:textId="1753CF2D" w:rsidR="00A13434" w:rsidRDefault="00A13434">
      <w:pPr>
        <w:pStyle w:val="FootnoteText"/>
      </w:pPr>
      <w:r>
        <w:rPr>
          <w:rStyle w:val="FootnoteReference"/>
        </w:rPr>
        <w:footnoteRef/>
      </w:r>
      <w:r>
        <w:t xml:space="preserve"> </w:t>
      </w:r>
      <w:r>
        <w:rPr>
          <w:sz w:val="16"/>
          <w:szCs w:val="16"/>
        </w:rPr>
        <w:t>“</w:t>
      </w:r>
      <w:r w:rsidRPr="0009452F">
        <w:rPr>
          <w:sz w:val="16"/>
          <w:szCs w:val="16"/>
        </w:rPr>
        <w:t>100% Organic” is only allowed in USA and Mexico. Must be produced with ingredients certified as “100% Organic.” Must be produced without nonorganic processing/packaging aids.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8240"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3B1211">
      <w:trPr>
        <w:cantSplit/>
        <w:trHeight w:val="525"/>
      </w:trPr>
      <w:tc>
        <w:tcPr>
          <w:tcW w:w="6107" w:type="dxa"/>
          <w:tcBorders>
            <w:top w:val="single" w:sz="4" w:space="0" w:color="auto"/>
            <w:left w:val="single" w:sz="4" w:space="0" w:color="auto"/>
            <w:bottom w:val="single" w:sz="4" w:space="0" w:color="auto"/>
            <w:right w:val="nil"/>
          </w:tcBorders>
        </w:tcPr>
        <w:p w14:paraId="2F9ED6B4" w14:textId="1F62CA84" w:rsidR="00836AB5" w:rsidRDefault="00836AB5" w:rsidP="00A920BA">
          <w:pPr>
            <w:spacing w:before="160"/>
          </w:pPr>
          <w:r>
            <w:rPr>
              <w:rFonts w:cs="Arial"/>
              <w:b/>
              <w:sz w:val="16"/>
              <w:szCs w:val="16"/>
            </w:rPr>
            <w:t>NOP §205.105, 205.201, 205.30</w:t>
          </w:r>
          <w:r w:rsidR="003D699D">
            <w:rPr>
              <w:rFonts w:cs="Arial"/>
              <w:b/>
              <w:sz w:val="16"/>
              <w:szCs w:val="16"/>
            </w:rPr>
            <w:t>0</w:t>
          </w:r>
          <w:r>
            <w:rPr>
              <w:rFonts w:cs="Arial"/>
              <w:b/>
              <w:sz w:val="16"/>
              <w:szCs w:val="16"/>
            </w:rPr>
            <w:t xml:space="preserve">-311, </w:t>
          </w:r>
          <w:r w:rsidR="0052450A">
            <w:rPr>
              <w:rFonts w:cs="Arial"/>
              <w:b/>
              <w:sz w:val="16"/>
              <w:szCs w:val="16"/>
            </w:rPr>
            <w:t xml:space="preserve">205.404 </w:t>
          </w:r>
        </w:p>
      </w:tc>
      <w:tc>
        <w:tcPr>
          <w:tcW w:w="7404" w:type="dxa"/>
          <w:gridSpan w:val="2"/>
          <w:tcBorders>
            <w:top w:val="single" w:sz="4" w:space="0" w:color="auto"/>
            <w:left w:val="nil"/>
            <w:bottom w:val="single" w:sz="4" w:space="0" w:color="auto"/>
            <w:right w:val="single" w:sz="4" w:space="0" w:color="auto"/>
          </w:tcBorders>
          <w:hideMark/>
        </w:tcPr>
        <w:p w14:paraId="7B9F7E1F" w14:textId="2B448A7A" w:rsidR="00836AB5" w:rsidRPr="000D0CAD" w:rsidRDefault="00836AB5" w:rsidP="00735DE6">
          <w:pPr>
            <w:spacing w:before="160"/>
            <w:jc w:val="right"/>
            <w:rPr>
              <w:rFonts w:cs="Arial"/>
              <w:b/>
              <w:bCs/>
              <w:sz w:val="22"/>
            </w:rPr>
          </w:pPr>
          <w:r>
            <w:rPr>
              <w:rFonts w:cs="Arial"/>
              <w:b/>
              <w:bCs/>
              <w:sz w:val="22"/>
            </w:rPr>
            <w:t xml:space="preserve">PRODUCT </w:t>
          </w:r>
          <w:r w:rsidR="00893089">
            <w:rPr>
              <w:rFonts w:cs="Arial"/>
              <w:b/>
              <w:bCs/>
              <w:sz w:val="22"/>
            </w:rPr>
            <w:t>APPLICATION</w:t>
          </w:r>
        </w:p>
      </w:tc>
    </w:tr>
    <w:tr w:rsidR="004925F9"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537A8478" w:rsidR="004925F9" w:rsidRDefault="004925F9" w:rsidP="004925F9">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799EA944" w:rsidR="004925F9" w:rsidRDefault="004925F9" w:rsidP="004925F9">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A9070A">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A9070A">
            <w:rPr>
              <w:rFonts w:cs="Arial"/>
              <w:b/>
              <w:bCs/>
              <w:noProof/>
              <w:sz w:val="16"/>
            </w:rPr>
            <w:t>1</w:t>
          </w:r>
          <w:r>
            <w:rPr>
              <w:rFonts w:cs="Arial"/>
              <w:b/>
              <w:bCs/>
              <w:sz w:val="16"/>
            </w:rPr>
            <w:fldChar w:fldCharType="end"/>
          </w:r>
        </w:p>
      </w:tc>
    </w:tr>
  </w:tbl>
  <w:p w14:paraId="154667B0" w14:textId="56791630" w:rsidR="00836AB5" w:rsidRDefault="004925F9" w:rsidP="00BB0910">
    <w:pPr>
      <w:pStyle w:val="Header"/>
      <w:tabs>
        <w:tab w:val="clear" w:pos="4320"/>
        <w:tab w:val="clear" w:pos="8640"/>
      </w:tabs>
    </w:pPr>
    <w:r>
      <w:rPr>
        <w:rFonts w:cs="Arial"/>
        <w:i/>
        <w:noProof/>
        <w:sz w:val="16"/>
        <w:szCs w:val="16"/>
      </w:rPr>
      <w:drawing>
        <wp:anchor distT="0" distB="0" distL="114300" distR="114300" simplePos="0" relativeHeight="251658241" behindDoc="1" locked="0" layoutInCell="1" allowOverlap="1" wp14:anchorId="7BFE2AFC" wp14:editId="7E550800">
          <wp:simplePos x="0" y="0"/>
          <wp:positionH relativeFrom="page">
            <wp:align>center</wp:align>
          </wp:positionH>
          <wp:positionV relativeFrom="page">
            <wp:align>bottom</wp:align>
          </wp:positionV>
          <wp:extent cx="7718797"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8797"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F4EF1"/>
    <w:multiLevelType w:val="hybridMultilevel"/>
    <w:tmpl w:val="00EA6B70"/>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C168D7"/>
    <w:multiLevelType w:val="hybridMultilevel"/>
    <w:tmpl w:val="8304A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906E54"/>
    <w:multiLevelType w:val="hybridMultilevel"/>
    <w:tmpl w:val="308CBC8E"/>
    <w:lvl w:ilvl="0" w:tplc="A6DA9556">
      <w:start w:val="1"/>
      <w:numFmt w:val="decimal"/>
      <w:lvlText w:val="%1)"/>
      <w:lvlJc w:val="left"/>
      <w:pPr>
        <w:ind w:left="360" w:hanging="360"/>
      </w:pPr>
      <w:rPr>
        <w:b w:val="0"/>
        <w:bCs/>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E50FD3"/>
    <w:multiLevelType w:val="hybridMultilevel"/>
    <w:tmpl w:val="77B8680A"/>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5664839">
    <w:abstractNumId w:val="5"/>
  </w:num>
  <w:num w:numId="2" w16cid:durableId="1260597429">
    <w:abstractNumId w:val="0"/>
  </w:num>
  <w:num w:numId="3" w16cid:durableId="450785557">
    <w:abstractNumId w:val="1"/>
  </w:num>
  <w:num w:numId="4" w16cid:durableId="14237731">
    <w:abstractNumId w:val="4"/>
  </w:num>
  <w:num w:numId="5" w16cid:durableId="1097406881">
    <w:abstractNumId w:val="4"/>
  </w:num>
  <w:num w:numId="6" w16cid:durableId="267856553">
    <w:abstractNumId w:val="6"/>
  </w:num>
  <w:num w:numId="7" w16cid:durableId="1652251182">
    <w:abstractNumId w:val="3"/>
  </w:num>
  <w:num w:numId="8" w16cid:durableId="1536037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p6UDndOahOLK2owtEH1Xisa4QUqRoSr4niOaVFHoMNKpDf3IL6Z9nJv90SRiiDSf/f04mA5f12d6BZSr50nFA==" w:salt="59RIFVa7MQeUh4bUbF/7G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04578"/>
    <w:rsid w:val="0001524F"/>
    <w:rsid w:val="00017335"/>
    <w:rsid w:val="00020DC6"/>
    <w:rsid w:val="00022B04"/>
    <w:rsid w:val="00023720"/>
    <w:rsid w:val="00033BEC"/>
    <w:rsid w:val="000366F3"/>
    <w:rsid w:val="000423B1"/>
    <w:rsid w:val="00043410"/>
    <w:rsid w:val="000458A4"/>
    <w:rsid w:val="00047451"/>
    <w:rsid w:val="0005070D"/>
    <w:rsid w:val="00051EFC"/>
    <w:rsid w:val="000533D7"/>
    <w:rsid w:val="000536B6"/>
    <w:rsid w:val="0005706F"/>
    <w:rsid w:val="000626F0"/>
    <w:rsid w:val="00063B34"/>
    <w:rsid w:val="00066525"/>
    <w:rsid w:val="00070160"/>
    <w:rsid w:val="000704A5"/>
    <w:rsid w:val="000717D9"/>
    <w:rsid w:val="00075340"/>
    <w:rsid w:val="00075D8D"/>
    <w:rsid w:val="00076EF9"/>
    <w:rsid w:val="00081AF1"/>
    <w:rsid w:val="00087964"/>
    <w:rsid w:val="00091EE9"/>
    <w:rsid w:val="0009452F"/>
    <w:rsid w:val="00097088"/>
    <w:rsid w:val="000A4F44"/>
    <w:rsid w:val="000B4FBD"/>
    <w:rsid w:val="000B5FAA"/>
    <w:rsid w:val="000B6783"/>
    <w:rsid w:val="000C06D2"/>
    <w:rsid w:val="000C3069"/>
    <w:rsid w:val="000C516D"/>
    <w:rsid w:val="000C5B05"/>
    <w:rsid w:val="000D0E85"/>
    <w:rsid w:val="000D1580"/>
    <w:rsid w:val="000D19E7"/>
    <w:rsid w:val="000D3E53"/>
    <w:rsid w:val="000D4C97"/>
    <w:rsid w:val="000D6C22"/>
    <w:rsid w:val="000E0A67"/>
    <w:rsid w:val="000E271F"/>
    <w:rsid w:val="000E3606"/>
    <w:rsid w:val="000F190E"/>
    <w:rsid w:val="0010064F"/>
    <w:rsid w:val="0010110B"/>
    <w:rsid w:val="00120092"/>
    <w:rsid w:val="0012401C"/>
    <w:rsid w:val="001255DE"/>
    <w:rsid w:val="00125942"/>
    <w:rsid w:val="001278F0"/>
    <w:rsid w:val="00137535"/>
    <w:rsid w:val="00140211"/>
    <w:rsid w:val="001414AB"/>
    <w:rsid w:val="00141ACD"/>
    <w:rsid w:val="001546DF"/>
    <w:rsid w:val="00154BB4"/>
    <w:rsid w:val="00155E07"/>
    <w:rsid w:val="001653B8"/>
    <w:rsid w:val="00171DC2"/>
    <w:rsid w:val="00172563"/>
    <w:rsid w:val="0017429B"/>
    <w:rsid w:val="00176D21"/>
    <w:rsid w:val="001821B3"/>
    <w:rsid w:val="001857DA"/>
    <w:rsid w:val="00190848"/>
    <w:rsid w:val="00192BAB"/>
    <w:rsid w:val="00194EFF"/>
    <w:rsid w:val="001A025E"/>
    <w:rsid w:val="001A79B6"/>
    <w:rsid w:val="001B22EF"/>
    <w:rsid w:val="001B24C0"/>
    <w:rsid w:val="001B3698"/>
    <w:rsid w:val="001B4A74"/>
    <w:rsid w:val="001B67B8"/>
    <w:rsid w:val="001C0669"/>
    <w:rsid w:val="001C0A58"/>
    <w:rsid w:val="001C259C"/>
    <w:rsid w:val="001C4D6E"/>
    <w:rsid w:val="001C4EF0"/>
    <w:rsid w:val="001C5334"/>
    <w:rsid w:val="001C5C69"/>
    <w:rsid w:val="001C5DCF"/>
    <w:rsid w:val="001C657D"/>
    <w:rsid w:val="001C6C02"/>
    <w:rsid w:val="001C74D2"/>
    <w:rsid w:val="001C79E1"/>
    <w:rsid w:val="001D2983"/>
    <w:rsid w:val="001D67C3"/>
    <w:rsid w:val="001E6EF5"/>
    <w:rsid w:val="001F5113"/>
    <w:rsid w:val="001F553A"/>
    <w:rsid w:val="001F6B03"/>
    <w:rsid w:val="00205DD9"/>
    <w:rsid w:val="00211D53"/>
    <w:rsid w:val="002124E1"/>
    <w:rsid w:val="00213BE4"/>
    <w:rsid w:val="00214874"/>
    <w:rsid w:val="00216A2D"/>
    <w:rsid w:val="00223140"/>
    <w:rsid w:val="00225466"/>
    <w:rsid w:val="002332E8"/>
    <w:rsid w:val="00236B57"/>
    <w:rsid w:val="00237FF5"/>
    <w:rsid w:val="002415EC"/>
    <w:rsid w:val="00241787"/>
    <w:rsid w:val="0024398A"/>
    <w:rsid w:val="00245A6B"/>
    <w:rsid w:val="00253930"/>
    <w:rsid w:val="002670A4"/>
    <w:rsid w:val="002701F2"/>
    <w:rsid w:val="0027146D"/>
    <w:rsid w:val="00280B9E"/>
    <w:rsid w:val="00284505"/>
    <w:rsid w:val="00292B06"/>
    <w:rsid w:val="00293C08"/>
    <w:rsid w:val="00296FD2"/>
    <w:rsid w:val="002A7EAB"/>
    <w:rsid w:val="002B5BBF"/>
    <w:rsid w:val="002C34AC"/>
    <w:rsid w:val="002C4787"/>
    <w:rsid w:val="002D34DE"/>
    <w:rsid w:val="002D553A"/>
    <w:rsid w:val="002D60E3"/>
    <w:rsid w:val="002D6461"/>
    <w:rsid w:val="002D76EB"/>
    <w:rsid w:val="002E4370"/>
    <w:rsid w:val="002E4817"/>
    <w:rsid w:val="002E7872"/>
    <w:rsid w:val="002F1153"/>
    <w:rsid w:val="002F2049"/>
    <w:rsid w:val="002F36E4"/>
    <w:rsid w:val="002F3786"/>
    <w:rsid w:val="002F58A8"/>
    <w:rsid w:val="002F62E3"/>
    <w:rsid w:val="00301B8C"/>
    <w:rsid w:val="00303A52"/>
    <w:rsid w:val="003114A4"/>
    <w:rsid w:val="00311995"/>
    <w:rsid w:val="00311B9F"/>
    <w:rsid w:val="00311CDC"/>
    <w:rsid w:val="00317B91"/>
    <w:rsid w:val="003214AD"/>
    <w:rsid w:val="003250A9"/>
    <w:rsid w:val="00326AE4"/>
    <w:rsid w:val="00330A38"/>
    <w:rsid w:val="00332C04"/>
    <w:rsid w:val="00341833"/>
    <w:rsid w:val="00342C81"/>
    <w:rsid w:val="0034390E"/>
    <w:rsid w:val="003466F6"/>
    <w:rsid w:val="00347317"/>
    <w:rsid w:val="00350FC4"/>
    <w:rsid w:val="003642FD"/>
    <w:rsid w:val="00367A38"/>
    <w:rsid w:val="00372634"/>
    <w:rsid w:val="00372E8E"/>
    <w:rsid w:val="00374385"/>
    <w:rsid w:val="00377E2D"/>
    <w:rsid w:val="00390902"/>
    <w:rsid w:val="00391993"/>
    <w:rsid w:val="003B1211"/>
    <w:rsid w:val="003B644B"/>
    <w:rsid w:val="003B68D6"/>
    <w:rsid w:val="003B6DE6"/>
    <w:rsid w:val="003C2396"/>
    <w:rsid w:val="003C6E09"/>
    <w:rsid w:val="003C7962"/>
    <w:rsid w:val="003C7E5F"/>
    <w:rsid w:val="003D41B5"/>
    <w:rsid w:val="003D699D"/>
    <w:rsid w:val="003E0422"/>
    <w:rsid w:val="003F240A"/>
    <w:rsid w:val="003F3826"/>
    <w:rsid w:val="003F710A"/>
    <w:rsid w:val="00400EB4"/>
    <w:rsid w:val="00403EEE"/>
    <w:rsid w:val="00405C6A"/>
    <w:rsid w:val="004062C5"/>
    <w:rsid w:val="004125AC"/>
    <w:rsid w:val="004174F8"/>
    <w:rsid w:val="00417539"/>
    <w:rsid w:val="0041778D"/>
    <w:rsid w:val="00427622"/>
    <w:rsid w:val="00432C78"/>
    <w:rsid w:val="00435F67"/>
    <w:rsid w:val="00442103"/>
    <w:rsid w:val="00446151"/>
    <w:rsid w:val="004464F1"/>
    <w:rsid w:val="004471E3"/>
    <w:rsid w:val="00460DA7"/>
    <w:rsid w:val="00462802"/>
    <w:rsid w:val="00470289"/>
    <w:rsid w:val="00471F80"/>
    <w:rsid w:val="00480338"/>
    <w:rsid w:val="004842E3"/>
    <w:rsid w:val="0048743C"/>
    <w:rsid w:val="0048759B"/>
    <w:rsid w:val="00490231"/>
    <w:rsid w:val="004925F9"/>
    <w:rsid w:val="0049748F"/>
    <w:rsid w:val="004A577D"/>
    <w:rsid w:val="004B1E9A"/>
    <w:rsid w:val="004B57C5"/>
    <w:rsid w:val="004C069F"/>
    <w:rsid w:val="004C0C50"/>
    <w:rsid w:val="004C1AE0"/>
    <w:rsid w:val="004C1F0D"/>
    <w:rsid w:val="004C4130"/>
    <w:rsid w:val="004C6ED2"/>
    <w:rsid w:val="004C717E"/>
    <w:rsid w:val="004D362B"/>
    <w:rsid w:val="004D491A"/>
    <w:rsid w:val="004D56D9"/>
    <w:rsid w:val="004D5C8A"/>
    <w:rsid w:val="004D622E"/>
    <w:rsid w:val="004E1467"/>
    <w:rsid w:val="004E2487"/>
    <w:rsid w:val="004E2C32"/>
    <w:rsid w:val="004E3E58"/>
    <w:rsid w:val="004F0827"/>
    <w:rsid w:val="004F1665"/>
    <w:rsid w:val="00504258"/>
    <w:rsid w:val="00505596"/>
    <w:rsid w:val="00505C5D"/>
    <w:rsid w:val="00507E21"/>
    <w:rsid w:val="005133AA"/>
    <w:rsid w:val="00513A79"/>
    <w:rsid w:val="005179FC"/>
    <w:rsid w:val="0052450A"/>
    <w:rsid w:val="00534C12"/>
    <w:rsid w:val="00534D73"/>
    <w:rsid w:val="005446A7"/>
    <w:rsid w:val="00544965"/>
    <w:rsid w:val="0054597C"/>
    <w:rsid w:val="00550BB4"/>
    <w:rsid w:val="00555780"/>
    <w:rsid w:val="00567668"/>
    <w:rsid w:val="0057658E"/>
    <w:rsid w:val="005812EB"/>
    <w:rsid w:val="00591238"/>
    <w:rsid w:val="005929A9"/>
    <w:rsid w:val="00592EDE"/>
    <w:rsid w:val="00593A6F"/>
    <w:rsid w:val="005972C0"/>
    <w:rsid w:val="005977FA"/>
    <w:rsid w:val="005A1733"/>
    <w:rsid w:val="005A3C19"/>
    <w:rsid w:val="005A4618"/>
    <w:rsid w:val="005A4F18"/>
    <w:rsid w:val="005A585F"/>
    <w:rsid w:val="005B15A1"/>
    <w:rsid w:val="005B6F11"/>
    <w:rsid w:val="005C1319"/>
    <w:rsid w:val="005C1CB3"/>
    <w:rsid w:val="005C1FD7"/>
    <w:rsid w:val="005C2E5B"/>
    <w:rsid w:val="005C5890"/>
    <w:rsid w:val="005C6401"/>
    <w:rsid w:val="005D0B72"/>
    <w:rsid w:val="005D6AAA"/>
    <w:rsid w:val="005D7C8D"/>
    <w:rsid w:val="005E1A53"/>
    <w:rsid w:val="005E46F4"/>
    <w:rsid w:val="005E6DD9"/>
    <w:rsid w:val="005F0EFE"/>
    <w:rsid w:val="005F1879"/>
    <w:rsid w:val="005F1AF5"/>
    <w:rsid w:val="005F719F"/>
    <w:rsid w:val="0060409B"/>
    <w:rsid w:val="00604227"/>
    <w:rsid w:val="00606BBD"/>
    <w:rsid w:val="006164A2"/>
    <w:rsid w:val="00616984"/>
    <w:rsid w:val="00621F6A"/>
    <w:rsid w:val="00624D3F"/>
    <w:rsid w:val="00626100"/>
    <w:rsid w:val="006304AB"/>
    <w:rsid w:val="0063123F"/>
    <w:rsid w:val="00632623"/>
    <w:rsid w:val="0063302D"/>
    <w:rsid w:val="0063325A"/>
    <w:rsid w:val="00637A94"/>
    <w:rsid w:val="00643FCD"/>
    <w:rsid w:val="006449D6"/>
    <w:rsid w:val="00645C02"/>
    <w:rsid w:val="00652041"/>
    <w:rsid w:val="006563C5"/>
    <w:rsid w:val="006572BB"/>
    <w:rsid w:val="0066127E"/>
    <w:rsid w:val="006627EE"/>
    <w:rsid w:val="00667535"/>
    <w:rsid w:val="00671603"/>
    <w:rsid w:val="00672EEC"/>
    <w:rsid w:val="00677D9E"/>
    <w:rsid w:val="0068048A"/>
    <w:rsid w:val="006810A8"/>
    <w:rsid w:val="00684E76"/>
    <w:rsid w:val="006910CF"/>
    <w:rsid w:val="00697896"/>
    <w:rsid w:val="006A071F"/>
    <w:rsid w:val="006A4645"/>
    <w:rsid w:val="006A4A33"/>
    <w:rsid w:val="006A4A53"/>
    <w:rsid w:val="006A54F6"/>
    <w:rsid w:val="006B4563"/>
    <w:rsid w:val="006B56F0"/>
    <w:rsid w:val="006C3F1A"/>
    <w:rsid w:val="006C72B5"/>
    <w:rsid w:val="006D0E04"/>
    <w:rsid w:val="006D3F88"/>
    <w:rsid w:val="006E0680"/>
    <w:rsid w:val="006E205B"/>
    <w:rsid w:val="006E3CB4"/>
    <w:rsid w:val="006E3F60"/>
    <w:rsid w:val="006E45E9"/>
    <w:rsid w:val="006E7645"/>
    <w:rsid w:val="006E793A"/>
    <w:rsid w:val="006E7E32"/>
    <w:rsid w:val="006F1727"/>
    <w:rsid w:val="006F3292"/>
    <w:rsid w:val="006F6D02"/>
    <w:rsid w:val="00704417"/>
    <w:rsid w:val="007107CE"/>
    <w:rsid w:val="00712B18"/>
    <w:rsid w:val="0071361E"/>
    <w:rsid w:val="00714A33"/>
    <w:rsid w:val="00717326"/>
    <w:rsid w:val="007204C2"/>
    <w:rsid w:val="00720910"/>
    <w:rsid w:val="007229D0"/>
    <w:rsid w:val="0072543E"/>
    <w:rsid w:val="007269C5"/>
    <w:rsid w:val="0073170E"/>
    <w:rsid w:val="00735746"/>
    <w:rsid w:val="00735DE6"/>
    <w:rsid w:val="00742591"/>
    <w:rsid w:val="00742AB3"/>
    <w:rsid w:val="00746094"/>
    <w:rsid w:val="00747C32"/>
    <w:rsid w:val="007524EC"/>
    <w:rsid w:val="00752CA5"/>
    <w:rsid w:val="007548FE"/>
    <w:rsid w:val="00755E87"/>
    <w:rsid w:val="00763F0B"/>
    <w:rsid w:val="0076703A"/>
    <w:rsid w:val="007703F0"/>
    <w:rsid w:val="00774815"/>
    <w:rsid w:val="007777B9"/>
    <w:rsid w:val="007844E2"/>
    <w:rsid w:val="00786CE4"/>
    <w:rsid w:val="00790D6A"/>
    <w:rsid w:val="007A16F1"/>
    <w:rsid w:val="007A2926"/>
    <w:rsid w:val="007A3073"/>
    <w:rsid w:val="007A5C8A"/>
    <w:rsid w:val="007B0337"/>
    <w:rsid w:val="007B3E8A"/>
    <w:rsid w:val="007B4126"/>
    <w:rsid w:val="007B5C71"/>
    <w:rsid w:val="007B6350"/>
    <w:rsid w:val="007C0628"/>
    <w:rsid w:val="007C2F85"/>
    <w:rsid w:val="007C56AC"/>
    <w:rsid w:val="007C5CF9"/>
    <w:rsid w:val="007C5DD9"/>
    <w:rsid w:val="007D1FC7"/>
    <w:rsid w:val="007E397E"/>
    <w:rsid w:val="007E4644"/>
    <w:rsid w:val="007F2501"/>
    <w:rsid w:val="007F5346"/>
    <w:rsid w:val="007F7C53"/>
    <w:rsid w:val="0080173F"/>
    <w:rsid w:val="008037F5"/>
    <w:rsid w:val="0080530F"/>
    <w:rsid w:val="00810423"/>
    <w:rsid w:val="0081229E"/>
    <w:rsid w:val="00821EC9"/>
    <w:rsid w:val="00827423"/>
    <w:rsid w:val="008329DF"/>
    <w:rsid w:val="00834E02"/>
    <w:rsid w:val="00836AB5"/>
    <w:rsid w:val="00841B89"/>
    <w:rsid w:val="00851C7D"/>
    <w:rsid w:val="00853DC5"/>
    <w:rsid w:val="008542E1"/>
    <w:rsid w:val="008551D8"/>
    <w:rsid w:val="00855D10"/>
    <w:rsid w:val="00856173"/>
    <w:rsid w:val="00861592"/>
    <w:rsid w:val="00872E23"/>
    <w:rsid w:val="0088038F"/>
    <w:rsid w:val="00881895"/>
    <w:rsid w:val="00884289"/>
    <w:rsid w:val="00886E6B"/>
    <w:rsid w:val="00887189"/>
    <w:rsid w:val="00892A50"/>
    <w:rsid w:val="00892C70"/>
    <w:rsid w:val="00893089"/>
    <w:rsid w:val="00893FD7"/>
    <w:rsid w:val="008961E3"/>
    <w:rsid w:val="00897839"/>
    <w:rsid w:val="008A250E"/>
    <w:rsid w:val="008A3A64"/>
    <w:rsid w:val="008A41DC"/>
    <w:rsid w:val="008B7BB5"/>
    <w:rsid w:val="008C2AB3"/>
    <w:rsid w:val="008C3536"/>
    <w:rsid w:val="008C5FD6"/>
    <w:rsid w:val="008D0795"/>
    <w:rsid w:val="008D176B"/>
    <w:rsid w:val="008D1AEF"/>
    <w:rsid w:val="008D5154"/>
    <w:rsid w:val="008D763B"/>
    <w:rsid w:val="008E2C98"/>
    <w:rsid w:val="008E37CF"/>
    <w:rsid w:val="008F4F51"/>
    <w:rsid w:val="008F6F3E"/>
    <w:rsid w:val="009016E2"/>
    <w:rsid w:val="00903734"/>
    <w:rsid w:val="00905ACF"/>
    <w:rsid w:val="00911B77"/>
    <w:rsid w:val="0091222A"/>
    <w:rsid w:val="009131A3"/>
    <w:rsid w:val="009172A8"/>
    <w:rsid w:val="009205B1"/>
    <w:rsid w:val="00922877"/>
    <w:rsid w:val="00922CF6"/>
    <w:rsid w:val="0092767D"/>
    <w:rsid w:val="00933C0E"/>
    <w:rsid w:val="00935297"/>
    <w:rsid w:val="00940204"/>
    <w:rsid w:val="0094213F"/>
    <w:rsid w:val="00955715"/>
    <w:rsid w:val="00955E3E"/>
    <w:rsid w:val="00957F82"/>
    <w:rsid w:val="00971DE2"/>
    <w:rsid w:val="0097749B"/>
    <w:rsid w:val="00981805"/>
    <w:rsid w:val="0098493D"/>
    <w:rsid w:val="009954EB"/>
    <w:rsid w:val="009964F3"/>
    <w:rsid w:val="00996CDD"/>
    <w:rsid w:val="009A11C3"/>
    <w:rsid w:val="009A1EB8"/>
    <w:rsid w:val="009B30CD"/>
    <w:rsid w:val="009B458D"/>
    <w:rsid w:val="009B6780"/>
    <w:rsid w:val="009B7FF5"/>
    <w:rsid w:val="009D2EC5"/>
    <w:rsid w:val="009D30AC"/>
    <w:rsid w:val="009D515E"/>
    <w:rsid w:val="009D5844"/>
    <w:rsid w:val="009D691B"/>
    <w:rsid w:val="009E2D9C"/>
    <w:rsid w:val="009E5D42"/>
    <w:rsid w:val="009F1BEB"/>
    <w:rsid w:val="009F7C52"/>
    <w:rsid w:val="00A0016A"/>
    <w:rsid w:val="00A04A4D"/>
    <w:rsid w:val="00A07C11"/>
    <w:rsid w:val="00A1143A"/>
    <w:rsid w:val="00A13434"/>
    <w:rsid w:val="00A205BE"/>
    <w:rsid w:val="00A23C48"/>
    <w:rsid w:val="00A241B8"/>
    <w:rsid w:val="00A25C76"/>
    <w:rsid w:val="00A27BF4"/>
    <w:rsid w:val="00A353A3"/>
    <w:rsid w:val="00A46714"/>
    <w:rsid w:val="00A47F3F"/>
    <w:rsid w:val="00A51AB2"/>
    <w:rsid w:val="00A51E29"/>
    <w:rsid w:val="00A57FBE"/>
    <w:rsid w:val="00A63FBC"/>
    <w:rsid w:val="00A65A09"/>
    <w:rsid w:val="00A65C81"/>
    <w:rsid w:val="00A66544"/>
    <w:rsid w:val="00A7305B"/>
    <w:rsid w:val="00A75140"/>
    <w:rsid w:val="00A906A8"/>
    <w:rsid w:val="00A9070A"/>
    <w:rsid w:val="00A920BA"/>
    <w:rsid w:val="00AA27CE"/>
    <w:rsid w:val="00AA7993"/>
    <w:rsid w:val="00AB0C45"/>
    <w:rsid w:val="00AB119A"/>
    <w:rsid w:val="00AC0CD8"/>
    <w:rsid w:val="00AC1715"/>
    <w:rsid w:val="00AC4108"/>
    <w:rsid w:val="00AC7870"/>
    <w:rsid w:val="00AD0064"/>
    <w:rsid w:val="00AD0657"/>
    <w:rsid w:val="00AD07D8"/>
    <w:rsid w:val="00AD09B9"/>
    <w:rsid w:val="00AD2ED4"/>
    <w:rsid w:val="00AE0E1B"/>
    <w:rsid w:val="00AE1AB1"/>
    <w:rsid w:val="00AE364C"/>
    <w:rsid w:val="00AE3C49"/>
    <w:rsid w:val="00AE420C"/>
    <w:rsid w:val="00AF1AFA"/>
    <w:rsid w:val="00AF2A7B"/>
    <w:rsid w:val="00AF696B"/>
    <w:rsid w:val="00B00E69"/>
    <w:rsid w:val="00B00FF2"/>
    <w:rsid w:val="00B0134C"/>
    <w:rsid w:val="00B03EB9"/>
    <w:rsid w:val="00B060BF"/>
    <w:rsid w:val="00B07420"/>
    <w:rsid w:val="00B10326"/>
    <w:rsid w:val="00B22198"/>
    <w:rsid w:val="00B22974"/>
    <w:rsid w:val="00B27742"/>
    <w:rsid w:val="00B30996"/>
    <w:rsid w:val="00B4280B"/>
    <w:rsid w:val="00B451B7"/>
    <w:rsid w:val="00B46963"/>
    <w:rsid w:val="00B50C9B"/>
    <w:rsid w:val="00B54FF0"/>
    <w:rsid w:val="00B5661A"/>
    <w:rsid w:val="00B57C46"/>
    <w:rsid w:val="00B66202"/>
    <w:rsid w:val="00B66A49"/>
    <w:rsid w:val="00B67371"/>
    <w:rsid w:val="00B679D3"/>
    <w:rsid w:val="00B67B54"/>
    <w:rsid w:val="00B7088D"/>
    <w:rsid w:val="00B709A2"/>
    <w:rsid w:val="00B7242D"/>
    <w:rsid w:val="00B73429"/>
    <w:rsid w:val="00B87AF0"/>
    <w:rsid w:val="00B9080E"/>
    <w:rsid w:val="00BA09D4"/>
    <w:rsid w:val="00BA1780"/>
    <w:rsid w:val="00BA390C"/>
    <w:rsid w:val="00BA52A3"/>
    <w:rsid w:val="00BA7741"/>
    <w:rsid w:val="00BB0910"/>
    <w:rsid w:val="00BB48D5"/>
    <w:rsid w:val="00BC0684"/>
    <w:rsid w:val="00BC4653"/>
    <w:rsid w:val="00BC5E19"/>
    <w:rsid w:val="00BC76C1"/>
    <w:rsid w:val="00BD0B27"/>
    <w:rsid w:val="00BD1770"/>
    <w:rsid w:val="00BD39EE"/>
    <w:rsid w:val="00BD4FD7"/>
    <w:rsid w:val="00BE08C6"/>
    <w:rsid w:val="00BE0A8E"/>
    <w:rsid w:val="00BE51FA"/>
    <w:rsid w:val="00BE733A"/>
    <w:rsid w:val="00BF3D3F"/>
    <w:rsid w:val="00BF4DA8"/>
    <w:rsid w:val="00C1106E"/>
    <w:rsid w:val="00C11191"/>
    <w:rsid w:val="00C12952"/>
    <w:rsid w:val="00C1609B"/>
    <w:rsid w:val="00C23737"/>
    <w:rsid w:val="00C3030C"/>
    <w:rsid w:val="00C30584"/>
    <w:rsid w:val="00C3109C"/>
    <w:rsid w:val="00C370D9"/>
    <w:rsid w:val="00C40A9C"/>
    <w:rsid w:val="00C40C7C"/>
    <w:rsid w:val="00C41A25"/>
    <w:rsid w:val="00C43835"/>
    <w:rsid w:val="00C47816"/>
    <w:rsid w:val="00C47D63"/>
    <w:rsid w:val="00C50859"/>
    <w:rsid w:val="00C5285F"/>
    <w:rsid w:val="00C548EB"/>
    <w:rsid w:val="00C54C10"/>
    <w:rsid w:val="00C54E25"/>
    <w:rsid w:val="00C60316"/>
    <w:rsid w:val="00C60E05"/>
    <w:rsid w:val="00C61159"/>
    <w:rsid w:val="00C66994"/>
    <w:rsid w:val="00C7207A"/>
    <w:rsid w:val="00C802BB"/>
    <w:rsid w:val="00C80FBE"/>
    <w:rsid w:val="00C8100F"/>
    <w:rsid w:val="00C824B4"/>
    <w:rsid w:val="00C86798"/>
    <w:rsid w:val="00C90025"/>
    <w:rsid w:val="00C900FF"/>
    <w:rsid w:val="00C93B0B"/>
    <w:rsid w:val="00C94C73"/>
    <w:rsid w:val="00C95F9D"/>
    <w:rsid w:val="00CA0EC7"/>
    <w:rsid w:val="00CA22EF"/>
    <w:rsid w:val="00CA2BF8"/>
    <w:rsid w:val="00CA6428"/>
    <w:rsid w:val="00CA65C9"/>
    <w:rsid w:val="00CB1C73"/>
    <w:rsid w:val="00CB49CE"/>
    <w:rsid w:val="00CB5373"/>
    <w:rsid w:val="00CB6DF1"/>
    <w:rsid w:val="00CC0D55"/>
    <w:rsid w:val="00CC1088"/>
    <w:rsid w:val="00CC5207"/>
    <w:rsid w:val="00CC65AC"/>
    <w:rsid w:val="00CD40AC"/>
    <w:rsid w:val="00CD59E2"/>
    <w:rsid w:val="00CE1402"/>
    <w:rsid w:val="00CE45AC"/>
    <w:rsid w:val="00CF06FD"/>
    <w:rsid w:val="00CF1C67"/>
    <w:rsid w:val="00CF46F1"/>
    <w:rsid w:val="00CF51CD"/>
    <w:rsid w:val="00D026F5"/>
    <w:rsid w:val="00D05BCE"/>
    <w:rsid w:val="00D101D1"/>
    <w:rsid w:val="00D1023E"/>
    <w:rsid w:val="00D22BA6"/>
    <w:rsid w:val="00D24EF1"/>
    <w:rsid w:val="00D27F64"/>
    <w:rsid w:val="00D413BE"/>
    <w:rsid w:val="00D438A0"/>
    <w:rsid w:val="00D451FC"/>
    <w:rsid w:val="00D55833"/>
    <w:rsid w:val="00D55AF3"/>
    <w:rsid w:val="00D57654"/>
    <w:rsid w:val="00D57C8F"/>
    <w:rsid w:val="00D60044"/>
    <w:rsid w:val="00D60510"/>
    <w:rsid w:val="00D61304"/>
    <w:rsid w:val="00D6642A"/>
    <w:rsid w:val="00D80289"/>
    <w:rsid w:val="00D8296F"/>
    <w:rsid w:val="00D8496C"/>
    <w:rsid w:val="00D84AD3"/>
    <w:rsid w:val="00D902D2"/>
    <w:rsid w:val="00D9524D"/>
    <w:rsid w:val="00D971E4"/>
    <w:rsid w:val="00D97AAA"/>
    <w:rsid w:val="00D97D65"/>
    <w:rsid w:val="00DA0528"/>
    <w:rsid w:val="00DA3BF4"/>
    <w:rsid w:val="00DA6876"/>
    <w:rsid w:val="00DA71A5"/>
    <w:rsid w:val="00DA73CA"/>
    <w:rsid w:val="00DB04D4"/>
    <w:rsid w:val="00DB4453"/>
    <w:rsid w:val="00DB6478"/>
    <w:rsid w:val="00DC0D25"/>
    <w:rsid w:val="00DC62EA"/>
    <w:rsid w:val="00DD0FE9"/>
    <w:rsid w:val="00DD63CB"/>
    <w:rsid w:val="00DE15F1"/>
    <w:rsid w:val="00DE392E"/>
    <w:rsid w:val="00DE552C"/>
    <w:rsid w:val="00DE5BCC"/>
    <w:rsid w:val="00DF0C8B"/>
    <w:rsid w:val="00DF3108"/>
    <w:rsid w:val="00DF4275"/>
    <w:rsid w:val="00DF45C0"/>
    <w:rsid w:val="00E06D79"/>
    <w:rsid w:val="00E07905"/>
    <w:rsid w:val="00E07BC9"/>
    <w:rsid w:val="00E102BD"/>
    <w:rsid w:val="00E16192"/>
    <w:rsid w:val="00E3087F"/>
    <w:rsid w:val="00E313F7"/>
    <w:rsid w:val="00E340A0"/>
    <w:rsid w:val="00E348E4"/>
    <w:rsid w:val="00E359A3"/>
    <w:rsid w:val="00E42656"/>
    <w:rsid w:val="00E4592E"/>
    <w:rsid w:val="00E500EE"/>
    <w:rsid w:val="00E51B3B"/>
    <w:rsid w:val="00E624DC"/>
    <w:rsid w:val="00E66192"/>
    <w:rsid w:val="00E666DD"/>
    <w:rsid w:val="00E66D5F"/>
    <w:rsid w:val="00E718AB"/>
    <w:rsid w:val="00E720D1"/>
    <w:rsid w:val="00E749B0"/>
    <w:rsid w:val="00E82303"/>
    <w:rsid w:val="00E845C6"/>
    <w:rsid w:val="00E846E9"/>
    <w:rsid w:val="00E9041E"/>
    <w:rsid w:val="00E92C4F"/>
    <w:rsid w:val="00E943BE"/>
    <w:rsid w:val="00E94886"/>
    <w:rsid w:val="00E97A7E"/>
    <w:rsid w:val="00E97D85"/>
    <w:rsid w:val="00EA15A8"/>
    <w:rsid w:val="00EA6C13"/>
    <w:rsid w:val="00EA7DA8"/>
    <w:rsid w:val="00EB36D5"/>
    <w:rsid w:val="00EB68A6"/>
    <w:rsid w:val="00EC597E"/>
    <w:rsid w:val="00EE145E"/>
    <w:rsid w:val="00EE5229"/>
    <w:rsid w:val="00EE629B"/>
    <w:rsid w:val="00EF2BC5"/>
    <w:rsid w:val="00EF4C59"/>
    <w:rsid w:val="00F00373"/>
    <w:rsid w:val="00F03CBB"/>
    <w:rsid w:val="00F073A3"/>
    <w:rsid w:val="00F105FA"/>
    <w:rsid w:val="00F23885"/>
    <w:rsid w:val="00F265A7"/>
    <w:rsid w:val="00F34955"/>
    <w:rsid w:val="00F36C24"/>
    <w:rsid w:val="00F36D7B"/>
    <w:rsid w:val="00F412BE"/>
    <w:rsid w:val="00F46959"/>
    <w:rsid w:val="00F46DCF"/>
    <w:rsid w:val="00F46F07"/>
    <w:rsid w:val="00F51714"/>
    <w:rsid w:val="00F53155"/>
    <w:rsid w:val="00F547EA"/>
    <w:rsid w:val="00F56C3D"/>
    <w:rsid w:val="00F62FCB"/>
    <w:rsid w:val="00F665D3"/>
    <w:rsid w:val="00F729C5"/>
    <w:rsid w:val="00F779C9"/>
    <w:rsid w:val="00F80D91"/>
    <w:rsid w:val="00F84E5E"/>
    <w:rsid w:val="00F86104"/>
    <w:rsid w:val="00F86DA4"/>
    <w:rsid w:val="00F87074"/>
    <w:rsid w:val="00F925F9"/>
    <w:rsid w:val="00F92FB4"/>
    <w:rsid w:val="00F939FD"/>
    <w:rsid w:val="00F95F91"/>
    <w:rsid w:val="00F97A87"/>
    <w:rsid w:val="00FA039E"/>
    <w:rsid w:val="00FA35B8"/>
    <w:rsid w:val="00FA3DD8"/>
    <w:rsid w:val="00FB1DAE"/>
    <w:rsid w:val="00FB24DC"/>
    <w:rsid w:val="00FB2838"/>
    <w:rsid w:val="00FB3050"/>
    <w:rsid w:val="00FB6B2B"/>
    <w:rsid w:val="00FB76EB"/>
    <w:rsid w:val="00FC10E0"/>
    <w:rsid w:val="00FC26CC"/>
    <w:rsid w:val="00FC4B85"/>
    <w:rsid w:val="00FD2320"/>
    <w:rsid w:val="00FD4AB7"/>
    <w:rsid w:val="00FD5A40"/>
    <w:rsid w:val="00FD6F70"/>
    <w:rsid w:val="00FF0207"/>
    <w:rsid w:val="00FF04B2"/>
    <w:rsid w:val="00FF1BB7"/>
    <w:rsid w:val="00FF3982"/>
    <w:rsid w:val="00FF490A"/>
    <w:rsid w:val="00FF5D38"/>
    <w:rsid w:val="1457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E1763200-C811-4257-A5F0-ADC2E664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487"/>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UnresolvedMention1">
    <w:name w:val="Unresolved Mention1"/>
    <w:basedOn w:val="DefaultParagraphFont"/>
    <w:uiPriority w:val="99"/>
    <w:semiHidden/>
    <w:unhideWhenUsed/>
    <w:rsid w:val="004925F9"/>
    <w:rPr>
      <w:color w:val="605E5C"/>
      <w:shd w:val="clear" w:color="auto" w:fill="E1DFDD"/>
    </w:rPr>
  </w:style>
  <w:style w:type="character" w:styleId="FollowedHyperlink">
    <w:name w:val="FollowedHyperlink"/>
    <w:basedOn w:val="DefaultParagraphFont"/>
    <w:rsid w:val="00BC4653"/>
    <w:rPr>
      <w:color w:val="954F72" w:themeColor="followedHyperlink"/>
      <w:u w:val="single"/>
    </w:rPr>
  </w:style>
  <w:style w:type="character" w:customStyle="1" w:styleId="UnresolvedMention2">
    <w:name w:val="Unresolved Mention2"/>
    <w:basedOn w:val="DefaultParagraphFont"/>
    <w:uiPriority w:val="99"/>
    <w:unhideWhenUsed/>
    <w:rsid w:val="00EB68A6"/>
    <w:rPr>
      <w:color w:val="605E5C"/>
      <w:shd w:val="clear" w:color="auto" w:fill="E1DFDD"/>
    </w:rPr>
  </w:style>
  <w:style w:type="character" w:customStyle="1" w:styleId="Mention1">
    <w:name w:val="Mention1"/>
    <w:basedOn w:val="DefaultParagraphFont"/>
    <w:uiPriority w:val="99"/>
    <w:unhideWhenUsed/>
    <w:rsid w:val="00EB68A6"/>
    <w:rPr>
      <w:color w:val="2B579A"/>
      <w:shd w:val="clear" w:color="auto" w:fill="E1DFDD"/>
    </w:rPr>
  </w:style>
  <w:style w:type="paragraph" w:styleId="Revision">
    <w:name w:val="Revision"/>
    <w:hidden/>
    <w:uiPriority w:val="99"/>
    <w:semiHidden/>
    <w:rsid w:val="00606BBD"/>
    <w:rPr>
      <w:rFonts w:ascii="Arial" w:hAnsi="Arial"/>
      <w:sz w:val="18"/>
      <w:szCs w:val="24"/>
    </w:rPr>
  </w:style>
  <w:style w:type="character" w:customStyle="1" w:styleId="UnresolvedMention3">
    <w:name w:val="Unresolved Mention3"/>
    <w:basedOn w:val="DefaultParagraphFont"/>
    <w:uiPriority w:val="99"/>
    <w:semiHidden/>
    <w:unhideWhenUsed/>
    <w:rsid w:val="0054597C"/>
    <w:rPr>
      <w:color w:val="605E5C"/>
      <w:shd w:val="clear" w:color="auto" w:fill="E1DFDD"/>
    </w:rPr>
  </w:style>
  <w:style w:type="paragraph" w:styleId="FootnoteText">
    <w:name w:val="footnote text"/>
    <w:basedOn w:val="Normal"/>
    <w:link w:val="FootnoteTextChar"/>
    <w:rsid w:val="007703F0"/>
    <w:rPr>
      <w:sz w:val="20"/>
      <w:szCs w:val="20"/>
    </w:rPr>
  </w:style>
  <w:style w:type="character" w:customStyle="1" w:styleId="FootnoteTextChar">
    <w:name w:val="Footnote Text Char"/>
    <w:basedOn w:val="DefaultParagraphFont"/>
    <w:link w:val="FootnoteText"/>
    <w:rsid w:val="007703F0"/>
    <w:rPr>
      <w:rFonts w:ascii="Arial" w:hAnsi="Arial"/>
    </w:rPr>
  </w:style>
  <w:style w:type="character" w:styleId="FootnoteReference">
    <w:name w:val="footnote reference"/>
    <w:basedOn w:val="DefaultParagraphFont"/>
    <w:rsid w:val="007703F0"/>
    <w:rPr>
      <w:vertAlign w:val="superscript"/>
    </w:rPr>
  </w:style>
  <w:style w:type="character" w:styleId="Mention">
    <w:name w:val="Mention"/>
    <w:basedOn w:val="DefaultParagraphFont"/>
    <w:uiPriority w:val="99"/>
    <w:unhideWhenUsed/>
    <w:rsid w:val="00D576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h20a-ingredient-supplier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co-packer-applic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product-application" TargetMode="External"/><Relationship Id="rId5" Type="http://schemas.openxmlformats.org/officeDocument/2006/relationships/numbering" Target="numbering.xml"/><Relationship Id="rId15" Type="http://schemas.openxmlformats.org/officeDocument/2006/relationships/hyperlink" Target="http://www.ccof.org/labelin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h20b-product-formulation-shee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13132-74A1-4325-BD05-CC3358E97F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D3988962-FE65-43DE-8973-D39763E27594}"/>
</file>

<file path=customXml/itemProps3.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4.xml><?xml version="1.0" encoding="utf-8"?>
<ds:datastoreItem xmlns:ds="http://schemas.openxmlformats.org/officeDocument/2006/customXml" ds:itemID="{5CEB55A6-F1FD-4E96-A7B7-70ADBB29F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570</Words>
  <Characters>3310</Characters>
  <Application>Microsoft Office Word</Application>
  <DocSecurity>0</DocSecurity>
  <Lines>143</Lines>
  <Paragraphs>138</Paragraphs>
  <ScaleCrop>false</ScaleCrop>
  <HeadingPairs>
    <vt:vector size="2" baseType="variant">
      <vt:variant>
        <vt:lpstr>Title</vt:lpstr>
      </vt:variant>
      <vt:variant>
        <vt:i4>1</vt:i4>
      </vt:variant>
    </vt:vector>
  </HeadingPairs>
  <TitlesOfParts>
    <vt:vector size="1" baseType="lpstr">
      <vt:lpstr>Product Application NOPB80</vt:lpstr>
    </vt:vector>
  </TitlesOfParts>
  <Company>Microsoft</Company>
  <LinksUpToDate>false</LinksUpToDate>
  <CharactersWithSpaces>3742</CharactersWithSpaces>
  <SharedDoc>false</SharedDoc>
  <HLinks>
    <vt:vector size="78" baseType="variant">
      <vt:variant>
        <vt:i4>2949220</vt:i4>
      </vt:variant>
      <vt:variant>
        <vt:i4>30</vt:i4>
      </vt:variant>
      <vt:variant>
        <vt:i4>0</vt:i4>
      </vt:variant>
      <vt:variant>
        <vt:i4>5</vt:i4>
      </vt:variant>
      <vt:variant>
        <vt:lpwstr>https://www.ccof.org/resource/co-packer-application</vt:lpwstr>
      </vt:variant>
      <vt:variant>
        <vt:lpwstr/>
      </vt:variant>
      <vt:variant>
        <vt:i4>6160465</vt:i4>
      </vt:variant>
      <vt:variant>
        <vt:i4>21</vt:i4>
      </vt:variant>
      <vt:variant>
        <vt:i4>0</vt:i4>
      </vt:variant>
      <vt:variant>
        <vt:i4>5</vt:i4>
      </vt:variant>
      <vt:variant>
        <vt:lpwstr>http://www.ccof.org/labeling</vt:lpwstr>
      </vt:variant>
      <vt:variant>
        <vt:lpwstr/>
      </vt:variant>
      <vt:variant>
        <vt:i4>5636186</vt:i4>
      </vt:variant>
      <vt:variant>
        <vt:i4>15</vt:i4>
      </vt:variant>
      <vt:variant>
        <vt:i4>0</vt:i4>
      </vt:variant>
      <vt:variant>
        <vt:i4>5</vt:i4>
      </vt:variant>
      <vt:variant>
        <vt:lpwstr>https://www.ccof.org/resource/h20b-product-formulation-sheet</vt:lpwstr>
      </vt:variant>
      <vt:variant>
        <vt:lpwstr/>
      </vt:variant>
      <vt:variant>
        <vt:i4>7405620</vt:i4>
      </vt:variant>
      <vt:variant>
        <vt:i4>12</vt:i4>
      </vt:variant>
      <vt:variant>
        <vt:i4>0</vt:i4>
      </vt:variant>
      <vt:variant>
        <vt:i4>5</vt:i4>
      </vt:variant>
      <vt:variant>
        <vt:lpwstr>https://www.ccof.org/resource/h20a-ingredient-suppliers</vt:lpwstr>
      </vt:variant>
      <vt:variant>
        <vt:lpwstr/>
      </vt:variant>
      <vt:variant>
        <vt:i4>7274533</vt:i4>
      </vt:variant>
      <vt:variant>
        <vt:i4>9</vt:i4>
      </vt:variant>
      <vt:variant>
        <vt:i4>0</vt:i4>
      </vt:variant>
      <vt:variant>
        <vt:i4>5</vt:i4>
      </vt:variant>
      <vt:variant>
        <vt:lpwstr>https://organic.ams.usda.gov/integrity/</vt:lpwstr>
      </vt:variant>
      <vt:variant>
        <vt:lpwstr/>
      </vt:variant>
      <vt:variant>
        <vt:i4>4259916</vt:i4>
      </vt:variant>
      <vt:variant>
        <vt:i4>6</vt:i4>
      </vt:variant>
      <vt:variant>
        <vt:i4>0</vt:i4>
      </vt:variant>
      <vt:variant>
        <vt:i4>5</vt:i4>
      </vt:variant>
      <vt:variant>
        <vt:lpwstr>https://www.ccof.org/resource/product-application</vt:lpwstr>
      </vt:variant>
      <vt:variant>
        <vt:lpwstr/>
      </vt:variant>
      <vt:variant>
        <vt:i4>852024</vt:i4>
      </vt:variant>
      <vt:variant>
        <vt:i4>3</vt:i4>
      </vt:variant>
      <vt:variant>
        <vt:i4>0</vt:i4>
      </vt:variant>
      <vt:variant>
        <vt:i4>5</vt:i4>
      </vt:variant>
      <vt:variant>
        <vt:lpwstr>https://ccof1.sharepoint.com/01 CCOF Quality System 2013/CERTIFICATION PROGRAMS/02 NOP/B Application Packet/inbox@ccof.org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3080220</vt:i4>
      </vt:variant>
      <vt:variant>
        <vt:i4>12</vt:i4>
      </vt:variant>
      <vt:variant>
        <vt:i4>0</vt:i4>
      </vt:variant>
      <vt:variant>
        <vt:i4>5</vt:i4>
      </vt:variant>
      <vt:variant>
        <vt:lpwstr>mailto:jschmidt@ccof.org</vt:lpwstr>
      </vt:variant>
      <vt:variant>
        <vt:lpwstr/>
      </vt:variant>
      <vt:variant>
        <vt:i4>5963872</vt:i4>
      </vt:variant>
      <vt:variant>
        <vt:i4>9</vt:i4>
      </vt:variant>
      <vt:variant>
        <vt:i4>0</vt:i4>
      </vt:variant>
      <vt:variant>
        <vt:i4>5</vt:i4>
      </vt:variant>
      <vt:variant>
        <vt:lpwstr>mailto:sarah@ccof.org</vt:lpwstr>
      </vt:variant>
      <vt:variant>
        <vt:lpwstr/>
      </vt:variant>
      <vt:variant>
        <vt:i4>3080220</vt:i4>
      </vt:variant>
      <vt:variant>
        <vt:i4>6</vt:i4>
      </vt:variant>
      <vt:variant>
        <vt:i4>0</vt:i4>
      </vt:variant>
      <vt:variant>
        <vt:i4>5</vt:i4>
      </vt:variant>
      <vt:variant>
        <vt:lpwstr>mailto:jschmidt@ccof.org</vt:lpwstr>
      </vt:variant>
      <vt:variant>
        <vt:lpwstr/>
      </vt:variant>
      <vt:variant>
        <vt:i4>4718717</vt:i4>
      </vt:variant>
      <vt:variant>
        <vt:i4>3</vt:i4>
      </vt:variant>
      <vt:variant>
        <vt:i4>0</vt:i4>
      </vt:variant>
      <vt:variant>
        <vt:i4>5</vt:i4>
      </vt:variant>
      <vt:variant>
        <vt:lpwstr>mailto:lclaypool@ccof.org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Application NOPB80</dc:title>
  <dc:subject/>
  <dc:creator>Sarah Reed</dc:creator>
  <cp:keywords/>
  <cp:lastModifiedBy>Kristin Matulka</cp:lastModifiedBy>
  <cp:revision>157</cp:revision>
  <cp:lastPrinted>2017-09-01T15:49:00Z</cp:lastPrinted>
  <dcterms:created xsi:type="dcterms:W3CDTF">2022-07-28T17:26:00Z</dcterms:created>
  <dcterms:modified xsi:type="dcterms:W3CDTF">2023-12-31T03:43:00Z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29812400</vt:r8>
  </property>
  <property fmtid="{D5CDD505-2E9C-101B-9397-08002B2CF9AE}" pid="4" name="MediaServiceImageTags">
    <vt:lpwstr/>
  </property>
</Properties>
</file>